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1EB" w:rsidRDefault="00ED01EB" w:rsidP="00ED01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D01EB" w:rsidRDefault="00ED01EB" w:rsidP="00ED01EB"/>
    <w:p w:rsidR="00ED01EB" w:rsidRDefault="00ED01EB" w:rsidP="00ED01EB"/>
    <w:p w:rsidR="00ED01EB" w:rsidRDefault="00ED01EB" w:rsidP="00ED01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D01EB" w:rsidRDefault="00ED01EB" w:rsidP="00ED01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D01EB" w:rsidRDefault="00ED01EB" w:rsidP="00ED01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D01EB" w:rsidRDefault="00ED01EB" w:rsidP="00ED01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D01EB" w:rsidRDefault="00ED01EB" w:rsidP="00ED01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1EB" w:rsidRDefault="00ED01EB" w:rsidP="00ED01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ED01EB" w:rsidRDefault="00ED01EB" w:rsidP="00ED01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D01EB" w:rsidRDefault="00ED01EB" w:rsidP="00ED01E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D01EB" w:rsidRPr="00685040" w:rsidRDefault="00ED01EB" w:rsidP="00ED01E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ED01EB" w:rsidRDefault="00ED01EB" w:rsidP="00ED01E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D01EB" w:rsidRPr="002606EF" w:rsidRDefault="00ED01EB" w:rsidP="00ED01E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ED01EB" w:rsidRPr="002606EF" w:rsidRDefault="00ED01EB" w:rsidP="00ED01E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b/>
          <w:sz w:val="24"/>
          <w:szCs w:val="24"/>
        </w:rPr>
        <w:t xml:space="preserve">із землеустрою щодо поділу та об’єднання </w:t>
      </w:r>
    </w:p>
    <w:p w:rsidR="00ED01EB" w:rsidRPr="002606EF" w:rsidRDefault="00ED01EB" w:rsidP="00ED01E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b/>
          <w:sz w:val="24"/>
          <w:szCs w:val="24"/>
        </w:rPr>
        <w:t>земельних ділянок комунальної власності</w:t>
      </w:r>
    </w:p>
    <w:p w:rsidR="00ED01EB" w:rsidRPr="00822353" w:rsidRDefault="00ED01EB" w:rsidP="00ED01EB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b/>
          <w:sz w:val="24"/>
          <w:szCs w:val="24"/>
        </w:rPr>
        <w:t>Крупецької сільської ради</w:t>
      </w:r>
    </w:p>
    <w:p w:rsidR="00ED01EB" w:rsidRPr="002606EF" w:rsidRDefault="00ED01EB" w:rsidP="00ED01EB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ED01EB" w:rsidRPr="002606EF" w:rsidRDefault="00ED01EB" w:rsidP="00ED01E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Відповідно до пункту  34 частини  1 статті 26,  статті 42 Закону України «Про місцеве самоврядування в Україні», статей </w:t>
      </w:r>
      <w:r w:rsidRPr="002606EF">
        <w:rPr>
          <w:rFonts w:ascii="Times New Roman" w:eastAsia="Times New Roman" w:hAnsi="Times New Roman" w:cs="Times New Roman"/>
          <w:sz w:val="24"/>
          <w:szCs w:val="24"/>
        </w:rPr>
        <w:t>ст. ст.  12, 79-1, 122,  186 Земельного кодексу України, Закону України «Про землеустрій»</w:t>
      </w:r>
      <w:r w:rsidRPr="002606EF">
        <w:rPr>
          <w:rFonts w:ascii="Times New Roman" w:eastAsia="Times New Roman" w:hAnsi="Times New Roman" w:cs="Times New Roman"/>
          <w:bCs/>
          <w:sz w:val="24"/>
          <w:szCs w:val="24"/>
        </w:rPr>
        <w:t>, за погодженням</w:t>
      </w:r>
      <w:r w:rsidRPr="002606EF">
        <w:rPr>
          <w:rFonts w:ascii="Times New Roman" w:hAnsi="Times New Roman" w:cs="Times New Roman"/>
          <w:sz w:val="24"/>
          <w:szCs w:val="24"/>
        </w:rPr>
        <w:t xml:space="preserve">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сільська   рада    </w:t>
      </w:r>
    </w:p>
    <w:p w:rsidR="00ED01EB" w:rsidRPr="00822353" w:rsidRDefault="00ED01EB" w:rsidP="00ED01E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>ВИРІШИЛА:</w:t>
      </w:r>
    </w:p>
    <w:p w:rsidR="00ED01EB" w:rsidRPr="002606EF" w:rsidRDefault="00ED01EB" w:rsidP="00ED01EB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      1.</w:t>
      </w:r>
      <w:r w:rsidRPr="002606EF">
        <w:rPr>
          <w:rFonts w:ascii="Times New Roman" w:eastAsia="Times New Roman" w:hAnsi="Times New Roman" w:cs="Times New Roman"/>
          <w:sz w:val="24"/>
          <w:szCs w:val="24"/>
        </w:rPr>
        <w:t xml:space="preserve"> Затвердити технічну документацію із землеустрою щодо поділу та об’єднання земельних ділянок площею 12,6658 га,  сільськогосподарського призначення комунальної власності, кадастровий номер 6823984000:03:013:0051,  яка розташована на території Крупецької сільської ради за межами населеного пункту села Крупець Славутського району Хмельницької  області, згідно з додатком. </w:t>
      </w:r>
    </w:p>
    <w:p w:rsidR="00ED01EB" w:rsidRPr="002606EF" w:rsidRDefault="00ED01EB" w:rsidP="00ED01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       </w:t>
      </w:r>
      <w:r w:rsidRPr="002606EF">
        <w:rPr>
          <w:rFonts w:ascii="Times New Roman" w:hAnsi="Times New Roman" w:cs="Times New Roman"/>
          <w:sz w:val="24"/>
          <w:szCs w:val="24"/>
        </w:rPr>
        <w:t>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D01EB" w:rsidRPr="002606EF" w:rsidRDefault="00ED01EB" w:rsidP="00ED01E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01EB" w:rsidRPr="002606EF" w:rsidRDefault="00ED01EB" w:rsidP="00ED01E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01EB" w:rsidRPr="002606EF" w:rsidRDefault="00ED01EB" w:rsidP="00ED01E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01EB" w:rsidRPr="002606EF" w:rsidRDefault="00ED01EB" w:rsidP="00ED01E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01EB" w:rsidRPr="002606EF" w:rsidRDefault="00ED01EB" w:rsidP="00ED01E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В.А.Михалюк </w:t>
      </w:r>
    </w:p>
    <w:p w:rsidR="00ED01EB" w:rsidRPr="002606EF" w:rsidRDefault="00ED01EB" w:rsidP="00ED01EB">
      <w:pPr>
        <w:spacing w:after="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lastRenderedPageBreak/>
        <w:t xml:space="preserve">    </w:t>
      </w:r>
    </w:p>
    <w:p w:rsidR="00ED01EB" w:rsidRPr="002606EF" w:rsidRDefault="00ED01EB" w:rsidP="00ED01EB">
      <w:pPr>
        <w:widowControl w:val="0"/>
        <w:spacing w:after="0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ED01EB" w:rsidRPr="002606EF" w:rsidRDefault="00ED01EB" w:rsidP="00ED01EB">
      <w:pPr>
        <w:widowControl w:val="0"/>
        <w:spacing w:after="0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ED01EB" w:rsidRPr="002606EF" w:rsidRDefault="00ED01EB" w:rsidP="00ED01EB">
      <w:pPr>
        <w:widowControl w:val="0"/>
        <w:spacing w:after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ED01EB" w:rsidRPr="002606EF" w:rsidRDefault="00ED01EB" w:rsidP="00ED01EB">
      <w:pPr>
        <w:widowControl w:val="0"/>
        <w:spacing w:after="0"/>
        <w:ind w:right="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</w:p>
    <w:p w:rsidR="00ED01EB" w:rsidRPr="002606EF" w:rsidRDefault="00ED01EB" w:rsidP="00ED01EB">
      <w:pPr>
        <w:widowControl w:val="0"/>
        <w:spacing w:after="0"/>
        <w:ind w:right="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Додаток</w:t>
      </w:r>
    </w:p>
    <w:p w:rsidR="00ED01EB" w:rsidRPr="002606EF" w:rsidRDefault="00ED01EB" w:rsidP="00ED01EB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до рішення Крупецької  </w:t>
      </w:r>
    </w:p>
    <w:p w:rsidR="00ED01EB" w:rsidRPr="002606EF" w:rsidRDefault="00ED01EB" w:rsidP="00ED01EB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сільської ради</w:t>
      </w:r>
    </w:p>
    <w:p w:rsidR="00ED01EB" w:rsidRPr="002606EF" w:rsidRDefault="00ED01EB" w:rsidP="00ED01EB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від 26.05.2020 р.№ __</w:t>
      </w:r>
    </w:p>
    <w:p w:rsidR="00ED01EB" w:rsidRPr="002606EF" w:rsidRDefault="00ED01EB" w:rsidP="00ED01EB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01EB" w:rsidRPr="002606EF" w:rsidRDefault="00ED01EB" w:rsidP="00ED01EB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D01EB" w:rsidRPr="002606EF" w:rsidRDefault="00ED01EB" w:rsidP="00ED01E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Перелік новоутворених земельних ділянок </w:t>
      </w:r>
    </w:p>
    <w:p w:rsidR="00ED01EB" w:rsidRPr="002606EF" w:rsidRDefault="00ED01EB" w:rsidP="00ED01EB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606EF">
        <w:rPr>
          <w:rFonts w:ascii="Times New Roman" w:eastAsia="Times New Roman" w:hAnsi="Times New Roman" w:cs="Times New Roman"/>
          <w:b/>
          <w:sz w:val="24"/>
          <w:szCs w:val="24"/>
        </w:rPr>
        <w:t>при поділі земельної ділянки площею 12,6658 га, на території Крупецької сільської ради за межами населеного пункту села Крупець Славутського району Хмельницької  області</w:t>
      </w:r>
    </w:p>
    <w:p w:rsidR="00ED01EB" w:rsidRPr="002606EF" w:rsidRDefault="00ED01EB" w:rsidP="00ED01EB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678"/>
        <w:gridCol w:w="2977"/>
        <w:gridCol w:w="1985"/>
      </w:tblGrid>
      <w:tr w:rsidR="00ED01EB" w:rsidRPr="002606EF" w:rsidTr="004439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Власники землі, землекористувачі та землі не надані у власність або користування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Кадастровий номер </w:t>
            </w:r>
          </w:p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земельної ділянки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 земельної ділянки, га</w:t>
            </w:r>
          </w:p>
        </w:tc>
      </w:tr>
      <w:tr w:rsidR="00ED01EB" w:rsidRPr="002606EF" w:rsidTr="004439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3,0753</w:t>
            </w:r>
          </w:p>
        </w:tc>
      </w:tr>
      <w:tr w:rsidR="00ED01EB" w:rsidRPr="002606EF" w:rsidTr="004439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6823984000:03:013:0052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0,1006</w:t>
            </w:r>
          </w:p>
        </w:tc>
      </w:tr>
      <w:tr w:rsidR="00ED01EB" w:rsidRPr="002606EF" w:rsidTr="004439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0,1387</w:t>
            </w:r>
          </w:p>
        </w:tc>
      </w:tr>
      <w:tr w:rsidR="00ED01EB" w:rsidRPr="002606EF" w:rsidTr="004439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6823984000:03:013:0054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0,1807</w:t>
            </w:r>
          </w:p>
        </w:tc>
      </w:tr>
      <w:tr w:rsidR="00ED01EB" w:rsidRPr="002606EF" w:rsidTr="004439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6823984000:03:013:0056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0,1315</w:t>
            </w:r>
          </w:p>
        </w:tc>
      </w:tr>
      <w:tr w:rsidR="00ED01EB" w:rsidRPr="002606EF" w:rsidTr="004439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0,0990</w:t>
            </w:r>
          </w:p>
        </w:tc>
      </w:tr>
      <w:tr w:rsidR="00ED01EB" w:rsidRPr="002606EF" w:rsidTr="004439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6823984000:03:013:0058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0,1218</w:t>
            </w:r>
          </w:p>
        </w:tc>
      </w:tr>
      <w:tr w:rsidR="00ED01EB" w:rsidRPr="002606EF" w:rsidTr="004439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6823984000:03:013:0059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0,1674</w:t>
            </w:r>
          </w:p>
        </w:tc>
      </w:tr>
      <w:tr w:rsidR="00ED01EB" w:rsidRPr="002606EF" w:rsidTr="004439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6823984000:03:013:0060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4,3653</w:t>
            </w:r>
          </w:p>
        </w:tc>
      </w:tr>
      <w:tr w:rsidR="00ED01EB" w:rsidRPr="002606EF" w:rsidTr="004439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6823984000:03:013:0061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0,1267</w:t>
            </w:r>
          </w:p>
        </w:tc>
      </w:tr>
      <w:tr w:rsidR="00ED01EB" w:rsidRPr="002606EF" w:rsidTr="004439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0,0966</w:t>
            </w:r>
          </w:p>
        </w:tc>
      </w:tr>
      <w:tr w:rsidR="00ED01EB" w:rsidRPr="002606EF" w:rsidTr="004439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6823984000:03:013:0063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0,0628</w:t>
            </w:r>
          </w:p>
        </w:tc>
      </w:tr>
      <w:tr w:rsidR="00ED01EB" w:rsidRPr="002606EF" w:rsidTr="004439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6823984000:03:013:0064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2,2863</w:t>
            </w:r>
          </w:p>
        </w:tc>
      </w:tr>
      <w:tr w:rsidR="00ED01EB" w:rsidRPr="002606EF" w:rsidTr="004439D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6823984000:03:013:0065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1EB" w:rsidRPr="002606EF" w:rsidRDefault="00ED01EB" w:rsidP="004439DD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606EF">
              <w:rPr>
                <w:rFonts w:ascii="Times New Roman" w:eastAsia="Times New Roman" w:hAnsi="Times New Roman" w:cs="Times New Roman"/>
                <w:sz w:val="24"/>
                <w:szCs w:val="24"/>
              </w:rPr>
              <w:t>1,7131</w:t>
            </w:r>
          </w:p>
        </w:tc>
      </w:tr>
    </w:tbl>
    <w:p w:rsidR="00ED01EB" w:rsidRPr="002606EF" w:rsidRDefault="00ED01EB" w:rsidP="00ED01EB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01EB" w:rsidRPr="002606EF" w:rsidRDefault="00ED01EB" w:rsidP="00ED01EB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D01EB" w:rsidRPr="00E52C0C" w:rsidRDefault="00ED01EB" w:rsidP="00ED01E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D01EB" w:rsidRPr="000D1FDD" w:rsidRDefault="00ED01EB" w:rsidP="00ED01EB">
      <w:pPr>
        <w:pStyle w:val="HTML0"/>
        <w:spacing w:line="276" w:lineRule="auto"/>
        <w:rPr>
          <w:rFonts w:ascii="Times New Roman" w:hAnsi="Times New Roman"/>
          <w:lang w:val="uk-UA"/>
        </w:rPr>
      </w:pPr>
      <w:r w:rsidRPr="00672375">
        <w:rPr>
          <w:rFonts w:ascii="Times New Roman" w:hAnsi="Times New Roman"/>
        </w:rPr>
        <w:t xml:space="preserve">           </w:t>
      </w:r>
      <w:r>
        <w:rPr>
          <w:rFonts w:ascii="Times New Roman" w:hAnsi="Times New Roman"/>
        </w:rPr>
        <w:t>Сільський голова                                                                                      В.А.Михалюк</w:t>
      </w:r>
      <w:r w:rsidRPr="00672375">
        <w:rPr>
          <w:rFonts w:ascii="Times New Roman" w:hAnsi="Times New Roman"/>
        </w:rPr>
        <w:t xml:space="preserve">        </w:t>
      </w:r>
    </w:p>
    <w:p w:rsidR="0087369B" w:rsidRDefault="0087369B">
      <w:bookmarkStart w:id="0" w:name="_GoBack"/>
      <w:bookmarkEnd w:id="0"/>
    </w:p>
    <w:sectPr w:rsidR="0087369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1EB"/>
    <w:rsid w:val="00171A2E"/>
    <w:rsid w:val="00304C90"/>
    <w:rsid w:val="00505B6D"/>
    <w:rsid w:val="006D3977"/>
    <w:rsid w:val="007D6C18"/>
    <w:rsid w:val="0087369B"/>
    <w:rsid w:val="00D1641A"/>
    <w:rsid w:val="00ED0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ED01E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ED0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D01EB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ED01E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ED0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D01EB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3</Pages>
  <Words>576</Words>
  <Characters>3288</Characters>
  <Application>Microsoft Office Word</Application>
  <DocSecurity>0</DocSecurity>
  <Lines>27</Lines>
  <Paragraphs>7</Paragraphs>
  <ScaleCrop>false</ScaleCrop>
  <Company>Microsoft</Company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2020-05-21T17:26:00Z</dcterms:created>
  <dcterms:modified xsi:type="dcterms:W3CDTF">2020-05-21T17:26:00Z</dcterms:modified>
</cp:coreProperties>
</file>