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DED" w:rsidRDefault="00D62DED" w:rsidP="00D62DED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2804160</wp:posOffset>
                </wp:positionH>
                <wp:positionV relativeFrom="paragraph">
                  <wp:posOffset>-136525</wp:posOffset>
                </wp:positionV>
                <wp:extent cx="444500" cy="610870"/>
                <wp:effectExtent l="3810" t="6350" r="8890" b="1905"/>
                <wp:wrapNone/>
                <wp:docPr id="1" name="Group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0.8pt;margin-top:-10.75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D62DED" w:rsidRDefault="00D62DED" w:rsidP="00D62DED">
      <w:pPr>
        <w:spacing w:before="240" w:line="240" w:lineRule="auto"/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D62DED" w:rsidRDefault="00D62DED" w:rsidP="00D62DE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D62DED" w:rsidRDefault="00D62DED" w:rsidP="00D62DED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D62DED" w:rsidRDefault="00D62DED" w:rsidP="00D62D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62DED" w:rsidRDefault="00D62DED" w:rsidP="00D62D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62DED" w:rsidRDefault="00D62DED" w:rsidP="00D62DE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2DED" w:rsidRDefault="00D62DED" w:rsidP="00D62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D62DED" w:rsidRDefault="00D62DED" w:rsidP="00D62DED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62DED" w:rsidRDefault="00D62DED" w:rsidP="00D62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D62DED" w:rsidRDefault="00D62DED" w:rsidP="00D62DE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2DED" w:rsidRDefault="00D62DED" w:rsidP="00D62DE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21  вересня  2020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№67</w:t>
      </w:r>
    </w:p>
    <w:p w:rsidR="00D62DED" w:rsidRDefault="00D62DED" w:rsidP="00D62DED">
      <w:pPr>
        <w:spacing w:after="0"/>
      </w:pPr>
    </w:p>
    <w:p w:rsidR="00D62DED" w:rsidRDefault="00D62DED" w:rsidP="00D62DE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Про внесення змін до рішення виконкому</w:t>
      </w:r>
    </w:p>
    <w:p w:rsidR="00D62DED" w:rsidRDefault="00D62DED" w:rsidP="00D62DE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від 15.01.2020 року №6 «</w:t>
      </w:r>
      <w:r>
        <w:rPr>
          <w:rFonts w:ascii="Times New Roman" w:hAnsi="Times New Roman" w:cs="Times New Roman"/>
          <w:b/>
        </w:rPr>
        <w:t>Про встановлення</w:t>
      </w:r>
    </w:p>
    <w:p w:rsidR="00D62DED" w:rsidRDefault="00D62DED" w:rsidP="00D62DED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</w:rPr>
        <w:t xml:space="preserve"> режиму роботи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</w:rPr>
        <w:t>закладів культури сільської ради»</w:t>
      </w:r>
    </w:p>
    <w:p w:rsidR="00D62DED" w:rsidRDefault="00D62DED" w:rsidP="00D62DED">
      <w:pPr>
        <w:spacing w:after="0"/>
      </w:pPr>
    </w:p>
    <w:p w:rsidR="00D62DED" w:rsidRDefault="00D62DED" w:rsidP="00D62D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Керуючись підпунктом 4 пункту «б» статті 30 Закону України «Про місцеве самоврядування в Україні» , з метою порядкування режимів роботи сільських клубів , будинків культури та бібліотек виконавчий комітет сільської ради</w:t>
      </w:r>
    </w:p>
    <w:p w:rsidR="00D62DED" w:rsidRDefault="00D62DED" w:rsidP="00D62D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ВИРІШИВ:</w:t>
      </w:r>
    </w:p>
    <w:p w:rsidR="00D62DED" w:rsidRDefault="00D62DED" w:rsidP="00D62D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1.Внести зміни до рішення виконавчого комітету Крупецької сільської ради від 15.01.2020 року №6 «Про встановлення режиму роботи закладів культури сільської ради»:</w:t>
      </w:r>
    </w:p>
    <w:p w:rsidR="00D62DED" w:rsidRDefault="00D62DED" w:rsidP="00D62D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Пункт 6 викласти в такій редакції:</w:t>
      </w:r>
    </w:p>
    <w:p w:rsidR="00D62DED" w:rsidRDefault="00D62DED" w:rsidP="00D62D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встановити режим роботи Колом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євської  сільської бібліотеки : </w:t>
      </w:r>
    </w:p>
    <w:p w:rsidR="00D62DED" w:rsidRDefault="00D62DED" w:rsidP="00D62D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 вівторка по п’ятницю – з 13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00 </w:t>
      </w:r>
      <w:r>
        <w:rPr>
          <w:rFonts w:ascii="Times New Roman" w:hAnsi="Times New Roman" w:cs="Times New Roman"/>
          <w:sz w:val="24"/>
          <w:szCs w:val="24"/>
        </w:rPr>
        <w:t xml:space="preserve">год  до 17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год ;</w:t>
      </w:r>
    </w:p>
    <w:p w:rsidR="00D62DED" w:rsidRDefault="00D62DED" w:rsidP="00D62D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неділя з 12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год  до 16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00</w:t>
      </w:r>
      <w:r>
        <w:rPr>
          <w:rFonts w:ascii="Times New Roman" w:hAnsi="Times New Roman" w:cs="Times New Roman"/>
          <w:sz w:val="24"/>
          <w:szCs w:val="24"/>
        </w:rPr>
        <w:t xml:space="preserve"> год  ;</w:t>
      </w:r>
    </w:p>
    <w:p w:rsidR="00D62DED" w:rsidRDefault="00D62DED" w:rsidP="00D62D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вихідні дні  – субота , понеділок.</w:t>
      </w:r>
    </w:p>
    <w:p w:rsidR="00D62DED" w:rsidRDefault="00D62DED" w:rsidP="00D62D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2.Контроль за виконанням даного рішення покласти на заступника сільського голови з питань діяльності виконавчих органів ради Л.П.Ліпську та начальника відділу освіти , культури , молоді , спорту та соціального захисту населення Ж.О.Зубову.</w:t>
      </w:r>
    </w:p>
    <w:p w:rsidR="00D62DED" w:rsidRDefault="00D62DED" w:rsidP="00D62DE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62DED" w:rsidRDefault="00D62DED" w:rsidP="00D62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2DED" w:rsidRDefault="00D62DED" w:rsidP="00D62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2DED" w:rsidRDefault="00D62DED" w:rsidP="00D62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62DED" w:rsidRDefault="00D62DED" w:rsidP="00D62DED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Валерій МИХАЛЮК</w:t>
      </w:r>
    </w:p>
    <w:p w:rsidR="00FC65DF" w:rsidRDefault="00FC65DF">
      <w:bookmarkStart w:id="0" w:name="_GoBack"/>
      <w:bookmarkEnd w:id="0"/>
    </w:p>
    <w:sectPr w:rsidR="00FC65D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DED"/>
    <w:rsid w:val="00171A2E"/>
    <w:rsid w:val="00304C90"/>
    <w:rsid w:val="00505B6D"/>
    <w:rsid w:val="006D3977"/>
    <w:rsid w:val="007D6C18"/>
    <w:rsid w:val="00D1641A"/>
    <w:rsid w:val="00D62DED"/>
    <w:rsid w:val="00FC6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209</Words>
  <Characters>1197</Characters>
  <Application>Microsoft Office Word</Application>
  <DocSecurity>0</DocSecurity>
  <Lines>9</Lines>
  <Paragraphs>2</Paragraphs>
  <ScaleCrop>false</ScaleCrop>
  <Company>Microsoft</Company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2020-10-01T16:05:00Z</dcterms:created>
  <dcterms:modified xsi:type="dcterms:W3CDTF">2020-10-01T16:05:00Z</dcterms:modified>
</cp:coreProperties>
</file>