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4DB3" w:rsidRDefault="00513E48" w:rsidP="002A4D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3E48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2A4DB3" w:rsidRDefault="002A4DB3" w:rsidP="002A4DB3"/>
    <w:p w:rsidR="002A4DB3" w:rsidRDefault="002A4DB3" w:rsidP="002A4DB3"/>
    <w:p w:rsidR="002A4DB3" w:rsidRDefault="002A4DB3" w:rsidP="002A4D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A4DB3" w:rsidRDefault="002A4DB3" w:rsidP="002A4D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A4DB3" w:rsidRDefault="002A4DB3" w:rsidP="002A4D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A4DB3" w:rsidRDefault="002A4DB3" w:rsidP="002A4D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A4DB3" w:rsidRDefault="002A4DB3" w:rsidP="002A4D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4DB3" w:rsidRDefault="002A4DB3" w:rsidP="002A4D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A4DB3" w:rsidRDefault="002A4DB3" w:rsidP="002A4D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A4DB3" w:rsidRDefault="002A4DB3" w:rsidP="002A4DB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A4DB3" w:rsidRDefault="002A4DB3" w:rsidP="002A4DB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№42</w:t>
      </w:r>
    </w:p>
    <w:p w:rsidR="002A4DB3" w:rsidRDefault="002A4DB3" w:rsidP="002A4DB3">
      <w:pPr>
        <w:tabs>
          <w:tab w:val="left" w:pos="2160"/>
        </w:tabs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A4DB3" w:rsidRDefault="002A4DB3" w:rsidP="002A4DB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2A4DB3" w:rsidRDefault="002A4DB3" w:rsidP="002A4DB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2A4DB3" w:rsidRDefault="002A4DB3" w:rsidP="002A4DB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2A4DB3" w:rsidRDefault="002A4DB3" w:rsidP="002A4DB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Лупша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Т.П.</w:t>
      </w:r>
    </w:p>
    <w:p w:rsidR="002A4DB3" w:rsidRDefault="002A4DB3" w:rsidP="002A4DB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2A4DB3" w:rsidRDefault="002A4DB3" w:rsidP="002A4DB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A4DB3" w:rsidRDefault="002A4DB3" w:rsidP="002A4D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Лупша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Т.П.,сільська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2A4DB3" w:rsidRDefault="002A4DB3" w:rsidP="002A4D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2A4DB3" w:rsidRDefault="002A4DB3" w:rsidP="002A4D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Лупша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Тамарі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Петрівні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D87842" w:rsidRPr="00D87842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колективної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2,0000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населеного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пункту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.Л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исиче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A4DB3" w:rsidRDefault="002A4DB3" w:rsidP="002A4D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Лупша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Т.П.,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A4DB3" w:rsidRDefault="002A4DB3" w:rsidP="002A4DB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2A4DB3" w:rsidRDefault="002A4DB3" w:rsidP="002A4DB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A4DB3" w:rsidRDefault="002A4DB3" w:rsidP="002A4D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A4DB3" w:rsidRPr="002A4DB3" w:rsidRDefault="002A4DB3" w:rsidP="002A4D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bookmarkStart w:id="0" w:name="_GoBack"/>
      <w:bookmarkEnd w:id="0"/>
    </w:p>
    <w:p w:rsidR="0026053E" w:rsidRPr="002A4DB3" w:rsidRDefault="002A4DB3" w:rsidP="002A4DB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26053E" w:rsidRPr="002A4DB3" w:rsidSect="00513E4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2A4DB3"/>
    <w:rsid w:val="00171A2E"/>
    <w:rsid w:val="0026053E"/>
    <w:rsid w:val="002A4DB3"/>
    <w:rsid w:val="00304C90"/>
    <w:rsid w:val="00505B6D"/>
    <w:rsid w:val="00513E48"/>
    <w:rsid w:val="006D3977"/>
    <w:rsid w:val="007D6C18"/>
    <w:rsid w:val="00D1641A"/>
    <w:rsid w:val="00D87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3E48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1005</Words>
  <Characters>574</Characters>
  <Application>Microsoft Office Word</Application>
  <DocSecurity>0</DocSecurity>
  <Lines>4</Lines>
  <Paragraphs>3</Paragraphs>
  <ScaleCrop>false</ScaleCrop>
  <Company>Microsoft</Company>
  <LinksUpToDate>false</LinksUpToDate>
  <CharactersWithSpaces>1576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2020-04-27T16:01:00Z</dcterms:created>
  <dcterms:modified xsi:type="dcterms:W3CDTF">2020-04-28T06:16:00Z</dcterms:modified>
</cp:coreProperties>
</file>