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CEF" w:rsidRDefault="006B4CEF" w:rsidP="006B4CE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CEF" w:rsidRDefault="006B4CEF" w:rsidP="006B4C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4CEF" w:rsidRDefault="006B4CEF" w:rsidP="006B4C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CEF" w:rsidRDefault="006B4CEF" w:rsidP="006B4C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4CEF" w:rsidRDefault="006B4CEF" w:rsidP="006B4C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CEF" w:rsidRDefault="006B4CEF" w:rsidP="006B4C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4CEF" w:rsidRDefault="006B4CEF" w:rsidP="006B4C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CEF" w:rsidRDefault="006B4CEF" w:rsidP="006B4C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4CEF" w:rsidRDefault="006B4CEF" w:rsidP="006B4C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CEF" w:rsidRDefault="006B4CEF" w:rsidP="006B4C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4CEF" w:rsidRDefault="006B4CEF" w:rsidP="006B4C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CEF" w:rsidRDefault="006B4CEF" w:rsidP="006B4C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4CEF" w:rsidRDefault="006B4CEF" w:rsidP="006B4C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CEF" w:rsidRDefault="006B4CEF" w:rsidP="006B4C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4CEF" w:rsidRDefault="006B4CEF" w:rsidP="006B4C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CEF" w:rsidRDefault="006B4CEF" w:rsidP="006B4C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4CEF" w:rsidRDefault="006B4CEF" w:rsidP="006B4C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CEF" w:rsidRDefault="006B4CEF" w:rsidP="006B4C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4CEF" w:rsidRDefault="006B4CEF" w:rsidP="006B4C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CEF" w:rsidRDefault="006B4CEF" w:rsidP="006B4C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B4CEF" w:rsidRDefault="006B4CEF" w:rsidP="006B4C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CEF" w:rsidRDefault="006B4CEF" w:rsidP="006B4C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CEF" w:rsidRDefault="006B4CEF" w:rsidP="006B4C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CEF" w:rsidRDefault="006B4CEF" w:rsidP="006B4C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CEF" w:rsidRDefault="006B4CEF" w:rsidP="006B4C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CEF" w:rsidRDefault="006B4CEF" w:rsidP="006B4C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CEF" w:rsidRDefault="006B4CEF" w:rsidP="006B4C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CEF" w:rsidRDefault="006B4CEF" w:rsidP="006B4C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CEF" w:rsidRDefault="006B4CEF" w:rsidP="006B4C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CEF" w:rsidRDefault="006B4CEF" w:rsidP="006B4C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B4CEF" w:rsidRDefault="006B4CEF" w:rsidP="006B4C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B4CEF" w:rsidRDefault="006B4CEF" w:rsidP="006B4C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B4CEF" w:rsidRDefault="006B4CEF" w:rsidP="006B4C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B4CEF" w:rsidRDefault="006B4CEF" w:rsidP="006B4C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B4CEF" w:rsidRDefault="006B4CEF" w:rsidP="006B4C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B4CEF" w:rsidRDefault="006B4CEF" w:rsidP="006B4C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B4CEF" w:rsidRDefault="006B4CEF" w:rsidP="006B4C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B4CEF" w:rsidRDefault="006B4CEF" w:rsidP="006B4C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B4CEF" w:rsidRDefault="006B4CEF" w:rsidP="006B4C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B4CEF" w:rsidRDefault="006B4CEF" w:rsidP="006B4C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B4CEF" w:rsidRDefault="006B4CEF" w:rsidP="006B4C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B4CEF" w:rsidRDefault="006B4CEF" w:rsidP="006B4C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B4CEF" w:rsidRDefault="006B4CEF" w:rsidP="006B4C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B4CEF" w:rsidRDefault="006B4CEF" w:rsidP="006B4C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B4CEF" w:rsidRDefault="006B4CEF" w:rsidP="006B4C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B4CEF" w:rsidRDefault="006B4CEF" w:rsidP="006B4C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B4CEF" w:rsidRDefault="006B4CEF" w:rsidP="006B4C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B4CEF" w:rsidRDefault="006B4CEF" w:rsidP="006B4C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B4CEF" w:rsidRDefault="006B4CEF" w:rsidP="006B4C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B4CEF" w:rsidRDefault="006B4CEF" w:rsidP="006B4C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B4CEF" w:rsidRDefault="006B4CEF" w:rsidP="006B4C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B4CEF" w:rsidRDefault="006B4CEF" w:rsidP="006B4C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B4CEF" w:rsidRDefault="006B4CEF" w:rsidP="006B4C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B4CEF" w:rsidRDefault="006B4CEF" w:rsidP="006B4C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B4CEF" w:rsidRDefault="006B4CEF" w:rsidP="006B4C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B4CEF" w:rsidRDefault="006B4CEF" w:rsidP="006B4C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B4CEF" w:rsidRDefault="006B4CEF" w:rsidP="006B4C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B4CEF" w:rsidRDefault="006B4CEF" w:rsidP="006B4C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B4CEF" w:rsidRDefault="006B4CEF" w:rsidP="006B4C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B4CEF" w:rsidRDefault="006B4CEF" w:rsidP="006B4C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B4CEF" w:rsidRDefault="006B4CEF" w:rsidP="006B4C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B4CEF" w:rsidRDefault="006B4CEF" w:rsidP="006B4C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4CEF" w:rsidRDefault="006B4CEF" w:rsidP="006B4C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4CEF" w:rsidRDefault="006B4CEF" w:rsidP="006B4C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4CEF" w:rsidRDefault="006B4CEF" w:rsidP="006B4C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4CEF" w:rsidRDefault="006B4CEF" w:rsidP="006B4C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B4CEF" w:rsidRDefault="006B4CEF" w:rsidP="006B4CE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B4CEF" w:rsidRDefault="006B4CEF" w:rsidP="006B4C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B4CEF" w:rsidRDefault="006B4CEF" w:rsidP="006B4C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B4CEF" w:rsidRDefault="006B4CEF" w:rsidP="006B4C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4CEF" w:rsidRDefault="006B4CEF" w:rsidP="006B4C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B4CEF" w:rsidRDefault="006B4CEF" w:rsidP="006B4C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4CEF" w:rsidRDefault="006B4CEF" w:rsidP="006B4C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B4CEF" w:rsidRDefault="006B4CEF" w:rsidP="006B4CE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B4CEF" w:rsidRDefault="006B4CEF" w:rsidP="006B4CE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№59</w:t>
      </w:r>
    </w:p>
    <w:p w:rsidR="006B4CEF" w:rsidRDefault="006B4CEF" w:rsidP="006B4CE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B4CEF" w:rsidRPr="00AF2E62" w:rsidRDefault="006B4CEF" w:rsidP="006B4CEF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6B4CEF" w:rsidRPr="00AF2E62" w:rsidRDefault="006B4CEF" w:rsidP="006B4C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6B4CEF" w:rsidRPr="00AF2E62" w:rsidRDefault="006B4CEF" w:rsidP="006B4C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6B4CEF" w:rsidRPr="00AF2E62" w:rsidRDefault="006B4CEF" w:rsidP="006B4C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Кравчук О.О.</w:t>
      </w:r>
    </w:p>
    <w:p w:rsidR="006B4CEF" w:rsidRDefault="006B4CEF" w:rsidP="006B4C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6B4CEF" w:rsidRPr="00AF2E62" w:rsidRDefault="006B4CEF" w:rsidP="006B4C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», статей 12,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22, 116, 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118, 121</w:t>
      </w:r>
      <w:r>
        <w:rPr>
          <w:rFonts w:ascii="Times New Roman" w:eastAsia="Calibri" w:hAnsi="Times New Roman" w:cs="Times New Roman"/>
          <w:sz w:val="24"/>
          <w:lang w:val="ru-RU" w:eastAsia="en-US"/>
        </w:rPr>
        <w:t>, 122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Кравчук О.О.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6B4CEF" w:rsidRPr="00144766" w:rsidRDefault="006B4CEF" w:rsidP="006B4C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6B4CEF" w:rsidRPr="00CC3FA7" w:rsidRDefault="006B4CEF" w:rsidP="006B4C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1. Надати Кравчук Олені Олександрівні, яка зареєстрована за </w:t>
      </w:r>
      <w:proofErr w:type="spellStart"/>
      <w:r w:rsidRPr="00CC3FA7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CC4F7B">
        <w:rPr>
          <w:rFonts w:ascii="Times New Roman" w:eastAsia="Calibri" w:hAnsi="Times New Roman" w:cs="Times New Roman"/>
          <w:sz w:val="24"/>
          <w:lang w:val="ru-RU" w:eastAsia="en-US"/>
        </w:rPr>
        <w:t>____________</w:t>
      </w:r>
      <w:bookmarkStart w:id="0" w:name="_GoBack"/>
      <w:bookmarkEnd w:id="0"/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CC3FA7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0,1500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га, для </w:t>
      </w:r>
      <w:r w:rsidRPr="00CC3FA7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на території </w:t>
      </w:r>
      <w:proofErr w:type="spellStart"/>
      <w:r w:rsidRPr="00CC3FA7"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 за межами  с.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CC3FA7">
        <w:rPr>
          <w:rFonts w:ascii="Times New Roman" w:eastAsia="Calibri" w:hAnsi="Times New Roman" w:cs="Times New Roman"/>
          <w:sz w:val="24"/>
          <w:lang w:eastAsia="en-US"/>
        </w:rPr>
        <w:t>Крупець.</w:t>
      </w:r>
    </w:p>
    <w:p w:rsidR="006B4CEF" w:rsidRPr="00CC3FA7" w:rsidRDefault="006B4CEF" w:rsidP="006B4C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       2. Кравчук О.О.,  розробити </w:t>
      </w:r>
      <w:proofErr w:type="spellStart"/>
      <w:r w:rsidRPr="00CC3FA7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CC3FA7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6B4CEF" w:rsidRPr="00CC3FA7" w:rsidRDefault="006B4CEF" w:rsidP="006B4CE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C3F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6B4CEF" w:rsidRPr="00AF2E62" w:rsidRDefault="006B4CEF" w:rsidP="006B4CE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C3FA7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6B4CEF" w:rsidRPr="00AF2E62" w:rsidRDefault="006B4CEF" w:rsidP="006B4C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B4CEF" w:rsidRPr="00AF2E62" w:rsidRDefault="006B4CEF" w:rsidP="006B4CE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B4CEF" w:rsidRDefault="006B4CEF" w:rsidP="006B4CE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B4CEF" w:rsidRDefault="006B4CEF" w:rsidP="006B4CE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B4CEF" w:rsidRDefault="006B4CEF" w:rsidP="006B4CE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66314" w:rsidRPr="006B4CEF" w:rsidRDefault="006B4CEF" w:rsidP="006B4CE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066314" w:rsidRPr="006B4CE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CEF"/>
    <w:rsid w:val="00066314"/>
    <w:rsid w:val="006B4CEF"/>
    <w:rsid w:val="00CC4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CE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B4CE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B4CE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B4CEF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CE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B4CE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B4CE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B4CEF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240</Words>
  <Characters>1370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2021-07-07T06:37:00Z</dcterms:created>
  <dcterms:modified xsi:type="dcterms:W3CDTF">2021-07-07T08:17:00Z</dcterms:modified>
</cp:coreProperties>
</file>