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D12" w:rsidRDefault="00266D12" w:rsidP="00266D1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D12" w:rsidRDefault="00266D12" w:rsidP="00266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6D12" w:rsidRDefault="00266D12" w:rsidP="00266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D12" w:rsidRDefault="00266D12" w:rsidP="00266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6D12" w:rsidRDefault="00266D12" w:rsidP="00266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D12" w:rsidRDefault="00266D12" w:rsidP="00266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6D12" w:rsidRDefault="00266D12" w:rsidP="00266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D12" w:rsidRDefault="00266D12" w:rsidP="00266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6D12" w:rsidRDefault="00266D12" w:rsidP="00266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D12" w:rsidRDefault="00266D12" w:rsidP="00266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6D12" w:rsidRDefault="00266D12" w:rsidP="00266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D12" w:rsidRDefault="00266D12" w:rsidP="00266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6D12" w:rsidRDefault="00266D12" w:rsidP="00266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D12" w:rsidRDefault="00266D12" w:rsidP="00266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6D12" w:rsidRDefault="00266D12" w:rsidP="00266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D12" w:rsidRDefault="00266D12" w:rsidP="00266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6D12" w:rsidRDefault="00266D12" w:rsidP="00266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D12" w:rsidRDefault="00266D12" w:rsidP="00266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6D12" w:rsidRDefault="00266D12" w:rsidP="00266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D12" w:rsidRDefault="00266D12" w:rsidP="00266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6D12" w:rsidRDefault="00266D12" w:rsidP="00266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D12" w:rsidRDefault="00266D12" w:rsidP="00266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D12" w:rsidRDefault="00266D12" w:rsidP="00266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D12" w:rsidRDefault="00266D12" w:rsidP="00266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D12" w:rsidRDefault="00266D12" w:rsidP="00266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D12" w:rsidRDefault="00266D12" w:rsidP="00266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D12" w:rsidRDefault="00266D12" w:rsidP="00266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D12" w:rsidRDefault="00266D12" w:rsidP="00266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D12" w:rsidRDefault="00266D12" w:rsidP="00266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D12" w:rsidRDefault="00266D12" w:rsidP="00266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D12" w:rsidRDefault="00266D12" w:rsidP="00266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66D12" w:rsidRDefault="00266D12" w:rsidP="00266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66D12" w:rsidRDefault="00266D12" w:rsidP="00266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66D12" w:rsidRDefault="00266D12" w:rsidP="00266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66D12" w:rsidRDefault="00266D12" w:rsidP="00266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66D12" w:rsidRDefault="00266D12" w:rsidP="00266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66D12" w:rsidRDefault="00266D12" w:rsidP="00266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66D12" w:rsidRDefault="00266D12" w:rsidP="00266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66D12" w:rsidRDefault="00266D12" w:rsidP="00266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66D12" w:rsidRDefault="00266D12" w:rsidP="00266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66D12" w:rsidRDefault="00266D12" w:rsidP="00266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66D12" w:rsidRDefault="00266D12" w:rsidP="00266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66D12" w:rsidRDefault="00266D12" w:rsidP="00266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66D12" w:rsidRDefault="00266D12" w:rsidP="00266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66D12" w:rsidRDefault="00266D12" w:rsidP="00266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66D12" w:rsidRDefault="00266D12" w:rsidP="00266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66D12" w:rsidRDefault="00266D12" w:rsidP="00266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66D12" w:rsidRDefault="00266D12" w:rsidP="00266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66D12" w:rsidRDefault="00266D12" w:rsidP="00266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66D12" w:rsidRDefault="00266D12" w:rsidP="00266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66D12" w:rsidRDefault="00266D12" w:rsidP="00266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66D12" w:rsidRDefault="00266D12" w:rsidP="00266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66D12" w:rsidRDefault="00266D12" w:rsidP="00266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66D12" w:rsidRDefault="00266D12" w:rsidP="00266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66D12" w:rsidRDefault="00266D12" w:rsidP="00266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66D12" w:rsidRDefault="00266D12" w:rsidP="00266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66D12" w:rsidRDefault="00266D12" w:rsidP="00266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66D12" w:rsidRDefault="00266D12" w:rsidP="00266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66D12" w:rsidRDefault="00266D12" w:rsidP="00266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66D12" w:rsidRDefault="00266D12" w:rsidP="00266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66D12" w:rsidRDefault="00266D12" w:rsidP="00266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66D12" w:rsidRDefault="00266D12" w:rsidP="00266D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6D12" w:rsidRDefault="00266D12" w:rsidP="00266D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6D12" w:rsidRDefault="00266D12" w:rsidP="00266D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6D12" w:rsidRDefault="00266D12" w:rsidP="00266D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6D12" w:rsidRDefault="00266D12" w:rsidP="00266D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66D12" w:rsidRDefault="00266D12" w:rsidP="00266D1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66D12" w:rsidRDefault="00266D12" w:rsidP="00266D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66D12" w:rsidRDefault="00266D12" w:rsidP="00266D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66D12" w:rsidRDefault="00266D12" w:rsidP="00266D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6D12" w:rsidRDefault="00266D12" w:rsidP="00266D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66D12" w:rsidRDefault="00266D12" w:rsidP="00266D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6D12" w:rsidRDefault="00266D12" w:rsidP="00266D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66D12" w:rsidRDefault="00266D12" w:rsidP="00266D1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66D12" w:rsidRDefault="00266D12" w:rsidP="00266D1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№72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266D12" w:rsidRPr="002C7821" w:rsidRDefault="00266D12" w:rsidP="00266D12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266D12" w:rsidRPr="002C7821" w:rsidRDefault="00266D12" w:rsidP="00266D12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266D12" w:rsidRPr="002C7821" w:rsidRDefault="00266D12" w:rsidP="00266D1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266D12" w:rsidRPr="002C7821" w:rsidRDefault="00266D12" w:rsidP="00266D1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266D12" w:rsidRPr="002C7821" w:rsidRDefault="00266D12" w:rsidP="00266D1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2C7821">
        <w:rPr>
          <w:rFonts w:ascii="Times New Roman" w:eastAsia="Calibri" w:hAnsi="Times New Roman" w:cs="Times New Roman"/>
          <w:b/>
          <w:sz w:val="24"/>
          <w:lang w:eastAsia="en-US"/>
        </w:rPr>
        <w:t>Федорчук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eastAsia="en-US"/>
        </w:rPr>
        <w:t xml:space="preserve"> В.Д.</w:t>
      </w:r>
    </w:p>
    <w:p w:rsidR="00266D12" w:rsidRPr="002C7821" w:rsidRDefault="00266D12" w:rsidP="00266D1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266D12" w:rsidRPr="002C7821" w:rsidRDefault="00266D12" w:rsidP="00266D1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</w:t>
      </w:r>
      <w:r>
        <w:rPr>
          <w:rFonts w:ascii="Times New Roman" w:eastAsia="Calibri" w:hAnsi="Times New Roman" w:cs="Times New Roman"/>
          <w:sz w:val="24"/>
          <w:lang w:val="ru-RU" w:eastAsia="en-US"/>
        </w:rPr>
        <w:t>22, 116,</w:t>
      </w:r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118, 121</w:t>
      </w:r>
      <w:r>
        <w:rPr>
          <w:rFonts w:ascii="Times New Roman" w:eastAsia="Calibri" w:hAnsi="Times New Roman" w:cs="Times New Roman"/>
          <w:sz w:val="24"/>
          <w:lang w:val="ru-RU" w:eastAsia="en-US"/>
        </w:rPr>
        <w:t>, 122</w:t>
      </w:r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Федорчука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В.Д.,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266D12" w:rsidRPr="00990689" w:rsidRDefault="00266D12" w:rsidP="00266D1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266D12" w:rsidRPr="002C7821" w:rsidRDefault="00266D12" w:rsidP="00266D1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Федорчуку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Володимиру Дмитровичу, який зареєстрований за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614B23">
        <w:rPr>
          <w:rFonts w:ascii="Times New Roman" w:eastAsia="Calibri" w:hAnsi="Times New Roman" w:cs="Times New Roman"/>
          <w:sz w:val="24"/>
          <w:lang w:val="ru-RU" w:eastAsia="en-US"/>
        </w:rPr>
        <w:t>___________________</w:t>
      </w:r>
      <w:bookmarkStart w:id="0" w:name="_GoBack"/>
      <w:bookmarkEnd w:id="0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0,1000 га, для </w:t>
      </w:r>
      <w:r w:rsidRPr="009F710D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с.Полянь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>, по вул. Набережна.</w:t>
      </w:r>
    </w:p>
    <w:p w:rsidR="00266D12" w:rsidRPr="002C7821" w:rsidRDefault="00266D12" w:rsidP="00266D1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Федорчуку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В.Д., розробити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266D12" w:rsidRPr="002C7821" w:rsidRDefault="00266D12" w:rsidP="00266D1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782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266D12" w:rsidRPr="002C7821" w:rsidRDefault="00266D12" w:rsidP="00266D1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66D12" w:rsidRPr="002C7821" w:rsidRDefault="00266D12" w:rsidP="00266D1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66D12" w:rsidRPr="002C7821" w:rsidRDefault="00266D12" w:rsidP="00266D1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66D12" w:rsidRPr="002C7821" w:rsidRDefault="00266D12" w:rsidP="00266D1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66D12" w:rsidRDefault="00266D12" w:rsidP="00266D1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p w:rsidR="00154A6C" w:rsidRDefault="00154A6C"/>
    <w:sectPr w:rsidR="00154A6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D12"/>
    <w:rsid w:val="00154A6C"/>
    <w:rsid w:val="00266D12"/>
    <w:rsid w:val="0061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D1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66D1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66D12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66D12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D1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66D1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66D12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66D12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239</Words>
  <Characters>1365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2021-07-07T06:46:00Z</dcterms:created>
  <dcterms:modified xsi:type="dcterms:W3CDTF">2021-07-07T08:28:00Z</dcterms:modified>
</cp:coreProperties>
</file>