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507E" w:rsidRDefault="0058507E" w:rsidP="0058507E">
      <w:pPr>
        <w:spacing w:after="0" w:line="240" w:lineRule="auto"/>
        <w:jc w:val="center"/>
        <w:rPr>
          <w:rFonts w:ascii="Times New Roman" w:eastAsia="Arial Unicode MS" w:hAnsi="Times New Roman" w:cs="Times New Roman"/>
          <w:color w:val="FF0000"/>
          <w:sz w:val="24"/>
          <w:szCs w:val="24"/>
        </w:rPr>
      </w:pPr>
      <w:bookmarkStart w:id="0" w:name="_GoBack"/>
      <w:bookmarkEnd w:id="0"/>
      <w:r>
        <w:rPr>
          <w:noProof/>
          <w:lang w:val="ru-RU"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1905" t="8255" r="4445" b="8255"/>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2" name="Freeform 3"/>
                        <wps:cNvSpPr>
                          <a:spLocks/>
                        </wps:cNvSpPr>
                        <wps:spPr bwMode="auto">
                          <a:xfrm>
                            <a:off x="166" y="131"/>
                            <a:ext cx="810" cy="1455"/>
                          </a:xfrm>
                          <a:custGeom>
                            <a:avLst/>
                            <a:gdLst>
                              <a:gd name="T0" fmla="*/ 359 w 8096"/>
                              <a:gd name="T1" fmla="*/ 1425 h 14546"/>
                              <a:gd name="T2" fmla="*/ 309 w 8096"/>
                              <a:gd name="T3" fmla="*/ 1378 h 14546"/>
                              <a:gd name="T4" fmla="*/ 266 w 8096"/>
                              <a:gd name="T5" fmla="*/ 1316 h 14546"/>
                              <a:gd name="T6" fmla="*/ 236 w 8096"/>
                              <a:gd name="T7" fmla="*/ 1239 h 14546"/>
                              <a:gd name="T8" fmla="*/ 27 w 8096"/>
                              <a:gd name="T9" fmla="*/ 1169 h 14546"/>
                              <a:gd name="T10" fmla="*/ 13 w 8096"/>
                              <a:gd name="T11" fmla="*/ 1162 h 14546"/>
                              <a:gd name="T12" fmla="*/ 0 w 8096"/>
                              <a:gd name="T13" fmla="*/ 1012 h 14546"/>
                              <a:gd name="T14" fmla="*/ 0 w 8096"/>
                              <a:gd name="T15" fmla="*/ 107 h 14546"/>
                              <a:gd name="T16" fmla="*/ 6 w 8096"/>
                              <a:gd name="T17" fmla="*/ 100 h 14546"/>
                              <a:gd name="T18" fmla="*/ 28 w 8096"/>
                              <a:gd name="T19" fmla="*/ 102 h 14546"/>
                              <a:gd name="T20" fmla="*/ 104 w 8096"/>
                              <a:gd name="T21" fmla="*/ 174 h 14546"/>
                              <a:gd name="T22" fmla="*/ 170 w 8096"/>
                              <a:gd name="T23" fmla="*/ 303 h 14546"/>
                              <a:gd name="T24" fmla="*/ 209 w 8096"/>
                              <a:gd name="T25" fmla="*/ 454 h 14546"/>
                              <a:gd name="T26" fmla="*/ 226 w 8096"/>
                              <a:gd name="T27" fmla="*/ 608 h 14546"/>
                              <a:gd name="T28" fmla="*/ 221 w 8096"/>
                              <a:gd name="T29" fmla="*/ 735 h 14546"/>
                              <a:gd name="T30" fmla="*/ 174 w 8096"/>
                              <a:gd name="T31" fmla="*/ 777 h 14546"/>
                              <a:gd name="T32" fmla="*/ 156 w 8096"/>
                              <a:gd name="T33" fmla="*/ 827 h 14546"/>
                              <a:gd name="T34" fmla="*/ 166 w 8096"/>
                              <a:gd name="T35" fmla="*/ 877 h 14546"/>
                              <a:gd name="T36" fmla="*/ 202 w 8096"/>
                              <a:gd name="T37" fmla="*/ 919 h 14546"/>
                              <a:gd name="T38" fmla="*/ 237 w 8096"/>
                              <a:gd name="T39" fmla="*/ 932 h 14546"/>
                              <a:gd name="T40" fmla="*/ 257 w 8096"/>
                              <a:gd name="T41" fmla="*/ 928 h 14546"/>
                              <a:gd name="T42" fmla="*/ 286 w 8096"/>
                              <a:gd name="T43" fmla="*/ 875 h 14546"/>
                              <a:gd name="T44" fmla="*/ 339 w 8096"/>
                              <a:gd name="T45" fmla="*/ 731 h 14546"/>
                              <a:gd name="T46" fmla="*/ 364 w 8096"/>
                              <a:gd name="T47" fmla="*/ 583 h 14546"/>
                              <a:gd name="T48" fmla="*/ 368 w 8096"/>
                              <a:gd name="T49" fmla="*/ 415 h 14546"/>
                              <a:gd name="T50" fmla="*/ 360 w 8096"/>
                              <a:gd name="T51" fmla="*/ 209 h 14546"/>
                              <a:gd name="T52" fmla="*/ 369 w 8096"/>
                              <a:gd name="T53" fmla="*/ 60 h 14546"/>
                              <a:gd name="T54" fmla="*/ 387 w 8096"/>
                              <a:gd name="T55" fmla="*/ 4 h 14546"/>
                              <a:gd name="T56" fmla="*/ 399 w 8096"/>
                              <a:gd name="T57" fmla="*/ 1 h 14546"/>
                              <a:gd name="T58" fmla="*/ 421 w 8096"/>
                              <a:gd name="T59" fmla="*/ 3 h 14546"/>
                              <a:gd name="T60" fmla="*/ 434 w 8096"/>
                              <a:gd name="T61" fmla="*/ 26 h 14546"/>
                              <a:gd name="T62" fmla="*/ 455 w 8096"/>
                              <a:gd name="T63" fmla="*/ 141 h 14546"/>
                              <a:gd name="T64" fmla="*/ 443 w 8096"/>
                              <a:gd name="T65" fmla="*/ 360 h 14546"/>
                              <a:gd name="T66" fmla="*/ 443 w 8096"/>
                              <a:gd name="T67" fmla="*/ 537 h 14546"/>
                              <a:gd name="T68" fmla="*/ 462 w 8096"/>
                              <a:gd name="T69" fmla="*/ 689 h 14546"/>
                              <a:gd name="T70" fmla="*/ 506 w 8096"/>
                              <a:gd name="T71" fmla="*/ 833 h 14546"/>
                              <a:gd name="T72" fmla="*/ 550 w 8096"/>
                              <a:gd name="T73" fmla="*/ 924 h 14546"/>
                              <a:gd name="T74" fmla="*/ 566 w 8096"/>
                              <a:gd name="T75" fmla="*/ 931 h 14546"/>
                              <a:gd name="T76" fmla="*/ 593 w 8096"/>
                              <a:gd name="T77" fmla="*/ 927 h 14546"/>
                              <a:gd name="T78" fmla="*/ 637 w 8096"/>
                              <a:gd name="T79" fmla="*/ 890 h 14546"/>
                              <a:gd name="T80" fmla="*/ 654 w 8096"/>
                              <a:gd name="T81" fmla="*/ 842 h 14546"/>
                              <a:gd name="T82" fmla="*/ 644 w 8096"/>
                              <a:gd name="T83" fmla="*/ 791 h 14546"/>
                              <a:gd name="T84" fmla="*/ 606 w 8096"/>
                              <a:gd name="T85" fmla="*/ 745 h 14546"/>
                              <a:gd name="T86" fmla="*/ 582 w 8096"/>
                              <a:gd name="T87" fmla="*/ 650 h 14546"/>
                              <a:gd name="T88" fmla="*/ 594 w 8096"/>
                              <a:gd name="T89" fmla="*/ 498 h 14546"/>
                              <a:gd name="T90" fmla="*/ 626 w 8096"/>
                              <a:gd name="T91" fmla="*/ 345 h 14546"/>
                              <a:gd name="T92" fmla="*/ 684 w 8096"/>
                              <a:gd name="T93" fmla="*/ 207 h 14546"/>
                              <a:gd name="T94" fmla="*/ 774 w 8096"/>
                              <a:gd name="T95" fmla="*/ 104 h 14546"/>
                              <a:gd name="T96" fmla="*/ 799 w 8096"/>
                              <a:gd name="T97" fmla="*/ 99 h 14546"/>
                              <a:gd name="T98" fmla="*/ 808 w 8096"/>
                              <a:gd name="T99" fmla="*/ 105 h 14546"/>
                              <a:gd name="T100" fmla="*/ 810 w 8096"/>
                              <a:gd name="T101" fmla="*/ 754 h 14546"/>
                              <a:gd name="T102" fmla="*/ 799 w 8096"/>
                              <a:gd name="T103" fmla="*/ 1159 h 14546"/>
                              <a:gd name="T104" fmla="*/ 791 w 8096"/>
                              <a:gd name="T105" fmla="*/ 1166 h 14546"/>
                              <a:gd name="T106" fmla="*/ 581 w 8096"/>
                              <a:gd name="T107" fmla="*/ 1213 h 14546"/>
                              <a:gd name="T108" fmla="*/ 554 w 8096"/>
                              <a:gd name="T109" fmla="*/ 1296 h 14546"/>
                              <a:gd name="T110" fmla="*/ 514 w 8096"/>
                              <a:gd name="T111" fmla="*/ 1362 h 14546"/>
                              <a:gd name="T112" fmla="*/ 465 w 8096"/>
                              <a:gd name="T113" fmla="*/ 1413 h 14546"/>
                              <a:gd name="T114" fmla="*/ 412 w 8096"/>
                              <a:gd name="T115" fmla="*/ 1450 h 1454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w 8096"/>
                              <a:gd name="T175" fmla="*/ 0 h 14546"/>
                              <a:gd name="T176" fmla="*/ 8096 w 8096"/>
                              <a:gd name="T177" fmla="*/ 14546 h 1454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T174" t="T175" r="T176" b="T177"/>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s:wsp>
                        <wps:cNvPr id="3" name="Freeform 4"/>
                        <wps:cNvSpPr>
                          <a:spLocks/>
                        </wps:cNvSpPr>
                        <wps:spPr bwMode="auto">
                          <a:xfrm>
                            <a:off x="166" y="131"/>
                            <a:ext cx="810" cy="1455"/>
                          </a:xfrm>
                          <a:custGeom>
                            <a:avLst/>
                            <a:gdLst>
                              <a:gd name="T0" fmla="*/ 359 w 8096"/>
                              <a:gd name="T1" fmla="*/ 1425 h 14546"/>
                              <a:gd name="T2" fmla="*/ 309 w 8096"/>
                              <a:gd name="T3" fmla="*/ 1378 h 14546"/>
                              <a:gd name="T4" fmla="*/ 266 w 8096"/>
                              <a:gd name="T5" fmla="*/ 1316 h 14546"/>
                              <a:gd name="T6" fmla="*/ 236 w 8096"/>
                              <a:gd name="T7" fmla="*/ 1239 h 14546"/>
                              <a:gd name="T8" fmla="*/ 27 w 8096"/>
                              <a:gd name="T9" fmla="*/ 1169 h 14546"/>
                              <a:gd name="T10" fmla="*/ 13 w 8096"/>
                              <a:gd name="T11" fmla="*/ 1162 h 14546"/>
                              <a:gd name="T12" fmla="*/ 0 w 8096"/>
                              <a:gd name="T13" fmla="*/ 1012 h 14546"/>
                              <a:gd name="T14" fmla="*/ 0 w 8096"/>
                              <a:gd name="T15" fmla="*/ 107 h 14546"/>
                              <a:gd name="T16" fmla="*/ 6 w 8096"/>
                              <a:gd name="T17" fmla="*/ 100 h 14546"/>
                              <a:gd name="T18" fmla="*/ 28 w 8096"/>
                              <a:gd name="T19" fmla="*/ 102 h 14546"/>
                              <a:gd name="T20" fmla="*/ 104 w 8096"/>
                              <a:gd name="T21" fmla="*/ 174 h 14546"/>
                              <a:gd name="T22" fmla="*/ 170 w 8096"/>
                              <a:gd name="T23" fmla="*/ 303 h 14546"/>
                              <a:gd name="T24" fmla="*/ 209 w 8096"/>
                              <a:gd name="T25" fmla="*/ 454 h 14546"/>
                              <a:gd name="T26" fmla="*/ 226 w 8096"/>
                              <a:gd name="T27" fmla="*/ 608 h 14546"/>
                              <a:gd name="T28" fmla="*/ 221 w 8096"/>
                              <a:gd name="T29" fmla="*/ 735 h 14546"/>
                              <a:gd name="T30" fmla="*/ 174 w 8096"/>
                              <a:gd name="T31" fmla="*/ 777 h 14546"/>
                              <a:gd name="T32" fmla="*/ 156 w 8096"/>
                              <a:gd name="T33" fmla="*/ 827 h 14546"/>
                              <a:gd name="T34" fmla="*/ 166 w 8096"/>
                              <a:gd name="T35" fmla="*/ 877 h 14546"/>
                              <a:gd name="T36" fmla="*/ 202 w 8096"/>
                              <a:gd name="T37" fmla="*/ 919 h 14546"/>
                              <a:gd name="T38" fmla="*/ 237 w 8096"/>
                              <a:gd name="T39" fmla="*/ 932 h 14546"/>
                              <a:gd name="T40" fmla="*/ 257 w 8096"/>
                              <a:gd name="T41" fmla="*/ 928 h 14546"/>
                              <a:gd name="T42" fmla="*/ 286 w 8096"/>
                              <a:gd name="T43" fmla="*/ 875 h 14546"/>
                              <a:gd name="T44" fmla="*/ 339 w 8096"/>
                              <a:gd name="T45" fmla="*/ 731 h 14546"/>
                              <a:gd name="T46" fmla="*/ 364 w 8096"/>
                              <a:gd name="T47" fmla="*/ 583 h 14546"/>
                              <a:gd name="T48" fmla="*/ 368 w 8096"/>
                              <a:gd name="T49" fmla="*/ 415 h 14546"/>
                              <a:gd name="T50" fmla="*/ 360 w 8096"/>
                              <a:gd name="T51" fmla="*/ 209 h 14546"/>
                              <a:gd name="T52" fmla="*/ 369 w 8096"/>
                              <a:gd name="T53" fmla="*/ 60 h 14546"/>
                              <a:gd name="T54" fmla="*/ 387 w 8096"/>
                              <a:gd name="T55" fmla="*/ 4 h 14546"/>
                              <a:gd name="T56" fmla="*/ 399 w 8096"/>
                              <a:gd name="T57" fmla="*/ 1 h 14546"/>
                              <a:gd name="T58" fmla="*/ 421 w 8096"/>
                              <a:gd name="T59" fmla="*/ 3 h 14546"/>
                              <a:gd name="T60" fmla="*/ 434 w 8096"/>
                              <a:gd name="T61" fmla="*/ 26 h 14546"/>
                              <a:gd name="T62" fmla="*/ 455 w 8096"/>
                              <a:gd name="T63" fmla="*/ 141 h 14546"/>
                              <a:gd name="T64" fmla="*/ 443 w 8096"/>
                              <a:gd name="T65" fmla="*/ 360 h 14546"/>
                              <a:gd name="T66" fmla="*/ 443 w 8096"/>
                              <a:gd name="T67" fmla="*/ 537 h 14546"/>
                              <a:gd name="T68" fmla="*/ 462 w 8096"/>
                              <a:gd name="T69" fmla="*/ 689 h 14546"/>
                              <a:gd name="T70" fmla="*/ 506 w 8096"/>
                              <a:gd name="T71" fmla="*/ 833 h 14546"/>
                              <a:gd name="T72" fmla="*/ 550 w 8096"/>
                              <a:gd name="T73" fmla="*/ 924 h 14546"/>
                              <a:gd name="T74" fmla="*/ 566 w 8096"/>
                              <a:gd name="T75" fmla="*/ 931 h 14546"/>
                              <a:gd name="T76" fmla="*/ 593 w 8096"/>
                              <a:gd name="T77" fmla="*/ 927 h 14546"/>
                              <a:gd name="T78" fmla="*/ 637 w 8096"/>
                              <a:gd name="T79" fmla="*/ 890 h 14546"/>
                              <a:gd name="T80" fmla="*/ 654 w 8096"/>
                              <a:gd name="T81" fmla="*/ 842 h 14546"/>
                              <a:gd name="T82" fmla="*/ 644 w 8096"/>
                              <a:gd name="T83" fmla="*/ 791 h 14546"/>
                              <a:gd name="T84" fmla="*/ 606 w 8096"/>
                              <a:gd name="T85" fmla="*/ 745 h 14546"/>
                              <a:gd name="T86" fmla="*/ 582 w 8096"/>
                              <a:gd name="T87" fmla="*/ 650 h 14546"/>
                              <a:gd name="T88" fmla="*/ 594 w 8096"/>
                              <a:gd name="T89" fmla="*/ 498 h 14546"/>
                              <a:gd name="T90" fmla="*/ 626 w 8096"/>
                              <a:gd name="T91" fmla="*/ 345 h 14546"/>
                              <a:gd name="T92" fmla="*/ 684 w 8096"/>
                              <a:gd name="T93" fmla="*/ 207 h 14546"/>
                              <a:gd name="T94" fmla="*/ 774 w 8096"/>
                              <a:gd name="T95" fmla="*/ 104 h 14546"/>
                              <a:gd name="T96" fmla="*/ 799 w 8096"/>
                              <a:gd name="T97" fmla="*/ 99 h 14546"/>
                              <a:gd name="T98" fmla="*/ 808 w 8096"/>
                              <a:gd name="T99" fmla="*/ 105 h 14546"/>
                              <a:gd name="T100" fmla="*/ 810 w 8096"/>
                              <a:gd name="T101" fmla="*/ 754 h 14546"/>
                              <a:gd name="T102" fmla="*/ 799 w 8096"/>
                              <a:gd name="T103" fmla="*/ 1159 h 14546"/>
                              <a:gd name="T104" fmla="*/ 791 w 8096"/>
                              <a:gd name="T105" fmla="*/ 1166 h 14546"/>
                              <a:gd name="T106" fmla="*/ 581 w 8096"/>
                              <a:gd name="T107" fmla="*/ 1213 h 14546"/>
                              <a:gd name="T108" fmla="*/ 554 w 8096"/>
                              <a:gd name="T109" fmla="*/ 1296 h 14546"/>
                              <a:gd name="T110" fmla="*/ 514 w 8096"/>
                              <a:gd name="T111" fmla="*/ 1362 h 14546"/>
                              <a:gd name="T112" fmla="*/ 465 w 8096"/>
                              <a:gd name="T113" fmla="*/ 1413 h 14546"/>
                              <a:gd name="T114" fmla="*/ 412 w 8096"/>
                              <a:gd name="T115" fmla="*/ 1450 h 1454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w 8096"/>
                              <a:gd name="T175" fmla="*/ 0 h 14546"/>
                              <a:gd name="T176" fmla="*/ 8096 w 8096"/>
                              <a:gd name="T177" fmla="*/ 14546 h 1454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T174" t="T175" r="T176" b="T177"/>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s:wsp>
                        <wps:cNvPr id="4" name="Freeform 5"/>
                        <wps:cNvSpPr>
                          <a:spLocks/>
                        </wps:cNvSpPr>
                        <wps:spPr bwMode="auto">
                          <a:xfrm>
                            <a:off x="609" y="1311"/>
                            <a:ext cx="71" cy="149"/>
                          </a:xfrm>
                          <a:custGeom>
                            <a:avLst/>
                            <a:gdLst>
                              <a:gd name="T0" fmla="*/ 71 w 710"/>
                              <a:gd name="T1" fmla="*/ 31 h 1491"/>
                              <a:gd name="T2" fmla="*/ 71 w 710"/>
                              <a:gd name="T3" fmla="*/ 25 h 1491"/>
                              <a:gd name="T4" fmla="*/ 71 w 710"/>
                              <a:gd name="T5" fmla="*/ 19 h 1491"/>
                              <a:gd name="T6" fmla="*/ 71 w 710"/>
                              <a:gd name="T7" fmla="*/ 12 h 1491"/>
                              <a:gd name="T8" fmla="*/ 70 w 710"/>
                              <a:gd name="T9" fmla="*/ 7 h 1491"/>
                              <a:gd name="T10" fmla="*/ 68 w 710"/>
                              <a:gd name="T11" fmla="*/ 5 h 1491"/>
                              <a:gd name="T12" fmla="*/ 64 w 710"/>
                              <a:gd name="T13" fmla="*/ 3 h 1491"/>
                              <a:gd name="T14" fmla="*/ 61 w 710"/>
                              <a:gd name="T15" fmla="*/ 1 h 1491"/>
                              <a:gd name="T16" fmla="*/ 53 w 710"/>
                              <a:gd name="T17" fmla="*/ 0 h 1491"/>
                              <a:gd name="T18" fmla="*/ 41 w 710"/>
                              <a:gd name="T19" fmla="*/ 0 h 1491"/>
                              <a:gd name="T20" fmla="*/ 28 w 710"/>
                              <a:gd name="T21" fmla="*/ 0 h 1491"/>
                              <a:gd name="T22" fmla="*/ 16 w 710"/>
                              <a:gd name="T23" fmla="*/ 0 h 1491"/>
                              <a:gd name="T24" fmla="*/ 9 w 710"/>
                              <a:gd name="T25" fmla="*/ 1 h 1491"/>
                              <a:gd name="T26" fmla="*/ 7 w 710"/>
                              <a:gd name="T27" fmla="*/ 3 h 1491"/>
                              <a:gd name="T28" fmla="*/ 4 w 710"/>
                              <a:gd name="T29" fmla="*/ 5 h 1491"/>
                              <a:gd name="T30" fmla="*/ 2 w 710"/>
                              <a:gd name="T31" fmla="*/ 9 h 1491"/>
                              <a:gd name="T32" fmla="*/ 0 w 710"/>
                              <a:gd name="T33" fmla="*/ 149 h 1491"/>
                              <a:gd name="T34" fmla="*/ 7 w 710"/>
                              <a:gd name="T35" fmla="*/ 146 h 1491"/>
                              <a:gd name="T36" fmla="*/ 13 w 710"/>
                              <a:gd name="T37" fmla="*/ 142 h 1491"/>
                              <a:gd name="T38" fmla="*/ 19 w 710"/>
                              <a:gd name="T39" fmla="*/ 137 h 1491"/>
                              <a:gd name="T40" fmla="*/ 25 w 710"/>
                              <a:gd name="T41" fmla="*/ 132 h 1491"/>
                              <a:gd name="T42" fmla="*/ 30 w 710"/>
                              <a:gd name="T43" fmla="*/ 127 h 1491"/>
                              <a:gd name="T44" fmla="*/ 35 w 710"/>
                              <a:gd name="T45" fmla="*/ 121 h 1491"/>
                              <a:gd name="T46" fmla="*/ 39 w 710"/>
                              <a:gd name="T47" fmla="*/ 115 h 1491"/>
                              <a:gd name="T48" fmla="*/ 44 w 710"/>
                              <a:gd name="T49" fmla="*/ 108 h 1491"/>
                              <a:gd name="T50" fmla="*/ 48 w 710"/>
                              <a:gd name="T51" fmla="*/ 101 h 1491"/>
                              <a:gd name="T52" fmla="*/ 52 w 710"/>
                              <a:gd name="T53" fmla="*/ 93 h 1491"/>
                              <a:gd name="T54" fmla="*/ 55 w 710"/>
                              <a:gd name="T55" fmla="*/ 85 h 1491"/>
                              <a:gd name="T56" fmla="*/ 59 w 710"/>
                              <a:gd name="T57" fmla="*/ 76 h 1491"/>
                              <a:gd name="T58" fmla="*/ 62 w 710"/>
                              <a:gd name="T59" fmla="*/ 66 h 1491"/>
                              <a:gd name="T60" fmla="*/ 65 w 710"/>
                              <a:gd name="T61" fmla="*/ 56 h 1491"/>
                              <a:gd name="T62" fmla="*/ 68 w 710"/>
                              <a:gd name="T63" fmla="*/ 45 h 1491"/>
                              <a:gd name="T64" fmla="*/ 71 w 710"/>
                              <a:gd name="T65" fmla="*/ 34 h 1491"/>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w 710"/>
                              <a:gd name="T100" fmla="*/ 0 h 1491"/>
                              <a:gd name="T101" fmla="*/ 710 w 710"/>
                              <a:gd name="T102" fmla="*/ 1491 h 1491"/>
                            </a:gdLst>
                            <a:ahLst/>
                            <a:cxnLst>
                              <a:cxn ang="T66">
                                <a:pos x="T0" y="T1"/>
                              </a:cxn>
                              <a:cxn ang="T67">
                                <a:pos x="T2" y="T3"/>
                              </a:cxn>
                              <a:cxn ang="T68">
                                <a:pos x="T4" y="T5"/>
                              </a:cxn>
                              <a:cxn ang="T69">
                                <a:pos x="T6" y="T7"/>
                              </a:cxn>
                              <a:cxn ang="T70">
                                <a:pos x="T8" y="T9"/>
                              </a:cxn>
                              <a:cxn ang="T71">
                                <a:pos x="T10" y="T11"/>
                              </a:cxn>
                              <a:cxn ang="T72">
                                <a:pos x="T12" y="T13"/>
                              </a:cxn>
                              <a:cxn ang="T73">
                                <a:pos x="T14" y="T15"/>
                              </a:cxn>
                              <a:cxn ang="T74">
                                <a:pos x="T16" y="T17"/>
                              </a:cxn>
                              <a:cxn ang="T75">
                                <a:pos x="T18" y="T19"/>
                              </a:cxn>
                              <a:cxn ang="T76">
                                <a:pos x="T20" y="T21"/>
                              </a:cxn>
                              <a:cxn ang="T77">
                                <a:pos x="T22" y="T23"/>
                              </a:cxn>
                              <a:cxn ang="T78">
                                <a:pos x="T24" y="T25"/>
                              </a:cxn>
                              <a:cxn ang="T79">
                                <a:pos x="T26" y="T27"/>
                              </a:cxn>
                              <a:cxn ang="T80">
                                <a:pos x="T28" y="T29"/>
                              </a:cxn>
                              <a:cxn ang="T81">
                                <a:pos x="T30" y="T31"/>
                              </a:cxn>
                              <a:cxn ang="T82">
                                <a:pos x="T32" y="T33"/>
                              </a:cxn>
                              <a:cxn ang="T83">
                                <a:pos x="T34" y="T35"/>
                              </a:cxn>
                              <a:cxn ang="T84">
                                <a:pos x="T36" y="T37"/>
                              </a:cxn>
                              <a:cxn ang="T85">
                                <a:pos x="T38" y="T39"/>
                              </a:cxn>
                              <a:cxn ang="T86">
                                <a:pos x="T40" y="T41"/>
                              </a:cxn>
                              <a:cxn ang="T87">
                                <a:pos x="T42" y="T43"/>
                              </a:cxn>
                              <a:cxn ang="T88">
                                <a:pos x="T44" y="T45"/>
                              </a:cxn>
                              <a:cxn ang="T89">
                                <a:pos x="T46" y="T47"/>
                              </a:cxn>
                              <a:cxn ang="T90">
                                <a:pos x="T48" y="T49"/>
                              </a:cxn>
                              <a:cxn ang="T91">
                                <a:pos x="T50" y="T51"/>
                              </a:cxn>
                              <a:cxn ang="T92">
                                <a:pos x="T52" y="T53"/>
                              </a:cxn>
                              <a:cxn ang="T93">
                                <a:pos x="T54" y="T55"/>
                              </a:cxn>
                              <a:cxn ang="T94">
                                <a:pos x="T56" y="T57"/>
                              </a:cxn>
                              <a:cxn ang="T95">
                                <a:pos x="T58" y="T59"/>
                              </a:cxn>
                              <a:cxn ang="T96">
                                <a:pos x="T60" y="T61"/>
                              </a:cxn>
                              <a:cxn ang="T97">
                                <a:pos x="T62" y="T63"/>
                              </a:cxn>
                              <a:cxn ang="T98">
                                <a:pos x="T64" y="T65"/>
                              </a:cxn>
                            </a:cxnLst>
                            <a:rect l="T99" t="T100" r="T101" b="T102"/>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s:wsp>
                        <wps:cNvPr id="5" name="Freeform 6"/>
                        <wps:cNvSpPr>
                          <a:spLocks/>
                        </wps:cNvSpPr>
                        <wps:spPr bwMode="auto">
                          <a:xfrm>
                            <a:off x="609" y="1311"/>
                            <a:ext cx="71" cy="149"/>
                          </a:xfrm>
                          <a:custGeom>
                            <a:avLst/>
                            <a:gdLst>
                              <a:gd name="T0" fmla="*/ 71 w 710"/>
                              <a:gd name="T1" fmla="*/ 31 h 1491"/>
                              <a:gd name="T2" fmla="*/ 71 w 710"/>
                              <a:gd name="T3" fmla="*/ 25 h 1491"/>
                              <a:gd name="T4" fmla="*/ 71 w 710"/>
                              <a:gd name="T5" fmla="*/ 19 h 1491"/>
                              <a:gd name="T6" fmla="*/ 71 w 710"/>
                              <a:gd name="T7" fmla="*/ 12 h 1491"/>
                              <a:gd name="T8" fmla="*/ 70 w 710"/>
                              <a:gd name="T9" fmla="*/ 7 h 1491"/>
                              <a:gd name="T10" fmla="*/ 68 w 710"/>
                              <a:gd name="T11" fmla="*/ 5 h 1491"/>
                              <a:gd name="T12" fmla="*/ 64 w 710"/>
                              <a:gd name="T13" fmla="*/ 3 h 1491"/>
                              <a:gd name="T14" fmla="*/ 61 w 710"/>
                              <a:gd name="T15" fmla="*/ 1 h 1491"/>
                              <a:gd name="T16" fmla="*/ 53 w 710"/>
                              <a:gd name="T17" fmla="*/ 0 h 1491"/>
                              <a:gd name="T18" fmla="*/ 41 w 710"/>
                              <a:gd name="T19" fmla="*/ 0 h 1491"/>
                              <a:gd name="T20" fmla="*/ 28 w 710"/>
                              <a:gd name="T21" fmla="*/ 0 h 1491"/>
                              <a:gd name="T22" fmla="*/ 16 w 710"/>
                              <a:gd name="T23" fmla="*/ 0 h 1491"/>
                              <a:gd name="T24" fmla="*/ 9 w 710"/>
                              <a:gd name="T25" fmla="*/ 1 h 1491"/>
                              <a:gd name="T26" fmla="*/ 7 w 710"/>
                              <a:gd name="T27" fmla="*/ 3 h 1491"/>
                              <a:gd name="T28" fmla="*/ 4 w 710"/>
                              <a:gd name="T29" fmla="*/ 5 h 1491"/>
                              <a:gd name="T30" fmla="*/ 2 w 710"/>
                              <a:gd name="T31" fmla="*/ 9 h 1491"/>
                              <a:gd name="T32" fmla="*/ 0 w 710"/>
                              <a:gd name="T33" fmla="*/ 149 h 1491"/>
                              <a:gd name="T34" fmla="*/ 7 w 710"/>
                              <a:gd name="T35" fmla="*/ 146 h 1491"/>
                              <a:gd name="T36" fmla="*/ 13 w 710"/>
                              <a:gd name="T37" fmla="*/ 142 h 1491"/>
                              <a:gd name="T38" fmla="*/ 19 w 710"/>
                              <a:gd name="T39" fmla="*/ 137 h 1491"/>
                              <a:gd name="T40" fmla="*/ 25 w 710"/>
                              <a:gd name="T41" fmla="*/ 132 h 1491"/>
                              <a:gd name="T42" fmla="*/ 30 w 710"/>
                              <a:gd name="T43" fmla="*/ 127 h 1491"/>
                              <a:gd name="T44" fmla="*/ 35 w 710"/>
                              <a:gd name="T45" fmla="*/ 121 h 1491"/>
                              <a:gd name="T46" fmla="*/ 39 w 710"/>
                              <a:gd name="T47" fmla="*/ 115 h 1491"/>
                              <a:gd name="T48" fmla="*/ 44 w 710"/>
                              <a:gd name="T49" fmla="*/ 108 h 1491"/>
                              <a:gd name="T50" fmla="*/ 48 w 710"/>
                              <a:gd name="T51" fmla="*/ 101 h 1491"/>
                              <a:gd name="T52" fmla="*/ 52 w 710"/>
                              <a:gd name="T53" fmla="*/ 93 h 1491"/>
                              <a:gd name="T54" fmla="*/ 55 w 710"/>
                              <a:gd name="T55" fmla="*/ 85 h 1491"/>
                              <a:gd name="T56" fmla="*/ 59 w 710"/>
                              <a:gd name="T57" fmla="*/ 76 h 1491"/>
                              <a:gd name="T58" fmla="*/ 62 w 710"/>
                              <a:gd name="T59" fmla="*/ 66 h 1491"/>
                              <a:gd name="T60" fmla="*/ 65 w 710"/>
                              <a:gd name="T61" fmla="*/ 56 h 1491"/>
                              <a:gd name="T62" fmla="*/ 68 w 710"/>
                              <a:gd name="T63" fmla="*/ 45 h 1491"/>
                              <a:gd name="T64" fmla="*/ 71 w 710"/>
                              <a:gd name="T65" fmla="*/ 34 h 1491"/>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w 710"/>
                              <a:gd name="T100" fmla="*/ 0 h 1491"/>
                              <a:gd name="T101" fmla="*/ 710 w 710"/>
                              <a:gd name="T102" fmla="*/ 1491 h 1491"/>
                            </a:gdLst>
                            <a:ahLst/>
                            <a:cxnLst>
                              <a:cxn ang="T66">
                                <a:pos x="T0" y="T1"/>
                              </a:cxn>
                              <a:cxn ang="T67">
                                <a:pos x="T2" y="T3"/>
                              </a:cxn>
                              <a:cxn ang="T68">
                                <a:pos x="T4" y="T5"/>
                              </a:cxn>
                              <a:cxn ang="T69">
                                <a:pos x="T6" y="T7"/>
                              </a:cxn>
                              <a:cxn ang="T70">
                                <a:pos x="T8" y="T9"/>
                              </a:cxn>
                              <a:cxn ang="T71">
                                <a:pos x="T10" y="T11"/>
                              </a:cxn>
                              <a:cxn ang="T72">
                                <a:pos x="T12" y="T13"/>
                              </a:cxn>
                              <a:cxn ang="T73">
                                <a:pos x="T14" y="T15"/>
                              </a:cxn>
                              <a:cxn ang="T74">
                                <a:pos x="T16" y="T17"/>
                              </a:cxn>
                              <a:cxn ang="T75">
                                <a:pos x="T18" y="T19"/>
                              </a:cxn>
                              <a:cxn ang="T76">
                                <a:pos x="T20" y="T21"/>
                              </a:cxn>
                              <a:cxn ang="T77">
                                <a:pos x="T22" y="T23"/>
                              </a:cxn>
                              <a:cxn ang="T78">
                                <a:pos x="T24" y="T25"/>
                              </a:cxn>
                              <a:cxn ang="T79">
                                <a:pos x="T26" y="T27"/>
                              </a:cxn>
                              <a:cxn ang="T80">
                                <a:pos x="T28" y="T29"/>
                              </a:cxn>
                              <a:cxn ang="T81">
                                <a:pos x="T30" y="T31"/>
                              </a:cxn>
                              <a:cxn ang="T82">
                                <a:pos x="T32" y="T33"/>
                              </a:cxn>
                              <a:cxn ang="T83">
                                <a:pos x="T34" y="T35"/>
                              </a:cxn>
                              <a:cxn ang="T84">
                                <a:pos x="T36" y="T37"/>
                              </a:cxn>
                              <a:cxn ang="T85">
                                <a:pos x="T38" y="T39"/>
                              </a:cxn>
                              <a:cxn ang="T86">
                                <a:pos x="T40" y="T41"/>
                              </a:cxn>
                              <a:cxn ang="T87">
                                <a:pos x="T42" y="T43"/>
                              </a:cxn>
                              <a:cxn ang="T88">
                                <a:pos x="T44" y="T45"/>
                              </a:cxn>
                              <a:cxn ang="T89">
                                <a:pos x="T46" y="T47"/>
                              </a:cxn>
                              <a:cxn ang="T90">
                                <a:pos x="T48" y="T49"/>
                              </a:cxn>
                              <a:cxn ang="T91">
                                <a:pos x="T50" y="T51"/>
                              </a:cxn>
                              <a:cxn ang="T92">
                                <a:pos x="T52" y="T53"/>
                              </a:cxn>
                              <a:cxn ang="T93">
                                <a:pos x="T54" y="T55"/>
                              </a:cxn>
                              <a:cxn ang="T94">
                                <a:pos x="T56" y="T57"/>
                              </a:cxn>
                              <a:cxn ang="T95">
                                <a:pos x="T58" y="T59"/>
                              </a:cxn>
                              <a:cxn ang="T96">
                                <a:pos x="T60" y="T61"/>
                              </a:cxn>
                              <a:cxn ang="T97">
                                <a:pos x="T62" y="T63"/>
                              </a:cxn>
                              <a:cxn ang="T98">
                                <a:pos x="T64" y="T65"/>
                              </a:cxn>
                            </a:cxnLst>
                            <a:rect l="T99" t="T100" r="T101" b="T102"/>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s:wsp>
                        <wps:cNvPr id="6" name="Freeform 7"/>
                        <wps:cNvSpPr>
                          <a:spLocks/>
                        </wps:cNvSpPr>
                        <wps:spPr bwMode="auto">
                          <a:xfrm>
                            <a:off x="462" y="1311"/>
                            <a:ext cx="71" cy="149"/>
                          </a:xfrm>
                          <a:custGeom>
                            <a:avLst/>
                            <a:gdLst>
                              <a:gd name="T0" fmla="*/ 0 w 710"/>
                              <a:gd name="T1" fmla="*/ 31 h 1491"/>
                              <a:gd name="T2" fmla="*/ 0 w 710"/>
                              <a:gd name="T3" fmla="*/ 25 h 1491"/>
                              <a:gd name="T4" fmla="*/ 0 w 710"/>
                              <a:gd name="T5" fmla="*/ 19 h 1491"/>
                              <a:gd name="T6" fmla="*/ 0 w 710"/>
                              <a:gd name="T7" fmla="*/ 12 h 1491"/>
                              <a:gd name="T8" fmla="*/ 1 w 710"/>
                              <a:gd name="T9" fmla="*/ 7 h 1491"/>
                              <a:gd name="T10" fmla="*/ 4 w 710"/>
                              <a:gd name="T11" fmla="*/ 5 h 1491"/>
                              <a:gd name="T12" fmla="*/ 7 w 710"/>
                              <a:gd name="T13" fmla="*/ 3 h 1491"/>
                              <a:gd name="T14" fmla="*/ 10 w 710"/>
                              <a:gd name="T15" fmla="*/ 1 h 1491"/>
                              <a:gd name="T16" fmla="*/ 18 w 710"/>
                              <a:gd name="T17" fmla="*/ 0 h 1491"/>
                              <a:gd name="T18" fmla="*/ 30 w 710"/>
                              <a:gd name="T19" fmla="*/ 0 h 1491"/>
                              <a:gd name="T20" fmla="*/ 43 w 710"/>
                              <a:gd name="T21" fmla="*/ 0 h 1491"/>
                              <a:gd name="T22" fmla="*/ 55 w 710"/>
                              <a:gd name="T23" fmla="*/ 0 h 1491"/>
                              <a:gd name="T24" fmla="*/ 62 w 710"/>
                              <a:gd name="T25" fmla="*/ 1 h 1491"/>
                              <a:gd name="T26" fmla="*/ 64 w 710"/>
                              <a:gd name="T27" fmla="*/ 3 h 1491"/>
                              <a:gd name="T28" fmla="*/ 67 w 710"/>
                              <a:gd name="T29" fmla="*/ 5 h 1491"/>
                              <a:gd name="T30" fmla="*/ 69 w 710"/>
                              <a:gd name="T31" fmla="*/ 9 h 1491"/>
                              <a:gd name="T32" fmla="*/ 71 w 710"/>
                              <a:gd name="T33" fmla="*/ 149 h 1491"/>
                              <a:gd name="T34" fmla="*/ 64 w 710"/>
                              <a:gd name="T35" fmla="*/ 146 h 1491"/>
                              <a:gd name="T36" fmla="*/ 58 w 710"/>
                              <a:gd name="T37" fmla="*/ 142 h 1491"/>
                              <a:gd name="T38" fmla="*/ 52 w 710"/>
                              <a:gd name="T39" fmla="*/ 137 h 1491"/>
                              <a:gd name="T40" fmla="*/ 46 w 710"/>
                              <a:gd name="T41" fmla="*/ 132 h 1491"/>
                              <a:gd name="T42" fmla="*/ 41 w 710"/>
                              <a:gd name="T43" fmla="*/ 127 h 1491"/>
                              <a:gd name="T44" fmla="*/ 36 w 710"/>
                              <a:gd name="T45" fmla="*/ 121 h 1491"/>
                              <a:gd name="T46" fmla="*/ 32 w 710"/>
                              <a:gd name="T47" fmla="*/ 115 h 1491"/>
                              <a:gd name="T48" fmla="*/ 27 w 710"/>
                              <a:gd name="T49" fmla="*/ 108 h 1491"/>
                              <a:gd name="T50" fmla="*/ 23 w 710"/>
                              <a:gd name="T51" fmla="*/ 101 h 1491"/>
                              <a:gd name="T52" fmla="*/ 20 w 710"/>
                              <a:gd name="T53" fmla="*/ 93 h 1491"/>
                              <a:gd name="T54" fmla="*/ 16 w 710"/>
                              <a:gd name="T55" fmla="*/ 85 h 1491"/>
                              <a:gd name="T56" fmla="*/ 12 w 710"/>
                              <a:gd name="T57" fmla="*/ 76 h 1491"/>
                              <a:gd name="T58" fmla="*/ 9 w 710"/>
                              <a:gd name="T59" fmla="*/ 66 h 1491"/>
                              <a:gd name="T60" fmla="*/ 6 w 710"/>
                              <a:gd name="T61" fmla="*/ 56 h 1491"/>
                              <a:gd name="T62" fmla="*/ 3 w 710"/>
                              <a:gd name="T63" fmla="*/ 45 h 1491"/>
                              <a:gd name="T64" fmla="*/ 0 w 710"/>
                              <a:gd name="T65" fmla="*/ 34 h 1491"/>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w 710"/>
                              <a:gd name="T100" fmla="*/ 0 h 1491"/>
                              <a:gd name="T101" fmla="*/ 710 w 710"/>
                              <a:gd name="T102" fmla="*/ 1491 h 1491"/>
                            </a:gdLst>
                            <a:ahLst/>
                            <a:cxnLst>
                              <a:cxn ang="T66">
                                <a:pos x="T0" y="T1"/>
                              </a:cxn>
                              <a:cxn ang="T67">
                                <a:pos x="T2" y="T3"/>
                              </a:cxn>
                              <a:cxn ang="T68">
                                <a:pos x="T4" y="T5"/>
                              </a:cxn>
                              <a:cxn ang="T69">
                                <a:pos x="T6" y="T7"/>
                              </a:cxn>
                              <a:cxn ang="T70">
                                <a:pos x="T8" y="T9"/>
                              </a:cxn>
                              <a:cxn ang="T71">
                                <a:pos x="T10" y="T11"/>
                              </a:cxn>
                              <a:cxn ang="T72">
                                <a:pos x="T12" y="T13"/>
                              </a:cxn>
                              <a:cxn ang="T73">
                                <a:pos x="T14" y="T15"/>
                              </a:cxn>
                              <a:cxn ang="T74">
                                <a:pos x="T16" y="T17"/>
                              </a:cxn>
                              <a:cxn ang="T75">
                                <a:pos x="T18" y="T19"/>
                              </a:cxn>
                              <a:cxn ang="T76">
                                <a:pos x="T20" y="T21"/>
                              </a:cxn>
                              <a:cxn ang="T77">
                                <a:pos x="T22" y="T23"/>
                              </a:cxn>
                              <a:cxn ang="T78">
                                <a:pos x="T24" y="T25"/>
                              </a:cxn>
                              <a:cxn ang="T79">
                                <a:pos x="T26" y="T27"/>
                              </a:cxn>
                              <a:cxn ang="T80">
                                <a:pos x="T28" y="T29"/>
                              </a:cxn>
                              <a:cxn ang="T81">
                                <a:pos x="T30" y="T31"/>
                              </a:cxn>
                              <a:cxn ang="T82">
                                <a:pos x="T32" y="T33"/>
                              </a:cxn>
                              <a:cxn ang="T83">
                                <a:pos x="T34" y="T35"/>
                              </a:cxn>
                              <a:cxn ang="T84">
                                <a:pos x="T36" y="T37"/>
                              </a:cxn>
                              <a:cxn ang="T85">
                                <a:pos x="T38" y="T39"/>
                              </a:cxn>
                              <a:cxn ang="T86">
                                <a:pos x="T40" y="T41"/>
                              </a:cxn>
                              <a:cxn ang="T87">
                                <a:pos x="T42" y="T43"/>
                              </a:cxn>
                              <a:cxn ang="T88">
                                <a:pos x="T44" y="T45"/>
                              </a:cxn>
                              <a:cxn ang="T89">
                                <a:pos x="T46" y="T47"/>
                              </a:cxn>
                              <a:cxn ang="T90">
                                <a:pos x="T48" y="T49"/>
                              </a:cxn>
                              <a:cxn ang="T91">
                                <a:pos x="T50" y="T51"/>
                              </a:cxn>
                              <a:cxn ang="T92">
                                <a:pos x="T52" y="T53"/>
                              </a:cxn>
                              <a:cxn ang="T93">
                                <a:pos x="T54" y="T55"/>
                              </a:cxn>
                              <a:cxn ang="T94">
                                <a:pos x="T56" y="T57"/>
                              </a:cxn>
                              <a:cxn ang="T95">
                                <a:pos x="T58" y="T59"/>
                              </a:cxn>
                              <a:cxn ang="T96">
                                <a:pos x="T60" y="T61"/>
                              </a:cxn>
                              <a:cxn ang="T97">
                                <a:pos x="T62" y="T63"/>
                              </a:cxn>
                              <a:cxn ang="T98">
                                <a:pos x="T64" y="T65"/>
                              </a:cxn>
                            </a:cxnLst>
                            <a:rect l="T99" t="T100" r="T101" b="T102"/>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s:wsp>
                        <wps:cNvPr id="7" name="Freeform 8"/>
                        <wps:cNvSpPr>
                          <a:spLocks/>
                        </wps:cNvSpPr>
                        <wps:spPr bwMode="auto">
                          <a:xfrm>
                            <a:off x="462" y="1311"/>
                            <a:ext cx="71" cy="149"/>
                          </a:xfrm>
                          <a:custGeom>
                            <a:avLst/>
                            <a:gdLst>
                              <a:gd name="T0" fmla="*/ 0 w 710"/>
                              <a:gd name="T1" fmla="*/ 31 h 1491"/>
                              <a:gd name="T2" fmla="*/ 0 w 710"/>
                              <a:gd name="T3" fmla="*/ 25 h 1491"/>
                              <a:gd name="T4" fmla="*/ 0 w 710"/>
                              <a:gd name="T5" fmla="*/ 19 h 1491"/>
                              <a:gd name="T6" fmla="*/ 0 w 710"/>
                              <a:gd name="T7" fmla="*/ 12 h 1491"/>
                              <a:gd name="T8" fmla="*/ 1 w 710"/>
                              <a:gd name="T9" fmla="*/ 7 h 1491"/>
                              <a:gd name="T10" fmla="*/ 4 w 710"/>
                              <a:gd name="T11" fmla="*/ 5 h 1491"/>
                              <a:gd name="T12" fmla="*/ 7 w 710"/>
                              <a:gd name="T13" fmla="*/ 3 h 1491"/>
                              <a:gd name="T14" fmla="*/ 10 w 710"/>
                              <a:gd name="T15" fmla="*/ 1 h 1491"/>
                              <a:gd name="T16" fmla="*/ 18 w 710"/>
                              <a:gd name="T17" fmla="*/ 0 h 1491"/>
                              <a:gd name="T18" fmla="*/ 30 w 710"/>
                              <a:gd name="T19" fmla="*/ 0 h 1491"/>
                              <a:gd name="T20" fmla="*/ 43 w 710"/>
                              <a:gd name="T21" fmla="*/ 0 h 1491"/>
                              <a:gd name="T22" fmla="*/ 55 w 710"/>
                              <a:gd name="T23" fmla="*/ 0 h 1491"/>
                              <a:gd name="T24" fmla="*/ 62 w 710"/>
                              <a:gd name="T25" fmla="*/ 1 h 1491"/>
                              <a:gd name="T26" fmla="*/ 64 w 710"/>
                              <a:gd name="T27" fmla="*/ 3 h 1491"/>
                              <a:gd name="T28" fmla="*/ 67 w 710"/>
                              <a:gd name="T29" fmla="*/ 5 h 1491"/>
                              <a:gd name="T30" fmla="*/ 69 w 710"/>
                              <a:gd name="T31" fmla="*/ 9 h 1491"/>
                              <a:gd name="T32" fmla="*/ 71 w 710"/>
                              <a:gd name="T33" fmla="*/ 149 h 1491"/>
                              <a:gd name="T34" fmla="*/ 64 w 710"/>
                              <a:gd name="T35" fmla="*/ 146 h 1491"/>
                              <a:gd name="T36" fmla="*/ 58 w 710"/>
                              <a:gd name="T37" fmla="*/ 142 h 1491"/>
                              <a:gd name="T38" fmla="*/ 52 w 710"/>
                              <a:gd name="T39" fmla="*/ 137 h 1491"/>
                              <a:gd name="T40" fmla="*/ 46 w 710"/>
                              <a:gd name="T41" fmla="*/ 132 h 1491"/>
                              <a:gd name="T42" fmla="*/ 41 w 710"/>
                              <a:gd name="T43" fmla="*/ 127 h 1491"/>
                              <a:gd name="T44" fmla="*/ 36 w 710"/>
                              <a:gd name="T45" fmla="*/ 121 h 1491"/>
                              <a:gd name="T46" fmla="*/ 32 w 710"/>
                              <a:gd name="T47" fmla="*/ 115 h 1491"/>
                              <a:gd name="T48" fmla="*/ 27 w 710"/>
                              <a:gd name="T49" fmla="*/ 108 h 1491"/>
                              <a:gd name="T50" fmla="*/ 23 w 710"/>
                              <a:gd name="T51" fmla="*/ 101 h 1491"/>
                              <a:gd name="T52" fmla="*/ 20 w 710"/>
                              <a:gd name="T53" fmla="*/ 93 h 1491"/>
                              <a:gd name="T54" fmla="*/ 16 w 710"/>
                              <a:gd name="T55" fmla="*/ 85 h 1491"/>
                              <a:gd name="T56" fmla="*/ 12 w 710"/>
                              <a:gd name="T57" fmla="*/ 76 h 1491"/>
                              <a:gd name="T58" fmla="*/ 9 w 710"/>
                              <a:gd name="T59" fmla="*/ 66 h 1491"/>
                              <a:gd name="T60" fmla="*/ 6 w 710"/>
                              <a:gd name="T61" fmla="*/ 56 h 1491"/>
                              <a:gd name="T62" fmla="*/ 3 w 710"/>
                              <a:gd name="T63" fmla="*/ 45 h 1491"/>
                              <a:gd name="T64" fmla="*/ 0 w 710"/>
                              <a:gd name="T65" fmla="*/ 34 h 1491"/>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w 710"/>
                              <a:gd name="T100" fmla="*/ 0 h 1491"/>
                              <a:gd name="T101" fmla="*/ 710 w 710"/>
                              <a:gd name="T102" fmla="*/ 1491 h 1491"/>
                            </a:gdLst>
                            <a:ahLst/>
                            <a:cxnLst>
                              <a:cxn ang="T66">
                                <a:pos x="T0" y="T1"/>
                              </a:cxn>
                              <a:cxn ang="T67">
                                <a:pos x="T2" y="T3"/>
                              </a:cxn>
                              <a:cxn ang="T68">
                                <a:pos x="T4" y="T5"/>
                              </a:cxn>
                              <a:cxn ang="T69">
                                <a:pos x="T6" y="T7"/>
                              </a:cxn>
                              <a:cxn ang="T70">
                                <a:pos x="T8" y="T9"/>
                              </a:cxn>
                              <a:cxn ang="T71">
                                <a:pos x="T10" y="T11"/>
                              </a:cxn>
                              <a:cxn ang="T72">
                                <a:pos x="T12" y="T13"/>
                              </a:cxn>
                              <a:cxn ang="T73">
                                <a:pos x="T14" y="T15"/>
                              </a:cxn>
                              <a:cxn ang="T74">
                                <a:pos x="T16" y="T17"/>
                              </a:cxn>
                              <a:cxn ang="T75">
                                <a:pos x="T18" y="T19"/>
                              </a:cxn>
                              <a:cxn ang="T76">
                                <a:pos x="T20" y="T21"/>
                              </a:cxn>
                              <a:cxn ang="T77">
                                <a:pos x="T22" y="T23"/>
                              </a:cxn>
                              <a:cxn ang="T78">
                                <a:pos x="T24" y="T25"/>
                              </a:cxn>
                              <a:cxn ang="T79">
                                <a:pos x="T26" y="T27"/>
                              </a:cxn>
                              <a:cxn ang="T80">
                                <a:pos x="T28" y="T29"/>
                              </a:cxn>
                              <a:cxn ang="T81">
                                <a:pos x="T30" y="T31"/>
                              </a:cxn>
                              <a:cxn ang="T82">
                                <a:pos x="T32" y="T33"/>
                              </a:cxn>
                              <a:cxn ang="T83">
                                <a:pos x="T34" y="T35"/>
                              </a:cxn>
                              <a:cxn ang="T84">
                                <a:pos x="T36" y="T37"/>
                              </a:cxn>
                              <a:cxn ang="T85">
                                <a:pos x="T38" y="T39"/>
                              </a:cxn>
                              <a:cxn ang="T86">
                                <a:pos x="T40" y="T41"/>
                              </a:cxn>
                              <a:cxn ang="T87">
                                <a:pos x="T42" y="T43"/>
                              </a:cxn>
                              <a:cxn ang="T88">
                                <a:pos x="T44" y="T45"/>
                              </a:cxn>
                              <a:cxn ang="T89">
                                <a:pos x="T46" y="T47"/>
                              </a:cxn>
                              <a:cxn ang="T90">
                                <a:pos x="T48" y="T49"/>
                              </a:cxn>
                              <a:cxn ang="T91">
                                <a:pos x="T50" y="T51"/>
                              </a:cxn>
                              <a:cxn ang="T92">
                                <a:pos x="T52" y="T53"/>
                              </a:cxn>
                              <a:cxn ang="T93">
                                <a:pos x="T54" y="T55"/>
                              </a:cxn>
                              <a:cxn ang="T94">
                                <a:pos x="T56" y="T57"/>
                              </a:cxn>
                              <a:cxn ang="T95">
                                <a:pos x="T58" y="T59"/>
                              </a:cxn>
                              <a:cxn ang="T96">
                                <a:pos x="T60" y="T61"/>
                              </a:cxn>
                              <a:cxn ang="T97">
                                <a:pos x="T62" y="T63"/>
                              </a:cxn>
                              <a:cxn ang="T98">
                                <a:pos x="T64" y="T65"/>
                              </a:cxn>
                            </a:cxnLst>
                            <a:rect l="T99" t="T100" r="T101" b="T102"/>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s:wsp>
                        <wps:cNvPr id="8" name="Freeform 9"/>
                        <wps:cNvSpPr>
                          <a:spLocks/>
                        </wps:cNvSpPr>
                        <wps:spPr bwMode="auto">
                          <a:xfrm>
                            <a:off x="745" y="1010"/>
                            <a:ext cx="174" cy="235"/>
                          </a:xfrm>
                          <a:custGeom>
                            <a:avLst/>
                            <a:gdLst>
                              <a:gd name="T0" fmla="*/ 153 w 1740"/>
                              <a:gd name="T1" fmla="*/ 232 h 2349"/>
                              <a:gd name="T2" fmla="*/ 160 w 1740"/>
                              <a:gd name="T3" fmla="*/ 231 h 2349"/>
                              <a:gd name="T4" fmla="*/ 164 w 1740"/>
                              <a:gd name="T5" fmla="*/ 229 h 2349"/>
                              <a:gd name="T6" fmla="*/ 166 w 1740"/>
                              <a:gd name="T7" fmla="*/ 228 h 2349"/>
                              <a:gd name="T8" fmla="*/ 167 w 1740"/>
                              <a:gd name="T9" fmla="*/ 227 h 2349"/>
                              <a:gd name="T10" fmla="*/ 169 w 1740"/>
                              <a:gd name="T11" fmla="*/ 225 h 2349"/>
                              <a:gd name="T12" fmla="*/ 170 w 1740"/>
                              <a:gd name="T13" fmla="*/ 224 h 2349"/>
                              <a:gd name="T14" fmla="*/ 171 w 1740"/>
                              <a:gd name="T15" fmla="*/ 221 h 2349"/>
                              <a:gd name="T16" fmla="*/ 173 w 1740"/>
                              <a:gd name="T17" fmla="*/ 216 h 2349"/>
                              <a:gd name="T18" fmla="*/ 174 w 1740"/>
                              <a:gd name="T19" fmla="*/ 16 h 2349"/>
                              <a:gd name="T20" fmla="*/ 171 w 1740"/>
                              <a:gd name="T21" fmla="*/ 12 h 2349"/>
                              <a:gd name="T22" fmla="*/ 168 w 1740"/>
                              <a:gd name="T23" fmla="*/ 8 h 2349"/>
                              <a:gd name="T24" fmla="*/ 164 w 1740"/>
                              <a:gd name="T25" fmla="*/ 4 h 2349"/>
                              <a:gd name="T26" fmla="*/ 160 w 1740"/>
                              <a:gd name="T27" fmla="*/ 0 h 2349"/>
                              <a:gd name="T28" fmla="*/ 151 w 1740"/>
                              <a:gd name="T29" fmla="*/ 0 h 2349"/>
                              <a:gd name="T30" fmla="*/ 142 w 1740"/>
                              <a:gd name="T31" fmla="*/ 0 h 2349"/>
                              <a:gd name="T32" fmla="*/ 133 w 1740"/>
                              <a:gd name="T33" fmla="*/ 0 h 2349"/>
                              <a:gd name="T34" fmla="*/ 124 w 1740"/>
                              <a:gd name="T35" fmla="*/ 0 h 2349"/>
                              <a:gd name="T36" fmla="*/ 121 w 1740"/>
                              <a:gd name="T37" fmla="*/ 8 h 2349"/>
                              <a:gd name="T38" fmla="*/ 117 w 1740"/>
                              <a:gd name="T39" fmla="*/ 16 h 2349"/>
                              <a:gd name="T40" fmla="*/ 114 w 1740"/>
                              <a:gd name="T41" fmla="*/ 24 h 2349"/>
                              <a:gd name="T42" fmla="*/ 110 w 1740"/>
                              <a:gd name="T43" fmla="*/ 31 h 2349"/>
                              <a:gd name="T44" fmla="*/ 105 w 1740"/>
                              <a:gd name="T45" fmla="*/ 40 h 2349"/>
                              <a:gd name="T46" fmla="*/ 100 w 1740"/>
                              <a:gd name="T47" fmla="*/ 48 h 2349"/>
                              <a:gd name="T48" fmla="*/ 94 w 1740"/>
                              <a:gd name="T49" fmla="*/ 55 h 2349"/>
                              <a:gd name="T50" fmla="*/ 89 w 1740"/>
                              <a:gd name="T51" fmla="*/ 62 h 2349"/>
                              <a:gd name="T52" fmla="*/ 84 w 1740"/>
                              <a:gd name="T53" fmla="*/ 68 h 2349"/>
                              <a:gd name="T54" fmla="*/ 78 w 1740"/>
                              <a:gd name="T55" fmla="*/ 74 h 2349"/>
                              <a:gd name="T56" fmla="*/ 72 w 1740"/>
                              <a:gd name="T57" fmla="*/ 79 h 2349"/>
                              <a:gd name="T58" fmla="*/ 66 w 1740"/>
                              <a:gd name="T59" fmla="*/ 84 h 2349"/>
                              <a:gd name="T60" fmla="*/ 60 w 1740"/>
                              <a:gd name="T61" fmla="*/ 89 h 2349"/>
                              <a:gd name="T62" fmla="*/ 53 w 1740"/>
                              <a:gd name="T63" fmla="*/ 93 h 2349"/>
                              <a:gd name="T64" fmla="*/ 45 w 1740"/>
                              <a:gd name="T65" fmla="*/ 97 h 2349"/>
                              <a:gd name="T66" fmla="*/ 37 w 1740"/>
                              <a:gd name="T67" fmla="*/ 100 h 2349"/>
                              <a:gd name="T68" fmla="*/ 29 w 1740"/>
                              <a:gd name="T69" fmla="*/ 103 h 2349"/>
                              <a:gd name="T70" fmla="*/ 20 w 1740"/>
                              <a:gd name="T71" fmla="*/ 106 h 2349"/>
                              <a:gd name="T72" fmla="*/ 10 w 1740"/>
                              <a:gd name="T73" fmla="*/ 109 h 2349"/>
                              <a:gd name="T74" fmla="*/ 0 w 1740"/>
                              <a:gd name="T75" fmla="*/ 111 h 2349"/>
                              <a:gd name="T76" fmla="*/ 3 w 1740"/>
                              <a:gd name="T77" fmla="*/ 122 h 2349"/>
                              <a:gd name="T78" fmla="*/ 6 w 1740"/>
                              <a:gd name="T79" fmla="*/ 133 h 2349"/>
                              <a:gd name="T80" fmla="*/ 8 w 1740"/>
                              <a:gd name="T81" fmla="*/ 145 h 2349"/>
                              <a:gd name="T82" fmla="*/ 10 w 1740"/>
                              <a:gd name="T83" fmla="*/ 159 h 2349"/>
                              <a:gd name="T84" fmla="*/ 11 w 1740"/>
                              <a:gd name="T85" fmla="*/ 166 h 2349"/>
                              <a:gd name="T86" fmla="*/ 12 w 1740"/>
                              <a:gd name="T87" fmla="*/ 174 h 2349"/>
                              <a:gd name="T88" fmla="*/ 12 w 1740"/>
                              <a:gd name="T89" fmla="*/ 183 h 2349"/>
                              <a:gd name="T90" fmla="*/ 12 w 1740"/>
                              <a:gd name="T91" fmla="*/ 192 h 2349"/>
                              <a:gd name="T92" fmla="*/ 12 w 1740"/>
                              <a:gd name="T93" fmla="*/ 201 h 2349"/>
                              <a:gd name="T94" fmla="*/ 12 w 1740"/>
                              <a:gd name="T95" fmla="*/ 212 h 2349"/>
                              <a:gd name="T96" fmla="*/ 12 w 1740"/>
                              <a:gd name="T97" fmla="*/ 223 h 2349"/>
                              <a:gd name="T98" fmla="*/ 11 w 1740"/>
                              <a:gd name="T99" fmla="*/ 234 h 2349"/>
                              <a:gd name="T100" fmla="*/ 44 w 1740"/>
                              <a:gd name="T101" fmla="*/ 235 h 2349"/>
                              <a:gd name="T102" fmla="*/ 79 w 1740"/>
                              <a:gd name="T103" fmla="*/ 235 h 2349"/>
                              <a:gd name="T104" fmla="*/ 97 w 1740"/>
                              <a:gd name="T105" fmla="*/ 235 h 2349"/>
                              <a:gd name="T106" fmla="*/ 115 w 1740"/>
                              <a:gd name="T107" fmla="*/ 235 h 2349"/>
                              <a:gd name="T108" fmla="*/ 132 w 1740"/>
                              <a:gd name="T109" fmla="*/ 234 h 2349"/>
                              <a:gd name="T110" fmla="*/ 148 w 1740"/>
                              <a:gd name="T111" fmla="*/ 233 h 2349"/>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w 1740"/>
                              <a:gd name="T169" fmla="*/ 0 h 2349"/>
                              <a:gd name="T170" fmla="*/ 1740 w 1740"/>
                              <a:gd name="T171" fmla="*/ 2349 h 2349"/>
                            </a:gdLst>
                            <a:ahLst/>
                            <a:cxnLst>
                              <a:cxn ang="T112">
                                <a:pos x="T0" y="T1"/>
                              </a:cxn>
                              <a:cxn ang="T113">
                                <a:pos x="T2" y="T3"/>
                              </a:cxn>
                              <a:cxn ang="T114">
                                <a:pos x="T4" y="T5"/>
                              </a:cxn>
                              <a:cxn ang="T115">
                                <a:pos x="T6" y="T7"/>
                              </a:cxn>
                              <a:cxn ang="T116">
                                <a:pos x="T8" y="T9"/>
                              </a:cxn>
                              <a:cxn ang="T117">
                                <a:pos x="T10" y="T11"/>
                              </a:cxn>
                              <a:cxn ang="T118">
                                <a:pos x="T12" y="T13"/>
                              </a:cxn>
                              <a:cxn ang="T119">
                                <a:pos x="T14" y="T15"/>
                              </a:cxn>
                              <a:cxn ang="T120">
                                <a:pos x="T16" y="T17"/>
                              </a:cxn>
                              <a:cxn ang="T121">
                                <a:pos x="T18" y="T19"/>
                              </a:cxn>
                              <a:cxn ang="T122">
                                <a:pos x="T20" y="T21"/>
                              </a:cxn>
                              <a:cxn ang="T123">
                                <a:pos x="T22" y="T23"/>
                              </a:cxn>
                              <a:cxn ang="T124">
                                <a:pos x="T24" y="T25"/>
                              </a:cxn>
                              <a:cxn ang="T125">
                                <a:pos x="T26" y="T27"/>
                              </a:cxn>
                              <a:cxn ang="T126">
                                <a:pos x="T28" y="T29"/>
                              </a:cxn>
                              <a:cxn ang="T127">
                                <a:pos x="T30" y="T31"/>
                              </a:cxn>
                              <a:cxn ang="T128">
                                <a:pos x="T32" y="T33"/>
                              </a:cxn>
                              <a:cxn ang="T129">
                                <a:pos x="T34" y="T35"/>
                              </a:cxn>
                              <a:cxn ang="T130">
                                <a:pos x="T36" y="T37"/>
                              </a:cxn>
                              <a:cxn ang="T131">
                                <a:pos x="T38" y="T39"/>
                              </a:cxn>
                              <a:cxn ang="T132">
                                <a:pos x="T40" y="T41"/>
                              </a:cxn>
                              <a:cxn ang="T133">
                                <a:pos x="T42" y="T43"/>
                              </a:cxn>
                              <a:cxn ang="T134">
                                <a:pos x="T44" y="T45"/>
                              </a:cxn>
                              <a:cxn ang="T135">
                                <a:pos x="T46" y="T47"/>
                              </a:cxn>
                              <a:cxn ang="T136">
                                <a:pos x="T48" y="T49"/>
                              </a:cxn>
                              <a:cxn ang="T137">
                                <a:pos x="T50" y="T51"/>
                              </a:cxn>
                              <a:cxn ang="T138">
                                <a:pos x="T52" y="T53"/>
                              </a:cxn>
                              <a:cxn ang="T139">
                                <a:pos x="T54" y="T55"/>
                              </a:cxn>
                              <a:cxn ang="T140">
                                <a:pos x="T56" y="T57"/>
                              </a:cxn>
                              <a:cxn ang="T141">
                                <a:pos x="T58" y="T59"/>
                              </a:cxn>
                              <a:cxn ang="T142">
                                <a:pos x="T60" y="T61"/>
                              </a:cxn>
                              <a:cxn ang="T143">
                                <a:pos x="T62" y="T63"/>
                              </a:cxn>
                              <a:cxn ang="T144">
                                <a:pos x="T64" y="T65"/>
                              </a:cxn>
                              <a:cxn ang="T145">
                                <a:pos x="T66" y="T67"/>
                              </a:cxn>
                              <a:cxn ang="T146">
                                <a:pos x="T68" y="T69"/>
                              </a:cxn>
                              <a:cxn ang="T147">
                                <a:pos x="T70" y="T71"/>
                              </a:cxn>
                              <a:cxn ang="T148">
                                <a:pos x="T72" y="T73"/>
                              </a:cxn>
                              <a:cxn ang="T149">
                                <a:pos x="T74" y="T75"/>
                              </a:cxn>
                              <a:cxn ang="T150">
                                <a:pos x="T76" y="T77"/>
                              </a:cxn>
                              <a:cxn ang="T151">
                                <a:pos x="T78" y="T79"/>
                              </a:cxn>
                              <a:cxn ang="T152">
                                <a:pos x="T80" y="T81"/>
                              </a:cxn>
                              <a:cxn ang="T153">
                                <a:pos x="T82" y="T83"/>
                              </a:cxn>
                              <a:cxn ang="T154">
                                <a:pos x="T84" y="T85"/>
                              </a:cxn>
                              <a:cxn ang="T155">
                                <a:pos x="T86" y="T87"/>
                              </a:cxn>
                              <a:cxn ang="T156">
                                <a:pos x="T88" y="T89"/>
                              </a:cxn>
                              <a:cxn ang="T157">
                                <a:pos x="T90" y="T91"/>
                              </a:cxn>
                              <a:cxn ang="T158">
                                <a:pos x="T92" y="T93"/>
                              </a:cxn>
                              <a:cxn ang="T159">
                                <a:pos x="T94" y="T95"/>
                              </a:cxn>
                              <a:cxn ang="T160">
                                <a:pos x="T96" y="T97"/>
                              </a:cxn>
                              <a:cxn ang="T161">
                                <a:pos x="T98" y="T99"/>
                              </a:cxn>
                              <a:cxn ang="T162">
                                <a:pos x="T100" y="T101"/>
                              </a:cxn>
                              <a:cxn ang="T163">
                                <a:pos x="T102" y="T103"/>
                              </a:cxn>
                              <a:cxn ang="T164">
                                <a:pos x="T104" y="T105"/>
                              </a:cxn>
                              <a:cxn ang="T165">
                                <a:pos x="T106" y="T107"/>
                              </a:cxn>
                              <a:cxn ang="T166">
                                <a:pos x="T108" y="T109"/>
                              </a:cxn>
                              <a:cxn ang="T167">
                                <a:pos x="T110" y="T111"/>
                              </a:cxn>
                            </a:cxnLst>
                            <a:rect l="T168" t="T169" r="T170" b="T171"/>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s:wsp>
                        <wps:cNvPr id="9" name="Freeform 10"/>
                        <wps:cNvSpPr>
                          <a:spLocks/>
                        </wps:cNvSpPr>
                        <wps:spPr bwMode="auto">
                          <a:xfrm>
                            <a:off x="745" y="1010"/>
                            <a:ext cx="174" cy="235"/>
                          </a:xfrm>
                          <a:custGeom>
                            <a:avLst/>
                            <a:gdLst>
                              <a:gd name="T0" fmla="*/ 153 w 1740"/>
                              <a:gd name="T1" fmla="*/ 232 h 2349"/>
                              <a:gd name="T2" fmla="*/ 160 w 1740"/>
                              <a:gd name="T3" fmla="*/ 231 h 2349"/>
                              <a:gd name="T4" fmla="*/ 164 w 1740"/>
                              <a:gd name="T5" fmla="*/ 229 h 2349"/>
                              <a:gd name="T6" fmla="*/ 166 w 1740"/>
                              <a:gd name="T7" fmla="*/ 228 h 2349"/>
                              <a:gd name="T8" fmla="*/ 167 w 1740"/>
                              <a:gd name="T9" fmla="*/ 227 h 2349"/>
                              <a:gd name="T10" fmla="*/ 169 w 1740"/>
                              <a:gd name="T11" fmla="*/ 225 h 2349"/>
                              <a:gd name="T12" fmla="*/ 170 w 1740"/>
                              <a:gd name="T13" fmla="*/ 224 h 2349"/>
                              <a:gd name="T14" fmla="*/ 171 w 1740"/>
                              <a:gd name="T15" fmla="*/ 221 h 2349"/>
                              <a:gd name="T16" fmla="*/ 173 w 1740"/>
                              <a:gd name="T17" fmla="*/ 216 h 2349"/>
                              <a:gd name="T18" fmla="*/ 174 w 1740"/>
                              <a:gd name="T19" fmla="*/ 16 h 2349"/>
                              <a:gd name="T20" fmla="*/ 171 w 1740"/>
                              <a:gd name="T21" fmla="*/ 12 h 2349"/>
                              <a:gd name="T22" fmla="*/ 168 w 1740"/>
                              <a:gd name="T23" fmla="*/ 8 h 2349"/>
                              <a:gd name="T24" fmla="*/ 164 w 1740"/>
                              <a:gd name="T25" fmla="*/ 4 h 2349"/>
                              <a:gd name="T26" fmla="*/ 160 w 1740"/>
                              <a:gd name="T27" fmla="*/ 0 h 2349"/>
                              <a:gd name="T28" fmla="*/ 151 w 1740"/>
                              <a:gd name="T29" fmla="*/ 0 h 2349"/>
                              <a:gd name="T30" fmla="*/ 142 w 1740"/>
                              <a:gd name="T31" fmla="*/ 0 h 2349"/>
                              <a:gd name="T32" fmla="*/ 133 w 1740"/>
                              <a:gd name="T33" fmla="*/ 0 h 2349"/>
                              <a:gd name="T34" fmla="*/ 124 w 1740"/>
                              <a:gd name="T35" fmla="*/ 0 h 2349"/>
                              <a:gd name="T36" fmla="*/ 121 w 1740"/>
                              <a:gd name="T37" fmla="*/ 8 h 2349"/>
                              <a:gd name="T38" fmla="*/ 117 w 1740"/>
                              <a:gd name="T39" fmla="*/ 16 h 2349"/>
                              <a:gd name="T40" fmla="*/ 114 w 1740"/>
                              <a:gd name="T41" fmla="*/ 24 h 2349"/>
                              <a:gd name="T42" fmla="*/ 110 w 1740"/>
                              <a:gd name="T43" fmla="*/ 31 h 2349"/>
                              <a:gd name="T44" fmla="*/ 105 w 1740"/>
                              <a:gd name="T45" fmla="*/ 40 h 2349"/>
                              <a:gd name="T46" fmla="*/ 100 w 1740"/>
                              <a:gd name="T47" fmla="*/ 48 h 2349"/>
                              <a:gd name="T48" fmla="*/ 94 w 1740"/>
                              <a:gd name="T49" fmla="*/ 55 h 2349"/>
                              <a:gd name="T50" fmla="*/ 89 w 1740"/>
                              <a:gd name="T51" fmla="*/ 62 h 2349"/>
                              <a:gd name="T52" fmla="*/ 84 w 1740"/>
                              <a:gd name="T53" fmla="*/ 68 h 2349"/>
                              <a:gd name="T54" fmla="*/ 78 w 1740"/>
                              <a:gd name="T55" fmla="*/ 74 h 2349"/>
                              <a:gd name="T56" fmla="*/ 72 w 1740"/>
                              <a:gd name="T57" fmla="*/ 79 h 2349"/>
                              <a:gd name="T58" fmla="*/ 66 w 1740"/>
                              <a:gd name="T59" fmla="*/ 84 h 2349"/>
                              <a:gd name="T60" fmla="*/ 60 w 1740"/>
                              <a:gd name="T61" fmla="*/ 89 h 2349"/>
                              <a:gd name="T62" fmla="*/ 53 w 1740"/>
                              <a:gd name="T63" fmla="*/ 93 h 2349"/>
                              <a:gd name="T64" fmla="*/ 45 w 1740"/>
                              <a:gd name="T65" fmla="*/ 97 h 2349"/>
                              <a:gd name="T66" fmla="*/ 37 w 1740"/>
                              <a:gd name="T67" fmla="*/ 100 h 2349"/>
                              <a:gd name="T68" fmla="*/ 29 w 1740"/>
                              <a:gd name="T69" fmla="*/ 103 h 2349"/>
                              <a:gd name="T70" fmla="*/ 20 w 1740"/>
                              <a:gd name="T71" fmla="*/ 106 h 2349"/>
                              <a:gd name="T72" fmla="*/ 10 w 1740"/>
                              <a:gd name="T73" fmla="*/ 109 h 2349"/>
                              <a:gd name="T74" fmla="*/ 0 w 1740"/>
                              <a:gd name="T75" fmla="*/ 111 h 2349"/>
                              <a:gd name="T76" fmla="*/ 3 w 1740"/>
                              <a:gd name="T77" fmla="*/ 122 h 2349"/>
                              <a:gd name="T78" fmla="*/ 6 w 1740"/>
                              <a:gd name="T79" fmla="*/ 133 h 2349"/>
                              <a:gd name="T80" fmla="*/ 8 w 1740"/>
                              <a:gd name="T81" fmla="*/ 145 h 2349"/>
                              <a:gd name="T82" fmla="*/ 10 w 1740"/>
                              <a:gd name="T83" fmla="*/ 159 h 2349"/>
                              <a:gd name="T84" fmla="*/ 11 w 1740"/>
                              <a:gd name="T85" fmla="*/ 166 h 2349"/>
                              <a:gd name="T86" fmla="*/ 12 w 1740"/>
                              <a:gd name="T87" fmla="*/ 174 h 2349"/>
                              <a:gd name="T88" fmla="*/ 12 w 1740"/>
                              <a:gd name="T89" fmla="*/ 183 h 2349"/>
                              <a:gd name="T90" fmla="*/ 12 w 1740"/>
                              <a:gd name="T91" fmla="*/ 192 h 2349"/>
                              <a:gd name="T92" fmla="*/ 12 w 1740"/>
                              <a:gd name="T93" fmla="*/ 201 h 2349"/>
                              <a:gd name="T94" fmla="*/ 12 w 1740"/>
                              <a:gd name="T95" fmla="*/ 212 h 2349"/>
                              <a:gd name="T96" fmla="*/ 12 w 1740"/>
                              <a:gd name="T97" fmla="*/ 223 h 2349"/>
                              <a:gd name="T98" fmla="*/ 11 w 1740"/>
                              <a:gd name="T99" fmla="*/ 234 h 2349"/>
                              <a:gd name="T100" fmla="*/ 44 w 1740"/>
                              <a:gd name="T101" fmla="*/ 235 h 2349"/>
                              <a:gd name="T102" fmla="*/ 79 w 1740"/>
                              <a:gd name="T103" fmla="*/ 235 h 2349"/>
                              <a:gd name="T104" fmla="*/ 97 w 1740"/>
                              <a:gd name="T105" fmla="*/ 235 h 2349"/>
                              <a:gd name="T106" fmla="*/ 115 w 1740"/>
                              <a:gd name="T107" fmla="*/ 235 h 2349"/>
                              <a:gd name="T108" fmla="*/ 132 w 1740"/>
                              <a:gd name="T109" fmla="*/ 234 h 2349"/>
                              <a:gd name="T110" fmla="*/ 148 w 1740"/>
                              <a:gd name="T111" fmla="*/ 233 h 2349"/>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w 1740"/>
                              <a:gd name="T169" fmla="*/ 0 h 2349"/>
                              <a:gd name="T170" fmla="*/ 1740 w 1740"/>
                              <a:gd name="T171" fmla="*/ 2349 h 2349"/>
                            </a:gdLst>
                            <a:ahLst/>
                            <a:cxnLst>
                              <a:cxn ang="T112">
                                <a:pos x="T0" y="T1"/>
                              </a:cxn>
                              <a:cxn ang="T113">
                                <a:pos x="T2" y="T3"/>
                              </a:cxn>
                              <a:cxn ang="T114">
                                <a:pos x="T4" y="T5"/>
                              </a:cxn>
                              <a:cxn ang="T115">
                                <a:pos x="T6" y="T7"/>
                              </a:cxn>
                              <a:cxn ang="T116">
                                <a:pos x="T8" y="T9"/>
                              </a:cxn>
                              <a:cxn ang="T117">
                                <a:pos x="T10" y="T11"/>
                              </a:cxn>
                              <a:cxn ang="T118">
                                <a:pos x="T12" y="T13"/>
                              </a:cxn>
                              <a:cxn ang="T119">
                                <a:pos x="T14" y="T15"/>
                              </a:cxn>
                              <a:cxn ang="T120">
                                <a:pos x="T16" y="T17"/>
                              </a:cxn>
                              <a:cxn ang="T121">
                                <a:pos x="T18" y="T19"/>
                              </a:cxn>
                              <a:cxn ang="T122">
                                <a:pos x="T20" y="T21"/>
                              </a:cxn>
                              <a:cxn ang="T123">
                                <a:pos x="T22" y="T23"/>
                              </a:cxn>
                              <a:cxn ang="T124">
                                <a:pos x="T24" y="T25"/>
                              </a:cxn>
                              <a:cxn ang="T125">
                                <a:pos x="T26" y="T27"/>
                              </a:cxn>
                              <a:cxn ang="T126">
                                <a:pos x="T28" y="T29"/>
                              </a:cxn>
                              <a:cxn ang="T127">
                                <a:pos x="T30" y="T31"/>
                              </a:cxn>
                              <a:cxn ang="T128">
                                <a:pos x="T32" y="T33"/>
                              </a:cxn>
                              <a:cxn ang="T129">
                                <a:pos x="T34" y="T35"/>
                              </a:cxn>
                              <a:cxn ang="T130">
                                <a:pos x="T36" y="T37"/>
                              </a:cxn>
                              <a:cxn ang="T131">
                                <a:pos x="T38" y="T39"/>
                              </a:cxn>
                              <a:cxn ang="T132">
                                <a:pos x="T40" y="T41"/>
                              </a:cxn>
                              <a:cxn ang="T133">
                                <a:pos x="T42" y="T43"/>
                              </a:cxn>
                              <a:cxn ang="T134">
                                <a:pos x="T44" y="T45"/>
                              </a:cxn>
                              <a:cxn ang="T135">
                                <a:pos x="T46" y="T47"/>
                              </a:cxn>
                              <a:cxn ang="T136">
                                <a:pos x="T48" y="T49"/>
                              </a:cxn>
                              <a:cxn ang="T137">
                                <a:pos x="T50" y="T51"/>
                              </a:cxn>
                              <a:cxn ang="T138">
                                <a:pos x="T52" y="T53"/>
                              </a:cxn>
                              <a:cxn ang="T139">
                                <a:pos x="T54" y="T55"/>
                              </a:cxn>
                              <a:cxn ang="T140">
                                <a:pos x="T56" y="T57"/>
                              </a:cxn>
                              <a:cxn ang="T141">
                                <a:pos x="T58" y="T59"/>
                              </a:cxn>
                              <a:cxn ang="T142">
                                <a:pos x="T60" y="T61"/>
                              </a:cxn>
                              <a:cxn ang="T143">
                                <a:pos x="T62" y="T63"/>
                              </a:cxn>
                              <a:cxn ang="T144">
                                <a:pos x="T64" y="T65"/>
                              </a:cxn>
                              <a:cxn ang="T145">
                                <a:pos x="T66" y="T67"/>
                              </a:cxn>
                              <a:cxn ang="T146">
                                <a:pos x="T68" y="T69"/>
                              </a:cxn>
                              <a:cxn ang="T147">
                                <a:pos x="T70" y="T71"/>
                              </a:cxn>
                              <a:cxn ang="T148">
                                <a:pos x="T72" y="T73"/>
                              </a:cxn>
                              <a:cxn ang="T149">
                                <a:pos x="T74" y="T75"/>
                              </a:cxn>
                              <a:cxn ang="T150">
                                <a:pos x="T76" y="T77"/>
                              </a:cxn>
                              <a:cxn ang="T151">
                                <a:pos x="T78" y="T79"/>
                              </a:cxn>
                              <a:cxn ang="T152">
                                <a:pos x="T80" y="T81"/>
                              </a:cxn>
                              <a:cxn ang="T153">
                                <a:pos x="T82" y="T83"/>
                              </a:cxn>
                              <a:cxn ang="T154">
                                <a:pos x="T84" y="T85"/>
                              </a:cxn>
                              <a:cxn ang="T155">
                                <a:pos x="T86" y="T87"/>
                              </a:cxn>
                              <a:cxn ang="T156">
                                <a:pos x="T88" y="T89"/>
                              </a:cxn>
                              <a:cxn ang="T157">
                                <a:pos x="T90" y="T91"/>
                              </a:cxn>
                              <a:cxn ang="T158">
                                <a:pos x="T92" y="T93"/>
                              </a:cxn>
                              <a:cxn ang="T159">
                                <a:pos x="T94" y="T95"/>
                              </a:cxn>
                              <a:cxn ang="T160">
                                <a:pos x="T96" y="T97"/>
                              </a:cxn>
                              <a:cxn ang="T161">
                                <a:pos x="T98" y="T99"/>
                              </a:cxn>
                              <a:cxn ang="T162">
                                <a:pos x="T100" y="T101"/>
                              </a:cxn>
                              <a:cxn ang="T163">
                                <a:pos x="T102" y="T103"/>
                              </a:cxn>
                              <a:cxn ang="T164">
                                <a:pos x="T104" y="T105"/>
                              </a:cxn>
                              <a:cxn ang="T165">
                                <a:pos x="T106" y="T107"/>
                              </a:cxn>
                              <a:cxn ang="T166">
                                <a:pos x="T108" y="T109"/>
                              </a:cxn>
                              <a:cxn ang="T167">
                                <a:pos x="T110" y="T111"/>
                              </a:cxn>
                            </a:cxnLst>
                            <a:rect l="T168" t="T169" r="T170" b="T171"/>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s:wsp>
                        <wps:cNvPr id="10" name="Freeform 11"/>
                        <wps:cNvSpPr>
                          <a:spLocks/>
                        </wps:cNvSpPr>
                        <wps:spPr bwMode="auto">
                          <a:xfrm>
                            <a:off x="223" y="1010"/>
                            <a:ext cx="174" cy="235"/>
                          </a:xfrm>
                          <a:custGeom>
                            <a:avLst/>
                            <a:gdLst>
                              <a:gd name="T0" fmla="*/ 21 w 1740"/>
                              <a:gd name="T1" fmla="*/ 232 h 2349"/>
                              <a:gd name="T2" fmla="*/ 14 w 1740"/>
                              <a:gd name="T3" fmla="*/ 231 h 2349"/>
                              <a:gd name="T4" fmla="*/ 10 w 1740"/>
                              <a:gd name="T5" fmla="*/ 229 h 2349"/>
                              <a:gd name="T6" fmla="*/ 8 w 1740"/>
                              <a:gd name="T7" fmla="*/ 228 h 2349"/>
                              <a:gd name="T8" fmla="*/ 7 w 1740"/>
                              <a:gd name="T9" fmla="*/ 227 h 2349"/>
                              <a:gd name="T10" fmla="*/ 5 w 1740"/>
                              <a:gd name="T11" fmla="*/ 225 h 2349"/>
                              <a:gd name="T12" fmla="*/ 4 w 1740"/>
                              <a:gd name="T13" fmla="*/ 224 h 2349"/>
                              <a:gd name="T14" fmla="*/ 3 w 1740"/>
                              <a:gd name="T15" fmla="*/ 221 h 2349"/>
                              <a:gd name="T16" fmla="*/ 1 w 1740"/>
                              <a:gd name="T17" fmla="*/ 216 h 2349"/>
                              <a:gd name="T18" fmla="*/ 0 w 1740"/>
                              <a:gd name="T19" fmla="*/ 16 h 2349"/>
                              <a:gd name="T20" fmla="*/ 3 w 1740"/>
                              <a:gd name="T21" fmla="*/ 12 h 2349"/>
                              <a:gd name="T22" fmla="*/ 6 w 1740"/>
                              <a:gd name="T23" fmla="*/ 8 h 2349"/>
                              <a:gd name="T24" fmla="*/ 10 w 1740"/>
                              <a:gd name="T25" fmla="*/ 4 h 2349"/>
                              <a:gd name="T26" fmla="*/ 12 w 1740"/>
                              <a:gd name="T27" fmla="*/ 2 h 2349"/>
                              <a:gd name="T28" fmla="*/ 14 w 1740"/>
                              <a:gd name="T29" fmla="*/ 0 h 2349"/>
                              <a:gd name="T30" fmla="*/ 23 w 1740"/>
                              <a:gd name="T31" fmla="*/ 0 h 2349"/>
                              <a:gd name="T32" fmla="*/ 32 w 1740"/>
                              <a:gd name="T33" fmla="*/ 0 h 2349"/>
                              <a:gd name="T34" fmla="*/ 41 w 1740"/>
                              <a:gd name="T35" fmla="*/ 0 h 2349"/>
                              <a:gd name="T36" fmla="*/ 50 w 1740"/>
                              <a:gd name="T37" fmla="*/ 0 h 2349"/>
                              <a:gd name="T38" fmla="*/ 54 w 1740"/>
                              <a:gd name="T39" fmla="*/ 8 h 2349"/>
                              <a:gd name="T40" fmla="*/ 57 w 1740"/>
                              <a:gd name="T41" fmla="*/ 16 h 2349"/>
                              <a:gd name="T42" fmla="*/ 61 w 1740"/>
                              <a:gd name="T43" fmla="*/ 24 h 2349"/>
                              <a:gd name="T44" fmla="*/ 64 w 1740"/>
                              <a:gd name="T45" fmla="*/ 31 h 2349"/>
                              <a:gd name="T46" fmla="*/ 69 w 1740"/>
                              <a:gd name="T47" fmla="*/ 40 h 2349"/>
                              <a:gd name="T48" fmla="*/ 74 w 1740"/>
                              <a:gd name="T49" fmla="*/ 48 h 2349"/>
                              <a:gd name="T50" fmla="*/ 80 w 1740"/>
                              <a:gd name="T51" fmla="*/ 55 h 2349"/>
                              <a:gd name="T52" fmla="*/ 85 w 1740"/>
                              <a:gd name="T53" fmla="*/ 62 h 2349"/>
                              <a:gd name="T54" fmla="*/ 90 w 1740"/>
                              <a:gd name="T55" fmla="*/ 68 h 2349"/>
                              <a:gd name="T56" fmla="*/ 96 w 1740"/>
                              <a:gd name="T57" fmla="*/ 74 h 2349"/>
                              <a:gd name="T58" fmla="*/ 102 w 1740"/>
                              <a:gd name="T59" fmla="*/ 79 h 2349"/>
                              <a:gd name="T60" fmla="*/ 108 w 1740"/>
                              <a:gd name="T61" fmla="*/ 84 h 2349"/>
                              <a:gd name="T62" fmla="*/ 114 w 1740"/>
                              <a:gd name="T63" fmla="*/ 89 h 2349"/>
                              <a:gd name="T64" fmla="*/ 121 w 1740"/>
                              <a:gd name="T65" fmla="*/ 93 h 2349"/>
                              <a:gd name="T66" fmla="*/ 129 w 1740"/>
                              <a:gd name="T67" fmla="*/ 97 h 2349"/>
                              <a:gd name="T68" fmla="*/ 137 w 1740"/>
                              <a:gd name="T69" fmla="*/ 100 h 2349"/>
                              <a:gd name="T70" fmla="*/ 145 w 1740"/>
                              <a:gd name="T71" fmla="*/ 104 h 2349"/>
                              <a:gd name="T72" fmla="*/ 154 w 1740"/>
                              <a:gd name="T73" fmla="*/ 106 h 2349"/>
                              <a:gd name="T74" fmla="*/ 164 w 1740"/>
                              <a:gd name="T75" fmla="*/ 109 h 2349"/>
                              <a:gd name="T76" fmla="*/ 174 w 1740"/>
                              <a:gd name="T77" fmla="*/ 111 h 2349"/>
                              <a:gd name="T78" fmla="*/ 171 w 1740"/>
                              <a:gd name="T79" fmla="*/ 122 h 2349"/>
                              <a:gd name="T80" fmla="*/ 168 w 1740"/>
                              <a:gd name="T81" fmla="*/ 133 h 2349"/>
                              <a:gd name="T82" fmla="*/ 166 w 1740"/>
                              <a:gd name="T83" fmla="*/ 145 h 2349"/>
                              <a:gd name="T84" fmla="*/ 164 w 1740"/>
                              <a:gd name="T85" fmla="*/ 159 h 2349"/>
                              <a:gd name="T86" fmla="*/ 163 w 1740"/>
                              <a:gd name="T87" fmla="*/ 166 h 2349"/>
                              <a:gd name="T88" fmla="*/ 162 w 1740"/>
                              <a:gd name="T89" fmla="*/ 174 h 2349"/>
                              <a:gd name="T90" fmla="*/ 162 w 1740"/>
                              <a:gd name="T91" fmla="*/ 183 h 2349"/>
                              <a:gd name="T92" fmla="*/ 162 w 1740"/>
                              <a:gd name="T93" fmla="*/ 192 h 2349"/>
                              <a:gd name="T94" fmla="*/ 162 w 1740"/>
                              <a:gd name="T95" fmla="*/ 201 h 2349"/>
                              <a:gd name="T96" fmla="*/ 162 w 1740"/>
                              <a:gd name="T97" fmla="*/ 212 h 2349"/>
                              <a:gd name="T98" fmla="*/ 163 w 1740"/>
                              <a:gd name="T99" fmla="*/ 223 h 2349"/>
                              <a:gd name="T100" fmla="*/ 163 w 1740"/>
                              <a:gd name="T101" fmla="*/ 234 h 2349"/>
                              <a:gd name="T102" fmla="*/ 130 w 1740"/>
                              <a:gd name="T103" fmla="*/ 235 h 2349"/>
                              <a:gd name="T104" fmla="*/ 95 w 1740"/>
                              <a:gd name="T105" fmla="*/ 235 h 2349"/>
                              <a:gd name="T106" fmla="*/ 77 w 1740"/>
                              <a:gd name="T107" fmla="*/ 235 h 2349"/>
                              <a:gd name="T108" fmla="*/ 59 w 1740"/>
                              <a:gd name="T109" fmla="*/ 235 h 2349"/>
                              <a:gd name="T110" fmla="*/ 42 w 1740"/>
                              <a:gd name="T111" fmla="*/ 234 h 2349"/>
                              <a:gd name="T112" fmla="*/ 26 w 1740"/>
                              <a:gd name="T113" fmla="*/ 233 h 2349"/>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w 1740"/>
                              <a:gd name="T172" fmla="*/ 0 h 2349"/>
                              <a:gd name="T173" fmla="*/ 1740 w 1740"/>
                              <a:gd name="T174" fmla="*/ 2349 h 2349"/>
                            </a:gdLst>
                            <a:ahLst/>
                            <a:cxnLst>
                              <a:cxn ang="T114">
                                <a:pos x="T0" y="T1"/>
                              </a:cxn>
                              <a:cxn ang="T115">
                                <a:pos x="T2" y="T3"/>
                              </a:cxn>
                              <a:cxn ang="T116">
                                <a:pos x="T4" y="T5"/>
                              </a:cxn>
                              <a:cxn ang="T117">
                                <a:pos x="T6" y="T7"/>
                              </a:cxn>
                              <a:cxn ang="T118">
                                <a:pos x="T8" y="T9"/>
                              </a:cxn>
                              <a:cxn ang="T119">
                                <a:pos x="T10" y="T11"/>
                              </a:cxn>
                              <a:cxn ang="T120">
                                <a:pos x="T12" y="T13"/>
                              </a:cxn>
                              <a:cxn ang="T121">
                                <a:pos x="T14" y="T15"/>
                              </a:cxn>
                              <a:cxn ang="T122">
                                <a:pos x="T16" y="T17"/>
                              </a:cxn>
                              <a:cxn ang="T123">
                                <a:pos x="T18" y="T19"/>
                              </a:cxn>
                              <a:cxn ang="T124">
                                <a:pos x="T20" y="T21"/>
                              </a:cxn>
                              <a:cxn ang="T125">
                                <a:pos x="T22" y="T23"/>
                              </a:cxn>
                              <a:cxn ang="T126">
                                <a:pos x="T24" y="T25"/>
                              </a:cxn>
                              <a:cxn ang="T127">
                                <a:pos x="T26" y="T27"/>
                              </a:cxn>
                              <a:cxn ang="T128">
                                <a:pos x="T28" y="T29"/>
                              </a:cxn>
                              <a:cxn ang="T129">
                                <a:pos x="T30" y="T31"/>
                              </a:cxn>
                              <a:cxn ang="T130">
                                <a:pos x="T32" y="T33"/>
                              </a:cxn>
                              <a:cxn ang="T131">
                                <a:pos x="T34" y="T35"/>
                              </a:cxn>
                              <a:cxn ang="T132">
                                <a:pos x="T36" y="T37"/>
                              </a:cxn>
                              <a:cxn ang="T133">
                                <a:pos x="T38" y="T39"/>
                              </a:cxn>
                              <a:cxn ang="T134">
                                <a:pos x="T40" y="T41"/>
                              </a:cxn>
                              <a:cxn ang="T135">
                                <a:pos x="T42" y="T43"/>
                              </a:cxn>
                              <a:cxn ang="T136">
                                <a:pos x="T44" y="T45"/>
                              </a:cxn>
                              <a:cxn ang="T137">
                                <a:pos x="T46" y="T47"/>
                              </a:cxn>
                              <a:cxn ang="T138">
                                <a:pos x="T48" y="T49"/>
                              </a:cxn>
                              <a:cxn ang="T139">
                                <a:pos x="T50" y="T51"/>
                              </a:cxn>
                              <a:cxn ang="T140">
                                <a:pos x="T52" y="T53"/>
                              </a:cxn>
                              <a:cxn ang="T141">
                                <a:pos x="T54" y="T55"/>
                              </a:cxn>
                              <a:cxn ang="T142">
                                <a:pos x="T56" y="T57"/>
                              </a:cxn>
                              <a:cxn ang="T143">
                                <a:pos x="T58" y="T59"/>
                              </a:cxn>
                              <a:cxn ang="T144">
                                <a:pos x="T60" y="T61"/>
                              </a:cxn>
                              <a:cxn ang="T145">
                                <a:pos x="T62" y="T63"/>
                              </a:cxn>
                              <a:cxn ang="T146">
                                <a:pos x="T64" y="T65"/>
                              </a:cxn>
                              <a:cxn ang="T147">
                                <a:pos x="T66" y="T67"/>
                              </a:cxn>
                              <a:cxn ang="T148">
                                <a:pos x="T68" y="T69"/>
                              </a:cxn>
                              <a:cxn ang="T149">
                                <a:pos x="T70" y="T71"/>
                              </a:cxn>
                              <a:cxn ang="T150">
                                <a:pos x="T72" y="T73"/>
                              </a:cxn>
                              <a:cxn ang="T151">
                                <a:pos x="T74" y="T75"/>
                              </a:cxn>
                              <a:cxn ang="T152">
                                <a:pos x="T76" y="T77"/>
                              </a:cxn>
                              <a:cxn ang="T153">
                                <a:pos x="T78" y="T79"/>
                              </a:cxn>
                              <a:cxn ang="T154">
                                <a:pos x="T80" y="T81"/>
                              </a:cxn>
                              <a:cxn ang="T155">
                                <a:pos x="T82" y="T83"/>
                              </a:cxn>
                              <a:cxn ang="T156">
                                <a:pos x="T84" y="T85"/>
                              </a:cxn>
                              <a:cxn ang="T157">
                                <a:pos x="T86" y="T87"/>
                              </a:cxn>
                              <a:cxn ang="T158">
                                <a:pos x="T88" y="T89"/>
                              </a:cxn>
                              <a:cxn ang="T159">
                                <a:pos x="T90" y="T91"/>
                              </a:cxn>
                              <a:cxn ang="T160">
                                <a:pos x="T92" y="T93"/>
                              </a:cxn>
                              <a:cxn ang="T161">
                                <a:pos x="T94" y="T95"/>
                              </a:cxn>
                              <a:cxn ang="T162">
                                <a:pos x="T96" y="T97"/>
                              </a:cxn>
                              <a:cxn ang="T163">
                                <a:pos x="T98" y="T99"/>
                              </a:cxn>
                              <a:cxn ang="T164">
                                <a:pos x="T100" y="T101"/>
                              </a:cxn>
                              <a:cxn ang="T165">
                                <a:pos x="T102" y="T103"/>
                              </a:cxn>
                              <a:cxn ang="T166">
                                <a:pos x="T104" y="T105"/>
                              </a:cxn>
                              <a:cxn ang="T167">
                                <a:pos x="T106" y="T107"/>
                              </a:cxn>
                              <a:cxn ang="T168">
                                <a:pos x="T108" y="T109"/>
                              </a:cxn>
                              <a:cxn ang="T169">
                                <a:pos x="T110" y="T111"/>
                              </a:cxn>
                              <a:cxn ang="T170">
                                <a:pos x="T112" y="T113"/>
                              </a:cxn>
                            </a:cxnLst>
                            <a:rect l="T171" t="T172" r="T173" b="T174"/>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s:wsp>
                        <wps:cNvPr id="11" name="Freeform 12"/>
                        <wps:cNvSpPr>
                          <a:spLocks/>
                        </wps:cNvSpPr>
                        <wps:spPr bwMode="auto">
                          <a:xfrm>
                            <a:off x="223" y="1010"/>
                            <a:ext cx="174" cy="235"/>
                          </a:xfrm>
                          <a:custGeom>
                            <a:avLst/>
                            <a:gdLst>
                              <a:gd name="T0" fmla="*/ 21 w 1740"/>
                              <a:gd name="T1" fmla="*/ 232 h 2349"/>
                              <a:gd name="T2" fmla="*/ 14 w 1740"/>
                              <a:gd name="T3" fmla="*/ 231 h 2349"/>
                              <a:gd name="T4" fmla="*/ 10 w 1740"/>
                              <a:gd name="T5" fmla="*/ 229 h 2349"/>
                              <a:gd name="T6" fmla="*/ 8 w 1740"/>
                              <a:gd name="T7" fmla="*/ 228 h 2349"/>
                              <a:gd name="T8" fmla="*/ 7 w 1740"/>
                              <a:gd name="T9" fmla="*/ 227 h 2349"/>
                              <a:gd name="T10" fmla="*/ 5 w 1740"/>
                              <a:gd name="T11" fmla="*/ 225 h 2349"/>
                              <a:gd name="T12" fmla="*/ 4 w 1740"/>
                              <a:gd name="T13" fmla="*/ 224 h 2349"/>
                              <a:gd name="T14" fmla="*/ 3 w 1740"/>
                              <a:gd name="T15" fmla="*/ 221 h 2349"/>
                              <a:gd name="T16" fmla="*/ 1 w 1740"/>
                              <a:gd name="T17" fmla="*/ 216 h 2349"/>
                              <a:gd name="T18" fmla="*/ 0 w 1740"/>
                              <a:gd name="T19" fmla="*/ 16 h 2349"/>
                              <a:gd name="T20" fmla="*/ 3 w 1740"/>
                              <a:gd name="T21" fmla="*/ 12 h 2349"/>
                              <a:gd name="T22" fmla="*/ 6 w 1740"/>
                              <a:gd name="T23" fmla="*/ 8 h 2349"/>
                              <a:gd name="T24" fmla="*/ 10 w 1740"/>
                              <a:gd name="T25" fmla="*/ 4 h 2349"/>
                              <a:gd name="T26" fmla="*/ 12 w 1740"/>
                              <a:gd name="T27" fmla="*/ 2 h 2349"/>
                              <a:gd name="T28" fmla="*/ 14 w 1740"/>
                              <a:gd name="T29" fmla="*/ 0 h 2349"/>
                              <a:gd name="T30" fmla="*/ 23 w 1740"/>
                              <a:gd name="T31" fmla="*/ 0 h 2349"/>
                              <a:gd name="T32" fmla="*/ 32 w 1740"/>
                              <a:gd name="T33" fmla="*/ 0 h 2349"/>
                              <a:gd name="T34" fmla="*/ 41 w 1740"/>
                              <a:gd name="T35" fmla="*/ 0 h 2349"/>
                              <a:gd name="T36" fmla="*/ 50 w 1740"/>
                              <a:gd name="T37" fmla="*/ 0 h 2349"/>
                              <a:gd name="T38" fmla="*/ 54 w 1740"/>
                              <a:gd name="T39" fmla="*/ 8 h 2349"/>
                              <a:gd name="T40" fmla="*/ 57 w 1740"/>
                              <a:gd name="T41" fmla="*/ 16 h 2349"/>
                              <a:gd name="T42" fmla="*/ 61 w 1740"/>
                              <a:gd name="T43" fmla="*/ 24 h 2349"/>
                              <a:gd name="T44" fmla="*/ 64 w 1740"/>
                              <a:gd name="T45" fmla="*/ 31 h 2349"/>
                              <a:gd name="T46" fmla="*/ 69 w 1740"/>
                              <a:gd name="T47" fmla="*/ 40 h 2349"/>
                              <a:gd name="T48" fmla="*/ 74 w 1740"/>
                              <a:gd name="T49" fmla="*/ 48 h 2349"/>
                              <a:gd name="T50" fmla="*/ 80 w 1740"/>
                              <a:gd name="T51" fmla="*/ 55 h 2349"/>
                              <a:gd name="T52" fmla="*/ 85 w 1740"/>
                              <a:gd name="T53" fmla="*/ 62 h 2349"/>
                              <a:gd name="T54" fmla="*/ 90 w 1740"/>
                              <a:gd name="T55" fmla="*/ 68 h 2349"/>
                              <a:gd name="T56" fmla="*/ 96 w 1740"/>
                              <a:gd name="T57" fmla="*/ 74 h 2349"/>
                              <a:gd name="T58" fmla="*/ 102 w 1740"/>
                              <a:gd name="T59" fmla="*/ 79 h 2349"/>
                              <a:gd name="T60" fmla="*/ 108 w 1740"/>
                              <a:gd name="T61" fmla="*/ 84 h 2349"/>
                              <a:gd name="T62" fmla="*/ 114 w 1740"/>
                              <a:gd name="T63" fmla="*/ 89 h 2349"/>
                              <a:gd name="T64" fmla="*/ 121 w 1740"/>
                              <a:gd name="T65" fmla="*/ 93 h 2349"/>
                              <a:gd name="T66" fmla="*/ 129 w 1740"/>
                              <a:gd name="T67" fmla="*/ 97 h 2349"/>
                              <a:gd name="T68" fmla="*/ 137 w 1740"/>
                              <a:gd name="T69" fmla="*/ 100 h 2349"/>
                              <a:gd name="T70" fmla="*/ 145 w 1740"/>
                              <a:gd name="T71" fmla="*/ 104 h 2349"/>
                              <a:gd name="T72" fmla="*/ 154 w 1740"/>
                              <a:gd name="T73" fmla="*/ 106 h 2349"/>
                              <a:gd name="T74" fmla="*/ 164 w 1740"/>
                              <a:gd name="T75" fmla="*/ 109 h 2349"/>
                              <a:gd name="T76" fmla="*/ 174 w 1740"/>
                              <a:gd name="T77" fmla="*/ 111 h 2349"/>
                              <a:gd name="T78" fmla="*/ 171 w 1740"/>
                              <a:gd name="T79" fmla="*/ 122 h 2349"/>
                              <a:gd name="T80" fmla="*/ 168 w 1740"/>
                              <a:gd name="T81" fmla="*/ 133 h 2349"/>
                              <a:gd name="T82" fmla="*/ 166 w 1740"/>
                              <a:gd name="T83" fmla="*/ 145 h 2349"/>
                              <a:gd name="T84" fmla="*/ 164 w 1740"/>
                              <a:gd name="T85" fmla="*/ 159 h 2349"/>
                              <a:gd name="T86" fmla="*/ 163 w 1740"/>
                              <a:gd name="T87" fmla="*/ 166 h 2349"/>
                              <a:gd name="T88" fmla="*/ 162 w 1740"/>
                              <a:gd name="T89" fmla="*/ 174 h 2349"/>
                              <a:gd name="T90" fmla="*/ 162 w 1740"/>
                              <a:gd name="T91" fmla="*/ 183 h 2349"/>
                              <a:gd name="T92" fmla="*/ 162 w 1740"/>
                              <a:gd name="T93" fmla="*/ 192 h 2349"/>
                              <a:gd name="T94" fmla="*/ 162 w 1740"/>
                              <a:gd name="T95" fmla="*/ 201 h 2349"/>
                              <a:gd name="T96" fmla="*/ 162 w 1740"/>
                              <a:gd name="T97" fmla="*/ 212 h 2349"/>
                              <a:gd name="T98" fmla="*/ 163 w 1740"/>
                              <a:gd name="T99" fmla="*/ 223 h 2349"/>
                              <a:gd name="T100" fmla="*/ 163 w 1740"/>
                              <a:gd name="T101" fmla="*/ 234 h 2349"/>
                              <a:gd name="T102" fmla="*/ 130 w 1740"/>
                              <a:gd name="T103" fmla="*/ 235 h 2349"/>
                              <a:gd name="T104" fmla="*/ 95 w 1740"/>
                              <a:gd name="T105" fmla="*/ 235 h 2349"/>
                              <a:gd name="T106" fmla="*/ 77 w 1740"/>
                              <a:gd name="T107" fmla="*/ 235 h 2349"/>
                              <a:gd name="T108" fmla="*/ 59 w 1740"/>
                              <a:gd name="T109" fmla="*/ 235 h 2349"/>
                              <a:gd name="T110" fmla="*/ 42 w 1740"/>
                              <a:gd name="T111" fmla="*/ 234 h 2349"/>
                              <a:gd name="T112" fmla="*/ 26 w 1740"/>
                              <a:gd name="T113" fmla="*/ 233 h 2349"/>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w 1740"/>
                              <a:gd name="T172" fmla="*/ 0 h 2349"/>
                              <a:gd name="T173" fmla="*/ 1740 w 1740"/>
                              <a:gd name="T174" fmla="*/ 2349 h 2349"/>
                            </a:gdLst>
                            <a:ahLst/>
                            <a:cxnLst>
                              <a:cxn ang="T114">
                                <a:pos x="T0" y="T1"/>
                              </a:cxn>
                              <a:cxn ang="T115">
                                <a:pos x="T2" y="T3"/>
                              </a:cxn>
                              <a:cxn ang="T116">
                                <a:pos x="T4" y="T5"/>
                              </a:cxn>
                              <a:cxn ang="T117">
                                <a:pos x="T6" y="T7"/>
                              </a:cxn>
                              <a:cxn ang="T118">
                                <a:pos x="T8" y="T9"/>
                              </a:cxn>
                              <a:cxn ang="T119">
                                <a:pos x="T10" y="T11"/>
                              </a:cxn>
                              <a:cxn ang="T120">
                                <a:pos x="T12" y="T13"/>
                              </a:cxn>
                              <a:cxn ang="T121">
                                <a:pos x="T14" y="T15"/>
                              </a:cxn>
                              <a:cxn ang="T122">
                                <a:pos x="T16" y="T17"/>
                              </a:cxn>
                              <a:cxn ang="T123">
                                <a:pos x="T18" y="T19"/>
                              </a:cxn>
                              <a:cxn ang="T124">
                                <a:pos x="T20" y="T21"/>
                              </a:cxn>
                              <a:cxn ang="T125">
                                <a:pos x="T22" y="T23"/>
                              </a:cxn>
                              <a:cxn ang="T126">
                                <a:pos x="T24" y="T25"/>
                              </a:cxn>
                              <a:cxn ang="T127">
                                <a:pos x="T26" y="T27"/>
                              </a:cxn>
                              <a:cxn ang="T128">
                                <a:pos x="T28" y="T29"/>
                              </a:cxn>
                              <a:cxn ang="T129">
                                <a:pos x="T30" y="T31"/>
                              </a:cxn>
                              <a:cxn ang="T130">
                                <a:pos x="T32" y="T33"/>
                              </a:cxn>
                              <a:cxn ang="T131">
                                <a:pos x="T34" y="T35"/>
                              </a:cxn>
                              <a:cxn ang="T132">
                                <a:pos x="T36" y="T37"/>
                              </a:cxn>
                              <a:cxn ang="T133">
                                <a:pos x="T38" y="T39"/>
                              </a:cxn>
                              <a:cxn ang="T134">
                                <a:pos x="T40" y="T41"/>
                              </a:cxn>
                              <a:cxn ang="T135">
                                <a:pos x="T42" y="T43"/>
                              </a:cxn>
                              <a:cxn ang="T136">
                                <a:pos x="T44" y="T45"/>
                              </a:cxn>
                              <a:cxn ang="T137">
                                <a:pos x="T46" y="T47"/>
                              </a:cxn>
                              <a:cxn ang="T138">
                                <a:pos x="T48" y="T49"/>
                              </a:cxn>
                              <a:cxn ang="T139">
                                <a:pos x="T50" y="T51"/>
                              </a:cxn>
                              <a:cxn ang="T140">
                                <a:pos x="T52" y="T53"/>
                              </a:cxn>
                              <a:cxn ang="T141">
                                <a:pos x="T54" y="T55"/>
                              </a:cxn>
                              <a:cxn ang="T142">
                                <a:pos x="T56" y="T57"/>
                              </a:cxn>
                              <a:cxn ang="T143">
                                <a:pos x="T58" y="T59"/>
                              </a:cxn>
                              <a:cxn ang="T144">
                                <a:pos x="T60" y="T61"/>
                              </a:cxn>
                              <a:cxn ang="T145">
                                <a:pos x="T62" y="T63"/>
                              </a:cxn>
                              <a:cxn ang="T146">
                                <a:pos x="T64" y="T65"/>
                              </a:cxn>
                              <a:cxn ang="T147">
                                <a:pos x="T66" y="T67"/>
                              </a:cxn>
                              <a:cxn ang="T148">
                                <a:pos x="T68" y="T69"/>
                              </a:cxn>
                              <a:cxn ang="T149">
                                <a:pos x="T70" y="T71"/>
                              </a:cxn>
                              <a:cxn ang="T150">
                                <a:pos x="T72" y="T73"/>
                              </a:cxn>
                              <a:cxn ang="T151">
                                <a:pos x="T74" y="T75"/>
                              </a:cxn>
                              <a:cxn ang="T152">
                                <a:pos x="T76" y="T77"/>
                              </a:cxn>
                              <a:cxn ang="T153">
                                <a:pos x="T78" y="T79"/>
                              </a:cxn>
                              <a:cxn ang="T154">
                                <a:pos x="T80" y="T81"/>
                              </a:cxn>
                              <a:cxn ang="T155">
                                <a:pos x="T82" y="T83"/>
                              </a:cxn>
                              <a:cxn ang="T156">
                                <a:pos x="T84" y="T85"/>
                              </a:cxn>
                              <a:cxn ang="T157">
                                <a:pos x="T86" y="T87"/>
                              </a:cxn>
                              <a:cxn ang="T158">
                                <a:pos x="T88" y="T89"/>
                              </a:cxn>
                              <a:cxn ang="T159">
                                <a:pos x="T90" y="T91"/>
                              </a:cxn>
                              <a:cxn ang="T160">
                                <a:pos x="T92" y="T93"/>
                              </a:cxn>
                              <a:cxn ang="T161">
                                <a:pos x="T94" y="T95"/>
                              </a:cxn>
                              <a:cxn ang="T162">
                                <a:pos x="T96" y="T97"/>
                              </a:cxn>
                              <a:cxn ang="T163">
                                <a:pos x="T98" y="T99"/>
                              </a:cxn>
                              <a:cxn ang="T164">
                                <a:pos x="T100" y="T101"/>
                              </a:cxn>
                              <a:cxn ang="T165">
                                <a:pos x="T102" y="T103"/>
                              </a:cxn>
                              <a:cxn ang="T166">
                                <a:pos x="T104" y="T105"/>
                              </a:cxn>
                              <a:cxn ang="T167">
                                <a:pos x="T106" y="T107"/>
                              </a:cxn>
                              <a:cxn ang="T168">
                                <a:pos x="T108" y="T109"/>
                              </a:cxn>
                              <a:cxn ang="T169">
                                <a:pos x="T110" y="T111"/>
                              </a:cxn>
                              <a:cxn ang="T170">
                                <a:pos x="T112" y="T113"/>
                              </a:cxn>
                            </a:cxnLst>
                            <a:rect l="T171" t="T172" r="T173" b="T174"/>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s:wsp>
                        <wps:cNvPr id="12" name="Freeform 13"/>
                        <wps:cNvSpPr>
                          <a:spLocks/>
                        </wps:cNvSpPr>
                        <wps:spPr bwMode="auto">
                          <a:xfrm>
                            <a:off x="609" y="1138"/>
                            <a:ext cx="87" cy="110"/>
                          </a:xfrm>
                          <a:custGeom>
                            <a:avLst/>
                            <a:gdLst>
                              <a:gd name="T0" fmla="*/ 85 w 872"/>
                              <a:gd name="T1" fmla="*/ 89 h 1094"/>
                              <a:gd name="T2" fmla="*/ 86 w 872"/>
                              <a:gd name="T3" fmla="*/ 77 h 1094"/>
                              <a:gd name="T4" fmla="*/ 87 w 872"/>
                              <a:gd name="T5" fmla="*/ 65 h 1094"/>
                              <a:gd name="T6" fmla="*/ 87 w 872"/>
                              <a:gd name="T7" fmla="*/ 52 h 1094"/>
                              <a:gd name="T8" fmla="*/ 87 w 872"/>
                              <a:gd name="T9" fmla="*/ 42 h 1094"/>
                              <a:gd name="T10" fmla="*/ 86 w 872"/>
                              <a:gd name="T11" fmla="*/ 36 h 1094"/>
                              <a:gd name="T12" fmla="*/ 86 w 872"/>
                              <a:gd name="T13" fmla="*/ 30 h 1094"/>
                              <a:gd name="T14" fmla="*/ 84 w 872"/>
                              <a:gd name="T15" fmla="*/ 24 h 1094"/>
                              <a:gd name="T16" fmla="*/ 83 w 872"/>
                              <a:gd name="T17" fmla="*/ 18 h 1094"/>
                              <a:gd name="T18" fmla="*/ 81 w 872"/>
                              <a:gd name="T19" fmla="*/ 13 h 1094"/>
                              <a:gd name="T20" fmla="*/ 78 w 872"/>
                              <a:gd name="T21" fmla="*/ 7 h 1094"/>
                              <a:gd name="T22" fmla="*/ 74 w 872"/>
                              <a:gd name="T23" fmla="*/ 2 h 1094"/>
                              <a:gd name="T24" fmla="*/ 70 w 872"/>
                              <a:gd name="T25" fmla="*/ 0 h 1094"/>
                              <a:gd name="T26" fmla="*/ 65 w 872"/>
                              <a:gd name="T27" fmla="*/ 0 h 1094"/>
                              <a:gd name="T28" fmla="*/ 59 w 872"/>
                              <a:gd name="T29" fmla="*/ 1 h 1094"/>
                              <a:gd name="T30" fmla="*/ 54 w 872"/>
                              <a:gd name="T31" fmla="*/ 2 h 1094"/>
                              <a:gd name="T32" fmla="*/ 49 w 872"/>
                              <a:gd name="T33" fmla="*/ 3 h 1094"/>
                              <a:gd name="T34" fmla="*/ 44 w 872"/>
                              <a:gd name="T35" fmla="*/ 4 h 1094"/>
                              <a:gd name="T36" fmla="*/ 38 w 872"/>
                              <a:gd name="T37" fmla="*/ 6 h 1094"/>
                              <a:gd name="T38" fmla="*/ 33 w 872"/>
                              <a:gd name="T39" fmla="*/ 8 h 1094"/>
                              <a:gd name="T40" fmla="*/ 28 w 872"/>
                              <a:gd name="T41" fmla="*/ 10 h 1094"/>
                              <a:gd name="T42" fmla="*/ 24 w 872"/>
                              <a:gd name="T43" fmla="*/ 13 h 1094"/>
                              <a:gd name="T44" fmla="*/ 19 w 872"/>
                              <a:gd name="T45" fmla="*/ 15 h 1094"/>
                              <a:gd name="T46" fmla="*/ 15 w 872"/>
                              <a:gd name="T47" fmla="*/ 19 h 1094"/>
                              <a:gd name="T48" fmla="*/ 11 w 872"/>
                              <a:gd name="T49" fmla="*/ 22 h 1094"/>
                              <a:gd name="T50" fmla="*/ 7 w 872"/>
                              <a:gd name="T51" fmla="*/ 26 h 1094"/>
                              <a:gd name="T52" fmla="*/ 4 w 872"/>
                              <a:gd name="T53" fmla="*/ 29 h 1094"/>
                              <a:gd name="T54" fmla="*/ 1 w 872"/>
                              <a:gd name="T55" fmla="*/ 34 h 1094"/>
                              <a:gd name="T56" fmla="*/ 0 w 872"/>
                              <a:gd name="T57" fmla="*/ 108 h 1094"/>
                              <a:gd name="T58" fmla="*/ 11 w 872"/>
                              <a:gd name="T59" fmla="*/ 108 h 1094"/>
                              <a:gd name="T60" fmla="*/ 22 w 872"/>
                              <a:gd name="T61" fmla="*/ 109 h 1094"/>
                              <a:gd name="T62" fmla="*/ 34 w 872"/>
                              <a:gd name="T63" fmla="*/ 110 h 1094"/>
                              <a:gd name="T64" fmla="*/ 45 w 872"/>
                              <a:gd name="T65" fmla="*/ 110 h 1094"/>
                              <a:gd name="T66" fmla="*/ 51 w 872"/>
                              <a:gd name="T67" fmla="*/ 110 h 1094"/>
                              <a:gd name="T68" fmla="*/ 56 w 872"/>
                              <a:gd name="T69" fmla="*/ 109 h 1094"/>
                              <a:gd name="T70" fmla="*/ 62 w 872"/>
                              <a:gd name="T71" fmla="*/ 108 h 1094"/>
                              <a:gd name="T72" fmla="*/ 67 w 872"/>
                              <a:gd name="T73" fmla="*/ 106 h 1094"/>
                              <a:gd name="T74" fmla="*/ 72 w 872"/>
                              <a:gd name="T75" fmla="*/ 104 h 1094"/>
                              <a:gd name="T76" fmla="*/ 77 w 872"/>
                              <a:gd name="T77" fmla="*/ 102 h 1094"/>
                              <a:gd name="T78" fmla="*/ 81 w 872"/>
                              <a:gd name="T79" fmla="*/ 99 h 1094"/>
                              <a:gd name="T80" fmla="*/ 85 w 872"/>
                              <a:gd name="T81" fmla="*/ 95 h 1094"/>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w 872"/>
                              <a:gd name="T124" fmla="*/ 0 h 1094"/>
                              <a:gd name="T125" fmla="*/ 872 w 872"/>
                              <a:gd name="T126" fmla="*/ 1094 h 1094"/>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T123" t="T124" r="T125" b="T126"/>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s:wsp>
                        <wps:cNvPr id="13" name="Freeform 14"/>
                        <wps:cNvSpPr>
                          <a:spLocks/>
                        </wps:cNvSpPr>
                        <wps:spPr bwMode="auto">
                          <a:xfrm>
                            <a:off x="609" y="1138"/>
                            <a:ext cx="87" cy="110"/>
                          </a:xfrm>
                          <a:custGeom>
                            <a:avLst/>
                            <a:gdLst>
                              <a:gd name="T0" fmla="*/ 85 w 872"/>
                              <a:gd name="T1" fmla="*/ 89 h 1094"/>
                              <a:gd name="T2" fmla="*/ 86 w 872"/>
                              <a:gd name="T3" fmla="*/ 77 h 1094"/>
                              <a:gd name="T4" fmla="*/ 87 w 872"/>
                              <a:gd name="T5" fmla="*/ 65 h 1094"/>
                              <a:gd name="T6" fmla="*/ 87 w 872"/>
                              <a:gd name="T7" fmla="*/ 52 h 1094"/>
                              <a:gd name="T8" fmla="*/ 87 w 872"/>
                              <a:gd name="T9" fmla="*/ 42 h 1094"/>
                              <a:gd name="T10" fmla="*/ 86 w 872"/>
                              <a:gd name="T11" fmla="*/ 36 h 1094"/>
                              <a:gd name="T12" fmla="*/ 86 w 872"/>
                              <a:gd name="T13" fmla="*/ 30 h 1094"/>
                              <a:gd name="T14" fmla="*/ 84 w 872"/>
                              <a:gd name="T15" fmla="*/ 24 h 1094"/>
                              <a:gd name="T16" fmla="*/ 83 w 872"/>
                              <a:gd name="T17" fmla="*/ 18 h 1094"/>
                              <a:gd name="T18" fmla="*/ 81 w 872"/>
                              <a:gd name="T19" fmla="*/ 13 h 1094"/>
                              <a:gd name="T20" fmla="*/ 78 w 872"/>
                              <a:gd name="T21" fmla="*/ 7 h 1094"/>
                              <a:gd name="T22" fmla="*/ 74 w 872"/>
                              <a:gd name="T23" fmla="*/ 2 h 1094"/>
                              <a:gd name="T24" fmla="*/ 70 w 872"/>
                              <a:gd name="T25" fmla="*/ 0 h 1094"/>
                              <a:gd name="T26" fmla="*/ 65 w 872"/>
                              <a:gd name="T27" fmla="*/ 0 h 1094"/>
                              <a:gd name="T28" fmla="*/ 59 w 872"/>
                              <a:gd name="T29" fmla="*/ 1 h 1094"/>
                              <a:gd name="T30" fmla="*/ 54 w 872"/>
                              <a:gd name="T31" fmla="*/ 2 h 1094"/>
                              <a:gd name="T32" fmla="*/ 49 w 872"/>
                              <a:gd name="T33" fmla="*/ 3 h 1094"/>
                              <a:gd name="T34" fmla="*/ 44 w 872"/>
                              <a:gd name="T35" fmla="*/ 4 h 1094"/>
                              <a:gd name="T36" fmla="*/ 38 w 872"/>
                              <a:gd name="T37" fmla="*/ 6 h 1094"/>
                              <a:gd name="T38" fmla="*/ 33 w 872"/>
                              <a:gd name="T39" fmla="*/ 8 h 1094"/>
                              <a:gd name="T40" fmla="*/ 28 w 872"/>
                              <a:gd name="T41" fmla="*/ 10 h 1094"/>
                              <a:gd name="T42" fmla="*/ 24 w 872"/>
                              <a:gd name="T43" fmla="*/ 13 h 1094"/>
                              <a:gd name="T44" fmla="*/ 19 w 872"/>
                              <a:gd name="T45" fmla="*/ 15 h 1094"/>
                              <a:gd name="T46" fmla="*/ 15 w 872"/>
                              <a:gd name="T47" fmla="*/ 19 h 1094"/>
                              <a:gd name="T48" fmla="*/ 11 w 872"/>
                              <a:gd name="T49" fmla="*/ 22 h 1094"/>
                              <a:gd name="T50" fmla="*/ 7 w 872"/>
                              <a:gd name="T51" fmla="*/ 26 h 1094"/>
                              <a:gd name="T52" fmla="*/ 4 w 872"/>
                              <a:gd name="T53" fmla="*/ 29 h 1094"/>
                              <a:gd name="T54" fmla="*/ 1 w 872"/>
                              <a:gd name="T55" fmla="*/ 34 h 1094"/>
                              <a:gd name="T56" fmla="*/ 0 w 872"/>
                              <a:gd name="T57" fmla="*/ 108 h 1094"/>
                              <a:gd name="T58" fmla="*/ 11 w 872"/>
                              <a:gd name="T59" fmla="*/ 108 h 1094"/>
                              <a:gd name="T60" fmla="*/ 22 w 872"/>
                              <a:gd name="T61" fmla="*/ 109 h 1094"/>
                              <a:gd name="T62" fmla="*/ 34 w 872"/>
                              <a:gd name="T63" fmla="*/ 110 h 1094"/>
                              <a:gd name="T64" fmla="*/ 45 w 872"/>
                              <a:gd name="T65" fmla="*/ 110 h 1094"/>
                              <a:gd name="T66" fmla="*/ 51 w 872"/>
                              <a:gd name="T67" fmla="*/ 110 h 1094"/>
                              <a:gd name="T68" fmla="*/ 56 w 872"/>
                              <a:gd name="T69" fmla="*/ 109 h 1094"/>
                              <a:gd name="T70" fmla="*/ 62 w 872"/>
                              <a:gd name="T71" fmla="*/ 108 h 1094"/>
                              <a:gd name="T72" fmla="*/ 67 w 872"/>
                              <a:gd name="T73" fmla="*/ 106 h 1094"/>
                              <a:gd name="T74" fmla="*/ 72 w 872"/>
                              <a:gd name="T75" fmla="*/ 104 h 1094"/>
                              <a:gd name="T76" fmla="*/ 77 w 872"/>
                              <a:gd name="T77" fmla="*/ 102 h 1094"/>
                              <a:gd name="T78" fmla="*/ 81 w 872"/>
                              <a:gd name="T79" fmla="*/ 99 h 1094"/>
                              <a:gd name="T80" fmla="*/ 85 w 872"/>
                              <a:gd name="T81" fmla="*/ 95 h 1094"/>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w 872"/>
                              <a:gd name="T124" fmla="*/ 0 h 1094"/>
                              <a:gd name="T125" fmla="*/ 872 w 872"/>
                              <a:gd name="T126" fmla="*/ 1094 h 1094"/>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T123" t="T124" r="T125" b="T126"/>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s:wsp>
                        <wps:cNvPr id="14" name="Freeform 15"/>
                        <wps:cNvSpPr>
                          <a:spLocks/>
                        </wps:cNvSpPr>
                        <wps:spPr bwMode="auto">
                          <a:xfrm>
                            <a:off x="446" y="1139"/>
                            <a:ext cx="87" cy="109"/>
                          </a:xfrm>
                          <a:custGeom>
                            <a:avLst/>
                            <a:gdLst>
                              <a:gd name="T0" fmla="*/ 2 w 872"/>
                              <a:gd name="T1" fmla="*/ 88 h 1093"/>
                              <a:gd name="T2" fmla="*/ 1 w 872"/>
                              <a:gd name="T3" fmla="*/ 76 h 1093"/>
                              <a:gd name="T4" fmla="*/ 0 w 872"/>
                              <a:gd name="T5" fmla="*/ 64 h 1093"/>
                              <a:gd name="T6" fmla="*/ 0 w 872"/>
                              <a:gd name="T7" fmla="*/ 51 h 1093"/>
                              <a:gd name="T8" fmla="*/ 0 w 872"/>
                              <a:gd name="T9" fmla="*/ 42 h 1093"/>
                              <a:gd name="T10" fmla="*/ 1 w 872"/>
                              <a:gd name="T11" fmla="*/ 36 h 1093"/>
                              <a:gd name="T12" fmla="*/ 1 w 872"/>
                              <a:gd name="T13" fmla="*/ 30 h 1093"/>
                              <a:gd name="T14" fmla="*/ 3 w 872"/>
                              <a:gd name="T15" fmla="*/ 24 h 1093"/>
                              <a:gd name="T16" fmla="*/ 4 w 872"/>
                              <a:gd name="T17" fmla="*/ 18 h 1093"/>
                              <a:gd name="T18" fmla="*/ 6 w 872"/>
                              <a:gd name="T19" fmla="*/ 13 h 1093"/>
                              <a:gd name="T20" fmla="*/ 9 w 872"/>
                              <a:gd name="T21" fmla="*/ 7 h 1093"/>
                              <a:gd name="T22" fmla="*/ 13 w 872"/>
                              <a:gd name="T23" fmla="*/ 2 h 1093"/>
                              <a:gd name="T24" fmla="*/ 17 w 872"/>
                              <a:gd name="T25" fmla="*/ 0 h 1093"/>
                              <a:gd name="T26" fmla="*/ 22 w 872"/>
                              <a:gd name="T27" fmla="*/ 0 h 1093"/>
                              <a:gd name="T28" fmla="*/ 28 w 872"/>
                              <a:gd name="T29" fmla="*/ 1 h 1093"/>
                              <a:gd name="T30" fmla="*/ 33 w 872"/>
                              <a:gd name="T31" fmla="*/ 2 h 1093"/>
                              <a:gd name="T32" fmla="*/ 38 w 872"/>
                              <a:gd name="T33" fmla="*/ 3 h 1093"/>
                              <a:gd name="T34" fmla="*/ 43 w 872"/>
                              <a:gd name="T35" fmla="*/ 4 h 1093"/>
                              <a:gd name="T36" fmla="*/ 49 w 872"/>
                              <a:gd name="T37" fmla="*/ 6 h 1093"/>
                              <a:gd name="T38" fmla="*/ 54 w 872"/>
                              <a:gd name="T39" fmla="*/ 8 h 1093"/>
                              <a:gd name="T40" fmla="*/ 59 w 872"/>
                              <a:gd name="T41" fmla="*/ 10 h 1093"/>
                              <a:gd name="T42" fmla="*/ 63 w 872"/>
                              <a:gd name="T43" fmla="*/ 13 h 1093"/>
                              <a:gd name="T44" fmla="*/ 68 w 872"/>
                              <a:gd name="T45" fmla="*/ 15 h 1093"/>
                              <a:gd name="T46" fmla="*/ 72 w 872"/>
                              <a:gd name="T47" fmla="*/ 18 h 1093"/>
                              <a:gd name="T48" fmla="*/ 76 w 872"/>
                              <a:gd name="T49" fmla="*/ 22 h 1093"/>
                              <a:gd name="T50" fmla="*/ 80 w 872"/>
                              <a:gd name="T51" fmla="*/ 25 h 1093"/>
                              <a:gd name="T52" fmla="*/ 83 w 872"/>
                              <a:gd name="T53" fmla="*/ 29 h 1093"/>
                              <a:gd name="T54" fmla="*/ 86 w 872"/>
                              <a:gd name="T55" fmla="*/ 33 h 1093"/>
                              <a:gd name="T56" fmla="*/ 87 w 872"/>
                              <a:gd name="T57" fmla="*/ 107 h 1093"/>
                              <a:gd name="T58" fmla="*/ 76 w 872"/>
                              <a:gd name="T59" fmla="*/ 107 h 1093"/>
                              <a:gd name="T60" fmla="*/ 65 w 872"/>
                              <a:gd name="T61" fmla="*/ 108 h 1093"/>
                              <a:gd name="T62" fmla="*/ 53 w 872"/>
                              <a:gd name="T63" fmla="*/ 109 h 1093"/>
                              <a:gd name="T64" fmla="*/ 42 w 872"/>
                              <a:gd name="T65" fmla="*/ 109 h 1093"/>
                              <a:gd name="T66" fmla="*/ 36 w 872"/>
                              <a:gd name="T67" fmla="*/ 109 h 1093"/>
                              <a:gd name="T68" fmla="*/ 31 w 872"/>
                              <a:gd name="T69" fmla="*/ 108 h 1093"/>
                              <a:gd name="T70" fmla="*/ 25 w 872"/>
                              <a:gd name="T71" fmla="*/ 107 h 1093"/>
                              <a:gd name="T72" fmla="*/ 20 w 872"/>
                              <a:gd name="T73" fmla="*/ 106 h 1093"/>
                              <a:gd name="T74" fmla="*/ 15 w 872"/>
                              <a:gd name="T75" fmla="*/ 104 h 1093"/>
                              <a:gd name="T76" fmla="*/ 10 w 872"/>
                              <a:gd name="T77" fmla="*/ 101 h 1093"/>
                              <a:gd name="T78" fmla="*/ 6 w 872"/>
                              <a:gd name="T79" fmla="*/ 98 h 1093"/>
                              <a:gd name="T80" fmla="*/ 2 w 872"/>
                              <a:gd name="T81" fmla="*/ 94 h 1093"/>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w 872"/>
                              <a:gd name="T124" fmla="*/ 0 h 1093"/>
                              <a:gd name="T125" fmla="*/ 872 w 872"/>
                              <a:gd name="T126" fmla="*/ 1093 h 1093"/>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T123" t="T124" r="T125" b="T126"/>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s:wsp>
                        <wps:cNvPr id="15" name="Freeform 16"/>
                        <wps:cNvSpPr>
                          <a:spLocks/>
                        </wps:cNvSpPr>
                        <wps:spPr bwMode="auto">
                          <a:xfrm>
                            <a:off x="446" y="1139"/>
                            <a:ext cx="87" cy="109"/>
                          </a:xfrm>
                          <a:custGeom>
                            <a:avLst/>
                            <a:gdLst>
                              <a:gd name="T0" fmla="*/ 2 w 872"/>
                              <a:gd name="T1" fmla="*/ 88 h 1093"/>
                              <a:gd name="T2" fmla="*/ 1 w 872"/>
                              <a:gd name="T3" fmla="*/ 76 h 1093"/>
                              <a:gd name="T4" fmla="*/ 0 w 872"/>
                              <a:gd name="T5" fmla="*/ 64 h 1093"/>
                              <a:gd name="T6" fmla="*/ 0 w 872"/>
                              <a:gd name="T7" fmla="*/ 51 h 1093"/>
                              <a:gd name="T8" fmla="*/ 0 w 872"/>
                              <a:gd name="T9" fmla="*/ 42 h 1093"/>
                              <a:gd name="T10" fmla="*/ 1 w 872"/>
                              <a:gd name="T11" fmla="*/ 36 h 1093"/>
                              <a:gd name="T12" fmla="*/ 1 w 872"/>
                              <a:gd name="T13" fmla="*/ 30 h 1093"/>
                              <a:gd name="T14" fmla="*/ 3 w 872"/>
                              <a:gd name="T15" fmla="*/ 24 h 1093"/>
                              <a:gd name="T16" fmla="*/ 4 w 872"/>
                              <a:gd name="T17" fmla="*/ 18 h 1093"/>
                              <a:gd name="T18" fmla="*/ 6 w 872"/>
                              <a:gd name="T19" fmla="*/ 13 h 1093"/>
                              <a:gd name="T20" fmla="*/ 9 w 872"/>
                              <a:gd name="T21" fmla="*/ 7 h 1093"/>
                              <a:gd name="T22" fmla="*/ 13 w 872"/>
                              <a:gd name="T23" fmla="*/ 2 h 1093"/>
                              <a:gd name="T24" fmla="*/ 17 w 872"/>
                              <a:gd name="T25" fmla="*/ 0 h 1093"/>
                              <a:gd name="T26" fmla="*/ 22 w 872"/>
                              <a:gd name="T27" fmla="*/ 0 h 1093"/>
                              <a:gd name="T28" fmla="*/ 28 w 872"/>
                              <a:gd name="T29" fmla="*/ 1 h 1093"/>
                              <a:gd name="T30" fmla="*/ 33 w 872"/>
                              <a:gd name="T31" fmla="*/ 2 h 1093"/>
                              <a:gd name="T32" fmla="*/ 38 w 872"/>
                              <a:gd name="T33" fmla="*/ 3 h 1093"/>
                              <a:gd name="T34" fmla="*/ 43 w 872"/>
                              <a:gd name="T35" fmla="*/ 4 h 1093"/>
                              <a:gd name="T36" fmla="*/ 49 w 872"/>
                              <a:gd name="T37" fmla="*/ 6 h 1093"/>
                              <a:gd name="T38" fmla="*/ 54 w 872"/>
                              <a:gd name="T39" fmla="*/ 8 h 1093"/>
                              <a:gd name="T40" fmla="*/ 59 w 872"/>
                              <a:gd name="T41" fmla="*/ 10 h 1093"/>
                              <a:gd name="T42" fmla="*/ 63 w 872"/>
                              <a:gd name="T43" fmla="*/ 13 h 1093"/>
                              <a:gd name="T44" fmla="*/ 68 w 872"/>
                              <a:gd name="T45" fmla="*/ 15 h 1093"/>
                              <a:gd name="T46" fmla="*/ 72 w 872"/>
                              <a:gd name="T47" fmla="*/ 18 h 1093"/>
                              <a:gd name="T48" fmla="*/ 76 w 872"/>
                              <a:gd name="T49" fmla="*/ 22 h 1093"/>
                              <a:gd name="T50" fmla="*/ 80 w 872"/>
                              <a:gd name="T51" fmla="*/ 25 h 1093"/>
                              <a:gd name="T52" fmla="*/ 83 w 872"/>
                              <a:gd name="T53" fmla="*/ 29 h 1093"/>
                              <a:gd name="T54" fmla="*/ 86 w 872"/>
                              <a:gd name="T55" fmla="*/ 33 h 1093"/>
                              <a:gd name="T56" fmla="*/ 87 w 872"/>
                              <a:gd name="T57" fmla="*/ 107 h 1093"/>
                              <a:gd name="T58" fmla="*/ 76 w 872"/>
                              <a:gd name="T59" fmla="*/ 107 h 1093"/>
                              <a:gd name="T60" fmla="*/ 65 w 872"/>
                              <a:gd name="T61" fmla="*/ 108 h 1093"/>
                              <a:gd name="T62" fmla="*/ 53 w 872"/>
                              <a:gd name="T63" fmla="*/ 109 h 1093"/>
                              <a:gd name="T64" fmla="*/ 42 w 872"/>
                              <a:gd name="T65" fmla="*/ 109 h 1093"/>
                              <a:gd name="T66" fmla="*/ 36 w 872"/>
                              <a:gd name="T67" fmla="*/ 109 h 1093"/>
                              <a:gd name="T68" fmla="*/ 31 w 872"/>
                              <a:gd name="T69" fmla="*/ 108 h 1093"/>
                              <a:gd name="T70" fmla="*/ 25 w 872"/>
                              <a:gd name="T71" fmla="*/ 107 h 1093"/>
                              <a:gd name="T72" fmla="*/ 20 w 872"/>
                              <a:gd name="T73" fmla="*/ 106 h 1093"/>
                              <a:gd name="T74" fmla="*/ 15 w 872"/>
                              <a:gd name="T75" fmla="*/ 104 h 1093"/>
                              <a:gd name="T76" fmla="*/ 10 w 872"/>
                              <a:gd name="T77" fmla="*/ 101 h 1093"/>
                              <a:gd name="T78" fmla="*/ 6 w 872"/>
                              <a:gd name="T79" fmla="*/ 98 h 1093"/>
                              <a:gd name="T80" fmla="*/ 2 w 872"/>
                              <a:gd name="T81" fmla="*/ 94 h 1093"/>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w 872"/>
                              <a:gd name="T124" fmla="*/ 0 h 1093"/>
                              <a:gd name="T125" fmla="*/ 872 w 872"/>
                              <a:gd name="T126" fmla="*/ 1093 h 1093"/>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T123" t="T124" r="T125" b="T126"/>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s:wsp>
                        <wps:cNvPr id="16" name="Freeform 17"/>
                        <wps:cNvSpPr>
                          <a:spLocks/>
                        </wps:cNvSpPr>
                        <wps:spPr bwMode="auto">
                          <a:xfrm>
                            <a:off x="478" y="845"/>
                            <a:ext cx="186" cy="283"/>
                          </a:xfrm>
                          <a:custGeom>
                            <a:avLst/>
                            <a:gdLst>
                              <a:gd name="T0" fmla="*/ 89 w 1854"/>
                              <a:gd name="T1" fmla="*/ 280 h 2824"/>
                              <a:gd name="T2" fmla="*/ 83 w 1854"/>
                              <a:gd name="T3" fmla="*/ 274 h 2824"/>
                              <a:gd name="T4" fmla="*/ 77 w 1854"/>
                              <a:gd name="T5" fmla="*/ 268 h 2824"/>
                              <a:gd name="T6" fmla="*/ 71 w 1854"/>
                              <a:gd name="T7" fmla="*/ 264 h 2824"/>
                              <a:gd name="T8" fmla="*/ 65 w 1854"/>
                              <a:gd name="T9" fmla="*/ 259 h 2824"/>
                              <a:gd name="T10" fmla="*/ 59 w 1854"/>
                              <a:gd name="T11" fmla="*/ 256 h 2824"/>
                              <a:gd name="T12" fmla="*/ 53 w 1854"/>
                              <a:gd name="T13" fmla="*/ 252 h 2824"/>
                              <a:gd name="T14" fmla="*/ 48 w 1854"/>
                              <a:gd name="T15" fmla="*/ 249 h 2824"/>
                              <a:gd name="T16" fmla="*/ 42 w 1854"/>
                              <a:gd name="T17" fmla="*/ 247 h 2824"/>
                              <a:gd name="T18" fmla="*/ 36 w 1854"/>
                              <a:gd name="T19" fmla="*/ 244 h 2824"/>
                              <a:gd name="T20" fmla="*/ 28 w 1854"/>
                              <a:gd name="T21" fmla="*/ 242 h 2824"/>
                              <a:gd name="T22" fmla="*/ 17 w 1854"/>
                              <a:gd name="T23" fmla="*/ 238 h 2824"/>
                              <a:gd name="T24" fmla="*/ 6 w 1854"/>
                              <a:gd name="T25" fmla="*/ 235 h 2824"/>
                              <a:gd name="T26" fmla="*/ 6 w 1854"/>
                              <a:gd name="T27" fmla="*/ 222 h 2824"/>
                              <a:gd name="T28" fmla="*/ 16 w 1854"/>
                              <a:gd name="T29" fmla="*/ 198 h 2824"/>
                              <a:gd name="T30" fmla="*/ 26 w 1854"/>
                              <a:gd name="T31" fmla="*/ 174 h 2824"/>
                              <a:gd name="T32" fmla="*/ 34 w 1854"/>
                              <a:gd name="T33" fmla="*/ 152 h 2824"/>
                              <a:gd name="T34" fmla="*/ 42 w 1854"/>
                              <a:gd name="T35" fmla="*/ 131 h 2824"/>
                              <a:gd name="T36" fmla="*/ 48 w 1854"/>
                              <a:gd name="T37" fmla="*/ 111 h 2824"/>
                              <a:gd name="T38" fmla="*/ 57 w 1854"/>
                              <a:gd name="T39" fmla="*/ 84 h 2824"/>
                              <a:gd name="T40" fmla="*/ 67 w 1854"/>
                              <a:gd name="T41" fmla="*/ 52 h 2824"/>
                              <a:gd name="T42" fmla="*/ 73 w 1854"/>
                              <a:gd name="T43" fmla="*/ 33 h 2824"/>
                              <a:gd name="T44" fmla="*/ 77 w 1854"/>
                              <a:gd name="T45" fmla="*/ 23 h 2824"/>
                              <a:gd name="T46" fmla="*/ 80 w 1854"/>
                              <a:gd name="T47" fmla="*/ 14 h 2824"/>
                              <a:gd name="T48" fmla="*/ 84 w 1854"/>
                              <a:gd name="T49" fmla="*/ 7 h 2824"/>
                              <a:gd name="T50" fmla="*/ 87 w 1854"/>
                              <a:gd name="T51" fmla="*/ 3 h 2824"/>
                              <a:gd name="T52" fmla="*/ 91 w 1854"/>
                              <a:gd name="T53" fmla="*/ 0 h 2824"/>
                              <a:gd name="T54" fmla="*/ 94 w 1854"/>
                              <a:gd name="T55" fmla="*/ 0 h 2824"/>
                              <a:gd name="T56" fmla="*/ 98 w 1854"/>
                              <a:gd name="T57" fmla="*/ 3 h 2824"/>
                              <a:gd name="T58" fmla="*/ 102 w 1854"/>
                              <a:gd name="T59" fmla="*/ 7 h 2824"/>
                              <a:gd name="T60" fmla="*/ 105 w 1854"/>
                              <a:gd name="T61" fmla="*/ 14 h 2824"/>
                              <a:gd name="T62" fmla="*/ 109 w 1854"/>
                              <a:gd name="T63" fmla="*/ 23 h 2824"/>
                              <a:gd name="T64" fmla="*/ 112 w 1854"/>
                              <a:gd name="T65" fmla="*/ 33 h 2824"/>
                              <a:gd name="T66" fmla="*/ 119 w 1854"/>
                              <a:gd name="T67" fmla="*/ 52 h 2824"/>
                              <a:gd name="T68" fmla="*/ 128 w 1854"/>
                              <a:gd name="T69" fmla="*/ 84 h 2824"/>
                              <a:gd name="T70" fmla="*/ 137 w 1854"/>
                              <a:gd name="T71" fmla="*/ 111 h 2824"/>
                              <a:gd name="T72" fmla="*/ 144 w 1854"/>
                              <a:gd name="T73" fmla="*/ 131 h 2824"/>
                              <a:gd name="T74" fmla="*/ 152 w 1854"/>
                              <a:gd name="T75" fmla="*/ 152 h 2824"/>
                              <a:gd name="T76" fmla="*/ 160 w 1854"/>
                              <a:gd name="T77" fmla="*/ 174 h 2824"/>
                              <a:gd name="T78" fmla="*/ 170 w 1854"/>
                              <a:gd name="T79" fmla="*/ 197 h 2824"/>
                              <a:gd name="T80" fmla="*/ 180 w 1854"/>
                              <a:gd name="T81" fmla="*/ 221 h 2824"/>
                              <a:gd name="T82" fmla="*/ 180 w 1854"/>
                              <a:gd name="T83" fmla="*/ 235 h 2824"/>
                              <a:gd name="T84" fmla="*/ 169 w 1854"/>
                              <a:gd name="T85" fmla="*/ 238 h 2824"/>
                              <a:gd name="T86" fmla="*/ 158 w 1854"/>
                              <a:gd name="T87" fmla="*/ 241 h 2824"/>
                              <a:gd name="T88" fmla="*/ 149 w 1854"/>
                              <a:gd name="T89" fmla="*/ 244 h 2824"/>
                              <a:gd name="T90" fmla="*/ 144 w 1854"/>
                              <a:gd name="T91" fmla="*/ 247 h 2824"/>
                              <a:gd name="T92" fmla="*/ 138 w 1854"/>
                              <a:gd name="T93" fmla="*/ 249 h 2824"/>
                              <a:gd name="T94" fmla="*/ 132 w 1854"/>
                              <a:gd name="T95" fmla="*/ 252 h 2824"/>
                              <a:gd name="T96" fmla="*/ 126 w 1854"/>
                              <a:gd name="T97" fmla="*/ 255 h 2824"/>
                              <a:gd name="T98" fmla="*/ 120 w 1854"/>
                              <a:gd name="T99" fmla="*/ 259 h 2824"/>
                              <a:gd name="T100" fmla="*/ 114 w 1854"/>
                              <a:gd name="T101" fmla="*/ 264 h 2824"/>
                              <a:gd name="T102" fmla="*/ 108 w 1854"/>
                              <a:gd name="T103" fmla="*/ 268 h 2824"/>
                              <a:gd name="T104" fmla="*/ 102 w 1854"/>
                              <a:gd name="T105" fmla="*/ 274 h 2824"/>
                              <a:gd name="T106" fmla="*/ 96 w 1854"/>
                              <a:gd name="T107" fmla="*/ 280 h 2824"/>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w 1854"/>
                              <a:gd name="T163" fmla="*/ 0 h 2824"/>
                              <a:gd name="T164" fmla="*/ 1854 w 1854"/>
                              <a:gd name="T165" fmla="*/ 2824 h 2824"/>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T162" t="T163" r="T164" b="T165"/>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s:wsp>
                        <wps:cNvPr id="17" name="Freeform 18"/>
                        <wps:cNvSpPr>
                          <a:spLocks/>
                        </wps:cNvSpPr>
                        <wps:spPr bwMode="auto">
                          <a:xfrm>
                            <a:off x="478" y="845"/>
                            <a:ext cx="186" cy="283"/>
                          </a:xfrm>
                          <a:custGeom>
                            <a:avLst/>
                            <a:gdLst>
                              <a:gd name="T0" fmla="*/ 89 w 1854"/>
                              <a:gd name="T1" fmla="*/ 280 h 2824"/>
                              <a:gd name="T2" fmla="*/ 83 w 1854"/>
                              <a:gd name="T3" fmla="*/ 274 h 2824"/>
                              <a:gd name="T4" fmla="*/ 77 w 1854"/>
                              <a:gd name="T5" fmla="*/ 268 h 2824"/>
                              <a:gd name="T6" fmla="*/ 71 w 1854"/>
                              <a:gd name="T7" fmla="*/ 264 h 2824"/>
                              <a:gd name="T8" fmla="*/ 65 w 1854"/>
                              <a:gd name="T9" fmla="*/ 259 h 2824"/>
                              <a:gd name="T10" fmla="*/ 59 w 1854"/>
                              <a:gd name="T11" fmla="*/ 256 h 2824"/>
                              <a:gd name="T12" fmla="*/ 53 w 1854"/>
                              <a:gd name="T13" fmla="*/ 252 h 2824"/>
                              <a:gd name="T14" fmla="*/ 48 w 1854"/>
                              <a:gd name="T15" fmla="*/ 249 h 2824"/>
                              <a:gd name="T16" fmla="*/ 42 w 1854"/>
                              <a:gd name="T17" fmla="*/ 247 h 2824"/>
                              <a:gd name="T18" fmla="*/ 36 w 1854"/>
                              <a:gd name="T19" fmla="*/ 244 h 2824"/>
                              <a:gd name="T20" fmla="*/ 28 w 1854"/>
                              <a:gd name="T21" fmla="*/ 242 h 2824"/>
                              <a:gd name="T22" fmla="*/ 17 w 1854"/>
                              <a:gd name="T23" fmla="*/ 238 h 2824"/>
                              <a:gd name="T24" fmla="*/ 6 w 1854"/>
                              <a:gd name="T25" fmla="*/ 235 h 2824"/>
                              <a:gd name="T26" fmla="*/ 6 w 1854"/>
                              <a:gd name="T27" fmla="*/ 222 h 2824"/>
                              <a:gd name="T28" fmla="*/ 16 w 1854"/>
                              <a:gd name="T29" fmla="*/ 198 h 2824"/>
                              <a:gd name="T30" fmla="*/ 26 w 1854"/>
                              <a:gd name="T31" fmla="*/ 174 h 2824"/>
                              <a:gd name="T32" fmla="*/ 34 w 1854"/>
                              <a:gd name="T33" fmla="*/ 152 h 2824"/>
                              <a:gd name="T34" fmla="*/ 42 w 1854"/>
                              <a:gd name="T35" fmla="*/ 131 h 2824"/>
                              <a:gd name="T36" fmla="*/ 48 w 1854"/>
                              <a:gd name="T37" fmla="*/ 111 h 2824"/>
                              <a:gd name="T38" fmla="*/ 57 w 1854"/>
                              <a:gd name="T39" fmla="*/ 84 h 2824"/>
                              <a:gd name="T40" fmla="*/ 67 w 1854"/>
                              <a:gd name="T41" fmla="*/ 52 h 2824"/>
                              <a:gd name="T42" fmla="*/ 73 w 1854"/>
                              <a:gd name="T43" fmla="*/ 33 h 2824"/>
                              <a:gd name="T44" fmla="*/ 77 w 1854"/>
                              <a:gd name="T45" fmla="*/ 23 h 2824"/>
                              <a:gd name="T46" fmla="*/ 80 w 1854"/>
                              <a:gd name="T47" fmla="*/ 14 h 2824"/>
                              <a:gd name="T48" fmla="*/ 84 w 1854"/>
                              <a:gd name="T49" fmla="*/ 7 h 2824"/>
                              <a:gd name="T50" fmla="*/ 87 w 1854"/>
                              <a:gd name="T51" fmla="*/ 3 h 2824"/>
                              <a:gd name="T52" fmla="*/ 91 w 1854"/>
                              <a:gd name="T53" fmla="*/ 0 h 2824"/>
                              <a:gd name="T54" fmla="*/ 94 w 1854"/>
                              <a:gd name="T55" fmla="*/ 0 h 2824"/>
                              <a:gd name="T56" fmla="*/ 98 w 1854"/>
                              <a:gd name="T57" fmla="*/ 3 h 2824"/>
                              <a:gd name="T58" fmla="*/ 102 w 1854"/>
                              <a:gd name="T59" fmla="*/ 7 h 2824"/>
                              <a:gd name="T60" fmla="*/ 105 w 1854"/>
                              <a:gd name="T61" fmla="*/ 14 h 2824"/>
                              <a:gd name="T62" fmla="*/ 109 w 1854"/>
                              <a:gd name="T63" fmla="*/ 23 h 2824"/>
                              <a:gd name="T64" fmla="*/ 112 w 1854"/>
                              <a:gd name="T65" fmla="*/ 33 h 2824"/>
                              <a:gd name="T66" fmla="*/ 119 w 1854"/>
                              <a:gd name="T67" fmla="*/ 52 h 2824"/>
                              <a:gd name="T68" fmla="*/ 128 w 1854"/>
                              <a:gd name="T69" fmla="*/ 84 h 2824"/>
                              <a:gd name="T70" fmla="*/ 137 w 1854"/>
                              <a:gd name="T71" fmla="*/ 111 h 2824"/>
                              <a:gd name="T72" fmla="*/ 144 w 1854"/>
                              <a:gd name="T73" fmla="*/ 131 h 2824"/>
                              <a:gd name="T74" fmla="*/ 152 w 1854"/>
                              <a:gd name="T75" fmla="*/ 152 h 2824"/>
                              <a:gd name="T76" fmla="*/ 160 w 1854"/>
                              <a:gd name="T77" fmla="*/ 174 h 2824"/>
                              <a:gd name="T78" fmla="*/ 170 w 1854"/>
                              <a:gd name="T79" fmla="*/ 197 h 2824"/>
                              <a:gd name="T80" fmla="*/ 180 w 1854"/>
                              <a:gd name="T81" fmla="*/ 221 h 2824"/>
                              <a:gd name="T82" fmla="*/ 180 w 1854"/>
                              <a:gd name="T83" fmla="*/ 235 h 2824"/>
                              <a:gd name="T84" fmla="*/ 169 w 1854"/>
                              <a:gd name="T85" fmla="*/ 238 h 2824"/>
                              <a:gd name="T86" fmla="*/ 158 w 1854"/>
                              <a:gd name="T87" fmla="*/ 241 h 2824"/>
                              <a:gd name="T88" fmla="*/ 149 w 1854"/>
                              <a:gd name="T89" fmla="*/ 244 h 2824"/>
                              <a:gd name="T90" fmla="*/ 144 w 1854"/>
                              <a:gd name="T91" fmla="*/ 247 h 2824"/>
                              <a:gd name="T92" fmla="*/ 138 w 1854"/>
                              <a:gd name="T93" fmla="*/ 249 h 2824"/>
                              <a:gd name="T94" fmla="*/ 132 w 1854"/>
                              <a:gd name="T95" fmla="*/ 252 h 2824"/>
                              <a:gd name="T96" fmla="*/ 126 w 1854"/>
                              <a:gd name="T97" fmla="*/ 255 h 2824"/>
                              <a:gd name="T98" fmla="*/ 120 w 1854"/>
                              <a:gd name="T99" fmla="*/ 259 h 2824"/>
                              <a:gd name="T100" fmla="*/ 114 w 1854"/>
                              <a:gd name="T101" fmla="*/ 264 h 2824"/>
                              <a:gd name="T102" fmla="*/ 108 w 1854"/>
                              <a:gd name="T103" fmla="*/ 268 h 2824"/>
                              <a:gd name="T104" fmla="*/ 102 w 1854"/>
                              <a:gd name="T105" fmla="*/ 274 h 2824"/>
                              <a:gd name="T106" fmla="*/ 96 w 1854"/>
                              <a:gd name="T107" fmla="*/ 280 h 2824"/>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w 1854"/>
                              <a:gd name="T163" fmla="*/ 0 h 2824"/>
                              <a:gd name="T164" fmla="*/ 1854 w 1854"/>
                              <a:gd name="T165" fmla="*/ 2824 h 2824"/>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T162" t="T163" r="T164" b="T165"/>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s:wsp>
                        <wps:cNvPr id="18" name="Freeform 19"/>
                        <wps:cNvSpPr>
                          <a:spLocks/>
                        </wps:cNvSpPr>
                        <wps:spPr bwMode="auto">
                          <a:xfrm>
                            <a:off x="805" y="362"/>
                            <a:ext cx="116" cy="567"/>
                          </a:xfrm>
                          <a:custGeom>
                            <a:avLst/>
                            <a:gdLst>
                              <a:gd name="T0" fmla="*/ 105 w 1160"/>
                              <a:gd name="T1" fmla="*/ 563 h 5677"/>
                              <a:gd name="T2" fmla="*/ 108 w 1160"/>
                              <a:gd name="T3" fmla="*/ 561 h 5677"/>
                              <a:gd name="T4" fmla="*/ 110 w 1160"/>
                              <a:gd name="T5" fmla="*/ 559 h 5677"/>
                              <a:gd name="T6" fmla="*/ 112 w 1160"/>
                              <a:gd name="T7" fmla="*/ 554 h 5677"/>
                              <a:gd name="T8" fmla="*/ 114 w 1160"/>
                              <a:gd name="T9" fmla="*/ 487 h 5677"/>
                              <a:gd name="T10" fmla="*/ 114 w 1160"/>
                              <a:gd name="T11" fmla="*/ 359 h 5677"/>
                              <a:gd name="T12" fmla="*/ 114 w 1160"/>
                              <a:gd name="T13" fmla="*/ 231 h 5677"/>
                              <a:gd name="T14" fmla="*/ 114 w 1160"/>
                              <a:gd name="T15" fmla="*/ 134 h 5677"/>
                              <a:gd name="T16" fmla="*/ 116 w 1160"/>
                              <a:gd name="T17" fmla="*/ 37 h 5677"/>
                              <a:gd name="T18" fmla="*/ 115 w 1160"/>
                              <a:gd name="T19" fmla="*/ 32 h 5677"/>
                              <a:gd name="T20" fmla="*/ 116 w 1160"/>
                              <a:gd name="T21" fmla="*/ 23 h 5677"/>
                              <a:gd name="T22" fmla="*/ 116 w 1160"/>
                              <a:gd name="T23" fmla="*/ 18 h 5677"/>
                              <a:gd name="T24" fmla="*/ 115 w 1160"/>
                              <a:gd name="T25" fmla="*/ 12 h 5677"/>
                              <a:gd name="T26" fmla="*/ 114 w 1160"/>
                              <a:gd name="T27" fmla="*/ 6 h 5677"/>
                              <a:gd name="T28" fmla="*/ 113 w 1160"/>
                              <a:gd name="T29" fmla="*/ 4 h 5677"/>
                              <a:gd name="T30" fmla="*/ 112 w 1160"/>
                              <a:gd name="T31" fmla="*/ 2 h 5677"/>
                              <a:gd name="T32" fmla="*/ 110 w 1160"/>
                              <a:gd name="T33" fmla="*/ 0 h 5677"/>
                              <a:gd name="T34" fmla="*/ 108 w 1160"/>
                              <a:gd name="T35" fmla="*/ 0 h 5677"/>
                              <a:gd name="T36" fmla="*/ 106 w 1160"/>
                              <a:gd name="T37" fmla="*/ 0 h 5677"/>
                              <a:gd name="T38" fmla="*/ 101 w 1160"/>
                              <a:gd name="T39" fmla="*/ 2 h 5677"/>
                              <a:gd name="T40" fmla="*/ 96 w 1160"/>
                              <a:gd name="T41" fmla="*/ 5 h 5677"/>
                              <a:gd name="T42" fmla="*/ 85 w 1160"/>
                              <a:gd name="T43" fmla="*/ 19 h 5677"/>
                              <a:gd name="T44" fmla="*/ 66 w 1160"/>
                              <a:gd name="T45" fmla="*/ 57 h 5677"/>
                              <a:gd name="T46" fmla="*/ 50 w 1160"/>
                              <a:gd name="T47" fmla="*/ 98 h 5677"/>
                              <a:gd name="T48" fmla="*/ 37 w 1160"/>
                              <a:gd name="T49" fmla="*/ 140 h 5677"/>
                              <a:gd name="T50" fmla="*/ 26 w 1160"/>
                              <a:gd name="T51" fmla="*/ 184 h 5677"/>
                              <a:gd name="T52" fmla="*/ 17 w 1160"/>
                              <a:gd name="T53" fmla="*/ 229 h 5677"/>
                              <a:gd name="T54" fmla="*/ 11 w 1160"/>
                              <a:gd name="T55" fmla="*/ 274 h 5677"/>
                              <a:gd name="T56" fmla="*/ 6 w 1160"/>
                              <a:gd name="T57" fmla="*/ 319 h 5677"/>
                              <a:gd name="T58" fmla="*/ 3 w 1160"/>
                              <a:gd name="T59" fmla="*/ 365 h 5677"/>
                              <a:gd name="T60" fmla="*/ 1 w 1160"/>
                              <a:gd name="T61" fmla="*/ 409 h 5677"/>
                              <a:gd name="T62" fmla="*/ 0 w 1160"/>
                              <a:gd name="T63" fmla="*/ 453 h 5677"/>
                              <a:gd name="T64" fmla="*/ 7 w 1160"/>
                              <a:gd name="T65" fmla="*/ 472 h 5677"/>
                              <a:gd name="T66" fmla="*/ 16 w 1160"/>
                              <a:gd name="T67" fmla="*/ 479 h 5677"/>
                              <a:gd name="T68" fmla="*/ 25 w 1160"/>
                              <a:gd name="T69" fmla="*/ 487 h 5677"/>
                              <a:gd name="T70" fmla="*/ 32 w 1160"/>
                              <a:gd name="T71" fmla="*/ 495 h 5677"/>
                              <a:gd name="T72" fmla="*/ 39 w 1160"/>
                              <a:gd name="T73" fmla="*/ 503 h 5677"/>
                              <a:gd name="T74" fmla="*/ 45 w 1160"/>
                              <a:gd name="T75" fmla="*/ 512 h 5677"/>
                              <a:gd name="T76" fmla="*/ 51 w 1160"/>
                              <a:gd name="T77" fmla="*/ 521 h 5677"/>
                              <a:gd name="T78" fmla="*/ 56 w 1160"/>
                              <a:gd name="T79" fmla="*/ 531 h 5677"/>
                              <a:gd name="T80" fmla="*/ 64 w 1160"/>
                              <a:gd name="T81" fmla="*/ 550 h 5677"/>
                              <a:gd name="T82" fmla="*/ 73 w 1160"/>
                              <a:gd name="T83" fmla="*/ 567 h 5677"/>
                              <a:gd name="T84" fmla="*/ 84 w 1160"/>
                              <a:gd name="T85" fmla="*/ 566 h 5677"/>
                              <a:gd name="T86" fmla="*/ 91 w 1160"/>
                              <a:gd name="T87" fmla="*/ 565 h 5677"/>
                              <a:gd name="T88" fmla="*/ 96 w 1160"/>
                              <a:gd name="T89" fmla="*/ 566 h 5677"/>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w 1160"/>
                              <a:gd name="T136" fmla="*/ 0 h 5677"/>
                              <a:gd name="T137" fmla="*/ 1160 w 1160"/>
                              <a:gd name="T138" fmla="*/ 5677 h 5677"/>
                            </a:gdLst>
                            <a:ahLst/>
                            <a:cxnLst>
                              <a:cxn ang="T90">
                                <a:pos x="T0" y="T1"/>
                              </a:cxn>
                              <a:cxn ang="T91">
                                <a:pos x="T2" y="T3"/>
                              </a:cxn>
                              <a:cxn ang="T92">
                                <a:pos x="T4" y="T5"/>
                              </a:cxn>
                              <a:cxn ang="T93">
                                <a:pos x="T6" y="T7"/>
                              </a:cxn>
                              <a:cxn ang="T94">
                                <a:pos x="T8" y="T9"/>
                              </a:cxn>
                              <a:cxn ang="T95">
                                <a:pos x="T10" y="T11"/>
                              </a:cxn>
                              <a:cxn ang="T96">
                                <a:pos x="T12" y="T13"/>
                              </a:cxn>
                              <a:cxn ang="T97">
                                <a:pos x="T14" y="T15"/>
                              </a:cxn>
                              <a:cxn ang="T98">
                                <a:pos x="T16" y="T17"/>
                              </a:cxn>
                              <a:cxn ang="T99">
                                <a:pos x="T18" y="T19"/>
                              </a:cxn>
                              <a:cxn ang="T100">
                                <a:pos x="T20" y="T21"/>
                              </a:cxn>
                              <a:cxn ang="T101">
                                <a:pos x="T22" y="T23"/>
                              </a:cxn>
                              <a:cxn ang="T102">
                                <a:pos x="T24" y="T25"/>
                              </a:cxn>
                              <a:cxn ang="T103">
                                <a:pos x="T26" y="T27"/>
                              </a:cxn>
                              <a:cxn ang="T104">
                                <a:pos x="T28" y="T29"/>
                              </a:cxn>
                              <a:cxn ang="T105">
                                <a:pos x="T30" y="T31"/>
                              </a:cxn>
                              <a:cxn ang="T106">
                                <a:pos x="T32" y="T33"/>
                              </a:cxn>
                              <a:cxn ang="T107">
                                <a:pos x="T34" y="T35"/>
                              </a:cxn>
                              <a:cxn ang="T108">
                                <a:pos x="T36" y="T37"/>
                              </a:cxn>
                              <a:cxn ang="T109">
                                <a:pos x="T38" y="T39"/>
                              </a:cxn>
                              <a:cxn ang="T110">
                                <a:pos x="T40" y="T41"/>
                              </a:cxn>
                              <a:cxn ang="T111">
                                <a:pos x="T42" y="T43"/>
                              </a:cxn>
                              <a:cxn ang="T112">
                                <a:pos x="T44" y="T45"/>
                              </a:cxn>
                              <a:cxn ang="T113">
                                <a:pos x="T46" y="T47"/>
                              </a:cxn>
                              <a:cxn ang="T114">
                                <a:pos x="T48" y="T49"/>
                              </a:cxn>
                              <a:cxn ang="T115">
                                <a:pos x="T50" y="T51"/>
                              </a:cxn>
                              <a:cxn ang="T116">
                                <a:pos x="T52" y="T53"/>
                              </a:cxn>
                              <a:cxn ang="T117">
                                <a:pos x="T54" y="T55"/>
                              </a:cxn>
                              <a:cxn ang="T118">
                                <a:pos x="T56" y="T57"/>
                              </a:cxn>
                              <a:cxn ang="T119">
                                <a:pos x="T58" y="T59"/>
                              </a:cxn>
                              <a:cxn ang="T120">
                                <a:pos x="T60" y="T61"/>
                              </a:cxn>
                              <a:cxn ang="T121">
                                <a:pos x="T62" y="T63"/>
                              </a:cxn>
                              <a:cxn ang="T122">
                                <a:pos x="T64" y="T65"/>
                              </a:cxn>
                              <a:cxn ang="T123">
                                <a:pos x="T66" y="T67"/>
                              </a:cxn>
                              <a:cxn ang="T124">
                                <a:pos x="T68" y="T69"/>
                              </a:cxn>
                              <a:cxn ang="T125">
                                <a:pos x="T70" y="T71"/>
                              </a:cxn>
                              <a:cxn ang="T126">
                                <a:pos x="T72" y="T73"/>
                              </a:cxn>
                              <a:cxn ang="T127">
                                <a:pos x="T74" y="T75"/>
                              </a:cxn>
                              <a:cxn ang="T128">
                                <a:pos x="T76" y="T77"/>
                              </a:cxn>
                              <a:cxn ang="T129">
                                <a:pos x="T78" y="T79"/>
                              </a:cxn>
                              <a:cxn ang="T130">
                                <a:pos x="T80" y="T81"/>
                              </a:cxn>
                              <a:cxn ang="T131">
                                <a:pos x="T82" y="T83"/>
                              </a:cxn>
                              <a:cxn ang="T132">
                                <a:pos x="T84" y="T85"/>
                              </a:cxn>
                              <a:cxn ang="T133">
                                <a:pos x="T86" y="T87"/>
                              </a:cxn>
                              <a:cxn ang="T134">
                                <a:pos x="T88" y="T89"/>
                              </a:cxn>
                            </a:cxnLst>
                            <a:rect l="T135" t="T136" r="T137" b="T138"/>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s:wsp>
                        <wps:cNvPr id="19" name="Freeform 20"/>
                        <wps:cNvSpPr>
                          <a:spLocks/>
                        </wps:cNvSpPr>
                        <wps:spPr bwMode="auto">
                          <a:xfrm>
                            <a:off x="805" y="362"/>
                            <a:ext cx="116" cy="567"/>
                          </a:xfrm>
                          <a:custGeom>
                            <a:avLst/>
                            <a:gdLst>
                              <a:gd name="T0" fmla="*/ 105 w 1160"/>
                              <a:gd name="T1" fmla="*/ 563 h 5677"/>
                              <a:gd name="T2" fmla="*/ 108 w 1160"/>
                              <a:gd name="T3" fmla="*/ 561 h 5677"/>
                              <a:gd name="T4" fmla="*/ 110 w 1160"/>
                              <a:gd name="T5" fmla="*/ 559 h 5677"/>
                              <a:gd name="T6" fmla="*/ 112 w 1160"/>
                              <a:gd name="T7" fmla="*/ 554 h 5677"/>
                              <a:gd name="T8" fmla="*/ 114 w 1160"/>
                              <a:gd name="T9" fmla="*/ 487 h 5677"/>
                              <a:gd name="T10" fmla="*/ 114 w 1160"/>
                              <a:gd name="T11" fmla="*/ 359 h 5677"/>
                              <a:gd name="T12" fmla="*/ 114 w 1160"/>
                              <a:gd name="T13" fmla="*/ 231 h 5677"/>
                              <a:gd name="T14" fmla="*/ 114 w 1160"/>
                              <a:gd name="T15" fmla="*/ 134 h 5677"/>
                              <a:gd name="T16" fmla="*/ 116 w 1160"/>
                              <a:gd name="T17" fmla="*/ 37 h 5677"/>
                              <a:gd name="T18" fmla="*/ 115 w 1160"/>
                              <a:gd name="T19" fmla="*/ 32 h 5677"/>
                              <a:gd name="T20" fmla="*/ 116 w 1160"/>
                              <a:gd name="T21" fmla="*/ 23 h 5677"/>
                              <a:gd name="T22" fmla="*/ 116 w 1160"/>
                              <a:gd name="T23" fmla="*/ 18 h 5677"/>
                              <a:gd name="T24" fmla="*/ 115 w 1160"/>
                              <a:gd name="T25" fmla="*/ 12 h 5677"/>
                              <a:gd name="T26" fmla="*/ 114 w 1160"/>
                              <a:gd name="T27" fmla="*/ 6 h 5677"/>
                              <a:gd name="T28" fmla="*/ 113 w 1160"/>
                              <a:gd name="T29" fmla="*/ 4 h 5677"/>
                              <a:gd name="T30" fmla="*/ 112 w 1160"/>
                              <a:gd name="T31" fmla="*/ 2 h 5677"/>
                              <a:gd name="T32" fmla="*/ 110 w 1160"/>
                              <a:gd name="T33" fmla="*/ 0 h 5677"/>
                              <a:gd name="T34" fmla="*/ 108 w 1160"/>
                              <a:gd name="T35" fmla="*/ 0 h 5677"/>
                              <a:gd name="T36" fmla="*/ 106 w 1160"/>
                              <a:gd name="T37" fmla="*/ 0 h 5677"/>
                              <a:gd name="T38" fmla="*/ 101 w 1160"/>
                              <a:gd name="T39" fmla="*/ 2 h 5677"/>
                              <a:gd name="T40" fmla="*/ 96 w 1160"/>
                              <a:gd name="T41" fmla="*/ 5 h 5677"/>
                              <a:gd name="T42" fmla="*/ 85 w 1160"/>
                              <a:gd name="T43" fmla="*/ 19 h 5677"/>
                              <a:gd name="T44" fmla="*/ 66 w 1160"/>
                              <a:gd name="T45" fmla="*/ 57 h 5677"/>
                              <a:gd name="T46" fmla="*/ 50 w 1160"/>
                              <a:gd name="T47" fmla="*/ 98 h 5677"/>
                              <a:gd name="T48" fmla="*/ 37 w 1160"/>
                              <a:gd name="T49" fmla="*/ 140 h 5677"/>
                              <a:gd name="T50" fmla="*/ 26 w 1160"/>
                              <a:gd name="T51" fmla="*/ 184 h 5677"/>
                              <a:gd name="T52" fmla="*/ 17 w 1160"/>
                              <a:gd name="T53" fmla="*/ 229 h 5677"/>
                              <a:gd name="T54" fmla="*/ 11 w 1160"/>
                              <a:gd name="T55" fmla="*/ 274 h 5677"/>
                              <a:gd name="T56" fmla="*/ 6 w 1160"/>
                              <a:gd name="T57" fmla="*/ 319 h 5677"/>
                              <a:gd name="T58" fmla="*/ 3 w 1160"/>
                              <a:gd name="T59" fmla="*/ 365 h 5677"/>
                              <a:gd name="T60" fmla="*/ 1 w 1160"/>
                              <a:gd name="T61" fmla="*/ 409 h 5677"/>
                              <a:gd name="T62" fmla="*/ 0 w 1160"/>
                              <a:gd name="T63" fmla="*/ 453 h 5677"/>
                              <a:gd name="T64" fmla="*/ 7 w 1160"/>
                              <a:gd name="T65" fmla="*/ 472 h 5677"/>
                              <a:gd name="T66" fmla="*/ 16 w 1160"/>
                              <a:gd name="T67" fmla="*/ 479 h 5677"/>
                              <a:gd name="T68" fmla="*/ 25 w 1160"/>
                              <a:gd name="T69" fmla="*/ 487 h 5677"/>
                              <a:gd name="T70" fmla="*/ 32 w 1160"/>
                              <a:gd name="T71" fmla="*/ 495 h 5677"/>
                              <a:gd name="T72" fmla="*/ 39 w 1160"/>
                              <a:gd name="T73" fmla="*/ 503 h 5677"/>
                              <a:gd name="T74" fmla="*/ 45 w 1160"/>
                              <a:gd name="T75" fmla="*/ 512 h 5677"/>
                              <a:gd name="T76" fmla="*/ 51 w 1160"/>
                              <a:gd name="T77" fmla="*/ 521 h 5677"/>
                              <a:gd name="T78" fmla="*/ 56 w 1160"/>
                              <a:gd name="T79" fmla="*/ 531 h 5677"/>
                              <a:gd name="T80" fmla="*/ 64 w 1160"/>
                              <a:gd name="T81" fmla="*/ 550 h 5677"/>
                              <a:gd name="T82" fmla="*/ 73 w 1160"/>
                              <a:gd name="T83" fmla="*/ 567 h 5677"/>
                              <a:gd name="T84" fmla="*/ 84 w 1160"/>
                              <a:gd name="T85" fmla="*/ 566 h 5677"/>
                              <a:gd name="T86" fmla="*/ 91 w 1160"/>
                              <a:gd name="T87" fmla="*/ 565 h 5677"/>
                              <a:gd name="T88" fmla="*/ 96 w 1160"/>
                              <a:gd name="T89" fmla="*/ 566 h 5677"/>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w 1160"/>
                              <a:gd name="T136" fmla="*/ 0 h 5677"/>
                              <a:gd name="T137" fmla="*/ 1160 w 1160"/>
                              <a:gd name="T138" fmla="*/ 5677 h 5677"/>
                            </a:gdLst>
                            <a:ahLst/>
                            <a:cxnLst>
                              <a:cxn ang="T90">
                                <a:pos x="T0" y="T1"/>
                              </a:cxn>
                              <a:cxn ang="T91">
                                <a:pos x="T2" y="T3"/>
                              </a:cxn>
                              <a:cxn ang="T92">
                                <a:pos x="T4" y="T5"/>
                              </a:cxn>
                              <a:cxn ang="T93">
                                <a:pos x="T6" y="T7"/>
                              </a:cxn>
                              <a:cxn ang="T94">
                                <a:pos x="T8" y="T9"/>
                              </a:cxn>
                              <a:cxn ang="T95">
                                <a:pos x="T10" y="T11"/>
                              </a:cxn>
                              <a:cxn ang="T96">
                                <a:pos x="T12" y="T13"/>
                              </a:cxn>
                              <a:cxn ang="T97">
                                <a:pos x="T14" y="T15"/>
                              </a:cxn>
                              <a:cxn ang="T98">
                                <a:pos x="T16" y="T17"/>
                              </a:cxn>
                              <a:cxn ang="T99">
                                <a:pos x="T18" y="T19"/>
                              </a:cxn>
                              <a:cxn ang="T100">
                                <a:pos x="T20" y="T21"/>
                              </a:cxn>
                              <a:cxn ang="T101">
                                <a:pos x="T22" y="T23"/>
                              </a:cxn>
                              <a:cxn ang="T102">
                                <a:pos x="T24" y="T25"/>
                              </a:cxn>
                              <a:cxn ang="T103">
                                <a:pos x="T26" y="T27"/>
                              </a:cxn>
                              <a:cxn ang="T104">
                                <a:pos x="T28" y="T29"/>
                              </a:cxn>
                              <a:cxn ang="T105">
                                <a:pos x="T30" y="T31"/>
                              </a:cxn>
                              <a:cxn ang="T106">
                                <a:pos x="T32" y="T33"/>
                              </a:cxn>
                              <a:cxn ang="T107">
                                <a:pos x="T34" y="T35"/>
                              </a:cxn>
                              <a:cxn ang="T108">
                                <a:pos x="T36" y="T37"/>
                              </a:cxn>
                              <a:cxn ang="T109">
                                <a:pos x="T38" y="T39"/>
                              </a:cxn>
                              <a:cxn ang="T110">
                                <a:pos x="T40" y="T41"/>
                              </a:cxn>
                              <a:cxn ang="T111">
                                <a:pos x="T42" y="T43"/>
                              </a:cxn>
                              <a:cxn ang="T112">
                                <a:pos x="T44" y="T45"/>
                              </a:cxn>
                              <a:cxn ang="T113">
                                <a:pos x="T46" y="T47"/>
                              </a:cxn>
                              <a:cxn ang="T114">
                                <a:pos x="T48" y="T49"/>
                              </a:cxn>
                              <a:cxn ang="T115">
                                <a:pos x="T50" y="T51"/>
                              </a:cxn>
                              <a:cxn ang="T116">
                                <a:pos x="T52" y="T53"/>
                              </a:cxn>
                              <a:cxn ang="T117">
                                <a:pos x="T54" y="T55"/>
                              </a:cxn>
                              <a:cxn ang="T118">
                                <a:pos x="T56" y="T57"/>
                              </a:cxn>
                              <a:cxn ang="T119">
                                <a:pos x="T58" y="T59"/>
                              </a:cxn>
                              <a:cxn ang="T120">
                                <a:pos x="T60" y="T61"/>
                              </a:cxn>
                              <a:cxn ang="T121">
                                <a:pos x="T62" y="T63"/>
                              </a:cxn>
                              <a:cxn ang="T122">
                                <a:pos x="T64" y="T65"/>
                              </a:cxn>
                              <a:cxn ang="T123">
                                <a:pos x="T66" y="T67"/>
                              </a:cxn>
                              <a:cxn ang="T124">
                                <a:pos x="T68" y="T69"/>
                              </a:cxn>
                              <a:cxn ang="T125">
                                <a:pos x="T70" y="T71"/>
                              </a:cxn>
                              <a:cxn ang="T126">
                                <a:pos x="T72" y="T73"/>
                              </a:cxn>
                              <a:cxn ang="T127">
                                <a:pos x="T74" y="T75"/>
                              </a:cxn>
                              <a:cxn ang="T128">
                                <a:pos x="T76" y="T77"/>
                              </a:cxn>
                              <a:cxn ang="T129">
                                <a:pos x="T78" y="T79"/>
                              </a:cxn>
                              <a:cxn ang="T130">
                                <a:pos x="T80" y="T81"/>
                              </a:cxn>
                              <a:cxn ang="T131">
                                <a:pos x="T82" y="T83"/>
                              </a:cxn>
                              <a:cxn ang="T132">
                                <a:pos x="T84" y="T85"/>
                              </a:cxn>
                              <a:cxn ang="T133">
                                <a:pos x="T86" y="T87"/>
                              </a:cxn>
                              <a:cxn ang="T134">
                                <a:pos x="T88" y="T89"/>
                              </a:cxn>
                            </a:cxnLst>
                            <a:rect l="T135" t="T136" r="T137" b="T138"/>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s:wsp>
                        <wps:cNvPr id="20" name="Freeform 21"/>
                        <wps:cNvSpPr>
                          <a:spLocks/>
                        </wps:cNvSpPr>
                        <wps:spPr bwMode="auto">
                          <a:xfrm>
                            <a:off x="221" y="362"/>
                            <a:ext cx="116" cy="568"/>
                          </a:xfrm>
                          <a:custGeom>
                            <a:avLst/>
                            <a:gdLst>
                              <a:gd name="T0" fmla="*/ 11 w 1160"/>
                              <a:gd name="T1" fmla="*/ 564 h 5676"/>
                              <a:gd name="T2" fmla="*/ 8 w 1160"/>
                              <a:gd name="T3" fmla="*/ 562 h 5676"/>
                              <a:gd name="T4" fmla="*/ 6 w 1160"/>
                              <a:gd name="T5" fmla="*/ 560 h 5676"/>
                              <a:gd name="T6" fmla="*/ 4 w 1160"/>
                              <a:gd name="T7" fmla="*/ 555 h 5676"/>
                              <a:gd name="T8" fmla="*/ 2 w 1160"/>
                              <a:gd name="T9" fmla="*/ 488 h 5676"/>
                              <a:gd name="T10" fmla="*/ 2 w 1160"/>
                              <a:gd name="T11" fmla="*/ 360 h 5676"/>
                              <a:gd name="T12" fmla="*/ 2 w 1160"/>
                              <a:gd name="T13" fmla="*/ 231 h 5676"/>
                              <a:gd name="T14" fmla="*/ 2 w 1160"/>
                              <a:gd name="T15" fmla="*/ 134 h 5676"/>
                              <a:gd name="T16" fmla="*/ 0 w 1160"/>
                              <a:gd name="T17" fmla="*/ 37 h 5676"/>
                              <a:gd name="T18" fmla="*/ 1 w 1160"/>
                              <a:gd name="T19" fmla="*/ 32 h 5676"/>
                              <a:gd name="T20" fmla="*/ 0 w 1160"/>
                              <a:gd name="T21" fmla="*/ 23 h 5676"/>
                              <a:gd name="T22" fmla="*/ 0 w 1160"/>
                              <a:gd name="T23" fmla="*/ 17 h 5676"/>
                              <a:gd name="T24" fmla="*/ 1 w 1160"/>
                              <a:gd name="T25" fmla="*/ 12 h 5676"/>
                              <a:gd name="T26" fmla="*/ 2 w 1160"/>
                              <a:gd name="T27" fmla="*/ 6 h 5676"/>
                              <a:gd name="T28" fmla="*/ 3 w 1160"/>
                              <a:gd name="T29" fmla="*/ 4 h 5676"/>
                              <a:gd name="T30" fmla="*/ 4 w 1160"/>
                              <a:gd name="T31" fmla="*/ 2 h 5676"/>
                              <a:gd name="T32" fmla="*/ 6 w 1160"/>
                              <a:gd name="T33" fmla="*/ 0 h 5676"/>
                              <a:gd name="T34" fmla="*/ 8 w 1160"/>
                              <a:gd name="T35" fmla="*/ 0 h 5676"/>
                              <a:gd name="T36" fmla="*/ 10 w 1160"/>
                              <a:gd name="T37" fmla="*/ 0 h 5676"/>
                              <a:gd name="T38" fmla="*/ 15 w 1160"/>
                              <a:gd name="T39" fmla="*/ 2 h 5676"/>
                              <a:gd name="T40" fmla="*/ 20 w 1160"/>
                              <a:gd name="T41" fmla="*/ 5 h 5676"/>
                              <a:gd name="T42" fmla="*/ 31 w 1160"/>
                              <a:gd name="T43" fmla="*/ 19 h 5676"/>
                              <a:gd name="T44" fmla="*/ 50 w 1160"/>
                              <a:gd name="T45" fmla="*/ 57 h 5676"/>
                              <a:gd name="T46" fmla="*/ 66 w 1160"/>
                              <a:gd name="T47" fmla="*/ 98 h 5676"/>
                              <a:gd name="T48" fmla="*/ 79 w 1160"/>
                              <a:gd name="T49" fmla="*/ 140 h 5676"/>
                              <a:gd name="T50" fmla="*/ 90 w 1160"/>
                              <a:gd name="T51" fmla="*/ 184 h 5676"/>
                              <a:gd name="T52" fmla="*/ 99 w 1160"/>
                              <a:gd name="T53" fmla="*/ 229 h 5676"/>
                              <a:gd name="T54" fmla="*/ 105 w 1160"/>
                              <a:gd name="T55" fmla="*/ 274 h 5676"/>
                              <a:gd name="T56" fmla="*/ 110 w 1160"/>
                              <a:gd name="T57" fmla="*/ 320 h 5676"/>
                              <a:gd name="T58" fmla="*/ 113 w 1160"/>
                              <a:gd name="T59" fmla="*/ 365 h 5676"/>
                              <a:gd name="T60" fmla="*/ 115 w 1160"/>
                              <a:gd name="T61" fmla="*/ 410 h 5676"/>
                              <a:gd name="T62" fmla="*/ 116 w 1160"/>
                              <a:gd name="T63" fmla="*/ 454 h 5676"/>
                              <a:gd name="T64" fmla="*/ 109 w 1160"/>
                              <a:gd name="T65" fmla="*/ 473 h 5676"/>
                              <a:gd name="T66" fmla="*/ 100 w 1160"/>
                              <a:gd name="T67" fmla="*/ 480 h 5676"/>
                              <a:gd name="T68" fmla="*/ 91 w 1160"/>
                              <a:gd name="T69" fmla="*/ 488 h 5676"/>
                              <a:gd name="T70" fmla="*/ 84 w 1160"/>
                              <a:gd name="T71" fmla="*/ 496 h 5676"/>
                              <a:gd name="T72" fmla="*/ 77 w 1160"/>
                              <a:gd name="T73" fmla="*/ 504 h 5676"/>
                              <a:gd name="T74" fmla="*/ 71 w 1160"/>
                              <a:gd name="T75" fmla="*/ 513 h 5676"/>
                              <a:gd name="T76" fmla="*/ 65 w 1160"/>
                              <a:gd name="T77" fmla="*/ 522 h 5676"/>
                              <a:gd name="T78" fmla="*/ 60 w 1160"/>
                              <a:gd name="T79" fmla="*/ 532 h 5676"/>
                              <a:gd name="T80" fmla="*/ 55 w 1160"/>
                              <a:gd name="T81" fmla="*/ 543 h 5676"/>
                              <a:gd name="T82" fmla="*/ 49 w 1160"/>
                              <a:gd name="T83" fmla="*/ 559 h 5676"/>
                              <a:gd name="T84" fmla="*/ 40 w 1160"/>
                              <a:gd name="T85" fmla="*/ 568 h 5676"/>
                              <a:gd name="T86" fmla="*/ 30 w 1160"/>
                              <a:gd name="T87" fmla="*/ 566 h 5676"/>
                              <a:gd name="T88" fmla="*/ 23 w 1160"/>
                              <a:gd name="T89" fmla="*/ 566 h 5676"/>
                              <a:gd name="T90" fmla="*/ 18 w 1160"/>
                              <a:gd name="T91" fmla="*/ 567 h 567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w 1160"/>
                              <a:gd name="T139" fmla="*/ 0 h 5676"/>
                              <a:gd name="T140" fmla="*/ 1160 w 1160"/>
                              <a:gd name="T141" fmla="*/ 5676 h 567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T138" t="T139" r="T140" b="T141"/>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s:wsp>
                        <wps:cNvPr id="21" name="Freeform 22"/>
                        <wps:cNvSpPr>
                          <a:spLocks/>
                        </wps:cNvSpPr>
                        <wps:spPr bwMode="auto">
                          <a:xfrm>
                            <a:off x="221" y="362"/>
                            <a:ext cx="116" cy="568"/>
                          </a:xfrm>
                          <a:custGeom>
                            <a:avLst/>
                            <a:gdLst>
                              <a:gd name="T0" fmla="*/ 11 w 1160"/>
                              <a:gd name="T1" fmla="*/ 564 h 5676"/>
                              <a:gd name="T2" fmla="*/ 8 w 1160"/>
                              <a:gd name="T3" fmla="*/ 562 h 5676"/>
                              <a:gd name="T4" fmla="*/ 6 w 1160"/>
                              <a:gd name="T5" fmla="*/ 560 h 5676"/>
                              <a:gd name="T6" fmla="*/ 4 w 1160"/>
                              <a:gd name="T7" fmla="*/ 555 h 5676"/>
                              <a:gd name="T8" fmla="*/ 2 w 1160"/>
                              <a:gd name="T9" fmla="*/ 488 h 5676"/>
                              <a:gd name="T10" fmla="*/ 2 w 1160"/>
                              <a:gd name="T11" fmla="*/ 360 h 5676"/>
                              <a:gd name="T12" fmla="*/ 2 w 1160"/>
                              <a:gd name="T13" fmla="*/ 231 h 5676"/>
                              <a:gd name="T14" fmla="*/ 2 w 1160"/>
                              <a:gd name="T15" fmla="*/ 134 h 5676"/>
                              <a:gd name="T16" fmla="*/ 0 w 1160"/>
                              <a:gd name="T17" fmla="*/ 37 h 5676"/>
                              <a:gd name="T18" fmla="*/ 1 w 1160"/>
                              <a:gd name="T19" fmla="*/ 32 h 5676"/>
                              <a:gd name="T20" fmla="*/ 0 w 1160"/>
                              <a:gd name="T21" fmla="*/ 23 h 5676"/>
                              <a:gd name="T22" fmla="*/ 0 w 1160"/>
                              <a:gd name="T23" fmla="*/ 17 h 5676"/>
                              <a:gd name="T24" fmla="*/ 1 w 1160"/>
                              <a:gd name="T25" fmla="*/ 12 h 5676"/>
                              <a:gd name="T26" fmla="*/ 2 w 1160"/>
                              <a:gd name="T27" fmla="*/ 6 h 5676"/>
                              <a:gd name="T28" fmla="*/ 3 w 1160"/>
                              <a:gd name="T29" fmla="*/ 4 h 5676"/>
                              <a:gd name="T30" fmla="*/ 4 w 1160"/>
                              <a:gd name="T31" fmla="*/ 2 h 5676"/>
                              <a:gd name="T32" fmla="*/ 6 w 1160"/>
                              <a:gd name="T33" fmla="*/ 0 h 5676"/>
                              <a:gd name="T34" fmla="*/ 8 w 1160"/>
                              <a:gd name="T35" fmla="*/ 0 h 5676"/>
                              <a:gd name="T36" fmla="*/ 10 w 1160"/>
                              <a:gd name="T37" fmla="*/ 0 h 5676"/>
                              <a:gd name="T38" fmla="*/ 15 w 1160"/>
                              <a:gd name="T39" fmla="*/ 2 h 5676"/>
                              <a:gd name="T40" fmla="*/ 20 w 1160"/>
                              <a:gd name="T41" fmla="*/ 5 h 5676"/>
                              <a:gd name="T42" fmla="*/ 31 w 1160"/>
                              <a:gd name="T43" fmla="*/ 19 h 5676"/>
                              <a:gd name="T44" fmla="*/ 50 w 1160"/>
                              <a:gd name="T45" fmla="*/ 57 h 5676"/>
                              <a:gd name="T46" fmla="*/ 66 w 1160"/>
                              <a:gd name="T47" fmla="*/ 98 h 5676"/>
                              <a:gd name="T48" fmla="*/ 79 w 1160"/>
                              <a:gd name="T49" fmla="*/ 140 h 5676"/>
                              <a:gd name="T50" fmla="*/ 90 w 1160"/>
                              <a:gd name="T51" fmla="*/ 184 h 5676"/>
                              <a:gd name="T52" fmla="*/ 99 w 1160"/>
                              <a:gd name="T53" fmla="*/ 229 h 5676"/>
                              <a:gd name="T54" fmla="*/ 105 w 1160"/>
                              <a:gd name="T55" fmla="*/ 274 h 5676"/>
                              <a:gd name="T56" fmla="*/ 110 w 1160"/>
                              <a:gd name="T57" fmla="*/ 320 h 5676"/>
                              <a:gd name="T58" fmla="*/ 113 w 1160"/>
                              <a:gd name="T59" fmla="*/ 365 h 5676"/>
                              <a:gd name="T60" fmla="*/ 115 w 1160"/>
                              <a:gd name="T61" fmla="*/ 410 h 5676"/>
                              <a:gd name="T62" fmla="*/ 116 w 1160"/>
                              <a:gd name="T63" fmla="*/ 454 h 5676"/>
                              <a:gd name="T64" fmla="*/ 109 w 1160"/>
                              <a:gd name="T65" fmla="*/ 473 h 5676"/>
                              <a:gd name="T66" fmla="*/ 100 w 1160"/>
                              <a:gd name="T67" fmla="*/ 480 h 5676"/>
                              <a:gd name="T68" fmla="*/ 91 w 1160"/>
                              <a:gd name="T69" fmla="*/ 488 h 5676"/>
                              <a:gd name="T70" fmla="*/ 84 w 1160"/>
                              <a:gd name="T71" fmla="*/ 496 h 5676"/>
                              <a:gd name="T72" fmla="*/ 77 w 1160"/>
                              <a:gd name="T73" fmla="*/ 504 h 5676"/>
                              <a:gd name="T74" fmla="*/ 71 w 1160"/>
                              <a:gd name="T75" fmla="*/ 513 h 5676"/>
                              <a:gd name="T76" fmla="*/ 65 w 1160"/>
                              <a:gd name="T77" fmla="*/ 522 h 5676"/>
                              <a:gd name="T78" fmla="*/ 60 w 1160"/>
                              <a:gd name="T79" fmla="*/ 532 h 5676"/>
                              <a:gd name="T80" fmla="*/ 55 w 1160"/>
                              <a:gd name="T81" fmla="*/ 543 h 5676"/>
                              <a:gd name="T82" fmla="*/ 49 w 1160"/>
                              <a:gd name="T83" fmla="*/ 559 h 5676"/>
                              <a:gd name="T84" fmla="*/ 40 w 1160"/>
                              <a:gd name="T85" fmla="*/ 568 h 5676"/>
                              <a:gd name="T86" fmla="*/ 30 w 1160"/>
                              <a:gd name="T87" fmla="*/ 566 h 5676"/>
                              <a:gd name="T88" fmla="*/ 23 w 1160"/>
                              <a:gd name="T89" fmla="*/ 566 h 5676"/>
                              <a:gd name="T90" fmla="*/ 18 w 1160"/>
                              <a:gd name="T91" fmla="*/ 567 h 567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w 1160"/>
                              <a:gd name="T139" fmla="*/ 0 h 5676"/>
                              <a:gd name="T140" fmla="*/ 1160 w 1160"/>
                              <a:gd name="T141" fmla="*/ 5676 h 567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T138" t="T139" r="T140" b="T141"/>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s:wsp>
                        <wps:cNvPr id="22"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s:wsp>
                        <wps:cNvPr id="23" name="Freeform 24"/>
                        <wps:cNvSpPr>
                          <a:spLocks/>
                        </wps:cNvSpPr>
                        <wps:spPr bwMode="auto">
                          <a:xfrm>
                            <a:off x="0" y="1178"/>
                            <a:ext cx="40" cy="163"/>
                          </a:xfrm>
                          <a:custGeom>
                            <a:avLst/>
                            <a:gdLst>
                              <a:gd name="T0" fmla="*/ 40 w 400"/>
                              <a:gd name="T1" fmla="*/ 161 h 1632"/>
                              <a:gd name="T2" fmla="*/ 40 w 400"/>
                              <a:gd name="T3" fmla="*/ 162 h 1632"/>
                              <a:gd name="T4" fmla="*/ 40 w 400"/>
                              <a:gd name="T5" fmla="*/ 0 h 1632"/>
                              <a:gd name="T6" fmla="*/ 0 w 400"/>
                              <a:gd name="T7" fmla="*/ 0 h 1632"/>
                              <a:gd name="T8" fmla="*/ 0 w 400"/>
                              <a:gd name="T9" fmla="*/ 162 h 1632"/>
                              <a:gd name="T10" fmla="*/ 0 w 400"/>
                              <a:gd name="T11" fmla="*/ 163 h 1632"/>
                              <a:gd name="T12" fmla="*/ 0 w 400"/>
                              <a:gd name="T13" fmla="*/ 162 h 1632"/>
                              <a:gd name="T14" fmla="*/ 0 w 400"/>
                              <a:gd name="T15" fmla="*/ 163 h 1632"/>
                              <a:gd name="T16" fmla="*/ 0 w 400"/>
                              <a:gd name="T17" fmla="*/ 163 h 1632"/>
                              <a:gd name="T18" fmla="*/ 40 w 400"/>
                              <a:gd name="T19" fmla="*/ 161 h 163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 name="T30" fmla="*/ 0 w 400"/>
                              <a:gd name="T31" fmla="*/ 0 h 1632"/>
                              <a:gd name="T32" fmla="*/ 400 w 400"/>
                              <a:gd name="T33" fmla="*/ 1632 h 1632"/>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T30" t="T31" r="T32" b="T33"/>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s:wsp>
                        <wps:cNvPr id="24" name="Freeform 25"/>
                        <wps:cNvSpPr>
                          <a:spLocks/>
                        </wps:cNvSpPr>
                        <wps:spPr bwMode="auto">
                          <a:xfrm>
                            <a:off x="0" y="1339"/>
                            <a:ext cx="175" cy="210"/>
                          </a:xfrm>
                          <a:custGeom>
                            <a:avLst/>
                            <a:gdLst>
                              <a:gd name="T0" fmla="*/ 171 w 1748"/>
                              <a:gd name="T1" fmla="*/ 171 h 2097"/>
                              <a:gd name="T2" fmla="*/ 162 w 1748"/>
                              <a:gd name="T3" fmla="*/ 167 h 2097"/>
                              <a:gd name="T4" fmla="*/ 152 w 1748"/>
                              <a:gd name="T5" fmla="*/ 162 h 2097"/>
                              <a:gd name="T6" fmla="*/ 143 w 1748"/>
                              <a:gd name="T7" fmla="*/ 157 h 2097"/>
                              <a:gd name="T8" fmla="*/ 134 w 1748"/>
                              <a:gd name="T9" fmla="*/ 151 h 2097"/>
                              <a:gd name="T10" fmla="*/ 125 w 1748"/>
                              <a:gd name="T11" fmla="*/ 144 h 2097"/>
                              <a:gd name="T12" fmla="*/ 116 w 1748"/>
                              <a:gd name="T13" fmla="*/ 137 h 2097"/>
                              <a:gd name="T14" fmla="*/ 108 w 1748"/>
                              <a:gd name="T15" fmla="*/ 130 h 2097"/>
                              <a:gd name="T16" fmla="*/ 100 w 1748"/>
                              <a:gd name="T17" fmla="*/ 122 h 2097"/>
                              <a:gd name="T18" fmla="*/ 92 w 1748"/>
                              <a:gd name="T19" fmla="*/ 114 h 2097"/>
                              <a:gd name="T20" fmla="*/ 84 w 1748"/>
                              <a:gd name="T21" fmla="*/ 106 h 2097"/>
                              <a:gd name="T22" fmla="*/ 78 w 1748"/>
                              <a:gd name="T23" fmla="*/ 97 h 2097"/>
                              <a:gd name="T24" fmla="*/ 71 w 1748"/>
                              <a:gd name="T25" fmla="*/ 88 h 2097"/>
                              <a:gd name="T26" fmla="*/ 65 w 1748"/>
                              <a:gd name="T27" fmla="*/ 78 h 2097"/>
                              <a:gd name="T28" fmla="*/ 60 w 1748"/>
                              <a:gd name="T29" fmla="*/ 69 h 2097"/>
                              <a:gd name="T30" fmla="*/ 55 w 1748"/>
                              <a:gd name="T31" fmla="*/ 59 h 2097"/>
                              <a:gd name="T32" fmla="*/ 51 w 1748"/>
                              <a:gd name="T33" fmla="*/ 49 h 2097"/>
                              <a:gd name="T34" fmla="*/ 47 w 1748"/>
                              <a:gd name="T35" fmla="*/ 39 h 2097"/>
                              <a:gd name="T36" fmla="*/ 45 w 1748"/>
                              <a:gd name="T37" fmla="*/ 30 h 2097"/>
                              <a:gd name="T38" fmla="*/ 42 w 1748"/>
                              <a:gd name="T39" fmla="*/ 20 h 2097"/>
                              <a:gd name="T40" fmla="*/ 41 w 1748"/>
                              <a:gd name="T41" fmla="*/ 10 h 2097"/>
                              <a:gd name="T42" fmla="*/ 40 w 1748"/>
                              <a:gd name="T43" fmla="*/ 0 h 2097"/>
                              <a:gd name="T44" fmla="*/ 1 w 1748"/>
                              <a:gd name="T45" fmla="*/ 10 h 2097"/>
                              <a:gd name="T46" fmla="*/ 2 w 1748"/>
                              <a:gd name="T47" fmla="*/ 23 h 2097"/>
                              <a:gd name="T48" fmla="*/ 5 w 1748"/>
                              <a:gd name="T49" fmla="*/ 35 h 2097"/>
                              <a:gd name="T50" fmla="*/ 8 w 1748"/>
                              <a:gd name="T51" fmla="*/ 48 h 2097"/>
                              <a:gd name="T52" fmla="*/ 12 w 1748"/>
                              <a:gd name="T53" fmla="*/ 60 h 2097"/>
                              <a:gd name="T54" fmla="*/ 17 w 1748"/>
                              <a:gd name="T55" fmla="*/ 72 h 2097"/>
                              <a:gd name="T56" fmla="*/ 23 w 1748"/>
                              <a:gd name="T57" fmla="*/ 84 h 2097"/>
                              <a:gd name="T58" fmla="*/ 29 w 1748"/>
                              <a:gd name="T59" fmla="*/ 95 h 2097"/>
                              <a:gd name="T60" fmla="*/ 36 w 1748"/>
                              <a:gd name="T61" fmla="*/ 106 h 2097"/>
                              <a:gd name="T62" fmla="*/ 43 w 1748"/>
                              <a:gd name="T63" fmla="*/ 117 h 2097"/>
                              <a:gd name="T64" fmla="*/ 51 w 1748"/>
                              <a:gd name="T65" fmla="*/ 127 h 2097"/>
                              <a:gd name="T66" fmla="*/ 59 w 1748"/>
                              <a:gd name="T67" fmla="*/ 137 h 2097"/>
                              <a:gd name="T68" fmla="*/ 68 w 1748"/>
                              <a:gd name="T69" fmla="*/ 147 h 2097"/>
                              <a:gd name="T70" fmla="*/ 77 w 1748"/>
                              <a:gd name="T71" fmla="*/ 156 h 2097"/>
                              <a:gd name="T72" fmla="*/ 87 w 1748"/>
                              <a:gd name="T73" fmla="*/ 165 h 2097"/>
                              <a:gd name="T74" fmla="*/ 97 w 1748"/>
                              <a:gd name="T75" fmla="*/ 173 h 2097"/>
                              <a:gd name="T76" fmla="*/ 108 w 1748"/>
                              <a:gd name="T77" fmla="*/ 181 h 2097"/>
                              <a:gd name="T78" fmla="*/ 118 w 1748"/>
                              <a:gd name="T79" fmla="*/ 188 h 2097"/>
                              <a:gd name="T80" fmla="*/ 130 w 1748"/>
                              <a:gd name="T81" fmla="*/ 195 h 2097"/>
                              <a:gd name="T82" fmla="*/ 141 w 1748"/>
                              <a:gd name="T83" fmla="*/ 201 h 2097"/>
                              <a:gd name="T84" fmla="*/ 152 w 1748"/>
                              <a:gd name="T85" fmla="*/ 207 h 2097"/>
                              <a:gd name="T86" fmla="*/ 160 w 1748"/>
                              <a:gd name="T87" fmla="*/ 210 h 2097"/>
                              <a:gd name="T88" fmla="*/ 175 w 1748"/>
                              <a:gd name="T89" fmla="*/ 173 h 2097"/>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w 1748"/>
                              <a:gd name="T136" fmla="*/ 0 h 2097"/>
                              <a:gd name="T137" fmla="*/ 1748 w 1748"/>
                              <a:gd name="T138" fmla="*/ 2097 h 2097"/>
                            </a:gdLst>
                            <a:ahLst/>
                            <a:cxnLst>
                              <a:cxn ang="T90">
                                <a:pos x="T0" y="T1"/>
                              </a:cxn>
                              <a:cxn ang="T91">
                                <a:pos x="T2" y="T3"/>
                              </a:cxn>
                              <a:cxn ang="T92">
                                <a:pos x="T4" y="T5"/>
                              </a:cxn>
                              <a:cxn ang="T93">
                                <a:pos x="T6" y="T7"/>
                              </a:cxn>
                              <a:cxn ang="T94">
                                <a:pos x="T8" y="T9"/>
                              </a:cxn>
                              <a:cxn ang="T95">
                                <a:pos x="T10" y="T11"/>
                              </a:cxn>
                              <a:cxn ang="T96">
                                <a:pos x="T12" y="T13"/>
                              </a:cxn>
                              <a:cxn ang="T97">
                                <a:pos x="T14" y="T15"/>
                              </a:cxn>
                              <a:cxn ang="T98">
                                <a:pos x="T16" y="T17"/>
                              </a:cxn>
                              <a:cxn ang="T99">
                                <a:pos x="T18" y="T19"/>
                              </a:cxn>
                              <a:cxn ang="T100">
                                <a:pos x="T20" y="T21"/>
                              </a:cxn>
                              <a:cxn ang="T101">
                                <a:pos x="T22" y="T23"/>
                              </a:cxn>
                              <a:cxn ang="T102">
                                <a:pos x="T24" y="T25"/>
                              </a:cxn>
                              <a:cxn ang="T103">
                                <a:pos x="T26" y="T27"/>
                              </a:cxn>
                              <a:cxn ang="T104">
                                <a:pos x="T28" y="T29"/>
                              </a:cxn>
                              <a:cxn ang="T105">
                                <a:pos x="T30" y="T31"/>
                              </a:cxn>
                              <a:cxn ang="T106">
                                <a:pos x="T32" y="T33"/>
                              </a:cxn>
                              <a:cxn ang="T107">
                                <a:pos x="T34" y="T35"/>
                              </a:cxn>
                              <a:cxn ang="T108">
                                <a:pos x="T36" y="T37"/>
                              </a:cxn>
                              <a:cxn ang="T109">
                                <a:pos x="T38" y="T39"/>
                              </a:cxn>
                              <a:cxn ang="T110">
                                <a:pos x="T40" y="T41"/>
                              </a:cxn>
                              <a:cxn ang="T111">
                                <a:pos x="T42" y="T43"/>
                              </a:cxn>
                              <a:cxn ang="T112">
                                <a:pos x="T44" y="T45"/>
                              </a:cxn>
                              <a:cxn ang="T113">
                                <a:pos x="T46" y="T47"/>
                              </a:cxn>
                              <a:cxn ang="T114">
                                <a:pos x="T48" y="T49"/>
                              </a:cxn>
                              <a:cxn ang="T115">
                                <a:pos x="T50" y="T51"/>
                              </a:cxn>
                              <a:cxn ang="T116">
                                <a:pos x="T52" y="T53"/>
                              </a:cxn>
                              <a:cxn ang="T117">
                                <a:pos x="T54" y="T55"/>
                              </a:cxn>
                              <a:cxn ang="T118">
                                <a:pos x="T56" y="T57"/>
                              </a:cxn>
                              <a:cxn ang="T119">
                                <a:pos x="T58" y="T59"/>
                              </a:cxn>
                              <a:cxn ang="T120">
                                <a:pos x="T60" y="T61"/>
                              </a:cxn>
                              <a:cxn ang="T121">
                                <a:pos x="T62" y="T63"/>
                              </a:cxn>
                              <a:cxn ang="T122">
                                <a:pos x="T64" y="T65"/>
                              </a:cxn>
                              <a:cxn ang="T123">
                                <a:pos x="T66" y="T67"/>
                              </a:cxn>
                              <a:cxn ang="T124">
                                <a:pos x="T68" y="T69"/>
                              </a:cxn>
                              <a:cxn ang="T125">
                                <a:pos x="T70" y="T71"/>
                              </a:cxn>
                              <a:cxn ang="T126">
                                <a:pos x="T72" y="T73"/>
                              </a:cxn>
                              <a:cxn ang="T127">
                                <a:pos x="T74" y="T75"/>
                              </a:cxn>
                              <a:cxn ang="T128">
                                <a:pos x="T76" y="T77"/>
                              </a:cxn>
                              <a:cxn ang="T129">
                                <a:pos x="T78" y="T79"/>
                              </a:cxn>
                              <a:cxn ang="T130">
                                <a:pos x="T80" y="T81"/>
                              </a:cxn>
                              <a:cxn ang="T131">
                                <a:pos x="T82" y="T83"/>
                              </a:cxn>
                              <a:cxn ang="T132">
                                <a:pos x="T84" y="T85"/>
                              </a:cxn>
                              <a:cxn ang="T133">
                                <a:pos x="T86" y="T87"/>
                              </a:cxn>
                              <a:cxn ang="T134">
                                <a:pos x="T88" y="T89"/>
                              </a:cxn>
                            </a:cxnLst>
                            <a:rect l="T135" t="T136" r="T137" b="T138"/>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s:wsp>
                        <wps:cNvPr id="25" name="Freeform 26"/>
                        <wps:cNvSpPr>
                          <a:spLocks/>
                        </wps:cNvSpPr>
                        <wps:spPr bwMode="auto">
                          <a:xfrm>
                            <a:off x="160" y="1512"/>
                            <a:ext cx="419" cy="206"/>
                          </a:xfrm>
                          <a:custGeom>
                            <a:avLst/>
                            <a:gdLst>
                              <a:gd name="T0" fmla="*/ 404 w 4190"/>
                              <a:gd name="T1" fmla="*/ 166 h 2060"/>
                              <a:gd name="T2" fmla="*/ 419 w 4190"/>
                              <a:gd name="T3" fmla="*/ 166 h 2060"/>
                              <a:gd name="T4" fmla="*/ 15 w 4190"/>
                              <a:gd name="T5" fmla="*/ 0 h 2060"/>
                              <a:gd name="T6" fmla="*/ 0 w 4190"/>
                              <a:gd name="T7" fmla="*/ 37 h 2060"/>
                              <a:gd name="T8" fmla="*/ 404 w 4190"/>
                              <a:gd name="T9" fmla="*/ 203 h 2060"/>
                              <a:gd name="T10" fmla="*/ 419 w 4190"/>
                              <a:gd name="T11" fmla="*/ 203 h 2060"/>
                              <a:gd name="T12" fmla="*/ 404 w 4190"/>
                              <a:gd name="T13" fmla="*/ 203 h 2060"/>
                              <a:gd name="T14" fmla="*/ 412 w 4190"/>
                              <a:gd name="T15" fmla="*/ 206 h 2060"/>
                              <a:gd name="T16" fmla="*/ 419 w 4190"/>
                              <a:gd name="T17" fmla="*/ 203 h 2060"/>
                              <a:gd name="T18" fmla="*/ 404 w 4190"/>
                              <a:gd name="T19" fmla="*/ 166 h 2060"/>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 name="T30" fmla="*/ 0 w 4190"/>
                              <a:gd name="T31" fmla="*/ 0 h 2060"/>
                              <a:gd name="T32" fmla="*/ 4190 w 4190"/>
                              <a:gd name="T33" fmla="*/ 2060 h 2060"/>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T30" t="T31" r="T32" b="T33"/>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s:wsp>
                        <wps:cNvPr id="26" name="Freeform 27"/>
                        <wps:cNvSpPr>
                          <a:spLocks/>
                        </wps:cNvSpPr>
                        <wps:spPr bwMode="auto">
                          <a:xfrm>
                            <a:off x="563" y="1512"/>
                            <a:ext cx="419" cy="203"/>
                          </a:xfrm>
                          <a:custGeom>
                            <a:avLst/>
                            <a:gdLst>
                              <a:gd name="T0" fmla="*/ 404 w 4190"/>
                              <a:gd name="T1" fmla="*/ 0 h 2031"/>
                              <a:gd name="T2" fmla="*/ 404 w 4190"/>
                              <a:gd name="T3" fmla="*/ 0 h 2031"/>
                              <a:gd name="T4" fmla="*/ 0 w 4190"/>
                              <a:gd name="T5" fmla="*/ 166 h 2031"/>
                              <a:gd name="T6" fmla="*/ 15 w 4190"/>
                              <a:gd name="T7" fmla="*/ 203 h 2031"/>
                              <a:gd name="T8" fmla="*/ 419 w 4190"/>
                              <a:gd name="T9" fmla="*/ 37 h 2031"/>
                              <a:gd name="T10" fmla="*/ 419 w 4190"/>
                              <a:gd name="T11" fmla="*/ 37 h 2031"/>
                              <a:gd name="T12" fmla="*/ 404 w 4190"/>
                              <a:gd name="T13" fmla="*/ 0 h 2031"/>
                              <a:gd name="T14" fmla="*/ 404 w 4190"/>
                              <a:gd name="T15" fmla="*/ 0 h 2031"/>
                              <a:gd name="T16" fmla="*/ 404 w 4190"/>
                              <a:gd name="T17" fmla="*/ 0 h 2031"/>
                              <a:gd name="T18" fmla="*/ 404 w 4190"/>
                              <a:gd name="T19" fmla="*/ 0 h 2031"/>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 name="T30" fmla="*/ 0 w 4190"/>
                              <a:gd name="T31" fmla="*/ 0 h 2031"/>
                              <a:gd name="T32" fmla="*/ 4190 w 4190"/>
                              <a:gd name="T33" fmla="*/ 2031 h 2031"/>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T30" t="T31" r="T32" b="T33"/>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s:wsp>
                        <wps:cNvPr id="27" name="Freeform 28"/>
                        <wps:cNvSpPr>
                          <a:spLocks/>
                        </wps:cNvSpPr>
                        <wps:spPr bwMode="auto">
                          <a:xfrm>
                            <a:off x="968" y="1339"/>
                            <a:ext cx="174" cy="210"/>
                          </a:xfrm>
                          <a:custGeom>
                            <a:avLst/>
                            <a:gdLst>
                              <a:gd name="T0" fmla="*/ 134 w 1744"/>
                              <a:gd name="T1" fmla="*/ 3 h 2097"/>
                              <a:gd name="T2" fmla="*/ 133 w 1744"/>
                              <a:gd name="T3" fmla="*/ 13 h 2097"/>
                              <a:gd name="T4" fmla="*/ 131 w 1744"/>
                              <a:gd name="T5" fmla="*/ 23 h 2097"/>
                              <a:gd name="T6" fmla="*/ 129 w 1744"/>
                              <a:gd name="T7" fmla="*/ 33 h 2097"/>
                              <a:gd name="T8" fmla="*/ 126 w 1744"/>
                              <a:gd name="T9" fmla="*/ 43 h 2097"/>
                              <a:gd name="T10" fmla="*/ 122 w 1744"/>
                              <a:gd name="T11" fmla="*/ 53 h 2097"/>
                              <a:gd name="T12" fmla="*/ 118 w 1744"/>
                              <a:gd name="T13" fmla="*/ 62 h 2097"/>
                              <a:gd name="T14" fmla="*/ 112 w 1744"/>
                              <a:gd name="T15" fmla="*/ 72 h 2097"/>
                              <a:gd name="T16" fmla="*/ 107 w 1744"/>
                              <a:gd name="T17" fmla="*/ 81 h 2097"/>
                              <a:gd name="T18" fmla="*/ 101 w 1744"/>
                              <a:gd name="T19" fmla="*/ 91 h 2097"/>
                              <a:gd name="T20" fmla="*/ 94 w 1744"/>
                              <a:gd name="T21" fmla="*/ 100 h 2097"/>
                              <a:gd name="T22" fmla="*/ 87 w 1744"/>
                              <a:gd name="T23" fmla="*/ 108 h 2097"/>
                              <a:gd name="T24" fmla="*/ 80 w 1744"/>
                              <a:gd name="T25" fmla="*/ 117 h 2097"/>
                              <a:gd name="T26" fmla="*/ 72 w 1744"/>
                              <a:gd name="T27" fmla="*/ 125 h 2097"/>
                              <a:gd name="T28" fmla="*/ 64 w 1744"/>
                              <a:gd name="T29" fmla="*/ 132 h 2097"/>
                              <a:gd name="T30" fmla="*/ 55 w 1744"/>
                              <a:gd name="T31" fmla="*/ 140 h 2097"/>
                              <a:gd name="T32" fmla="*/ 47 w 1744"/>
                              <a:gd name="T33" fmla="*/ 147 h 2097"/>
                              <a:gd name="T34" fmla="*/ 38 w 1744"/>
                              <a:gd name="T35" fmla="*/ 153 h 2097"/>
                              <a:gd name="T36" fmla="*/ 28 w 1744"/>
                              <a:gd name="T37" fmla="*/ 159 h 2097"/>
                              <a:gd name="T38" fmla="*/ 19 w 1744"/>
                              <a:gd name="T39" fmla="*/ 164 h 2097"/>
                              <a:gd name="T40" fmla="*/ 9 w 1744"/>
                              <a:gd name="T41" fmla="*/ 169 h 2097"/>
                              <a:gd name="T42" fmla="*/ 0 w 1744"/>
                              <a:gd name="T43" fmla="*/ 173 h 2097"/>
                              <a:gd name="T44" fmla="*/ 22 w 1744"/>
                              <a:gd name="T45" fmla="*/ 207 h 2097"/>
                              <a:gd name="T46" fmla="*/ 34 w 1744"/>
                              <a:gd name="T47" fmla="*/ 201 h 2097"/>
                              <a:gd name="T48" fmla="*/ 45 w 1744"/>
                              <a:gd name="T49" fmla="*/ 195 h 2097"/>
                              <a:gd name="T50" fmla="*/ 56 w 1744"/>
                              <a:gd name="T51" fmla="*/ 188 h 2097"/>
                              <a:gd name="T52" fmla="*/ 67 w 1744"/>
                              <a:gd name="T53" fmla="*/ 181 h 2097"/>
                              <a:gd name="T54" fmla="*/ 77 w 1744"/>
                              <a:gd name="T55" fmla="*/ 173 h 2097"/>
                              <a:gd name="T56" fmla="*/ 87 w 1744"/>
                              <a:gd name="T57" fmla="*/ 165 h 2097"/>
                              <a:gd name="T58" fmla="*/ 97 w 1744"/>
                              <a:gd name="T59" fmla="*/ 156 h 2097"/>
                              <a:gd name="T60" fmla="*/ 106 w 1744"/>
                              <a:gd name="T61" fmla="*/ 147 h 2097"/>
                              <a:gd name="T62" fmla="*/ 115 w 1744"/>
                              <a:gd name="T63" fmla="*/ 137 h 2097"/>
                              <a:gd name="T64" fmla="*/ 123 w 1744"/>
                              <a:gd name="T65" fmla="*/ 127 h 2097"/>
                              <a:gd name="T66" fmla="*/ 131 w 1744"/>
                              <a:gd name="T67" fmla="*/ 117 h 2097"/>
                              <a:gd name="T68" fmla="*/ 139 w 1744"/>
                              <a:gd name="T69" fmla="*/ 106 h 2097"/>
                              <a:gd name="T70" fmla="*/ 145 w 1744"/>
                              <a:gd name="T71" fmla="*/ 95 h 2097"/>
                              <a:gd name="T72" fmla="*/ 151 w 1744"/>
                              <a:gd name="T73" fmla="*/ 84 h 2097"/>
                              <a:gd name="T74" fmla="*/ 157 w 1744"/>
                              <a:gd name="T75" fmla="*/ 72 h 2097"/>
                              <a:gd name="T76" fmla="*/ 162 w 1744"/>
                              <a:gd name="T77" fmla="*/ 60 h 2097"/>
                              <a:gd name="T78" fmla="*/ 166 w 1744"/>
                              <a:gd name="T79" fmla="*/ 48 h 2097"/>
                              <a:gd name="T80" fmla="*/ 169 w 1744"/>
                              <a:gd name="T81" fmla="*/ 35 h 2097"/>
                              <a:gd name="T82" fmla="*/ 172 w 1744"/>
                              <a:gd name="T83" fmla="*/ 23 h 2097"/>
                              <a:gd name="T84" fmla="*/ 173 w 1744"/>
                              <a:gd name="T85" fmla="*/ 10 h 2097"/>
                              <a:gd name="T86" fmla="*/ 174 w 1744"/>
                              <a:gd name="T87" fmla="*/ 1 h 2097"/>
                              <a:gd name="T88" fmla="*/ 174 w 1744"/>
                              <a:gd name="T89" fmla="*/ 1 h 2097"/>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w 1744"/>
                              <a:gd name="T136" fmla="*/ 0 h 2097"/>
                              <a:gd name="T137" fmla="*/ 1744 w 1744"/>
                              <a:gd name="T138" fmla="*/ 2097 h 2097"/>
                            </a:gdLst>
                            <a:ahLst/>
                            <a:cxnLst>
                              <a:cxn ang="T90">
                                <a:pos x="T0" y="T1"/>
                              </a:cxn>
                              <a:cxn ang="T91">
                                <a:pos x="T2" y="T3"/>
                              </a:cxn>
                              <a:cxn ang="T92">
                                <a:pos x="T4" y="T5"/>
                              </a:cxn>
                              <a:cxn ang="T93">
                                <a:pos x="T6" y="T7"/>
                              </a:cxn>
                              <a:cxn ang="T94">
                                <a:pos x="T8" y="T9"/>
                              </a:cxn>
                              <a:cxn ang="T95">
                                <a:pos x="T10" y="T11"/>
                              </a:cxn>
                              <a:cxn ang="T96">
                                <a:pos x="T12" y="T13"/>
                              </a:cxn>
                              <a:cxn ang="T97">
                                <a:pos x="T14" y="T15"/>
                              </a:cxn>
                              <a:cxn ang="T98">
                                <a:pos x="T16" y="T17"/>
                              </a:cxn>
                              <a:cxn ang="T99">
                                <a:pos x="T18" y="T19"/>
                              </a:cxn>
                              <a:cxn ang="T100">
                                <a:pos x="T20" y="T21"/>
                              </a:cxn>
                              <a:cxn ang="T101">
                                <a:pos x="T22" y="T23"/>
                              </a:cxn>
                              <a:cxn ang="T102">
                                <a:pos x="T24" y="T25"/>
                              </a:cxn>
                              <a:cxn ang="T103">
                                <a:pos x="T26" y="T27"/>
                              </a:cxn>
                              <a:cxn ang="T104">
                                <a:pos x="T28" y="T29"/>
                              </a:cxn>
                              <a:cxn ang="T105">
                                <a:pos x="T30" y="T31"/>
                              </a:cxn>
                              <a:cxn ang="T106">
                                <a:pos x="T32" y="T33"/>
                              </a:cxn>
                              <a:cxn ang="T107">
                                <a:pos x="T34" y="T35"/>
                              </a:cxn>
                              <a:cxn ang="T108">
                                <a:pos x="T36" y="T37"/>
                              </a:cxn>
                              <a:cxn ang="T109">
                                <a:pos x="T38" y="T39"/>
                              </a:cxn>
                              <a:cxn ang="T110">
                                <a:pos x="T40" y="T41"/>
                              </a:cxn>
                              <a:cxn ang="T111">
                                <a:pos x="T42" y="T43"/>
                              </a:cxn>
                              <a:cxn ang="T112">
                                <a:pos x="T44" y="T45"/>
                              </a:cxn>
                              <a:cxn ang="T113">
                                <a:pos x="T46" y="T47"/>
                              </a:cxn>
                              <a:cxn ang="T114">
                                <a:pos x="T48" y="T49"/>
                              </a:cxn>
                              <a:cxn ang="T115">
                                <a:pos x="T50" y="T51"/>
                              </a:cxn>
                              <a:cxn ang="T116">
                                <a:pos x="T52" y="T53"/>
                              </a:cxn>
                              <a:cxn ang="T117">
                                <a:pos x="T54" y="T55"/>
                              </a:cxn>
                              <a:cxn ang="T118">
                                <a:pos x="T56" y="T57"/>
                              </a:cxn>
                              <a:cxn ang="T119">
                                <a:pos x="T58" y="T59"/>
                              </a:cxn>
                              <a:cxn ang="T120">
                                <a:pos x="T60" y="T61"/>
                              </a:cxn>
                              <a:cxn ang="T121">
                                <a:pos x="T62" y="T63"/>
                              </a:cxn>
                              <a:cxn ang="T122">
                                <a:pos x="T64" y="T65"/>
                              </a:cxn>
                              <a:cxn ang="T123">
                                <a:pos x="T66" y="T67"/>
                              </a:cxn>
                              <a:cxn ang="T124">
                                <a:pos x="T68" y="T69"/>
                              </a:cxn>
                              <a:cxn ang="T125">
                                <a:pos x="T70" y="T71"/>
                              </a:cxn>
                              <a:cxn ang="T126">
                                <a:pos x="T72" y="T73"/>
                              </a:cxn>
                              <a:cxn ang="T127">
                                <a:pos x="T74" y="T75"/>
                              </a:cxn>
                              <a:cxn ang="T128">
                                <a:pos x="T76" y="T77"/>
                              </a:cxn>
                              <a:cxn ang="T129">
                                <a:pos x="T78" y="T79"/>
                              </a:cxn>
                              <a:cxn ang="T130">
                                <a:pos x="T80" y="T81"/>
                              </a:cxn>
                              <a:cxn ang="T131">
                                <a:pos x="T82" y="T83"/>
                              </a:cxn>
                              <a:cxn ang="T132">
                                <a:pos x="T84" y="T85"/>
                              </a:cxn>
                              <a:cxn ang="T133">
                                <a:pos x="T86" y="T87"/>
                              </a:cxn>
                              <a:cxn ang="T134">
                                <a:pos x="T88" y="T89"/>
                              </a:cxn>
                            </a:cxnLst>
                            <a:rect l="T135" t="T136" r="T137" b="T138"/>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s:wsp>
                        <wps:cNvPr id="28" name="Freeform 29"/>
                        <wps:cNvSpPr>
                          <a:spLocks/>
                        </wps:cNvSpPr>
                        <wps:spPr bwMode="auto">
                          <a:xfrm>
                            <a:off x="1102" y="0"/>
                            <a:ext cx="40" cy="1340"/>
                          </a:xfrm>
                          <a:custGeom>
                            <a:avLst/>
                            <a:gdLst>
                              <a:gd name="T0" fmla="*/ 20 w 400"/>
                              <a:gd name="T1" fmla="*/ 40 h 13403"/>
                              <a:gd name="T2" fmla="*/ 0 w 400"/>
                              <a:gd name="T3" fmla="*/ 20 h 13403"/>
                              <a:gd name="T4" fmla="*/ 0 w 400"/>
                              <a:gd name="T5" fmla="*/ 1340 h 13403"/>
                              <a:gd name="T6" fmla="*/ 40 w 400"/>
                              <a:gd name="T7" fmla="*/ 1340 h 13403"/>
                              <a:gd name="T8" fmla="*/ 40 w 400"/>
                              <a:gd name="T9" fmla="*/ 20 h 13403"/>
                              <a:gd name="T10" fmla="*/ 20 w 400"/>
                              <a:gd name="T11" fmla="*/ 0 h 13403"/>
                              <a:gd name="T12" fmla="*/ 40 w 400"/>
                              <a:gd name="T13" fmla="*/ 20 h 13403"/>
                              <a:gd name="T14" fmla="*/ 40 w 400"/>
                              <a:gd name="T15" fmla="*/ 0 h 13403"/>
                              <a:gd name="T16" fmla="*/ 20 w 400"/>
                              <a:gd name="T17" fmla="*/ 0 h 13403"/>
                              <a:gd name="T18" fmla="*/ 20 w 400"/>
                              <a:gd name="T19" fmla="*/ 40 h 13403"/>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 name="T30" fmla="*/ 0 w 400"/>
                              <a:gd name="T31" fmla="*/ 0 h 13403"/>
                              <a:gd name="T32" fmla="*/ 400 w 400"/>
                              <a:gd name="T33" fmla="*/ 13403 h 13403"/>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T30" t="T31" r="T32" b="T33"/>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s:wsp>
                        <wps:cNvPr id="29"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s:wsp>
                        <wps:cNvPr id="30" name="Freeform 31"/>
                        <wps:cNvSpPr>
                          <a:spLocks/>
                        </wps:cNvSpPr>
                        <wps:spPr bwMode="auto">
                          <a:xfrm>
                            <a:off x="0" y="0"/>
                            <a:ext cx="571" cy="40"/>
                          </a:xfrm>
                          <a:custGeom>
                            <a:avLst/>
                            <a:gdLst>
                              <a:gd name="T0" fmla="*/ 40 w 5711"/>
                              <a:gd name="T1" fmla="*/ 20 h 400"/>
                              <a:gd name="T2" fmla="*/ 20 w 5711"/>
                              <a:gd name="T3" fmla="*/ 40 h 400"/>
                              <a:gd name="T4" fmla="*/ 571 w 5711"/>
                              <a:gd name="T5" fmla="*/ 40 h 400"/>
                              <a:gd name="T6" fmla="*/ 571 w 5711"/>
                              <a:gd name="T7" fmla="*/ 0 h 400"/>
                              <a:gd name="T8" fmla="*/ 20 w 5711"/>
                              <a:gd name="T9" fmla="*/ 0 h 400"/>
                              <a:gd name="T10" fmla="*/ 0 w 5711"/>
                              <a:gd name="T11" fmla="*/ 20 h 400"/>
                              <a:gd name="T12" fmla="*/ 20 w 5711"/>
                              <a:gd name="T13" fmla="*/ 0 h 400"/>
                              <a:gd name="T14" fmla="*/ 0 w 5711"/>
                              <a:gd name="T15" fmla="*/ 0 h 400"/>
                              <a:gd name="T16" fmla="*/ 0 w 5711"/>
                              <a:gd name="T17" fmla="*/ 20 h 400"/>
                              <a:gd name="T18" fmla="*/ 40 w 5711"/>
                              <a:gd name="T19" fmla="*/ 20 h 400"/>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 name="T30" fmla="*/ 0 w 5711"/>
                              <a:gd name="T31" fmla="*/ 0 h 400"/>
                              <a:gd name="T32" fmla="*/ 5711 w 5711"/>
                              <a:gd name="T33" fmla="*/ 400 h 400"/>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T30" t="T31" r="T32" b="T33"/>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s:wsp>
                        <wps:cNvPr id="31" name="Freeform 32"/>
                        <wps:cNvSpPr>
                          <a:spLocks/>
                        </wps:cNvSpPr>
                        <wps:spPr bwMode="auto">
                          <a:xfrm>
                            <a:off x="0" y="20"/>
                            <a:ext cx="40" cy="410"/>
                          </a:xfrm>
                          <a:custGeom>
                            <a:avLst/>
                            <a:gdLst>
                              <a:gd name="T0" fmla="*/ 20 w 400"/>
                              <a:gd name="T1" fmla="*/ 410 h 4097"/>
                              <a:gd name="T2" fmla="*/ 40 w 400"/>
                              <a:gd name="T3" fmla="*/ 410 h 4097"/>
                              <a:gd name="T4" fmla="*/ 40 w 400"/>
                              <a:gd name="T5" fmla="*/ 0 h 4097"/>
                              <a:gd name="T6" fmla="*/ 0 w 400"/>
                              <a:gd name="T7" fmla="*/ 0 h 4097"/>
                              <a:gd name="T8" fmla="*/ 0 w 400"/>
                              <a:gd name="T9" fmla="*/ 410 h 4097"/>
                              <a:gd name="T10" fmla="*/ 20 w 400"/>
                              <a:gd name="T11" fmla="*/ 410 h 4097"/>
                              <a:gd name="T12" fmla="*/ 0 60000 65536"/>
                              <a:gd name="T13" fmla="*/ 0 60000 65536"/>
                              <a:gd name="T14" fmla="*/ 0 60000 65536"/>
                              <a:gd name="T15" fmla="*/ 0 60000 65536"/>
                              <a:gd name="T16" fmla="*/ 0 60000 65536"/>
                              <a:gd name="T17" fmla="*/ 0 60000 65536"/>
                              <a:gd name="T18" fmla="*/ 0 w 400"/>
                              <a:gd name="T19" fmla="*/ 0 h 4097"/>
                              <a:gd name="T20" fmla="*/ 400 w 400"/>
                              <a:gd name="T21" fmla="*/ 4097 h 4097"/>
                            </a:gdLst>
                            <a:ahLst/>
                            <a:cxnLst>
                              <a:cxn ang="T12">
                                <a:pos x="T0" y="T1"/>
                              </a:cxn>
                              <a:cxn ang="T13">
                                <a:pos x="T2" y="T3"/>
                              </a:cxn>
                              <a:cxn ang="T14">
                                <a:pos x="T4" y="T5"/>
                              </a:cxn>
                              <a:cxn ang="T15">
                                <a:pos x="T6" y="T7"/>
                              </a:cxn>
                              <a:cxn ang="T16">
                                <a:pos x="T8" y="T9"/>
                              </a:cxn>
                              <a:cxn ang="T17">
                                <a:pos x="T10" y="T11"/>
                              </a:cxn>
                            </a:cxnLst>
                            <a:rect l="T18" t="T19" r="T20" b="T21"/>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8507E" w:rsidRDefault="0058507E" w:rsidP="0058507E">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left:0;text-align:left;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oghL4A&#10;AADaAAAADwAAAGRycy9kb3ducmV2LnhtbESPzQrCMBCE74LvEFbwpqkVVKpRRFQ8COLffWnWtths&#10;ShO1vr0RBI/DzHzDzBaNKcWTaldYVjDoRyCIU6sLzhRczpveBITzyBpLy6TgTQ4W83Zrhom2Lz7S&#10;8+QzESDsElSQe18lUro0J4Oubyvi4N1sbdAHWWdS1/gKcFPKOIpG0mDBYSHHilY5pffTwyiww+1u&#10;f83i43DNY8/Lw+R2bfZKdTvNcgrCU+P/4V97pxXE8L0SboCc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IKIIS+AAAA2g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6,143;31,138;27,132;24,124;3,117;1,116;0,101;0,11;1,10;3,10;10,17;17,30;21,45;23,61;22,74;17,78;16,83;17,88;20,92;24,93;26,93;29,88;34,73;36,58;37,42;36,21;37,6;39,0;40,0;42,0;43,3;46,14;44,36;44,54;46,69;51,83;55,92;57,93;59,93;64,89;65,84;64,79;61,75;58,65;59,50;63,35;68,21;77,10;80,10;81,11;81,75;80,116;79,117;58,121;55,130;51,136;47,141;41,145" o:connectangles="0,0,0,0,0,0,0,0,0,0,0,0,0,0,0,0,0,0,0,0,0,0,0,0,0,0,0,0,0,0,0,0,0,0,0,0,0,0,0,0,0,0,0,0,0,0,0,0,0,0,0,0,0,0,0,0,0,0" textboxrect="0,0,8096,14546"/>
                  <v:textbox>
                    <w:txbxContent>
                      <w:p w:rsidR="0058507E" w:rsidRDefault="0058507E" w:rsidP="0058507E">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bOyMUA&#10;AADaAAAADwAAAGRycy9kb3ducmV2LnhtbESPQWsCMRSE74L/IbxCL1KzbUHbrVGKsK16ELSFXh+b&#10;183WzcuSpLr6640geBxm5htmMutsI/bkQ+1YweMwA0FcOl1zpeD7q3h4AREissbGMSk4UoDZtN+b&#10;YK7dgTe038ZKJAiHHBWYGNtcylAashiGriVO3q/zFmOSvpLa4yHBbSOfsmwkLdacFgy2NDdU7rb/&#10;VsFfsTY/8/Hpww9eN3QaFKvPZjlS6v6ue38DEamLt/C1vdAKnuFyJd0AOT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5s7IxQAAANoAAAAPAAAAAAAAAAAAAAAAAJgCAABkcnMv&#10;ZG93bnJldi54bWxQSwUGAAAAAAQABAD1AAAAig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6,143;31,138;27,132;24,124;3,117;1,116;0,101;0,11;1,10;3,10;10,17;17,30;21,45;23,61;22,74;17,78;16,83;17,88;20,92;24,93;26,93;29,88;34,73;36,58;37,42;36,21;37,6;39,0;40,0;42,0;43,3;46,14;44,36;44,54;46,69;51,83;55,92;57,93;59,93;64,89;65,84;64,79;61,75;58,65;59,50;63,35;68,21;77,10;80,10;81,11;81,75;80,116;79,117;58,121;55,130;51,136;47,141;41,145" o:connectangles="0,0,0,0,0,0,0,0,0,0,0,0,0,0,0,0,0,0,0,0,0,0,0,0,0,0,0,0,0,0,0,0,0,0,0,0,0,0,0,0,0,0,0,0,0,0,0,0,0,0,0,0,0,0,0,0,0,0" textboxrect="0,0,8096,14546"/>
                  <v:textbox>
                    <w:txbxContent>
                      <w:p w:rsidR="0058507E" w:rsidRDefault="0058507E" w:rsidP="0058507E">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2SxsEA&#10;AADaAAAADwAAAGRycy9kb3ducmV2LnhtbESP3YrCMBCF7wXfIYywN6Kp7iJSG0VEZfFG/HmAoZk2&#10;xWZSmmi7b28WFvbycH4+TrbpbS1e1PrKsYLZNAFBnDtdcangfjtMliB8QNZYOyYFP+Rhsx4OMky1&#10;6/hCr2soRRxhn6ICE0KTSulzQxb91DXE0StcazFE2ZZSt9jFcVvLeZIspMWKI8FgQztD+eP6tBFy&#10;/sTzqehuh2OPHe5Phsfbi1Ifo367AhGoD//hv/a3VvAFv1fiDZDr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NksbBAAAA2gAAAA8AAAAAAAAAAAAAAAAAmAIAAGRycy9kb3du&#10;cmV2LnhtbFBLBQYAAAAABAAEAPUAAACG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3;7,2;7,2;7,1;7,1;7,0;6,0;6,0;5,0;4,0;3,0;2,0;1,0;1,0;0,0;0,1;0,15;1,15;1,14;2,14;3,13;3,13;4,12;4,11;4,11;5,10;5,9;6,8;6,8;6,7;7,6;7,4;7,3" o:connectangles="0,0,0,0,0,0,0,0,0,0,0,0,0,0,0,0,0,0,0,0,0,0,0,0,0,0,0,0,0,0,0,0,0" textboxrect="0,0,710,1491"/>
                  <v:textbox>
                    <w:txbxContent>
                      <w:p w:rsidR="0058507E" w:rsidRDefault="0058507E" w:rsidP="0058507E">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nqMQA&#10;AADaAAAADwAAAGRycy9kb3ducmV2LnhtbESPX0sDMRDE3wW/Q1ihbzZnaaucTYv0D0jBh1ZBfFsu&#10;27vDyyYk29757RtB8HGYmd8wi9XgOnWhmFrPBh7GBSjiytuWawMf77v7J1BJkC12nsnADyVYLW9v&#10;Flha3/OBLkepVYZwKtFAIxJKrVPVkMM09oE4eycfHUqWsdY2Yp/hrtOTophrhy3nhQYDrRuqvo9n&#10;Z+Ct34b943x2Cl9xOtFpY+VzLcaM7oaXZ1BCg/yH/9qv1sAMfq/kG6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Vvp6jEAAAA2g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3;7,2;7,2;7,1;7,1;7,0;6,0;6,0;5,0;4,0;3,0;2,0;1,0;1,0;0,0;0,1;0,15;1,15;1,14;2,14;3,13;3,13;4,12;4,11;4,11;5,10;5,9;6,8;6,8;6,7;7,6;7,4;7,3" o:connectangles="0,0,0,0,0,0,0,0,0,0,0,0,0,0,0,0,0,0,0,0,0,0,0,0,0,0,0,0,0,0,0,0,0" textboxrect="0,0,710,1491"/>
                  <v:textbox>
                    <w:txbxContent>
                      <w:p w:rsidR="0058507E" w:rsidRDefault="0058507E" w:rsidP="0058507E">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OpKsAA&#10;AADaAAAADwAAAGRycy9kb3ducmV2LnhtbESP3YrCMBCF7xd8hzCCN8uaroJINUoRK4s3Yt0HGJqx&#10;KTaT0mRtffuNIHh5OD8fZ70dbCPu1PnasYLvaQKCuHS65krB7yX/WoLwAVlj45gUPMjDdjP6WGOq&#10;Xc9nuhehEnGEfYoKTAhtKqUvDVn0U9cSR+/qOoshyq6SusM+jttGzpJkIS3WHAkGW9oZKm/Fn42Q&#10;0xxPx2t/yQ8D9rg/Gv7MzkpNxkO2AhFoCO/wq/2jFSzgeSXeALn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tOpKsAAAADaAAAADwAAAAAAAAAAAAAAAACYAgAAZHJzL2Rvd25y&#10;ZXYueG1sUEsFBgAAAAAEAAQA9QAAAIU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0,2;0,2;0,1;0,1;0,0;1,0;1,0;2,0;3,0;4,0;6,0;6,0;6,0;7,0;7,1;7,15;6,15;6,14;5,14;5,13;4,13;4,12;3,11;3,11;2,10;2,9;2,8;1,8;1,7;1,6;0,4;0,3" o:connectangles="0,0,0,0,0,0,0,0,0,0,0,0,0,0,0,0,0,0,0,0,0,0,0,0,0,0,0,0,0,0,0,0,0" textboxrect="0,0,710,1491"/>
                  <v:textbox>
                    <w:txbxContent>
                      <w:p w:rsidR="0058507E" w:rsidRDefault="0058507E" w:rsidP="0058507E">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cRMQA&#10;AADaAAAADwAAAGRycy9kb3ducmV2LnhtbESPQUsDMRSE7wX/Q3iCtzZrsa2sTYtUhVLwYBXE22Pz&#10;uru4eQnJs7v9901B6HGYmW+Y5XpwnTpSTK1nA/eTAhRx5W3LtYGvz7fxI6gkyBY7z2TgRAnWq5vR&#10;Ekvre/6g415qlSGcSjTQiIRS61Q15DBNfCDO3sFHh5JlrLWN2Ge46/S0KObaYct5ocFAm4aq3/2f&#10;M/Dev4bdYj47hJ/4MNXpxcr3Roy5ux2en0AJDXIN/7e31sACLlfyDdCr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xnETEAAAA2g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0,2;0,2;0,1;0,1;0,0;1,0;1,0;2,0;3,0;4,0;6,0;6,0;6,0;7,0;7,1;7,15;6,15;6,14;5,14;5,13;4,13;4,12;3,11;3,11;2,10;2,9;2,8;1,8;1,7;1,6;0,4;0,3" o:connectangles="0,0,0,0,0,0,0,0,0,0,0,0,0,0,0,0,0,0,0,0,0,0,0,0,0,0,0,0,0,0,0,0,0" textboxrect="0,0,710,1491"/>
                  <v:textbox>
                    <w:txbxContent>
                      <w:p w:rsidR="0058507E" w:rsidRDefault="0058507E" w:rsidP="0058507E">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g5MEA&#10;AADaAAAADwAAAGRycy9kb3ducmV2LnhtbERPXWvCMBR9F/Yfwh3sRTTdhkOqaZmDsIGC6ARfL821&#10;LTY3Jcls9+/Nw2CPh/O9LkfbiRv50DpW8DzPQBBXzrRcKzh969kSRIjIBjvHpOCXApTFw2SNuXED&#10;H+h2jLVIIRxyVNDE2OdShqohi2HueuLEXZy3GBP0tTQehxRuO/mSZW/SYsupocGePhqqrscfq2Cz&#10;H+pXP602o9tePs8LrY3eaaWeHsf3FYhIY/wX/7m/jIK0NV1JN0AW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HPoOTBAAAA2g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23;16,23;16,23;17,23;17,23;17,23;17,22;17,22;17,22;17,2;17,1;17,1;16,0;16,0;15,0;14,0;13,0;12,0;12,1;12,2;11,2;11,3;11,4;10,5;9,6;9,6;8,7;8,7;7,8;7,8;6,9;5,9;5,10;4,10;3,10;2,11;1,11;0,11;0,12;1,13;1,15;1,16;1,17;1,17;1,18;1,19;1,20;1,21;1,22;1,23;4,24;8,24;10,24;12,24;13,23;15,23" o:connectangles="0,0,0,0,0,0,0,0,0,0,0,0,0,0,0,0,0,0,0,0,0,0,0,0,0,0,0,0,0,0,0,0,0,0,0,0,0,0,0,0,0,0,0,0,0,0,0,0,0,0,0,0,0,0,0,0" textboxrect="0,0,1740,2349"/>
                  <v:textbox>
                    <w:txbxContent>
                      <w:p w:rsidR="0058507E" w:rsidRDefault="0058507E" w:rsidP="0058507E">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zmXcEA&#10;AADaAAAADwAAAGRycy9kb3ducmV2LnhtbESPUWvCMBSF3wX/Q7iCb5oqbrjOKKIUZOxl1R9wae6a&#10;zuamJLHWf28Ggz0ezjnf4Wx2g21FTz40jhUs5hkI4srphmsFl3MxW4MIEVlj65gUPCjAbjsebTDX&#10;7s5f1JexFgnCIUcFJsYulzJUhiyGueuIk/ftvMWYpK+l9nhPcNvKZZa9SosNpwWDHR0MVdfyZhUU&#10;H8vP/nrTvnD7YWXpxfysj0ap6WTYv4OINMT/8F/7pBW8we+VdAPk9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c5l3BAAAA2g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23;16,23;16,23;17,23;17,23;17,23;17,22;17,22;17,22;17,2;17,1;17,1;16,0;16,0;15,0;14,0;13,0;12,0;12,1;12,2;11,2;11,3;11,4;10,5;9,6;9,6;8,7;8,7;7,8;7,8;6,9;5,9;5,10;4,10;3,10;2,11;1,11;0,11;0,12;1,13;1,15;1,16;1,17;1,17;1,18;1,19;1,20;1,21;1,22;1,23;4,24;8,24;10,24;12,24;13,23;15,23" o:connectangles="0,0,0,0,0,0,0,0,0,0,0,0,0,0,0,0,0,0,0,0,0,0,0,0,0,0,0,0,0,0,0,0,0,0,0,0,0,0,0,0,0,0,0,0,0,0,0,0,0,0,0,0,0,0,0,0" textboxrect="0,0,1740,2349"/>
                  <v:textbox>
                    <w:txbxContent>
                      <w:p w:rsidR="0058507E" w:rsidRDefault="0058507E" w:rsidP="0058507E">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FCgsUA&#10;AADbAAAADwAAAGRycy9kb3ducmV2LnhtbESPQUsDMRCF74L/IYzgRdqsilK2TYsVgkKF0lroddhM&#10;d5duJksSu+u/7xwEbzO8N+99s1iNvlMXiqkNbOBxWoAiroJruTZw+LaTGaiUkR12gcnALyVYLW9v&#10;Fli6MPCOLvtcKwnhVKKBJue+1DpVDXlM09ATi3YK0WOWNdbaRRwk3Hf6qShetceWpaHBnt4bqs77&#10;H29gvR3q5/hQrcewOX0cX6x19ssac383vs1BZRrzv/nv+tMJvtDLLzKAXl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kUKCxQAAANsAAAAPAAAAAAAAAAAAAAAAAJgCAABkcnMv&#10;ZG93bnJldi54bWxQSwUGAAAAAAQABAD1AAAAig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23;1,23;1,23;1,23;1,23;1,23;0,22;0,22;0,22;0,2;0,1;1,1;1,0;1,0;1,0;2,0;3,0;4,0;5,0;5,1;6,2;6,2;6,3;7,4;7,5;8,6;9,6;9,7;10,7;10,8;11,8;11,9;12,9;13,10;14,10;15,10;15,11;16,11;17,11;17,12;17,13;17,15;16,16;16,17;16,17;16,18;16,19;16,20;16,21;16,22;16,23;13,24;10,24;8,24;6,24;4,23;3,23" o:connectangles="0,0,0,0,0,0,0,0,0,0,0,0,0,0,0,0,0,0,0,0,0,0,0,0,0,0,0,0,0,0,0,0,0,0,0,0,0,0,0,0,0,0,0,0,0,0,0,0,0,0,0,0,0,0,0,0,0" textboxrect="0,0,1740,2349"/>
                  <v:textbox>
                    <w:txbxContent>
                      <w:p w:rsidR="0058507E" w:rsidRDefault="0058507E" w:rsidP="0058507E">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h7mMAA&#10;AADbAAAADwAAAGRycy9kb3ducmV2LnhtbERPS2rDMBDdF3oHMYHuGtmmLcGJEkyLoZRumuQAgzWx&#10;nFgjI8mOc/uoUOhuHu87m91sezGRD51jBfkyA0HcON1xq+B4qJ9XIEJE1tg7JgU3CrDbPj5ssNTu&#10;yj807WMrUgiHEhWYGIdSytAYshiWbiBO3Ml5izFB30rt8ZrCbS+LLHuTFjtODQYHejfUXPajVVB/&#10;Fd/TZdS+dtX8YunVnFcfRqmnxVytQUSa47/4z/2p0/wcfn9JB8jt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yh7mMAAAADbAAAADwAAAAAAAAAAAAAAAACYAgAAZHJzL2Rvd25y&#10;ZXYueG1sUEsFBgAAAAAEAAQA9QAAAIU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23;1,23;1,23;1,23;1,23;1,23;0,22;0,22;0,22;0,2;0,1;1,1;1,0;1,0;1,0;2,0;3,0;4,0;5,0;5,1;6,2;6,2;6,3;7,4;7,5;8,6;9,6;9,7;10,7;10,8;11,8;11,9;12,9;13,10;14,10;15,10;15,11;16,11;17,11;17,12;17,13;17,15;16,16;16,17;16,17;16,18;16,19;16,20;16,21;16,22;16,23;13,24;10,24;8,24;6,24;4,23;3,23" o:connectangles="0,0,0,0,0,0,0,0,0,0,0,0,0,0,0,0,0,0,0,0,0,0,0,0,0,0,0,0,0,0,0,0,0,0,0,0,0,0,0,0,0,0,0,0,0,0,0,0,0,0,0,0,0,0,0,0,0" textboxrect="0,0,1740,2349"/>
                  <v:textbox>
                    <w:txbxContent>
                      <w:p w:rsidR="0058507E" w:rsidRDefault="0058507E" w:rsidP="0058507E">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uAlrsA&#10;AADbAAAADwAAAGRycy9kb3ducmV2LnhtbERPSwrCMBDdC94hjOBOU79INYoIii6tHmBoxrbYTGoT&#10;bb29EQR383jfWW1aU4oX1a6wrGA0jEAQp1YXnCm4XvaDBQjnkTWWlknBmxxs1t3OCmNtGz7TK/GZ&#10;CCHsYlSQe1/FUro0J4NuaCviwN1sbdAHWGdS19iEcFPKcRTNpcGCQ0OOFe1ySu/J0yiYvpvDI5nd&#10;o702NDpNqhP7dKZUv9dulyA8tf4v/rmPOswfw/eXcIBcf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HZrgJa7AAAA2wAAAA8AAAAAAAAAAAAAAAAAmAIAAGRycy9kb3ducmV2Lnht&#10;bFBLBQYAAAAABAAEAPUAAACA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9;9,8;9,7;9,5;9,4;9,4;9,3;8,2;8,2;8,1;8,1;7,0;7,0;6,0;6,0;5,0;5,0;4,0;4,1;3,1;3,1;2,1;2,2;1,2;1,2;1,3;0,3;0,3;0,11;1,11;2,11;3,11;4,11;5,11;6,11;6,11;7,11;7,10;8,10;8,10;8,10" o:connectangles="0,0,0,0,0,0,0,0,0,0,0,0,0,0,0,0,0,0,0,0,0,0,0,0,0,0,0,0,0,0,0,0,0,0,0,0,0,0,0,0,0" textboxrect="0,0,872,1094"/>
                  <v:textbox>
                    <w:txbxContent>
                      <w:p w:rsidR="0058507E" w:rsidRDefault="0058507E" w:rsidP="0058507E">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NlMEA&#10;AADbAAAADwAAAGRycy9kb3ducmV2LnhtbERPyWrDMBC9F/IPYgq9NXJdCIkb2ZiYlNJT4iznwRov&#10;1BoZS0mcv68Chd7m8dZZZ5PpxZVG11lW8DaPQBBXVnfcKDgetq9LEM4ja+wtk4I7OcjS2dMaE21v&#10;vKdr6RsRQtglqKD1fkikdFVLBt3cDsSBq+1o0Ac4NlKPeAvhppdxFC2kwY5DQ4sDbVqqfsqLUXBZ&#10;nOMj1996Vxb3z1WxzZ08NUq9PE/5BwhPk/8X/7m/dJj/Do9fwgEy/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vqTZTBAAAA2wAAAA8AAAAAAAAAAAAAAAAAmAIAAGRycy9kb3du&#10;cmV2LnhtbFBLBQYAAAAABAAEAPUAAACG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9;9,8;9,7;9,5;9,4;9,4;9,3;8,2;8,2;8,1;8,1;7,0;7,0;6,0;6,0;5,0;5,0;4,0;4,1;3,1;3,1;2,1;2,2;1,2;1,2;1,3;0,3;0,3;0,11;1,11;2,11;3,11;4,11;5,11;6,11;6,11;7,11;7,10;8,10;8,10;8,10" o:connectangles="0,0,0,0,0,0,0,0,0,0,0,0,0,0,0,0,0,0,0,0,0,0,0,0,0,0,0,0,0,0,0,0,0,0,0,0,0,0,0,0,0" textboxrect="0,0,872,1094"/>
                  <v:textbox>
                    <w:txbxContent>
                      <w:p w:rsidR="0058507E" w:rsidRDefault="0058507E" w:rsidP="0058507E">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c1MMMA&#10;AADbAAAADwAAAGRycy9kb3ducmV2LnhtbERPS2vCQBC+C/6HZYTedGOVoNFVWkFoPVR8HbyN2TGJ&#10;zc7G7FbTf98VCt7m43vOdN6YUtyodoVlBf1eBII4tbrgTMF+t+yOQDiPrLG0TAp+ycF81m5NMdH2&#10;zhu6bX0mQgi7BBXk3leJlC7NyaDr2Yo4cGdbG/QB1pnUNd5DuCnlaxTF0mDBoSHHihY5pd/bH6Pg&#10;sB7F4/X75/Cy+jrhwOjrURexUi+d5m0CwlPjn+J/94cO84fw+CUcIG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Vc1MMMAAADbAAAADwAAAAAAAAAAAAAAAACYAgAAZHJzL2Rv&#10;d25yZXYueG1sUEsFBgAAAAAEAAQA9QAAAIgD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0,9;0,8;0,6;0,5;0,4;0,4;0,3;0,2;0,2;1,1;1,1;1,0;2,0;2,0;3,0;3,0;4,0;4,0;5,1;5,1;6,1;6,1;7,1;7,2;8,2;8,2;8,3;9,3;9,11;8,11;6,11;5,11;4,11;4,11;3,11;2,11;2,11;1,10;1,10;1,10;0,9" o:connectangles="0,0,0,0,0,0,0,0,0,0,0,0,0,0,0,0,0,0,0,0,0,0,0,0,0,0,0,0,0,0,0,0,0,0,0,0,0,0,0,0,0" textboxrect="0,0,872,1093"/>
                  <v:textbox>
                    <w:txbxContent>
                      <w:p w:rsidR="0058507E" w:rsidRDefault="0058507E" w:rsidP="0058507E">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d6E8IA&#10;AADbAAAADwAAAGRycy9kb3ducmV2LnhtbERPTWvCQBC9C/6HZQRvujFWCdFVtKVaerJpodchOybB&#10;7GzIbmPsr3cLQm/zeJ+z3vamFh21rrKsYDaNQBDnVldcKPj6fJ0kIJxH1lhbJgU3crDdDAdrTLW9&#10;8gd1mS9ECGGXooLS+yaV0uUlGXRT2xAH7mxbgz7AtpC6xWsIN7WMo2gpDVYcGkps6Lmk/JL9GAW/&#10;y288uWO8f5lrT7en5GDfTwelxqN+twLhqff/4of7TYf5C/j7JRwgN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p3oTwgAAANsAAAAPAAAAAAAAAAAAAAAAAJgCAABkcnMvZG93&#10;bnJldi54bWxQSwUGAAAAAAQABAD1AAAAhw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0,9;0,8;0,6;0,5;0,4;0,4;0,3;0,2;0,2;1,1;1,1;1,0;2,0;2,0;3,0;3,0;4,0;4,0;5,1;5,1;6,1;6,1;7,1;7,2;8,2;8,2;8,3;9,3;9,11;8,11;6,11;5,11;4,11;4,11;3,11;2,11;2,11;1,10;1,10;1,10;0,9" o:connectangles="0,0,0,0,0,0,0,0,0,0,0,0,0,0,0,0,0,0,0,0,0,0,0,0,0,0,0,0,0,0,0,0,0,0,0,0,0,0,0,0,0" textboxrect="0,0,872,1093"/>
                  <v:textbox>
                    <w:txbxContent>
                      <w:p w:rsidR="0058507E" w:rsidRDefault="0058507E" w:rsidP="0058507E">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5iF8EA&#10;AADbAAAADwAAAGRycy9kb3ducmV2LnhtbERPzWrCQBC+F3yHZQre6qYhSk1dRYqCNzX1AYbsdBPM&#10;zibZrYl9+q5Q6G0+vt9ZbUbbiBv1vnas4HWWgCAuna7ZKLh87l/eQPiArLFxTAru5GGznjytMNdu&#10;4DPdimBEDGGfo4IqhDaX0pcVWfQz1xJH7sv1FkOEvZG6xyGG20amSbKQFmuODRW29FFReS2+rYLO&#10;pXM9Fjs8XnfLU21M1v2cM6Wmz+P2HUSgMfyL/9wHHecv4PFLPEC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uYhfBAAAA2wAAAA8AAAAAAAAAAAAAAAAAmAIAAGRycy9kb3du&#10;cmV2LnhtbFBLBQYAAAAABAAEAPUAAACG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9,28;8,27;8,27;7,26;7,26;6,26;5,25;5,25;4,25;4,24;3,24;2,24;1,24;1,22;2,20;3,17;3,15;4,13;5,11;6,8;7,5;7,3;8,2;8,1;8,1;9,0;9,0;9,0;10,0;10,1;11,1;11,2;11,3;12,5;13,8;14,11;14,13;15,15;16,17;17,20;18,22;18,24;17,24;16,24;15,24;14,25;14,25;13,25;13,26;12,26;11,26;11,27;10,27;10,28" o:connectangles="0,0,0,0,0,0,0,0,0,0,0,0,0,0,0,0,0,0,0,0,0,0,0,0,0,0,0,0,0,0,0,0,0,0,0,0,0,0,0,0,0,0,0,0,0,0,0,0,0,0,0,0,0,0" textboxrect="0,0,1854,2824"/>
                  <v:textbox>
                    <w:txbxContent>
                      <w:p w:rsidR="0058507E" w:rsidRDefault="0058507E" w:rsidP="0058507E">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VPdsIA&#10;AADbAAAADwAAAGRycy9kb3ducmV2LnhtbERPPW/CMBDdkfofrKvEBk6LIGmKE9FKlViBDh2v9pGk&#10;jc8hdiHl12MkJLZ7ep+3LAfbiiP1vnGs4GmagCDWzjRcKfjcfUwyED4gG2wdk4J/8lAWD6Ml5sad&#10;eEPHbahEDGGfo4I6hC6X0uuaLPqp64gjt3e9xRBhX0nT4ymG21Y+J8lCWmw4NtTY0XtN+nf7ZxWs&#10;m2+aL/T+xWZvevN1PoRZ+mOUGj8Oq1cQgYZwF9/caxPnp3D9JR4giw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1U92wgAAANs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9,28;8,27;8,27;7,26;7,26;6,26;5,25;5,25;4,25;4,24;3,24;2,24;1,24;1,22;2,20;3,17;3,15;4,13;5,11;6,8;7,5;7,3;8,2;8,1;8,1;9,0;9,0;9,0;10,0;10,1;11,1;11,2;11,3;12,5;13,8;14,11;14,13;15,15;16,17;17,20;18,22;18,24;17,24;16,24;15,24;14,25;14,25;13,25;13,26;12,26;11,26;11,27;10,27;10,28" o:connectangles="0,0,0,0,0,0,0,0,0,0,0,0,0,0,0,0,0,0,0,0,0,0,0,0,0,0,0,0,0,0,0,0,0,0,0,0,0,0,0,0,0,0,0,0,0,0,0,0,0,0,0,0,0,0" textboxrect="0,0,1854,2824"/>
                  <v:textbox>
                    <w:txbxContent>
                      <w:p w:rsidR="0058507E" w:rsidRDefault="0058507E" w:rsidP="0058507E">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YqusIA&#10;AADbAAAADwAAAGRycy9kb3ducmV2LnhtbERPTWvCQBC9F/oflhF6qxs9FJu6Si0UKlrBKPU6ZMds&#10;aHY2ZNcY/71zKPQ2877mzXw5+Eb11MU6sIHJOANFXAZbc2XgePh8noGKCdliE5gM3CjCcvH4MMfc&#10;hivvqS9SpSSEY44GXEptrnUsHXmM49ASC3cOnccka1dp2+FVwn2jp1n2oj3WLBcctvThqPwtLt5A&#10;j7tbdnKr79d1vS2nu9XPxgpunkbD+xuoREP6F/+5v6zUl7LyiwygF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9iq6wgAAANs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1,56;11,56;11,56;11,55;11,49;11,36;11,23;11,13;12,4;12,3;12,2;12,2;12,1;11,1;11,0;11,0;11,0;11,0;11,0;10,0;10,0;9,2;7,6;5,10;4,14;3,18;2,23;1,27;1,32;0,36;0,41;0,45;1,47;2,48;3,49;3,49;4,50;5,51;5,52;6,53;6,55;7,57;8,57;9,56;10,57" o:connectangles="0,0,0,0,0,0,0,0,0,0,0,0,0,0,0,0,0,0,0,0,0,0,0,0,0,0,0,0,0,0,0,0,0,0,0,0,0,0,0,0,0,0,0,0,0" textboxrect="0,0,1160,5677"/>
                  <v:textbox>
                    <w:txbxContent>
                      <w:p w:rsidR="0058507E" w:rsidRDefault="0058507E" w:rsidP="0058507E">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dTT8AA&#10;AADbAAAADwAAAGRycy9kb3ducmV2LnhtbERPPU/DMBDdkfgP1iGxUYcMqIS6FUIqYoSUoeM1vsYp&#10;8V1kmybw6+tKlbrd0/u8xWryvTpSiJ2wgcdZAYq4Edtxa+B7s36Yg4oJ2WIvTAb+KMJqeXuzwMrK&#10;yF90rFOrcgjHCg24lIZK69g48hhnMhBnbi/BY8owtNoGHHO473VZFE/aY8e5weFAb46an/rXGxjf&#10;m92h3G+t+w+DrOtPOZS9GHN/N72+gEo0pav44v6wef4znH/JB+jl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hdTT8AAAADbAAAADwAAAAAAAAAAAAAAAACYAgAAZHJzL2Rvd25y&#10;ZXYueG1sUEsFBgAAAAAEAAQA9QAAAIUDA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1,56;11,56;11,56;11,55;11,49;11,36;11,23;11,13;12,4;12,3;12,2;12,2;12,1;11,1;11,0;11,0;11,0;11,0;11,0;10,0;10,0;9,2;7,6;5,10;4,14;3,18;2,23;1,27;1,32;0,36;0,41;0,45;1,47;2,48;3,49;3,49;4,50;5,51;5,52;6,53;6,55;7,57;8,57;9,56;10,57" o:connectangles="0,0,0,0,0,0,0,0,0,0,0,0,0,0,0,0,0,0,0,0,0,0,0,0,0,0,0,0,0,0,0,0,0,0,0,0,0,0,0,0,0,0,0,0,0" textboxrect="0,0,1160,5677"/>
                  <v:textbox>
                    <w:txbxContent>
                      <w:p w:rsidR="0058507E" w:rsidRDefault="0058507E" w:rsidP="0058507E">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A7lsEA&#10;AADbAAAADwAAAGRycy9kb3ducmV2LnhtbERPy2rCQBTdF/oPwy24q5NmYSV1FJ8gopRY3V8z1yR2&#10;5k7IjJr+vbMQujyc92jSWSNu1PrasYKPfgKCuHC65lLB4Wf1PgThA7JG45gU/JGHyfj1ZYSZdnfO&#10;6bYPpYgh7DNUUIXQZFL6oiKLvu8a4sidXWsxRNiWUrd4j+HWyDRJBtJizbGhwobmFRW/+6tVsPpe&#10;mEu6y6dHGebLz5MZbmaLrVK9t276BSJQF/7FT/daK0jj+vgl/gA5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0QO5bBAAAA2wAAAA8AAAAAAAAAAAAAAAAAmAIAAGRycy9kb3du&#10;cmV2LnhtbFBLBQYAAAAABAAEAPUAAACG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56;1,56;1,56;0,56;0,49;0,36;0,23;0,13;0,4;0,3;0,2;0,2;0,1;0,1;0,0;0,0;1,0;1,0;1,0;2,0;2,1;3,2;5,6;7,10;8,14;9,18;10,23;11,27;11,32;11,37;12,41;12,45;11,47;10,48;9,49;8,50;8,50;7,51;7,52;6,53;6,54;5,56;4,57;3,57;2,57;2,57" o:connectangles="0,0,0,0,0,0,0,0,0,0,0,0,0,0,0,0,0,0,0,0,0,0,0,0,0,0,0,0,0,0,0,0,0,0,0,0,0,0,0,0,0,0,0,0,0,0" textboxrect="0,0,1160,5676"/>
                  <v:textbox>
                    <w:txbxContent>
                      <w:p w:rsidR="0058507E" w:rsidRDefault="0058507E" w:rsidP="0058507E">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Mjr8UA&#10;AADbAAAADwAAAGRycy9kb3ducmV2LnhtbESPQWvCQBSE7wX/w/IEL0U3plQkuooUSlKw0Krg9Zl9&#10;JsHs25Bdk/Tfd4VCj8PMfMOst4OpRUetqywrmM8iEMS51RUXCk7H9+kShPPIGmvLpOCHHGw3o6c1&#10;Jtr2/E3dwRciQNglqKD0vkmkdHlJBt3MNsTBu9rWoA+yLaRusQ9wU8s4ihbSYMVhocSG3krKb4e7&#10;UdB97S9F1rnm47Z8dq8vlzT91GelJuNhtwLhafD/4b92phXEc3h8CT9A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cyOvxQAAANsAAAAPAAAAAAAAAAAAAAAAAJgCAABkcnMv&#10;ZG93bnJldi54bWxQSwUGAAAAAAQABAD1AAAAigM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56;1,56;1,56;0,56;0,49;0,36;0,23;0,13;0,4;0,3;0,2;0,2;0,1;0,1;0,0;0,0;1,0;1,0;1,0;2,0;2,1;3,2;5,6;7,10;8,14;9,18;10,23;11,27;11,32;11,37;12,41;12,45;11,47;10,48;9,49;8,50;8,50;7,51;7,52;6,53;6,54;5,56;4,57;3,57;2,57;2,57" o:connectangles="0,0,0,0,0,0,0,0,0,0,0,0,0,0,0,0,0,0,0,0,0,0,0,0,0,0,0,0,0,0,0,0,0,0,0,0,0,0,0,0,0,0,0,0,0,0" textboxrect="0,0,1160,5676"/>
                  <v:textbox>
                    <w:txbxContent>
                      <w:p w:rsidR="0058507E" w:rsidRDefault="0058507E" w:rsidP="0058507E">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textbox>
                    <w:txbxContent>
                      <w:p w:rsidR="0058507E" w:rsidRDefault="0058507E" w:rsidP="0058507E">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4PvsYA&#10;AADbAAAADwAAAGRycy9kb3ducmV2LnhtbESPT2vCQBTE7wW/w/IKvdVNUyoSXaX+KRTUg9pDj8/s&#10;a7Ik+zZktxr99K4geBxm5jfMeNrZWhyp9caxgrd+AoI4d9pwoeBn//U6BOEDssbaMSk4k4fppPc0&#10;xky7E2/puAuFiBD2GSooQ2gyKX1ekkXfdw1x9P5cazFE2RZSt3iKcFvLNEkG0qLhuFBiQ/OS8mr3&#10;bxX8rgZmuDWUHtaX2VKvP6rZZlEp9fLcfY5ABOrCI3xvf2sF6TvcvsQfIC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G4PvsYAAADbAAAADwAAAAAAAAAAAAAAAACYAgAAZHJz&#10;L2Rvd25yZXYueG1sUEsFBgAAAAAEAAQA9QAAAIsDAAAAAA==&#10;" adj="-11796480,,5400" path="m400,1615r,9l400,,,,,1624r,8l,1624r,3l1,1632r399,-17xe" fillcolor="black" stroked="f">
                  <v:stroke joinstyle="round"/>
                  <v:formulas/>
                  <v:path arrowok="t" o:connecttype="custom" o:connectlocs="4,16;4,16;4,0;0,0;0,16;0,16;0,16;0,16;0,16;4,16" o:connectangles="0,0,0,0,0,0,0,0,0,0" textboxrect="0,0,400,1632"/>
                  <v:textbox>
                    <w:txbxContent>
                      <w:p w:rsidR="0058507E" w:rsidRDefault="0058507E" w:rsidP="0058507E">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br7sQA&#10;AADbAAAADwAAAGRycy9kb3ducmV2LnhtbESPQWsCMRSE74L/IbxCbzVbKUW2ZhdRSnvxoLX0+ti8&#10;btbdvGyTqKu/vhEEj8PMfMPMy8F24kg+NI4VPE8yEMSV0w3XCnZf708zECEia+wck4IzBSiL8WiO&#10;uXYn3tBxG2uRIBxyVGBi7HMpQ2XIYpi4njh5v85bjEn6WmqPpwS3nZxm2au02HBaMNjT0lDVbg9W&#10;gV/8rNoLH77b7LI+h4/98DdDo9Tjw7B4AxFpiPfwrf2pFUxf4Pol/QBZ/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0W6+7EAAAA2wAAAA8AAAAAAAAAAAAAAAAAmAIAAGRycy9k&#10;b3ducmV2LnhtbFBLBQYAAAAABAAEAPUAAACJAw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7;16,17;15,16;14,16;13,15;13,14;12,14;11,13;10,12;9,11;8,11;8,10;7,9;7,8;6,7;6,6;5,5;5,4;5,3;4,2;4,1;4,0;0,1;0,2;1,4;1,5;1,6;2,7;2,8;3,10;4,11;4,12;5,13;6,14;7,15;8,16;9,17;10,17;11,18;12,19;13,20;14,20;15,21;16,21;18,17" o:connectangles="0,0,0,0,0,0,0,0,0,0,0,0,0,0,0,0,0,0,0,0,0,0,0,0,0,0,0,0,0,0,0,0,0,0,0,0,0,0,0,0,0,0,0,0,0" textboxrect="0,0,1748,2097"/>
                  <v:textbox>
                    <w:txbxContent>
                      <w:p w:rsidR="0058507E" w:rsidRDefault="0058507E" w:rsidP="0058507E">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QEncQA&#10;AADbAAAADwAAAGRycy9kb3ducmV2LnhtbESP3WrCQBSE74W+w3IEb6RuGrC2qauUQkFQCv48wGn2&#10;NAnung3ZU40+vVsoeDnMzDfMfNl7p07UxSawgadJBoq4DLbhysBh//n4AioKskUXmAxcKMJy8TCY&#10;Y2HDmbd02kmlEoRjgQZqkbbQOpY1eYyT0BIn7yd0HiXJrtK2w3OCe6fzLHvWHhtOCzW29FFTedz9&#10;egMu/3av61ncyOWgN9nVy3b8ZY0ZDfv3N1BCvdzD/+2VNZBP4e9L+gF6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UBJ3EAAAA2wAAAA8AAAAAAAAAAAAAAAAAmAIAAGRycy9k&#10;b3ducmV2LnhtbFBLBQYAAAAABAAEAPUAAACJAwAAAAA=&#10;" adj="-11796480,,5400" path="m4038,1660r152,l152,,,369,4038,2029r152,l4038,2029r77,31l4190,2029,4038,1660xe" fillcolor="black" stroked="f">
                  <v:stroke joinstyle="round"/>
                  <v:formulas/>
                  <v:path arrowok="t" o:connecttype="custom" o:connectlocs="40,17;42,17;2,0;0,4;40,20;42,20;40,20;41,21;42,20;40,17" o:connectangles="0,0,0,0,0,0,0,0,0,0" textboxrect="0,0,4190,2060"/>
                  <v:textbox>
                    <w:txbxContent>
                      <w:p w:rsidR="0058507E" w:rsidRDefault="0058507E" w:rsidP="0058507E">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vIkMMA&#10;AADbAAAADwAAAGRycy9kb3ducmV2LnhtbESPQWsCMRSE74X+h/AK3mq2e5CyGkUrwl566Kp4fW6e&#10;m8XkZdmkuvbXN4LgcZiZb5jZYnBWXKgPrWcFH+MMBHHtdcuNgt128/4JIkRkjdYzKbhRgMX89WWG&#10;hfZX/qFLFRuRIBwKVGBi7AopQ23IYRj7jjh5J987jEn2jdQ9XhPcWZln2UQ6bDktGOzoy1B9rn6d&#10;gnXV2XxXmlU47L+PR1v+beiwVmr0NiynICIN8Rl+tEutIJ/A/Uv6AXL+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gvIkMMAAADbAAAADwAAAAAAAAAAAAAAAACYAgAAZHJzL2Rv&#10;d25yZXYueG1sUEsFBgAAAAAEAAQA9QAAAIgDAAAAAA==&#10;" adj="-11796480,,5400" path="m4042,r-4,2l,1662r152,369l4190,371r-4,1l4042,r-3,1l4038,2r4,-2xe" fillcolor="black" stroked="f">
                  <v:stroke joinstyle="round"/>
                  <v:formulas/>
                  <v:path arrowok="t" o:connecttype="custom" o:connectlocs="40,0;40,0;0,17;2,20;42,4;42,4;40,0;40,0;40,0;40,0" o:connectangles="0,0,0,0,0,0,0,0,0,0" textboxrect="0,0,4190,2031"/>
                  <v:textbox>
                    <w:txbxContent>
                      <w:p w:rsidR="0058507E" w:rsidRDefault="0058507E" w:rsidP="0058507E">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OccEA&#10;AADbAAAADwAAAGRycy9kb3ducmV2LnhtbESPQYvCMBSE78L+h/AWvGmyHnSpRpFlBcGTrj14eyTP&#10;ttq8lCZr6783guBxmJlvmMWqd7W4URsqzxq+xgoEsfG24kLD8W8z+gYRIrLF2jNpuFOA1fJjsMDM&#10;+o73dDvEQiQIhww1lDE2mZTBlOQwjH1DnLyzbx3GJNtC2ha7BHe1nCg1lQ4rTgslNvRTkrke/p2G&#10;y0buvFFo8mPebe3s9DulWmk9/OzXcxCR+vgOv9pbq2Eyg+eX9APk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kPznHBAAAA2w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0;13,1;13,2;13,3;13,4;12,5;12,6;11,7;11,8;10,9;9,10;9,11;8,12;7,13;6,13;5,14;5,15;4,15;3,16;2,16;1,17;0,17;2,21;3,20;4,20;6,19;7,18;8,17;9,17;10,16;11,15;11,14;12,13;13,12;14,11;14,10;15,8;16,7;16,6;17,5;17,4;17,2;17,1;17,0;17,0" o:connectangles="0,0,0,0,0,0,0,0,0,0,0,0,0,0,0,0,0,0,0,0,0,0,0,0,0,0,0,0,0,0,0,0,0,0,0,0,0,0,0,0,0,0,0,0,0" textboxrect="0,0,1744,2097"/>
                  <v:textbox>
                    <w:txbxContent>
                      <w:p w:rsidR="0058507E" w:rsidRDefault="0058507E" w:rsidP="0058507E">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6iPe8IA&#10;AADbAAAADwAAAGRycy9kb3ducmV2LnhtbERPz2vCMBS+C/sfwhvsZlM7GNI1ig4GY8ODVsaOb82z&#10;LW1eSpLW7r83h4HHj+93sZ1NLyZyvrWsYJWkIIgrq1uuFZzL9+UahA/IGnvLpOCPPGw3D4sCc22v&#10;fKTpFGoRQ9jnqKAJYcil9FVDBn1iB+LIXawzGCJ0tdQOrzHc9DJL0xdpsOXY0OBAbw1V3Wk0Cn7G&#10;L74cnj93bh++7Vz6Lvtdd0o9Pc67VxCB5nAX/7s/tIIsjo1f4g+Qm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qI97wgAAANsAAAAPAAAAAAAAAAAAAAAAAJgCAABkcnMvZG93&#10;bnJldi54bWxQSwUGAAAAAAQABAD1AAAAhwMAAAAA&#10;" adj="-11796480,,5400" path="m199,400l,200,,13403r400,l400,200,199,,400,200,400,,199,r,400xe" fillcolor="black" stroked="f">
                  <v:stroke joinstyle="round"/>
                  <v:formulas/>
                  <v:path arrowok="t" o:connecttype="custom" o:connectlocs="2,4;0,2;0,134;4,134;4,2;2,0;4,2;4,0;2,0;2,4" o:connectangles="0,0,0,0,0,0,0,0,0,0" textboxrect="0,0,400,13403"/>
                  <v:textbox>
                    <w:txbxContent>
                      <w:p w:rsidR="0058507E" w:rsidRDefault="0058507E" w:rsidP="0058507E">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textbox>
                    <w:txbxContent>
                      <w:p w:rsidR="0058507E" w:rsidRDefault="0058507E" w:rsidP="0058507E">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7uu8AA&#10;AADbAAAADwAAAGRycy9kb3ducmV2LnhtbERPz2vCMBS+C/sfwhvspqkTxqhGKcLY2Kk6xeuzeTbF&#10;5qUkWez+++UgePz4fq82o+1FIh86xwrmswIEceN0x62Cw8/H9B1EiMgae8ek4I8CbNZPkxWW2t14&#10;R2kfW5FDOJSowMQ4lFKGxpDFMHMDceYuzluMGfpWao+3HG57+VoUb9Jix7nB4EBbQ811/2sVpPO2&#10;rhbplMzu21etd/Xn8Vwr9fI8VksQkcb4EN/dX1rBIq/PX/IPkO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u7uu8AAAADbAAAADwAAAAAAAAAAAAAAAACYAgAAZHJzL2Rvd25y&#10;ZXYueG1sUEsFBgAAAAAEAAQA9QAAAIUDAAAAAA==&#10;" adj="-11796480,,5400" path="m400,200l201,400r5510,l5711,,201,,,200,201,,,,,200r400,xe" fillcolor="black" stroked="f">
                  <v:stroke joinstyle="round"/>
                  <v:formulas/>
                  <v:path arrowok="t" o:connecttype="custom" o:connectlocs="4,2;2,4;57,4;57,0;2,0;0,2;2,0;0,0;0,2;4,2" o:connectangles="0,0,0,0,0,0,0,0,0,0" textboxrect="0,0,5711,400"/>
                  <v:textbox>
                    <w:txbxContent>
                      <w:p w:rsidR="0058507E" w:rsidRDefault="0058507E" w:rsidP="0058507E">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D9r8QA&#10;AADbAAAADwAAAGRycy9kb3ducmV2LnhtbESPQWvCQBSE74X+h+UVvOkmCmKjqxSxpXqpjYI9PrKv&#10;2dDs25Ddxuiv7wpCj8PMfMMsVr2tRUetrxwrSEcJCOLC6YpLBcfD63AGwgdkjbVjUnAhD6vl48MC&#10;M+3O/EldHkoRIewzVGBCaDIpfWHIoh+5hjh63661GKJsS6lbPEe4reU4SabSYsVxwWBDa0PFT/5r&#10;Ffh0vTnt7PW5+3oz/JFvzXRfGqUGT/3LHESgPvyH7+13rWCSwu1L/AF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8w/a/EAAAA2wAAAA8AAAAAAAAAAAAAAAAAmAIAAGRycy9k&#10;b3ducmV2LnhtbFBLBQYAAAAABAAEAPUAAACJAwAAAAA=&#10;" adj="-11796480,,5400" path="m201,4097r199,l400,,,,,4097r201,xe" fillcolor="black" stroked="f">
                  <v:stroke joinstyle="round"/>
                  <v:formulas/>
                  <v:path arrowok="t" o:connecttype="custom" o:connectlocs="2,41;4,41;4,0;0,0;0,41;2,41" o:connectangles="0,0,0,0,0,0" textboxrect="0,0,400,4097"/>
                  <v:textbox>
                    <w:txbxContent>
                      <w:p w:rsidR="0058507E" w:rsidRDefault="0058507E" w:rsidP="0058507E">
                        <w:pPr>
                          <w:rPr>
                            <w:rFonts w:eastAsia="Times New Roman"/>
                          </w:rPr>
                        </w:pPr>
                      </w:p>
                    </w:txbxContent>
                  </v:textbox>
                </v:shape>
                <w10:wrap anchorx="margin"/>
              </v:group>
            </w:pict>
          </mc:Fallback>
        </mc:AlternateContent>
      </w:r>
    </w:p>
    <w:p w:rsidR="0058507E" w:rsidRPr="00544549" w:rsidRDefault="0058507E" w:rsidP="0058507E">
      <w:pPr>
        <w:tabs>
          <w:tab w:val="left" w:pos="7815"/>
        </w:tabs>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b/>
          <w:color w:val="000000"/>
          <w:sz w:val="24"/>
          <w:szCs w:val="24"/>
        </w:rPr>
        <w:tab/>
      </w:r>
    </w:p>
    <w:p w:rsidR="0058507E" w:rsidRDefault="0058507E" w:rsidP="0058507E">
      <w:pPr>
        <w:spacing w:after="0" w:line="240" w:lineRule="auto"/>
        <w:jc w:val="center"/>
        <w:rPr>
          <w:rFonts w:ascii="Times New Roman" w:eastAsia="Arial Unicode MS" w:hAnsi="Times New Roman" w:cs="Times New Roman"/>
          <w:b/>
          <w:color w:val="000000"/>
          <w:sz w:val="24"/>
          <w:szCs w:val="24"/>
        </w:rPr>
      </w:pPr>
    </w:p>
    <w:p w:rsidR="0058507E" w:rsidRDefault="0058507E" w:rsidP="0058507E">
      <w:pPr>
        <w:spacing w:after="0" w:line="240" w:lineRule="auto"/>
        <w:jc w:val="center"/>
        <w:rPr>
          <w:rFonts w:ascii="Times New Roman" w:eastAsia="Arial Unicode MS" w:hAnsi="Times New Roman" w:cs="Times New Roman"/>
          <w:b/>
          <w:color w:val="000000"/>
          <w:sz w:val="24"/>
          <w:szCs w:val="24"/>
        </w:rPr>
      </w:pPr>
    </w:p>
    <w:p w:rsidR="0058507E" w:rsidRDefault="0058507E" w:rsidP="0058507E">
      <w:pPr>
        <w:spacing w:after="0" w:line="240" w:lineRule="auto"/>
        <w:jc w:val="center"/>
        <w:rPr>
          <w:rFonts w:ascii="Times New Roman" w:eastAsia="Arial Unicode MS" w:hAnsi="Times New Roman" w:cs="Times New Roman"/>
          <w:b/>
          <w:color w:val="000000"/>
          <w:sz w:val="24"/>
          <w:szCs w:val="24"/>
        </w:rPr>
      </w:pPr>
    </w:p>
    <w:p w:rsidR="0058507E" w:rsidRDefault="0058507E" w:rsidP="0058507E">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УКРАЇНА</w:t>
      </w:r>
    </w:p>
    <w:p w:rsidR="0058507E" w:rsidRDefault="0058507E" w:rsidP="0058507E">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58507E" w:rsidRDefault="0058507E" w:rsidP="0058507E">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58507E" w:rsidRDefault="0058507E" w:rsidP="0058507E">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58507E" w:rsidRDefault="0058507E" w:rsidP="0058507E">
      <w:pPr>
        <w:spacing w:after="0" w:line="240" w:lineRule="auto"/>
        <w:jc w:val="center"/>
        <w:rPr>
          <w:rFonts w:ascii="Times New Roman" w:eastAsia="Arial Unicode MS" w:hAnsi="Times New Roman" w:cs="Times New Roman"/>
          <w:b/>
          <w:color w:val="000000"/>
          <w:sz w:val="24"/>
          <w:szCs w:val="24"/>
        </w:rPr>
      </w:pPr>
    </w:p>
    <w:p w:rsidR="0058507E" w:rsidRDefault="0058507E" w:rsidP="0058507E">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РІШЕННЯ</w:t>
      </w:r>
    </w:p>
    <w:p w:rsidR="0058507E" w:rsidRDefault="0058507E" w:rsidP="0058507E">
      <w:pPr>
        <w:spacing w:after="0" w:line="240" w:lineRule="auto"/>
        <w:jc w:val="center"/>
        <w:rPr>
          <w:rFonts w:ascii="Times New Roman" w:eastAsia="Arial Unicode MS" w:hAnsi="Times New Roman" w:cs="Times New Roman"/>
          <w:b/>
          <w:color w:val="000000"/>
          <w:sz w:val="24"/>
          <w:szCs w:val="24"/>
        </w:rPr>
      </w:pPr>
    </w:p>
    <w:p w:rsidR="0058507E" w:rsidRDefault="0058507E" w:rsidP="0058507E">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ХІІ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ІІІ скликання</w:t>
      </w:r>
    </w:p>
    <w:p w:rsidR="0058507E" w:rsidRDefault="0058507E" w:rsidP="0058507E">
      <w:pPr>
        <w:spacing w:after="0" w:line="240" w:lineRule="auto"/>
        <w:rPr>
          <w:rFonts w:ascii="Times New Roman" w:eastAsia="Arial Unicode MS" w:hAnsi="Times New Roman" w:cs="Times New Roman"/>
          <w:color w:val="000000"/>
          <w:sz w:val="24"/>
          <w:szCs w:val="24"/>
        </w:rPr>
      </w:pPr>
    </w:p>
    <w:p w:rsidR="0058507E" w:rsidRPr="004864D2" w:rsidRDefault="0058507E" w:rsidP="0058507E">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30.06.2021  року                                            Крупець                                              №1</w:t>
      </w:r>
    </w:p>
    <w:p w:rsidR="0058507E" w:rsidRPr="007A5E6D" w:rsidRDefault="0058507E" w:rsidP="00585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58507E" w:rsidRPr="004958F3" w:rsidRDefault="0058507E" w:rsidP="0058507E">
      <w:pPr>
        <w:autoSpaceDE w:val="0"/>
        <w:autoSpaceDN w:val="0"/>
        <w:adjustRightInd w:val="0"/>
        <w:spacing w:after="0"/>
        <w:rPr>
          <w:rFonts w:ascii="Times New Roman" w:hAnsi="Times New Roman" w:cs="Times New Roman"/>
          <w:b/>
          <w:bCs/>
          <w:sz w:val="24"/>
          <w:szCs w:val="24"/>
        </w:rPr>
      </w:pPr>
      <w:r w:rsidRPr="004958F3">
        <w:rPr>
          <w:rFonts w:ascii="Times New Roman" w:eastAsia="Times New Roman" w:hAnsi="Times New Roman" w:cs="Times New Roman"/>
          <w:b/>
          <w:sz w:val="24"/>
          <w:szCs w:val="24"/>
        </w:rPr>
        <w:t>Про затвердження Програми</w:t>
      </w:r>
      <w:r>
        <w:rPr>
          <w:rFonts w:ascii="Times New Roman" w:eastAsia="Times New Roman" w:hAnsi="Times New Roman" w:cs="Times New Roman"/>
          <w:b/>
          <w:sz w:val="24"/>
          <w:szCs w:val="24"/>
        </w:rPr>
        <w:t xml:space="preserve"> </w:t>
      </w:r>
      <w:r w:rsidRPr="004958F3">
        <w:rPr>
          <w:rFonts w:ascii="Times New Roman" w:eastAsia="Times New Roman" w:hAnsi="Times New Roman" w:cs="Times New Roman"/>
          <w:b/>
          <w:sz w:val="24"/>
          <w:szCs w:val="24"/>
        </w:rPr>
        <w:t>«</w:t>
      </w:r>
      <w:r w:rsidRPr="004958F3">
        <w:rPr>
          <w:rFonts w:ascii="Times New Roman" w:hAnsi="Times New Roman" w:cs="Times New Roman"/>
          <w:b/>
          <w:bCs/>
          <w:sz w:val="24"/>
          <w:szCs w:val="24"/>
        </w:rPr>
        <w:t xml:space="preserve">Здійснення </w:t>
      </w:r>
    </w:p>
    <w:p w:rsidR="0058507E" w:rsidRPr="004958F3" w:rsidRDefault="0058507E" w:rsidP="0058507E">
      <w:pPr>
        <w:autoSpaceDE w:val="0"/>
        <w:autoSpaceDN w:val="0"/>
        <w:adjustRightInd w:val="0"/>
        <w:spacing w:after="0"/>
        <w:rPr>
          <w:rFonts w:ascii="Times New Roman" w:hAnsi="Times New Roman" w:cs="Times New Roman"/>
          <w:b/>
          <w:bCs/>
          <w:sz w:val="24"/>
          <w:szCs w:val="24"/>
        </w:rPr>
      </w:pPr>
      <w:r w:rsidRPr="004958F3">
        <w:rPr>
          <w:rFonts w:ascii="Times New Roman" w:hAnsi="Times New Roman" w:cs="Times New Roman"/>
          <w:b/>
          <w:bCs/>
          <w:sz w:val="24"/>
          <w:szCs w:val="24"/>
        </w:rPr>
        <w:t xml:space="preserve">компенсаційних виплат за пільговий проїзд </w:t>
      </w:r>
    </w:p>
    <w:p w:rsidR="0058507E" w:rsidRPr="004958F3" w:rsidRDefault="0058507E" w:rsidP="0058507E">
      <w:pPr>
        <w:autoSpaceDE w:val="0"/>
        <w:autoSpaceDN w:val="0"/>
        <w:adjustRightInd w:val="0"/>
        <w:spacing w:after="0"/>
        <w:rPr>
          <w:rFonts w:ascii="Times New Roman" w:hAnsi="Times New Roman" w:cs="Times New Roman"/>
          <w:b/>
          <w:bCs/>
          <w:sz w:val="24"/>
          <w:szCs w:val="24"/>
        </w:rPr>
      </w:pPr>
      <w:r w:rsidRPr="004958F3">
        <w:rPr>
          <w:rFonts w:ascii="Times New Roman" w:hAnsi="Times New Roman" w:cs="Times New Roman"/>
          <w:b/>
          <w:bCs/>
          <w:sz w:val="24"/>
          <w:szCs w:val="24"/>
        </w:rPr>
        <w:t xml:space="preserve">окремих категорій громадян на залізничному транспорті </w:t>
      </w:r>
    </w:p>
    <w:p w:rsidR="0058507E" w:rsidRPr="004958F3" w:rsidRDefault="0058507E" w:rsidP="0058507E">
      <w:pPr>
        <w:autoSpaceDE w:val="0"/>
        <w:autoSpaceDN w:val="0"/>
        <w:adjustRightInd w:val="0"/>
        <w:spacing w:after="0"/>
        <w:rPr>
          <w:rFonts w:ascii="Times New Roman" w:hAnsi="Times New Roman" w:cs="Times New Roman"/>
          <w:b/>
          <w:bCs/>
          <w:sz w:val="24"/>
          <w:szCs w:val="24"/>
        </w:rPr>
      </w:pPr>
      <w:r w:rsidRPr="004958F3">
        <w:rPr>
          <w:rFonts w:ascii="Times New Roman" w:hAnsi="Times New Roman" w:cs="Times New Roman"/>
          <w:b/>
          <w:bCs/>
          <w:sz w:val="24"/>
          <w:szCs w:val="24"/>
        </w:rPr>
        <w:t>приміського сполучення</w:t>
      </w:r>
      <w:r>
        <w:rPr>
          <w:rFonts w:ascii="Times New Roman" w:hAnsi="Times New Roman" w:cs="Times New Roman"/>
          <w:b/>
          <w:bCs/>
          <w:sz w:val="24"/>
          <w:szCs w:val="24"/>
        </w:rPr>
        <w:t xml:space="preserve"> </w:t>
      </w:r>
      <w:r w:rsidRPr="004958F3">
        <w:rPr>
          <w:rFonts w:ascii="Times New Roman" w:hAnsi="Times New Roman" w:cs="Times New Roman"/>
          <w:b/>
          <w:bCs/>
          <w:sz w:val="24"/>
          <w:szCs w:val="24"/>
        </w:rPr>
        <w:t xml:space="preserve">за рахунок коштів сільського бюджету </w:t>
      </w:r>
    </w:p>
    <w:p w:rsidR="0058507E" w:rsidRPr="004958F3" w:rsidRDefault="0058507E" w:rsidP="0058507E">
      <w:pPr>
        <w:autoSpaceDE w:val="0"/>
        <w:autoSpaceDN w:val="0"/>
        <w:adjustRightInd w:val="0"/>
        <w:spacing w:after="0"/>
        <w:rPr>
          <w:rFonts w:ascii="Times New Roman" w:eastAsia="Times New Roman" w:hAnsi="Times New Roman" w:cs="Times New Roman"/>
          <w:b/>
          <w:sz w:val="24"/>
          <w:szCs w:val="24"/>
        </w:rPr>
      </w:pPr>
      <w:proofErr w:type="spellStart"/>
      <w:r w:rsidRPr="004958F3">
        <w:rPr>
          <w:rFonts w:ascii="Times New Roman" w:hAnsi="Times New Roman" w:cs="Times New Roman"/>
          <w:b/>
          <w:bCs/>
          <w:sz w:val="24"/>
          <w:szCs w:val="24"/>
        </w:rPr>
        <w:t>Крупецької</w:t>
      </w:r>
      <w:proofErr w:type="spellEnd"/>
      <w:r w:rsidRPr="004958F3">
        <w:rPr>
          <w:rFonts w:ascii="Times New Roman" w:hAnsi="Times New Roman" w:cs="Times New Roman"/>
          <w:b/>
          <w:bCs/>
          <w:sz w:val="24"/>
          <w:szCs w:val="24"/>
        </w:rPr>
        <w:t xml:space="preserve"> сільської ради на 2021 рік»</w:t>
      </w:r>
    </w:p>
    <w:p w:rsidR="0058507E" w:rsidRPr="004864D2" w:rsidRDefault="0058507E" w:rsidP="0058507E">
      <w:pPr>
        <w:shd w:val="clear" w:color="auto" w:fill="FFFFFF"/>
        <w:spacing w:after="0"/>
        <w:jc w:val="both"/>
        <w:rPr>
          <w:rFonts w:ascii="Times New Roman" w:eastAsia="Times New Roman" w:hAnsi="Times New Roman"/>
          <w:b/>
          <w:sz w:val="24"/>
          <w:szCs w:val="24"/>
        </w:rPr>
      </w:pPr>
    </w:p>
    <w:p w:rsidR="0058507E" w:rsidRPr="00D307DD" w:rsidRDefault="0058507E" w:rsidP="00585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D307DD">
        <w:rPr>
          <w:rFonts w:ascii="Times New Roman" w:hAnsi="Times New Roman"/>
          <w:sz w:val="24"/>
          <w:szCs w:val="24"/>
        </w:rPr>
        <w:t xml:space="preserve">Відповідно до пункту 22 частини 1 статті 26 Закону України «Про місцеве самоврядування в Україні», </w:t>
      </w:r>
      <w:r w:rsidRPr="00D307DD">
        <w:rPr>
          <w:rFonts w:ascii="Times New Roman" w:eastAsia="Times New Roman" w:hAnsi="Times New Roman" w:cs="Times New Roman"/>
          <w:color w:val="000000"/>
          <w:sz w:val="24"/>
          <w:szCs w:val="24"/>
        </w:rPr>
        <w:t>статті 91 Бюджетного кодексу України, з метою забезпечення соціального захисту окремих категорій громадян в частині безоплатного проїзду в приміському пасажирському залізничному транспорті</w:t>
      </w:r>
      <w:r w:rsidRPr="00D307DD">
        <w:rPr>
          <w:rFonts w:ascii="Times New Roman" w:hAnsi="Times New Roman"/>
          <w:sz w:val="24"/>
          <w:szCs w:val="24"/>
        </w:rPr>
        <w:t xml:space="preserve">, сільська рада </w:t>
      </w:r>
    </w:p>
    <w:p w:rsidR="0058507E" w:rsidRPr="004864D2" w:rsidRDefault="0058507E" w:rsidP="005850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Calibri" w:hAnsi="Times New Roman"/>
          <w:sz w:val="24"/>
          <w:szCs w:val="24"/>
          <w:lang w:eastAsia="en-US"/>
        </w:rPr>
      </w:pPr>
      <w:r>
        <w:rPr>
          <w:rFonts w:ascii="Times New Roman" w:hAnsi="Times New Roman"/>
          <w:sz w:val="24"/>
          <w:szCs w:val="24"/>
        </w:rPr>
        <w:t>ВИРІШИЛА:</w:t>
      </w:r>
    </w:p>
    <w:p w:rsidR="0058507E" w:rsidRPr="0058507E" w:rsidRDefault="0058507E" w:rsidP="0058507E">
      <w:pPr>
        <w:pStyle w:val="af5"/>
        <w:numPr>
          <w:ilvl w:val="0"/>
          <w:numId w:val="1"/>
        </w:numPr>
        <w:tabs>
          <w:tab w:val="left" w:pos="709"/>
          <w:tab w:val="left" w:pos="851"/>
        </w:tabs>
        <w:autoSpaceDE w:val="0"/>
        <w:autoSpaceDN w:val="0"/>
        <w:adjustRightInd w:val="0"/>
        <w:spacing w:after="0"/>
        <w:ind w:left="0" w:firstLine="567"/>
        <w:jc w:val="both"/>
        <w:rPr>
          <w:rFonts w:ascii="Times New Roman" w:eastAsia="Times New Roman" w:hAnsi="Times New Roman" w:cs="Times New Roman"/>
          <w:sz w:val="24"/>
          <w:szCs w:val="24"/>
          <w:lang w:val="uk-UA"/>
        </w:rPr>
      </w:pPr>
      <w:r w:rsidRPr="0058507E">
        <w:rPr>
          <w:rFonts w:ascii="Times New Roman" w:eastAsia="Times New Roman" w:hAnsi="Times New Roman" w:cs="Times New Roman"/>
          <w:sz w:val="24"/>
          <w:szCs w:val="24"/>
          <w:lang w:val="uk-UA"/>
        </w:rPr>
        <w:t xml:space="preserve">Затвердити Програму </w:t>
      </w:r>
      <w:r w:rsidRPr="0058507E">
        <w:rPr>
          <w:rFonts w:ascii="Times New Roman" w:hAnsi="Times New Roman" w:cs="Times New Roman"/>
          <w:bCs/>
          <w:sz w:val="24"/>
          <w:szCs w:val="24"/>
          <w:lang w:val="uk-UA"/>
        </w:rPr>
        <w:t>«Здійснення компенсаційних виплат за пільговий проїзд окремих категорій громадян</w:t>
      </w:r>
      <w:r w:rsidRPr="00D55303">
        <w:rPr>
          <w:rFonts w:ascii="Times New Roman" w:hAnsi="Times New Roman" w:cs="Times New Roman"/>
          <w:bCs/>
          <w:sz w:val="24"/>
          <w:szCs w:val="24"/>
        </w:rPr>
        <w:t> </w:t>
      </w:r>
      <w:r w:rsidRPr="0058507E">
        <w:rPr>
          <w:rFonts w:ascii="Times New Roman" w:hAnsi="Times New Roman" w:cs="Times New Roman"/>
          <w:bCs/>
          <w:sz w:val="24"/>
          <w:szCs w:val="24"/>
          <w:lang w:val="uk-UA"/>
        </w:rPr>
        <w:t xml:space="preserve">на залізничному транспорті приміського сполучення за рахунок коштів сільського бюджету </w:t>
      </w:r>
      <w:proofErr w:type="spellStart"/>
      <w:r w:rsidRPr="0058507E">
        <w:rPr>
          <w:rFonts w:ascii="Times New Roman" w:hAnsi="Times New Roman" w:cs="Times New Roman"/>
          <w:bCs/>
          <w:sz w:val="24"/>
          <w:szCs w:val="24"/>
          <w:lang w:val="uk-UA"/>
        </w:rPr>
        <w:t>Крупецької</w:t>
      </w:r>
      <w:proofErr w:type="spellEnd"/>
      <w:r w:rsidRPr="0058507E">
        <w:rPr>
          <w:rFonts w:ascii="Times New Roman" w:hAnsi="Times New Roman" w:cs="Times New Roman"/>
          <w:bCs/>
          <w:sz w:val="24"/>
          <w:szCs w:val="24"/>
          <w:lang w:val="uk-UA"/>
        </w:rPr>
        <w:t xml:space="preserve"> сільської ради на 2021 рік» </w:t>
      </w:r>
      <w:r w:rsidRPr="0058507E">
        <w:rPr>
          <w:rFonts w:ascii="Times New Roman" w:eastAsia="Times New Roman" w:hAnsi="Times New Roman" w:cs="Times New Roman"/>
          <w:sz w:val="24"/>
          <w:szCs w:val="24"/>
          <w:lang w:val="uk-UA"/>
        </w:rPr>
        <w:t>(далі - Програма)  (додаток 1).</w:t>
      </w:r>
    </w:p>
    <w:p w:rsidR="0058507E" w:rsidRPr="0058507E" w:rsidRDefault="0058507E" w:rsidP="0058507E">
      <w:pPr>
        <w:pStyle w:val="af5"/>
        <w:numPr>
          <w:ilvl w:val="0"/>
          <w:numId w:val="1"/>
        </w:numPr>
        <w:shd w:val="clear" w:color="auto" w:fill="FFFFFF"/>
        <w:tabs>
          <w:tab w:val="left" w:pos="709"/>
          <w:tab w:val="left" w:pos="851"/>
        </w:tabs>
        <w:spacing w:after="0"/>
        <w:ind w:left="0" w:firstLine="567"/>
        <w:jc w:val="both"/>
        <w:rPr>
          <w:rFonts w:ascii="Times New Roman" w:eastAsia="Times New Roman" w:hAnsi="Times New Roman" w:cs="Times New Roman"/>
          <w:sz w:val="24"/>
          <w:szCs w:val="24"/>
          <w:lang w:val="ru-RU"/>
        </w:rPr>
      </w:pPr>
      <w:proofErr w:type="spellStart"/>
      <w:r w:rsidRPr="0058507E">
        <w:rPr>
          <w:rFonts w:ascii="Times New Roman" w:hAnsi="Times New Roman" w:cs="Times New Roman"/>
          <w:bCs/>
          <w:sz w:val="24"/>
          <w:szCs w:val="24"/>
          <w:lang w:val="ru-RU"/>
        </w:rPr>
        <w:t>Затвердити</w:t>
      </w:r>
      <w:proofErr w:type="spellEnd"/>
      <w:r w:rsidRPr="0058507E">
        <w:rPr>
          <w:rFonts w:ascii="Times New Roman" w:hAnsi="Times New Roman" w:cs="Times New Roman"/>
          <w:bCs/>
          <w:sz w:val="24"/>
          <w:szCs w:val="24"/>
          <w:lang w:val="ru-RU"/>
        </w:rPr>
        <w:t xml:space="preserve"> Порядок </w:t>
      </w:r>
      <w:proofErr w:type="spellStart"/>
      <w:r w:rsidRPr="0058507E">
        <w:rPr>
          <w:rFonts w:ascii="Times New Roman" w:hAnsi="Times New Roman" w:cs="Times New Roman"/>
          <w:bCs/>
          <w:sz w:val="24"/>
          <w:szCs w:val="24"/>
          <w:lang w:val="ru-RU"/>
        </w:rPr>
        <w:t>здійснення</w:t>
      </w:r>
      <w:proofErr w:type="spellEnd"/>
      <w:r w:rsidRPr="0058507E">
        <w:rPr>
          <w:rFonts w:ascii="Times New Roman" w:hAnsi="Times New Roman" w:cs="Times New Roman"/>
          <w:bCs/>
          <w:sz w:val="24"/>
          <w:szCs w:val="24"/>
          <w:lang w:val="ru-RU"/>
        </w:rPr>
        <w:t xml:space="preserve"> </w:t>
      </w:r>
      <w:proofErr w:type="spellStart"/>
      <w:r w:rsidRPr="0058507E">
        <w:rPr>
          <w:rFonts w:ascii="Times New Roman" w:hAnsi="Times New Roman" w:cs="Times New Roman"/>
          <w:bCs/>
          <w:sz w:val="24"/>
          <w:szCs w:val="24"/>
          <w:lang w:val="ru-RU"/>
        </w:rPr>
        <w:t>компенсаційних</w:t>
      </w:r>
      <w:proofErr w:type="spellEnd"/>
      <w:r w:rsidRPr="0058507E">
        <w:rPr>
          <w:rFonts w:ascii="Times New Roman" w:hAnsi="Times New Roman" w:cs="Times New Roman"/>
          <w:bCs/>
          <w:sz w:val="24"/>
          <w:szCs w:val="24"/>
          <w:lang w:val="ru-RU"/>
        </w:rPr>
        <w:t xml:space="preserve"> </w:t>
      </w:r>
      <w:proofErr w:type="spellStart"/>
      <w:r w:rsidRPr="0058507E">
        <w:rPr>
          <w:rFonts w:ascii="Times New Roman" w:hAnsi="Times New Roman" w:cs="Times New Roman"/>
          <w:bCs/>
          <w:sz w:val="24"/>
          <w:szCs w:val="24"/>
          <w:lang w:val="ru-RU"/>
        </w:rPr>
        <w:t>виплат</w:t>
      </w:r>
      <w:proofErr w:type="spellEnd"/>
      <w:r w:rsidRPr="0058507E">
        <w:rPr>
          <w:rFonts w:ascii="Times New Roman" w:hAnsi="Times New Roman" w:cs="Times New Roman"/>
          <w:bCs/>
          <w:sz w:val="24"/>
          <w:szCs w:val="24"/>
          <w:lang w:val="ru-RU"/>
        </w:rPr>
        <w:t xml:space="preserve"> за </w:t>
      </w:r>
      <w:proofErr w:type="spellStart"/>
      <w:proofErr w:type="gramStart"/>
      <w:r w:rsidRPr="0058507E">
        <w:rPr>
          <w:rFonts w:ascii="Times New Roman" w:hAnsi="Times New Roman" w:cs="Times New Roman"/>
          <w:bCs/>
          <w:sz w:val="24"/>
          <w:szCs w:val="24"/>
          <w:lang w:val="ru-RU"/>
        </w:rPr>
        <w:t>п</w:t>
      </w:r>
      <w:proofErr w:type="gramEnd"/>
      <w:r w:rsidRPr="0058507E">
        <w:rPr>
          <w:rFonts w:ascii="Times New Roman" w:hAnsi="Times New Roman" w:cs="Times New Roman"/>
          <w:bCs/>
          <w:sz w:val="24"/>
          <w:szCs w:val="24"/>
          <w:lang w:val="ru-RU"/>
        </w:rPr>
        <w:t>ільговий</w:t>
      </w:r>
      <w:proofErr w:type="spellEnd"/>
      <w:r w:rsidRPr="0058507E">
        <w:rPr>
          <w:rFonts w:ascii="Times New Roman" w:hAnsi="Times New Roman" w:cs="Times New Roman"/>
          <w:bCs/>
          <w:sz w:val="24"/>
          <w:szCs w:val="24"/>
          <w:lang w:val="ru-RU"/>
        </w:rPr>
        <w:t xml:space="preserve"> </w:t>
      </w:r>
      <w:proofErr w:type="spellStart"/>
      <w:r w:rsidRPr="0058507E">
        <w:rPr>
          <w:rFonts w:ascii="Times New Roman" w:hAnsi="Times New Roman" w:cs="Times New Roman"/>
          <w:bCs/>
          <w:sz w:val="24"/>
          <w:szCs w:val="24"/>
          <w:lang w:val="ru-RU"/>
        </w:rPr>
        <w:t>проїзд</w:t>
      </w:r>
      <w:proofErr w:type="spellEnd"/>
      <w:r w:rsidRPr="0058507E">
        <w:rPr>
          <w:rFonts w:ascii="Times New Roman" w:hAnsi="Times New Roman" w:cs="Times New Roman"/>
          <w:bCs/>
          <w:sz w:val="24"/>
          <w:szCs w:val="24"/>
          <w:lang w:val="ru-RU"/>
        </w:rPr>
        <w:t xml:space="preserve"> </w:t>
      </w:r>
      <w:proofErr w:type="spellStart"/>
      <w:r w:rsidRPr="0058507E">
        <w:rPr>
          <w:rFonts w:ascii="Times New Roman" w:hAnsi="Times New Roman" w:cs="Times New Roman"/>
          <w:bCs/>
          <w:sz w:val="24"/>
          <w:szCs w:val="24"/>
          <w:lang w:val="ru-RU"/>
        </w:rPr>
        <w:t>окремих</w:t>
      </w:r>
      <w:proofErr w:type="spellEnd"/>
      <w:r w:rsidRPr="0058507E">
        <w:rPr>
          <w:rFonts w:ascii="Times New Roman" w:hAnsi="Times New Roman" w:cs="Times New Roman"/>
          <w:bCs/>
          <w:sz w:val="24"/>
          <w:szCs w:val="24"/>
          <w:lang w:val="ru-RU"/>
        </w:rPr>
        <w:t xml:space="preserve"> </w:t>
      </w:r>
      <w:proofErr w:type="spellStart"/>
      <w:r w:rsidRPr="0058507E">
        <w:rPr>
          <w:rFonts w:ascii="Times New Roman" w:hAnsi="Times New Roman" w:cs="Times New Roman"/>
          <w:bCs/>
          <w:sz w:val="24"/>
          <w:szCs w:val="24"/>
          <w:lang w:val="ru-RU"/>
        </w:rPr>
        <w:t>категорій</w:t>
      </w:r>
      <w:proofErr w:type="spellEnd"/>
      <w:r w:rsidRPr="0058507E">
        <w:rPr>
          <w:rFonts w:ascii="Times New Roman" w:hAnsi="Times New Roman" w:cs="Times New Roman"/>
          <w:bCs/>
          <w:sz w:val="24"/>
          <w:szCs w:val="24"/>
          <w:lang w:val="ru-RU"/>
        </w:rPr>
        <w:t xml:space="preserve"> </w:t>
      </w:r>
      <w:proofErr w:type="spellStart"/>
      <w:r w:rsidRPr="0058507E">
        <w:rPr>
          <w:rFonts w:ascii="Times New Roman" w:hAnsi="Times New Roman" w:cs="Times New Roman"/>
          <w:bCs/>
          <w:sz w:val="24"/>
          <w:szCs w:val="24"/>
          <w:lang w:val="ru-RU"/>
        </w:rPr>
        <w:t>громадян</w:t>
      </w:r>
      <w:proofErr w:type="spellEnd"/>
      <w:r w:rsidRPr="00D55303">
        <w:rPr>
          <w:rFonts w:ascii="Times New Roman" w:hAnsi="Times New Roman" w:cs="Times New Roman"/>
          <w:bCs/>
          <w:sz w:val="24"/>
          <w:szCs w:val="24"/>
        </w:rPr>
        <w:t> </w:t>
      </w:r>
      <w:r w:rsidRPr="0058507E">
        <w:rPr>
          <w:rFonts w:ascii="Times New Roman" w:hAnsi="Times New Roman" w:cs="Times New Roman"/>
          <w:bCs/>
          <w:sz w:val="24"/>
          <w:szCs w:val="24"/>
          <w:lang w:val="ru-RU"/>
        </w:rPr>
        <w:t xml:space="preserve">на </w:t>
      </w:r>
      <w:proofErr w:type="spellStart"/>
      <w:r w:rsidRPr="0058507E">
        <w:rPr>
          <w:rFonts w:ascii="Times New Roman" w:hAnsi="Times New Roman" w:cs="Times New Roman"/>
          <w:bCs/>
          <w:sz w:val="24"/>
          <w:szCs w:val="24"/>
          <w:lang w:val="ru-RU"/>
        </w:rPr>
        <w:t>залізничному</w:t>
      </w:r>
      <w:proofErr w:type="spellEnd"/>
      <w:r w:rsidRPr="0058507E">
        <w:rPr>
          <w:rFonts w:ascii="Times New Roman" w:hAnsi="Times New Roman" w:cs="Times New Roman"/>
          <w:bCs/>
          <w:sz w:val="24"/>
          <w:szCs w:val="24"/>
          <w:lang w:val="ru-RU"/>
        </w:rPr>
        <w:t xml:space="preserve"> </w:t>
      </w:r>
      <w:proofErr w:type="spellStart"/>
      <w:r w:rsidRPr="0058507E">
        <w:rPr>
          <w:rFonts w:ascii="Times New Roman" w:hAnsi="Times New Roman" w:cs="Times New Roman"/>
          <w:bCs/>
          <w:sz w:val="24"/>
          <w:szCs w:val="24"/>
          <w:lang w:val="ru-RU"/>
        </w:rPr>
        <w:t>транспорті</w:t>
      </w:r>
      <w:proofErr w:type="spellEnd"/>
      <w:r w:rsidRPr="0058507E">
        <w:rPr>
          <w:rFonts w:ascii="Times New Roman" w:hAnsi="Times New Roman" w:cs="Times New Roman"/>
          <w:bCs/>
          <w:sz w:val="24"/>
          <w:szCs w:val="24"/>
          <w:lang w:val="ru-RU"/>
        </w:rPr>
        <w:t xml:space="preserve"> </w:t>
      </w:r>
      <w:proofErr w:type="spellStart"/>
      <w:r w:rsidRPr="0058507E">
        <w:rPr>
          <w:rFonts w:ascii="Times New Roman" w:hAnsi="Times New Roman" w:cs="Times New Roman"/>
          <w:bCs/>
          <w:sz w:val="24"/>
          <w:szCs w:val="24"/>
          <w:lang w:val="ru-RU"/>
        </w:rPr>
        <w:t>приміського</w:t>
      </w:r>
      <w:proofErr w:type="spellEnd"/>
      <w:r w:rsidRPr="0058507E">
        <w:rPr>
          <w:rFonts w:ascii="Times New Roman" w:hAnsi="Times New Roman" w:cs="Times New Roman"/>
          <w:bCs/>
          <w:sz w:val="24"/>
          <w:szCs w:val="24"/>
          <w:lang w:val="ru-RU"/>
        </w:rPr>
        <w:t xml:space="preserve"> </w:t>
      </w:r>
      <w:proofErr w:type="spellStart"/>
      <w:r w:rsidRPr="0058507E">
        <w:rPr>
          <w:rFonts w:ascii="Times New Roman" w:hAnsi="Times New Roman" w:cs="Times New Roman"/>
          <w:bCs/>
          <w:sz w:val="24"/>
          <w:szCs w:val="24"/>
          <w:lang w:val="ru-RU"/>
        </w:rPr>
        <w:t>сполучення</w:t>
      </w:r>
      <w:proofErr w:type="spellEnd"/>
      <w:r w:rsidRPr="0058507E">
        <w:rPr>
          <w:rFonts w:ascii="Times New Roman" w:hAnsi="Times New Roman" w:cs="Times New Roman"/>
          <w:bCs/>
          <w:sz w:val="24"/>
          <w:szCs w:val="24"/>
          <w:lang w:val="ru-RU"/>
        </w:rPr>
        <w:t xml:space="preserve"> за </w:t>
      </w:r>
      <w:proofErr w:type="spellStart"/>
      <w:r w:rsidRPr="0058507E">
        <w:rPr>
          <w:rFonts w:ascii="Times New Roman" w:hAnsi="Times New Roman" w:cs="Times New Roman"/>
          <w:bCs/>
          <w:sz w:val="24"/>
          <w:szCs w:val="24"/>
          <w:lang w:val="ru-RU"/>
        </w:rPr>
        <w:t>рахунок</w:t>
      </w:r>
      <w:proofErr w:type="spellEnd"/>
      <w:r w:rsidRPr="0058507E">
        <w:rPr>
          <w:rFonts w:ascii="Times New Roman" w:hAnsi="Times New Roman" w:cs="Times New Roman"/>
          <w:bCs/>
          <w:sz w:val="24"/>
          <w:szCs w:val="24"/>
          <w:lang w:val="ru-RU"/>
        </w:rPr>
        <w:t xml:space="preserve"> </w:t>
      </w:r>
      <w:proofErr w:type="spellStart"/>
      <w:r w:rsidRPr="0058507E">
        <w:rPr>
          <w:rFonts w:ascii="Times New Roman" w:hAnsi="Times New Roman" w:cs="Times New Roman"/>
          <w:bCs/>
          <w:sz w:val="24"/>
          <w:szCs w:val="24"/>
          <w:lang w:val="ru-RU"/>
        </w:rPr>
        <w:t>коштів</w:t>
      </w:r>
      <w:proofErr w:type="spellEnd"/>
      <w:r w:rsidRPr="0058507E">
        <w:rPr>
          <w:rFonts w:ascii="Times New Roman" w:hAnsi="Times New Roman" w:cs="Times New Roman"/>
          <w:bCs/>
          <w:sz w:val="24"/>
          <w:szCs w:val="24"/>
          <w:lang w:val="ru-RU"/>
        </w:rPr>
        <w:t xml:space="preserve"> </w:t>
      </w:r>
      <w:proofErr w:type="spellStart"/>
      <w:r w:rsidRPr="0058507E">
        <w:rPr>
          <w:rFonts w:ascii="Times New Roman" w:hAnsi="Times New Roman" w:cs="Times New Roman"/>
          <w:bCs/>
          <w:sz w:val="24"/>
          <w:szCs w:val="24"/>
          <w:lang w:val="ru-RU"/>
        </w:rPr>
        <w:t>сільського</w:t>
      </w:r>
      <w:proofErr w:type="spellEnd"/>
      <w:r w:rsidRPr="0058507E">
        <w:rPr>
          <w:rFonts w:ascii="Times New Roman" w:hAnsi="Times New Roman" w:cs="Times New Roman"/>
          <w:bCs/>
          <w:sz w:val="24"/>
          <w:szCs w:val="24"/>
          <w:lang w:val="ru-RU"/>
        </w:rPr>
        <w:t xml:space="preserve"> бюджету (</w:t>
      </w:r>
      <w:proofErr w:type="spellStart"/>
      <w:r w:rsidRPr="0058507E">
        <w:rPr>
          <w:rFonts w:ascii="Times New Roman" w:hAnsi="Times New Roman" w:cs="Times New Roman"/>
          <w:bCs/>
          <w:sz w:val="24"/>
          <w:szCs w:val="24"/>
          <w:lang w:val="ru-RU"/>
        </w:rPr>
        <w:t>далі</w:t>
      </w:r>
      <w:proofErr w:type="spellEnd"/>
      <w:r w:rsidRPr="0058507E">
        <w:rPr>
          <w:rFonts w:ascii="Times New Roman" w:hAnsi="Times New Roman" w:cs="Times New Roman"/>
          <w:bCs/>
          <w:sz w:val="24"/>
          <w:szCs w:val="24"/>
          <w:lang w:val="ru-RU"/>
        </w:rPr>
        <w:t xml:space="preserve"> - Порядок) (</w:t>
      </w:r>
      <w:proofErr w:type="spellStart"/>
      <w:r w:rsidRPr="0058507E">
        <w:rPr>
          <w:rFonts w:ascii="Times New Roman" w:hAnsi="Times New Roman" w:cs="Times New Roman"/>
          <w:bCs/>
          <w:sz w:val="24"/>
          <w:szCs w:val="24"/>
          <w:lang w:val="ru-RU"/>
        </w:rPr>
        <w:t>додаток</w:t>
      </w:r>
      <w:proofErr w:type="spellEnd"/>
      <w:r w:rsidRPr="0058507E">
        <w:rPr>
          <w:rFonts w:ascii="Times New Roman" w:hAnsi="Times New Roman" w:cs="Times New Roman"/>
          <w:bCs/>
          <w:sz w:val="24"/>
          <w:szCs w:val="24"/>
          <w:lang w:val="ru-RU"/>
        </w:rPr>
        <w:t xml:space="preserve"> 2).</w:t>
      </w:r>
    </w:p>
    <w:p w:rsidR="0058507E" w:rsidRPr="00D55303" w:rsidRDefault="0058507E" w:rsidP="0058507E">
      <w:pPr>
        <w:pStyle w:val="af5"/>
        <w:numPr>
          <w:ilvl w:val="0"/>
          <w:numId w:val="1"/>
        </w:numPr>
        <w:shd w:val="clear" w:color="auto" w:fill="FFFFFF"/>
        <w:tabs>
          <w:tab w:val="left" w:pos="709"/>
          <w:tab w:val="left" w:pos="851"/>
        </w:tabs>
        <w:spacing w:after="0"/>
        <w:ind w:left="0" w:firstLine="567"/>
        <w:jc w:val="both"/>
        <w:rPr>
          <w:rFonts w:ascii="Times New Roman" w:eastAsia="Times New Roman" w:hAnsi="Times New Roman" w:cs="Times New Roman"/>
          <w:sz w:val="24"/>
          <w:szCs w:val="24"/>
        </w:rPr>
      </w:pPr>
      <w:proofErr w:type="spellStart"/>
      <w:r w:rsidRPr="0058507E">
        <w:rPr>
          <w:rFonts w:ascii="Times New Roman" w:hAnsi="Times New Roman" w:cs="Times New Roman"/>
          <w:bCs/>
          <w:sz w:val="24"/>
          <w:szCs w:val="24"/>
          <w:lang w:val="ru-RU"/>
        </w:rPr>
        <w:t>Фінансовому</w:t>
      </w:r>
      <w:proofErr w:type="spellEnd"/>
      <w:r w:rsidRPr="0058507E">
        <w:rPr>
          <w:rFonts w:ascii="Times New Roman" w:hAnsi="Times New Roman" w:cs="Times New Roman"/>
          <w:bCs/>
          <w:sz w:val="24"/>
          <w:szCs w:val="24"/>
          <w:lang w:val="ru-RU"/>
        </w:rPr>
        <w:t xml:space="preserve"> </w:t>
      </w:r>
      <w:proofErr w:type="spellStart"/>
      <w:r w:rsidRPr="0058507E">
        <w:rPr>
          <w:rFonts w:ascii="Times New Roman" w:hAnsi="Times New Roman" w:cs="Times New Roman"/>
          <w:bCs/>
          <w:sz w:val="24"/>
          <w:szCs w:val="24"/>
          <w:lang w:val="ru-RU"/>
        </w:rPr>
        <w:t>відділу</w:t>
      </w:r>
      <w:proofErr w:type="spellEnd"/>
      <w:r w:rsidRPr="0058507E">
        <w:rPr>
          <w:rFonts w:ascii="Times New Roman" w:hAnsi="Times New Roman" w:cs="Times New Roman"/>
          <w:bCs/>
          <w:sz w:val="24"/>
          <w:szCs w:val="24"/>
          <w:lang w:val="ru-RU"/>
        </w:rPr>
        <w:t xml:space="preserve"> </w:t>
      </w:r>
      <w:proofErr w:type="spellStart"/>
      <w:r w:rsidRPr="0058507E">
        <w:rPr>
          <w:rFonts w:ascii="Times New Roman" w:hAnsi="Times New Roman" w:cs="Times New Roman"/>
          <w:bCs/>
          <w:sz w:val="24"/>
          <w:szCs w:val="24"/>
          <w:lang w:val="ru-RU"/>
        </w:rPr>
        <w:t>Крупецької</w:t>
      </w:r>
      <w:proofErr w:type="spellEnd"/>
      <w:r w:rsidRPr="0058507E">
        <w:rPr>
          <w:rFonts w:ascii="Times New Roman" w:hAnsi="Times New Roman" w:cs="Times New Roman"/>
          <w:bCs/>
          <w:sz w:val="24"/>
          <w:szCs w:val="24"/>
          <w:lang w:val="ru-RU"/>
        </w:rPr>
        <w:t xml:space="preserve"> </w:t>
      </w:r>
      <w:proofErr w:type="spellStart"/>
      <w:r w:rsidRPr="0058507E">
        <w:rPr>
          <w:rFonts w:ascii="Times New Roman" w:hAnsi="Times New Roman" w:cs="Times New Roman"/>
          <w:bCs/>
          <w:sz w:val="24"/>
          <w:szCs w:val="24"/>
          <w:lang w:val="ru-RU"/>
        </w:rPr>
        <w:t>сільської</w:t>
      </w:r>
      <w:proofErr w:type="spellEnd"/>
      <w:r w:rsidRPr="0058507E">
        <w:rPr>
          <w:rFonts w:ascii="Times New Roman" w:hAnsi="Times New Roman" w:cs="Times New Roman"/>
          <w:bCs/>
          <w:sz w:val="24"/>
          <w:szCs w:val="24"/>
          <w:lang w:val="ru-RU"/>
        </w:rPr>
        <w:t xml:space="preserve"> ради </w:t>
      </w:r>
      <w:proofErr w:type="spellStart"/>
      <w:r w:rsidRPr="0058507E">
        <w:rPr>
          <w:rFonts w:ascii="Times New Roman" w:hAnsi="Times New Roman" w:cs="Times New Roman"/>
          <w:bCs/>
          <w:sz w:val="24"/>
          <w:szCs w:val="24"/>
          <w:lang w:val="ru-RU"/>
        </w:rPr>
        <w:t>передбачити</w:t>
      </w:r>
      <w:proofErr w:type="spellEnd"/>
      <w:r w:rsidRPr="0058507E">
        <w:rPr>
          <w:rFonts w:ascii="Times New Roman" w:hAnsi="Times New Roman" w:cs="Times New Roman"/>
          <w:bCs/>
          <w:sz w:val="24"/>
          <w:szCs w:val="24"/>
          <w:lang w:val="ru-RU"/>
        </w:rPr>
        <w:t xml:space="preserve"> </w:t>
      </w:r>
      <w:proofErr w:type="spellStart"/>
      <w:r w:rsidRPr="0058507E">
        <w:rPr>
          <w:rFonts w:ascii="Times New Roman" w:hAnsi="Times New Roman" w:cs="Times New Roman"/>
          <w:bCs/>
          <w:sz w:val="24"/>
          <w:szCs w:val="24"/>
          <w:lang w:val="ru-RU"/>
        </w:rPr>
        <w:t>видатки</w:t>
      </w:r>
      <w:proofErr w:type="spellEnd"/>
      <w:r w:rsidRPr="0058507E">
        <w:rPr>
          <w:rFonts w:ascii="Times New Roman" w:hAnsi="Times New Roman" w:cs="Times New Roman"/>
          <w:bCs/>
          <w:sz w:val="24"/>
          <w:szCs w:val="24"/>
          <w:lang w:val="ru-RU"/>
        </w:rPr>
        <w:t xml:space="preserve"> на </w:t>
      </w:r>
      <w:proofErr w:type="spellStart"/>
      <w:r w:rsidRPr="0058507E">
        <w:rPr>
          <w:rFonts w:ascii="Times New Roman" w:hAnsi="Times New Roman" w:cs="Times New Roman"/>
          <w:bCs/>
          <w:sz w:val="24"/>
          <w:szCs w:val="24"/>
          <w:lang w:val="ru-RU"/>
        </w:rPr>
        <w:t>реалізацію</w:t>
      </w:r>
      <w:proofErr w:type="spellEnd"/>
      <w:r w:rsidRPr="0058507E">
        <w:rPr>
          <w:rFonts w:ascii="Times New Roman" w:hAnsi="Times New Roman" w:cs="Times New Roman"/>
          <w:bCs/>
          <w:sz w:val="24"/>
          <w:szCs w:val="24"/>
          <w:lang w:val="ru-RU"/>
        </w:rPr>
        <w:t xml:space="preserve"> </w:t>
      </w:r>
      <w:proofErr w:type="spellStart"/>
      <w:r w:rsidRPr="00D55303">
        <w:rPr>
          <w:rFonts w:ascii="Times New Roman" w:hAnsi="Times New Roman" w:cs="Times New Roman"/>
          <w:bCs/>
          <w:sz w:val="24"/>
          <w:szCs w:val="24"/>
        </w:rPr>
        <w:t>Програми</w:t>
      </w:r>
      <w:proofErr w:type="spellEnd"/>
      <w:r w:rsidRPr="00D55303">
        <w:rPr>
          <w:rFonts w:ascii="Times New Roman" w:hAnsi="Times New Roman" w:cs="Times New Roman"/>
          <w:bCs/>
          <w:sz w:val="24"/>
          <w:szCs w:val="24"/>
        </w:rPr>
        <w:t xml:space="preserve">, </w:t>
      </w:r>
      <w:proofErr w:type="spellStart"/>
      <w:r w:rsidRPr="00D55303">
        <w:rPr>
          <w:rFonts w:ascii="Times New Roman" w:hAnsi="Times New Roman" w:cs="Times New Roman"/>
          <w:bCs/>
          <w:sz w:val="24"/>
          <w:szCs w:val="24"/>
        </w:rPr>
        <w:t>виходячи</w:t>
      </w:r>
      <w:proofErr w:type="spellEnd"/>
      <w:r w:rsidRPr="00D55303">
        <w:rPr>
          <w:rFonts w:ascii="Times New Roman" w:hAnsi="Times New Roman" w:cs="Times New Roman"/>
          <w:bCs/>
          <w:sz w:val="24"/>
          <w:szCs w:val="24"/>
        </w:rPr>
        <w:t xml:space="preserve"> з </w:t>
      </w:r>
      <w:proofErr w:type="spellStart"/>
      <w:r w:rsidRPr="00D55303">
        <w:rPr>
          <w:rFonts w:ascii="Times New Roman" w:hAnsi="Times New Roman" w:cs="Times New Roman"/>
          <w:bCs/>
          <w:sz w:val="24"/>
          <w:szCs w:val="24"/>
        </w:rPr>
        <w:t>реальних</w:t>
      </w:r>
      <w:proofErr w:type="spellEnd"/>
      <w:r w:rsidRPr="00D55303">
        <w:rPr>
          <w:rFonts w:ascii="Times New Roman" w:hAnsi="Times New Roman" w:cs="Times New Roman"/>
          <w:bCs/>
          <w:sz w:val="24"/>
          <w:szCs w:val="24"/>
        </w:rPr>
        <w:t xml:space="preserve"> </w:t>
      </w:r>
      <w:proofErr w:type="spellStart"/>
      <w:r w:rsidRPr="00D55303">
        <w:rPr>
          <w:rFonts w:ascii="Times New Roman" w:hAnsi="Times New Roman" w:cs="Times New Roman"/>
          <w:bCs/>
          <w:sz w:val="24"/>
          <w:szCs w:val="24"/>
        </w:rPr>
        <w:t>можливостей</w:t>
      </w:r>
      <w:proofErr w:type="spellEnd"/>
      <w:r w:rsidRPr="00D55303">
        <w:rPr>
          <w:rFonts w:ascii="Times New Roman" w:hAnsi="Times New Roman" w:cs="Times New Roman"/>
          <w:bCs/>
          <w:sz w:val="24"/>
          <w:szCs w:val="24"/>
        </w:rPr>
        <w:t xml:space="preserve"> </w:t>
      </w:r>
      <w:proofErr w:type="spellStart"/>
      <w:r w:rsidRPr="00D55303">
        <w:rPr>
          <w:rFonts w:ascii="Times New Roman" w:hAnsi="Times New Roman" w:cs="Times New Roman"/>
          <w:bCs/>
          <w:sz w:val="24"/>
          <w:szCs w:val="24"/>
        </w:rPr>
        <w:t>бюджету</w:t>
      </w:r>
      <w:proofErr w:type="spellEnd"/>
      <w:r w:rsidRPr="00D55303">
        <w:rPr>
          <w:rFonts w:ascii="Times New Roman" w:hAnsi="Times New Roman" w:cs="Times New Roman"/>
          <w:bCs/>
          <w:sz w:val="24"/>
          <w:szCs w:val="24"/>
        </w:rPr>
        <w:t xml:space="preserve"> </w:t>
      </w:r>
      <w:proofErr w:type="spellStart"/>
      <w:r w:rsidRPr="00D55303">
        <w:rPr>
          <w:rFonts w:ascii="Times New Roman" w:hAnsi="Times New Roman" w:cs="Times New Roman"/>
          <w:bCs/>
          <w:sz w:val="24"/>
          <w:szCs w:val="24"/>
        </w:rPr>
        <w:t>та</w:t>
      </w:r>
      <w:proofErr w:type="spellEnd"/>
      <w:r w:rsidRPr="00D55303">
        <w:rPr>
          <w:rFonts w:ascii="Times New Roman" w:hAnsi="Times New Roman" w:cs="Times New Roman"/>
          <w:bCs/>
          <w:sz w:val="24"/>
          <w:szCs w:val="24"/>
        </w:rPr>
        <w:t xml:space="preserve"> </w:t>
      </w:r>
      <w:proofErr w:type="spellStart"/>
      <w:r w:rsidRPr="00D55303">
        <w:rPr>
          <w:rFonts w:ascii="Times New Roman" w:hAnsi="Times New Roman" w:cs="Times New Roman"/>
          <w:bCs/>
          <w:sz w:val="24"/>
          <w:szCs w:val="24"/>
        </w:rPr>
        <w:t>його</w:t>
      </w:r>
      <w:proofErr w:type="spellEnd"/>
      <w:r w:rsidRPr="00D55303">
        <w:rPr>
          <w:rFonts w:ascii="Times New Roman" w:hAnsi="Times New Roman" w:cs="Times New Roman"/>
          <w:bCs/>
          <w:sz w:val="24"/>
          <w:szCs w:val="24"/>
        </w:rPr>
        <w:t xml:space="preserve"> </w:t>
      </w:r>
      <w:proofErr w:type="spellStart"/>
      <w:proofErr w:type="gramStart"/>
      <w:r w:rsidRPr="00D55303">
        <w:rPr>
          <w:rFonts w:ascii="Times New Roman" w:hAnsi="Times New Roman" w:cs="Times New Roman"/>
          <w:bCs/>
          <w:sz w:val="24"/>
          <w:szCs w:val="24"/>
        </w:rPr>
        <w:t>пр</w:t>
      </w:r>
      <w:proofErr w:type="gramEnd"/>
      <w:r w:rsidRPr="00D55303">
        <w:rPr>
          <w:rFonts w:ascii="Times New Roman" w:hAnsi="Times New Roman" w:cs="Times New Roman"/>
          <w:bCs/>
          <w:sz w:val="24"/>
          <w:szCs w:val="24"/>
        </w:rPr>
        <w:t>іоритетів</w:t>
      </w:r>
      <w:proofErr w:type="spellEnd"/>
      <w:r w:rsidRPr="00D55303">
        <w:rPr>
          <w:rFonts w:ascii="Times New Roman" w:hAnsi="Times New Roman" w:cs="Times New Roman"/>
          <w:bCs/>
          <w:sz w:val="24"/>
          <w:szCs w:val="24"/>
        </w:rPr>
        <w:t>.</w:t>
      </w:r>
    </w:p>
    <w:p w:rsidR="0058507E" w:rsidRPr="00D55303" w:rsidRDefault="0058507E" w:rsidP="0058507E">
      <w:pPr>
        <w:spacing w:after="0"/>
        <w:ind w:firstLine="567"/>
        <w:jc w:val="both"/>
        <w:rPr>
          <w:rFonts w:ascii="Times New Roman" w:eastAsia="Times New Roman" w:hAnsi="Times New Roman" w:cs="Times New Roman"/>
          <w:sz w:val="24"/>
          <w:szCs w:val="24"/>
        </w:rPr>
      </w:pPr>
      <w:r w:rsidRPr="00D55303">
        <w:rPr>
          <w:rFonts w:ascii="Times New Roman" w:hAnsi="Times New Roman" w:cs="Times New Roman"/>
          <w:sz w:val="24"/>
          <w:szCs w:val="24"/>
        </w:rPr>
        <w:t>4. Контроль за виконанням цього рішення покласти на постійну комісію з питань фінансів, бюджету, планування, соціально</w:t>
      </w:r>
      <w:r>
        <w:rPr>
          <w:rFonts w:ascii="Times New Roman" w:hAnsi="Times New Roman" w:cs="Times New Roman"/>
          <w:sz w:val="24"/>
          <w:szCs w:val="24"/>
        </w:rPr>
        <w:t xml:space="preserve"> - </w:t>
      </w:r>
      <w:r w:rsidRPr="00D55303">
        <w:rPr>
          <w:rFonts w:ascii="Times New Roman" w:hAnsi="Times New Roman" w:cs="Times New Roman"/>
          <w:sz w:val="24"/>
          <w:szCs w:val="24"/>
        </w:rPr>
        <w:t>економічного розвитку, інвестицій та міжнародного співробітництва (</w:t>
      </w:r>
      <w:proofErr w:type="spellStart"/>
      <w:r w:rsidRPr="00D55303">
        <w:rPr>
          <w:rFonts w:ascii="Times New Roman" w:hAnsi="Times New Roman" w:cs="Times New Roman"/>
          <w:sz w:val="24"/>
          <w:szCs w:val="24"/>
        </w:rPr>
        <w:t>Т.М.Бережна</w:t>
      </w:r>
      <w:proofErr w:type="spellEnd"/>
      <w:r w:rsidRPr="00D55303">
        <w:rPr>
          <w:rFonts w:ascii="Times New Roman" w:hAnsi="Times New Roman" w:cs="Times New Roman"/>
          <w:sz w:val="24"/>
          <w:szCs w:val="24"/>
        </w:rPr>
        <w:t>).</w:t>
      </w:r>
    </w:p>
    <w:p w:rsidR="0058507E" w:rsidRPr="00D55303" w:rsidRDefault="0058507E" w:rsidP="0058507E">
      <w:pPr>
        <w:spacing w:after="0"/>
        <w:ind w:firstLine="567"/>
        <w:jc w:val="both"/>
        <w:rPr>
          <w:rFonts w:ascii="Times New Roman" w:eastAsia="Times New Roman" w:hAnsi="Times New Roman" w:cs="Times New Roman"/>
          <w:sz w:val="24"/>
          <w:szCs w:val="24"/>
        </w:rPr>
      </w:pPr>
    </w:p>
    <w:p w:rsidR="0058507E" w:rsidRDefault="0058507E" w:rsidP="0058507E">
      <w:pPr>
        <w:spacing w:after="0"/>
        <w:jc w:val="both"/>
        <w:rPr>
          <w:rFonts w:ascii="Times New Roman" w:eastAsia="Times New Roman" w:hAnsi="Times New Roman"/>
          <w:sz w:val="24"/>
          <w:szCs w:val="24"/>
        </w:rPr>
      </w:pPr>
    </w:p>
    <w:p w:rsidR="0058507E" w:rsidRDefault="0058507E" w:rsidP="0058507E">
      <w:pPr>
        <w:spacing w:after="0"/>
        <w:jc w:val="both"/>
        <w:rPr>
          <w:rFonts w:ascii="Times New Roman" w:eastAsia="Times New Roman" w:hAnsi="Times New Roman"/>
          <w:sz w:val="24"/>
          <w:szCs w:val="24"/>
        </w:rPr>
      </w:pPr>
    </w:p>
    <w:p w:rsidR="0058507E" w:rsidRDefault="0058507E" w:rsidP="0058507E">
      <w:pPr>
        <w:spacing w:after="0"/>
        <w:jc w:val="both"/>
        <w:rPr>
          <w:rFonts w:ascii="Times New Roman" w:eastAsia="Times New Roman" w:hAnsi="Times New Roman"/>
          <w:sz w:val="24"/>
          <w:szCs w:val="24"/>
        </w:rPr>
      </w:pPr>
    </w:p>
    <w:p w:rsidR="0058507E" w:rsidRDefault="0058507E" w:rsidP="0058507E">
      <w:pPr>
        <w:spacing w:after="0"/>
        <w:jc w:val="both"/>
        <w:rPr>
          <w:rFonts w:ascii="Times New Roman" w:eastAsia="Times New Roman" w:hAnsi="Times New Roman"/>
          <w:sz w:val="24"/>
          <w:szCs w:val="24"/>
        </w:rPr>
      </w:pPr>
    </w:p>
    <w:p w:rsidR="0058507E" w:rsidRDefault="0058507E" w:rsidP="0058507E">
      <w:pPr>
        <w:spacing w:after="0"/>
        <w:ind w:left="425" w:hanging="425"/>
        <w:jc w:val="both"/>
        <w:rPr>
          <w:rFonts w:ascii="Times New Roman" w:eastAsia="Times New Roman" w:hAnsi="Times New Roman"/>
          <w:sz w:val="24"/>
          <w:szCs w:val="24"/>
        </w:rPr>
      </w:pPr>
      <w:r>
        <w:rPr>
          <w:rFonts w:ascii="Times New Roman" w:eastAsia="Times New Roman" w:hAnsi="Times New Roman"/>
          <w:sz w:val="24"/>
          <w:szCs w:val="24"/>
        </w:rPr>
        <w:t xml:space="preserve">Сільський голова </w:t>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r>
      <w:r>
        <w:rPr>
          <w:rFonts w:ascii="Times New Roman" w:eastAsia="Times New Roman" w:hAnsi="Times New Roman"/>
          <w:sz w:val="24"/>
          <w:szCs w:val="24"/>
        </w:rPr>
        <w:tab/>
        <w:t>Валерій МИХАЛЮК</w:t>
      </w:r>
    </w:p>
    <w:p w:rsidR="0058507E" w:rsidRPr="0058507E" w:rsidRDefault="0058507E" w:rsidP="0058507E">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lang w:val="ru-RU"/>
        </w:rPr>
      </w:pPr>
    </w:p>
    <w:p w:rsidR="0058507E" w:rsidRPr="0058507E" w:rsidRDefault="0058507E" w:rsidP="0058507E">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lang w:val="ru-RU"/>
        </w:rPr>
      </w:pPr>
    </w:p>
    <w:p w:rsidR="0058507E" w:rsidRDefault="0058507E" w:rsidP="0058507E">
      <w:pPr>
        <w:spacing w:after="0" w:line="240" w:lineRule="auto"/>
        <w:ind w:left="425" w:hanging="425"/>
        <w:jc w:val="right"/>
        <w:rPr>
          <w:rFonts w:ascii="Times New Roman" w:eastAsia="Times New Roman" w:hAnsi="Times New Roman"/>
          <w:sz w:val="24"/>
          <w:szCs w:val="24"/>
        </w:rPr>
      </w:pPr>
      <w:r>
        <w:rPr>
          <w:rFonts w:ascii="Times New Roman" w:eastAsia="Times New Roman" w:hAnsi="Times New Roman"/>
          <w:sz w:val="24"/>
          <w:szCs w:val="24"/>
        </w:rPr>
        <w:t>Додаток 1</w:t>
      </w:r>
    </w:p>
    <w:p w:rsidR="0058507E" w:rsidRPr="0058507E" w:rsidRDefault="0058507E" w:rsidP="0058507E">
      <w:pPr>
        <w:pStyle w:val="a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64"/>
        <w:rPr>
          <w:rFonts w:ascii="Times New Roman" w:hAnsi="Times New Roman"/>
          <w:sz w:val="24"/>
          <w:szCs w:val="24"/>
          <w:lang w:val="uk-UA"/>
        </w:rPr>
      </w:pPr>
      <w:r w:rsidRPr="0058507E">
        <w:rPr>
          <w:rFonts w:ascii="Times New Roman" w:hAnsi="Times New Roman"/>
          <w:sz w:val="24"/>
          <w:szCs w:val="24"/>
          <w:lang w:val="uk-UA"/>
        </w:rPr>
        <w:t>ЗАТВЕРДЖЕНО</w:t>
      </w:r>
    </w:p>
    <w:p w:rsidR="0058507E" w:rsidRPr="0058507E" w:rsidRDefault="0058507E" w:rsidP="0058507E">
      <w:pPr>
        <w:pStyle w:val="a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64"/>
        <w:rPr>
          <w:rFonts w:ascii="Times New Roman" w:hAnsi="Times New Roman"/>
          <w:sz w:val="24"/>
          <w:szCs w:val="24"/>
          <w:lang w:val="uk-UA"/>
        </w:rPr>
      </w:pPr>
      <w:r w:rsidRPr="0058507E">
        <w:rPr>
          <w:rFonts w:ascii="Times New Roman" w:hAnsi="Times New Roman"/>
          <w:sz w:val="24"/>
          <w:szCs w:val="24"/>
          <w:lang w:val="uk-UA"/>
        </w:rPr>
        <w:t xml:space="preserve">рішенням </w:t>
      </w:r>
      <w:r w:rsidRPr="0058507E">
        <w:rPr>
          <w:rFonts w:ascii="Times New Roman" w:eastAsia="Times New Roman" w:hAnsi="Times New Roman"/>
          <w:color w:val="000000"/>
          <w:sz w:val="24"/>
          <w:szCs w:val="24"/>
          <w:lang w:val="uk-UA"/>
        </w:rPr>
        <w:t xml:space="preserve">ХІІ </w:t>
      </w:r>
      <w:r w:rsidRPr="0058507E">
        <w:rPr>
          <w:rFonts w:ascii="Times New Roman" w:hAnsi="Times New Roman"/>
          <w:sz w:val="24"/>
          <w:szCs w:val="24"/>
          <w:lang w:val="uk-UA"/>
        </w:rPr>
        <w:t>сесії</w:t>
      </w:r>
    </w:p>
    <w:p w:rsidR="0058507E" w:rsidRPr="0058507E" w:rsidRDefault="0058507E" w:rsidP="0058507E">
      <w:pPr>
        <w:pStyle w:val="a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64"/>
        <w:rPr>
          <w:rFonts w:ascii="Times New Roman" w:hAnsi="Times New Roman"/>
          <w:sz w:val="24"/>
          <w:szCs w:val="24"/>
          <w:lang w:val="uk-UA"/>
        </w:rPr>
      </w:pPr>
      <w:proofErr w:type="spellStart"/>
      <w:r w:rsidRPr="0058507E">
        <w:rPr>
          <w:rFonts w:ascii="Times New Roman" w:hAnsi="Times New Roman"/>
          <w:sz w:val="24"/>
          <w:szCs w:val="24"/>
          <w:lang w:val="uk-UA"/>
        </w:rPr>
        <w:t>Крупецької</w:t>
      </w:r>
      <w:proofErr w:type="spellEnd"/>
      <w:r w:rsidRPr="0058507E">
        <w:rPr>
          <w:rFonts w:ascii="Times New Roman" w:hAnsi="Times New Roman"/>
          <w:sz w:val="24"/>
          <w:szCs w:val="24"/>
          <w:lang w:val="uk-UA"/>
        </w:rPr>
        <w:t xml:space="preserve"> сільської ради </w:t>
      </w:r>
    </w:p>
    <w:p w:rsidR="0058507E" w:rsidRPr="0058507E" w:rsidRDefault="0058507E" w:rsidP="0058507E">
      <w:pPr>
        <w:pStyle w:val="a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64"/>
        <w:rPr>
          <w:rFonts w:ascii="Times New Roman" w:hAnsi="Times New Roman"/>
          <w:sz w:val="24"/>
          <w:szCs w:val="24"/>
          <w:lang w:val="uk-UA"/>
        </w:rPr>
      </w:pPr>
      <w:r>
        <w:rPr>
          <w:rFonts w:ascii="Times New Roman" w:hAnsi="Times New Roman"/>
          <w:sz w:val="24"/>
          <w:szCs w:val="24"/>
        </w:rPr>
        <w:t>V</w:t>
      </w:r>
      <w:r w:rsidRPr="0058507E">
        <w:rPr>
          <w:rFonts w:ascii="Times New Roman" w:hAnsi="Times New Roman"/>
          <w:sz w:val="24"/>
          <w:szCs w:val="24"/>
          <w:lang w:val="uk-UA"/>
        </w:rPr>
        <w:t>ІІІ скликання від 30.06.2021 №1</w:t>
      </w:r>
    </w:p>
    <w:p w:rsidR="0058507E" w:rsidRDefault="0058507E" w:rsidP="0058507E">
      <w:pPr>
        <w:spacing w:after="0" w:line="240" w:lineRule="auto"/>
        <w:jc w:val="center"/>
        <w:rPr>
          <w:rFonts w:ascii="Times New Roman" w:eastAsia="Times New Roman" w:hAnsi="Times New Roman"/>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Pr="00834372" w:rsidRDefault="0058507E" w:rsidP="0058507E">
      <w:pPr>
        <w:spacing w:after="0" w:line="240" w:lineRule="auto"/>
        <w:jc w:val="center"/>
        <w:rPr>
          <w:rFonts w:ascii="Times New Roman" w:eastAsia="Times New Roman" w:hAnsi="Times New Roman" w:cs="Times New Roman"/>
          <w:b/>
          <w:sz w:val="28"/>
          <w:szCs w:val="28"/>
        </w:rPr>
      </w:pPr>
      <w:r w:rsidRPr="00834372">
        <w:rPr>
          <w:rFonts w:ascii="Times New Roman" w:eastAsia="Times New Roman" w:hAnsi="Times New Roman" w:cs="Times New Roman"/>
          <w:b/>
          <w:sz w:val="28"/>
          <w:szCs w:val="28"/>
        </w:rPr>
        <w:t>ПРОГРАМА</w:t>
      </w:r>
    </w:p>
    <w:p w:rsidR="0058507E" w:rsidRPr="00834372" w:rsidRDefault="0058507E" w:rsidP="0058507E">
      <w:pPr>
        <w:spacing w:after="0" w:line="240" w:lineRule="auto"/>
        <w:jc w:val="center"/>
        <w:rPr>
          <w:rFonts w:ascii="Times New Roman" w:eastAsia="Times New Roman" w:hAnsi="Times New Roman"/>
          <w:b/>
          <w:bCs/>
          <w:sz w:val="28"/>
          <w:szCs w:val="28"/>
        </w:rPr>
      </w:pPr>
      <w:r w:rsidRPr="00834372">
        <w:rPr>
          <w:rFonts w:ascii="Times New Roman" w:hAnsi="Times New Roman" w:cs="Times New Roman"/>
          <w:b/>
          <w:bCs/>
          <w:sz w:val="28"/>
          <w:szCs w:val="28"/>
        </w:rPr>
        <w:t>«Здійснення компенсаційних виплат за пільговий проїзд окремих категорій громадян на залізничному транспорті приміського сполучення</w:t>
      </w:r>
      <w:r>
        <w:rPr>
          <w:rFonts w:ascii="Times New Roman" w:hAnsi="Times New Roman" w:cs="Times New Roman"/>
          <w:b/>
          <w:bCs/>
          <w:sz w:val="28"/>
          <w:szCs w:val="28"/>
        </w:rPr>
        <w:t xml:space="preserve"> </w:t>
      </w:r>
      <w:r w:rsidRPr="00834372">
        <w:rPr>
          <w:rFonts w:ascii="Times New Roman" w:hAnsi="Times New Roman" w:cs="Times New Roman"/>
          <w:b/>
          <w:bCs/>
          <w:sz w:val="28"/>
          <w:szCs w:val="28"/>
        </w:rPr>
        <w:t xml:space="preserve">за рахунок коштів </w:t>
      </w:r>
      <w:r>
        <w:rPr>
          <w:rFonts w:ascii="Times New Roman" w:hAnsi="Times New Roman" w:cs="Times New Roman"/>
          <w:b/>
          <w:bCs/>
          <w:sz w:val="28"/>
          <w:szCs w:val="28"/>
        </w:rPr>
        <w:t>сільського</w:t>
      </w:r>
      <w:r w:rsidRPr="00834372">
        <w:rPr>
          <w:rFonts w:ascii="Times New Roman" w:hAnsi="Times New Roman" w:cs="Times New Roman"/>
          <w:b/>
          <w:bCs/>
          <w:sz w:val="28"/>
          <w:szCs w:val="28"/>
        </w:rPr>
        <w:t xml:space="preserve"> бюджету </w:t>
      </w:r>
      <w:proofErr w:type="spellStart"/>
      <w:r w:rsidRPr="00834372">
        <w:rPr>
          <w:rFonts w:ascii="Times New Roman" w:hAnsi="Times New Roman" w:cs="Times New Roman"/>
          <w:b/>
          <w:bCs/>
          <w:sz w:val="28"/>
          <w:szCs w:val="28"/>
        </w:rPr>
        <w:t>Крупецької</w:t>
      </w:r>
      <w:proofErr w:type="spellEnd"/>
      <w:r w:rsidRPr="00834372">
        <w:rPr>
          <w:rFonts w:ascii="Times New Roman" w:hAnsi="Times New Roman" w:cs="Times New Roman"/>
          <w:b/>
          <w:bCs/>
          <w:sz w:val="28"/>
          <w:szCs w:val="28"/>
        </w:rPr>
        <w:t xml:space="preserve"> сільської ради на 2021 рік»</w:t>
      </w:r>
    </w:p>
    <w:p w:rsidR="0058507E" w:rsidRDefault="0058507E" w:rsidP="0058507E">
      <w:pPr>
        <w:spacing w:after="0" w:line="240" w:lineRule="auto"/>
        <w:jc w:val="center"/>
        <w:rPr>
          <w:rFonts w:ascii="Times New Roman" w:eastAsia="Times New Roman" w:hAnsi="Times New Roman"/>
          <w:b/>
          <w:bCs/>
          <w:sz w:val="48"/>
          <w:szCs w:val="48"/>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line="240" w:lineRule="auto"/>
        <w:jc w:val="center"/>
        <w:rPr>
          <w:rFonts w:ascii="Times New Roman" w:eastAsia="Times New Roman" w:hAnsi="Times New Roman"/>
          <w:b/>
          <w:bCs/>
          <w:sz w:val="24"/>
          <w:szCs w:val="24"/>
        </w:rPr>
      </w:pPr>
    </w:p>
    <w:p w:rsidR="0058507E" w:rsidRDefault="0058507E" w:rsidP="0058507E">
      <w:pPr>
        <w:spacing w:after="0"/>
        <w:jc w:val="center"/>
        <w:rPr>
          <w:rFonts w:ascii="Times New Roman" w:eastAsia="Times New Roman" w:hAnsi="Times New Roman"/>
          <w:b/>
          <w:bCs/>
          <w:sz w:val="24"/>
          <w:szCs w:val="24"/>
        </w:rPr>
      </w:pPr>
    </w:p>
    <w:p w:rsidR="0058507E" w:rsidRPr="00414FCA" w:rsidRDefault="0058507E" w:rsidP="0058507E">
      <w:pPr>
        <w:spacing w:after="0"/>
        <w:jc w:val="center"/>
        <w:rPr>
          <w:rFonts w:ascii="Times New Roman" w:eastAsia="Times New Roman" w:hAnsi="Times New Roman" w:cs="Times New Roman"/>
          <w:sz w:val="24"/>
          <w:szCs w:val="24"/>
        </w:rPr>
      </w:pPr>
      <w:r w:rsidRPr="00414FCA">
        <w:rPr>
          <w:rFonts w:ascii="Times New Roman" w:eastAsia="Times New Roman" w:hAnsi="Times New Roman" w:cs="Times New Roman"/>
          <w:b/>
          <w:bCs/>
          <w:sz w:val="24"/>
          <w:szCs w:val="24"/>
        </w:rPr>
        <w:t>ПАСПОРТ</w:t>
      </w:r>
    </w:p>
    <w:p w:rsidR="0058507E" w:rsidRPr="00414FCA" w:rsidRDefault="0058507E" w:rsidP="0058507E">
      <w:pPr>
        <w:spacing w:after="0"/>
        <w:jc w:val="center"/>
        <w:rPr>
          <w:rFonts w:ascii="Times New Roman" w:eastAsia="Times New Roman" w:hAnsi="Times New Roman" w:cs="Times New Roman"/>
          <w:b/>
          <w:sz w:val="24"/>
          <w:szCs w:val="24"/>
        </w:rPr>
      </w:pPr>
      <w:r w:rsidRPr="00414FCA">
        <w:rPr>
          <w:rFonts w:ascii="Times New Roman" w:eastAsia="Times New Roman" w:hAnsi="Times New Roman" w:cs="Times New Roman"/>
          <w:sz w:val="24"/>
          <w:szCs w:val="24"/>
        </w:rPr>
        <w:t>Програми</w:t>
      </w:r>
      <w:r>
        <w:rPr>
          <w:rFonts w:ascii="Times New Roman" w:eastAsia="Times New Roman" w:hAnsi="Times New Roman" w:cs="Times New Roman"/>
          <w:sz w:val="24"/>
          <w:szCs w:val="24"/>
        </w:rPr>
        <w:t xml:space="preserve"> </w:t>
      </w:r>
      <w:r w:rsidRPr="00414FCA">
        <w:rPr>
          <w:rFonts w:ascii="Times New Roman" w:hAnsi="Times New Roman" w:cs="Times New Roman"/>
          <w:bCs/>
          <w:sz w:val="24"/>
          <w:szCs w:val="24"/>
        </w:rPr>
        <w:t>«Здійснення компенсаційних виплат за пільговий проїзд окремих категорій громадян на залізничному транспорті приміського сполучення</w:t>
      </w:r>
      <w:r>
        <w:rPr>
          <w:rFonts w:ascii="Times New Roman" w:hAnsi="Times New Roman" w:cs="Times New Roman"/>
          <w:bCs/>
          <w:sz w:val="24"/>
          <w:szCs w:val="24"/>
        </w:rPr>
        <w:t xml:space="preserve"> </w:t>
      </w:r>
      <w:r w:rsidRPr="00414FCA">
        <w:rPr>
          <w:rFonts w:ascii="Times New Roman" w:hAnsi="Times New Roman" w:cs="Times New Roman"/>
          <w:bCs/>
          <w:sz w:val="24"/>
          <w:szCs w:val="24"/>
        </w:rPr>
        <w:t xml:space="preserve">за рахунок коштів сільського бюджету </w:t>
      </w:r>
      <w:proofErr w:type="spellStart"/>
      <w:r w:rsidRPr="00414FCA">
        <w:rPr>
          <w:rFonts w:ascii="Times New Roman" w:hAnsi="Times New Roman" w:cs="Times New Roman"/>
          <w:bCs/>
          <w:sz w:val="24"/>
          <w:szCs w:val="24"/>
        </w:rPr>
        <w:t>Крупецької</w:t>
      </w:r>
      <w:proofErr w:type="spellEnd"/>
      <w:r w:rsidRPr="00414FCA">
        <w:rPr>
          <w:rFonts w:ascii="Times New Roman" w:hAnsi="Times New Roman" w:cs="Times New Roman"/>
          <w:bCs/>
          <w:sz w:val="24"/>
          <w:szCs w:val="24"/>
        </w:rPr>
        <w:t xml:space="preserve"> сільської ради на 2021 рік»</w:t>
      </w:r>
    </w:p>
    <w:p w:rsidR="0058507E" w:rsidRPr="00414FCA" w:rsidRDefault="0058507E" w:rsidP="0058507E">
      <w:pPr>
        <w:spacing w:after="0"/>
        <w:jc w:val="center"/>
        <w:rPr>
          <w:rFonts w:ascii="Times New Roman" w:eastAsia="Times New Roman" w:hAnsi="Times New Roman" w:cs="Times New Roman"/>
          <w:sz w:val="24"/>
          <w:szCs w:val="24"/>
        </w:rPr>
      </w:pPr>
    </w:p>
    <w:tbl>
      <w:tblPr>
        <w:tblW w:w="9645"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firstRow="1" w:lastRow="0" w:firstColumn="1" w:lastColumn="0" w:noHBand="0" w:noVBand="1"/>
      </w:tblPr>
      <w:tblGrid>
        <w:gridCol w:w="629"/>
        <w:gridCol w:w="3919"/>
        <w:gridCol w:w="5097"/>
      </w:tblGrid>
      <w:tr w:rsidR="0058507E" w:rsidRPr="00414FCA" w:rsidTr="002745AA">
        <w:trPr>
          <w:trHeight w:val="120"/>
          <w:tblCellSpacing w:w="0" w:type="dxa"/>
        </w:trPr>
        <w:tc>
          <w:tcPr>
            <w:tcW w:w="629" w:type="dxa"/>
            <w:tcBorders>
              <w:top w:val="outset" w:sz="6" w:space="0" w:color="000000"/>
              <w:left w:val="outset" w:sz="6" w:space="0" w:color="000000"/>
              <w:bottom w:val="outset" w:sz="6" w:space="0" w:color="000000"/>
              <w:right w:val="outset" w:sz="6" w:space="0" w:color="000000"/>
            </w:tcBorders>
            <w:vAlign w:val="center"/>
            <w:hideMark/>
          </w:tcPr>
          <w:p w:rsidR="0058507E" w:rsidRPr="00414FCA" w:rsidRDefault="0058507E" w:rsidP="002745AA">
            <w:pPr>
              <w:spacing w:after="0"/>
              <w:jc w:val="center"/>
              <w:rPr>
                <w:rFonts w:ascii="Times New Roman" w:eastAsia="Times New Roman" w:hAnsi="Times New Roman" w:cs="Times New Roman"/>
                <w:sz w:val="24"/>
                <w:szCs w:val="24"/>
              </w:rPr>
            </w:pPr>
            <w:r w:rsidRPr="00414FCA">
              <w:rPr>
                <w:rFonts w:ascii="Times New Roman" w:eastAsia="Times New Roman" w:hAnsi="Times New Roman" w:cs="Times New Roman"/>
                <w:sz w:val="24"/>
                <w:szCs w:val="24"/>
              </w:rPr>
              <w:t>1</w:t>
            </w:r>
          </w:p>
        </w:tc>
        <w:tc>
          <w:tcPr>
            <w:tcW w:w="3919" w:type="dxa"/>
            <w:tcBorders>
              <w:top w:val="outset" w:sz="6" w:space="0" w:color="000000"/>
              <w:left w:val="outset" w:sz="6" w:space="0" w:color="000000"/>
              <w:bottom w:val="outset" w:sz="6" w:space="0" w:color="000000"/>
              <w:right w:val="outset" w:sz="6" w:space="0" w:color="000000"/>
            </w:tcBorders>
            <w:vAlign w:val="center"/>
            <w:hideMark/>
          </w:tcPr>
          <w:p w:rsidR="0058507E" w:rsidRPr="00414FCA" w:rsidRDefault="0058507E" w:rsidP="002745AA">
            <w:pPr>
              <w:spacing w:after="0"/>
              <w:rPr>
                <w:rFonts w:ascii="Times New Roman" w:eastAsia="Times New Roman" w:hAnsi="Times New Roman" w:cs="Times New Roman"/>
                <w:sz w:val="24"/>
                <w:szCs w:val="24"/>
              </w:rPr>
            </w:pPr>
            <w:r w:rsidRPr="00414FCA">
              <w:rPr>
                <w:rFonts w:ascii="Times New Roman" w:eastAsia="Times New Roman" w:hAnsi="Times New Roman" w:cs="Times New Roman"/>
                <w:sz w:val="24"/>
                <w:szCs w:val="24"/>
              </w:rPr>
              <w:t>Ініціатор розроблення програми</w:t>
            </w:r>
          </w:p>
        </w:tc>
        <w:tc>
          <w:tcPr>
            <w:tcW w:w="5097" w:type="dxa"/>
            <w:tcBorders>
              <w:top w:val="outset" w:sz="6" w:space="0" w:color="000000"/>
              <w:left w:val="outset" w:sz="6" w:space="0" w:color="000000"/>
              <w:bottom w:val="outset" w:sz="6" w:space="0" w:color="000000"/>
              <w:right w:val="outset" w:sz="6" w:space="0" w:color="000000"/>
            </w:tcBorders>
            <w:vAlign w:val="center"/>
            <w:hideMark/>
          </w:tcPr>
          <w:p w:rsidR="0058507E" w:rsidRPr="00414FCA" w:rsidRDefault="0058507E" w:rsidP="002745AA">
            <w:pPr>
              <w:spacing w:after="0"/>
              <w:rPr>
                <w:rFonts w:ascii="Times New Roman" w:eastAsia="Times New Roman" w:hAnsi="Times New Roman" w:cs="Times New Roman"/>
                <w:sz w:val="24"/>
                <w:szCs w:val="24"/>
              </w:rPr>
            </w:pPr>
            <w:proofErr w:type="spellStart"/>
            <w:r w:rsidRPr="00414FCA">
              <w:rPr>
                <w:rFonts w:ascii="Times New Roman" w:eastAsia="Times New Roman" w:hAnsi="Times New Roman" w:cs="Times New Roman"/>
                <w:sz w:val="24"/>
                <w:szCs w:val="24"/>
              </w:rPr>
              <w:t>Крупецька</w:t>
            </w:r>
            <w:proofErr w:type="spellEnd"/>
            <w:r w:rsidRPr="00414FCA">
              <w:rPr>
                <w:rFonts w:ascii="Times New Roman" w:eastAsia="Times New Roman" w:hAnsi="Times New Roman" w:cs="Times New Roman"/>
                <w:sz w:val="24"/>
                <w:szCs w:val="24"/>
              </w:rPr>
              <w:t xml:space="preserve"> сільська рада</w:t>
            </w:r>
          </w:p>
        </w:tc>
      </w:tr>
      <w:tr w:rsidR="0058507E" w:rsidRPr="00414FCA" w:rsidTr="002745AA">
        <w:trPr>
          <w:tblCellSpacing w:w="0" w:type="dxa"/>
        </w:trPr>
        <w:tc>
          <w:tcPr>
            <w:tcW w:w="629" w:type="dxa"/>
            <w:tcBorders>
              <w:top w:val="outset" w:sz="6" w:space="0" w:color="000000"/>
              <w:left w:val="outset" w:sz="6" w:space="0" w:color="000000"/>
              <w:bottom w:val="outset" w:sz="6" w:space="0" w:color="000000"/>
              <w:right w:val="outset" w:sz="6" w:space="0" w:color="000000"/>
            </w:tcBorders>
            <w:vAlign w:val="center"/>
            <w:hideMark/>
          </w:tcPr>
          <w:p w:rsidR="0058507E" w:rsidRPr="00414FCA" w:rsidRDefault="0058507E" w:rsidP="002745AA">
            <w:pPr>
              <w:spacing w:after="0"/>
              <w:jc w:val="center"/>
              <w:rPr>
                <w:rFonts w:ascii="Times New Roman" w:eastAsia="Times New Roman" w:hAnsi="Times New Roman" w:cs="Times New Roman"/>
                <w:sz w:val="24"/>
                <w:szCs w:val="24"/>
              </w:rPr>
            </w:pPr>
            <w:r w:rsidRPr="00414FCA">
              <w:rPr>
                <w:rFonts w:ascii="Times New Roman" w:eastAsia="Times New Roman" w:hAnsi="Times New Roman" w:cs="Times New Roman"/>
                <w:sz w:val="24"/>
                <w:szCs w:val="24"/>
              </w:rPr>
              <w:t>2</w:t>
            </w:r>
          </w:p>
        </w:tc>
        <w:tc>
          <w:tcPr>
            <w:tcW w:w="3919" w:type="dxa"/>
            <w:tcBorders>
              <w:top w:val="outset" w:sz="6" w:space="0" w:color="000000"/>
              <w:left w:val="outset" w:sz="6" w:space="0" w:color="000000"/>
              <w:bottom w:val="outset" w:sz="6" w:space="0" w:color="000000"/>
              <w:right w:val="outset" w:sz="6" w:space="0" w:color="000000"/>
            </w:tcBorders>
            <w:vAlign w:val="center"/>
            <w:hideMark/>
          </w:tcPr>
          <w:p w:rsidR="0058507E" w:rsidRPr="00414FCA" w:rsidRDefault="0058507E" w:rsidP="002745AA">
            <w:pPr>
              <w:spacing w:after="0"/>
              <w:rPr>
                <w:rFonts w:ascii="Times New Roman" w:eastAsia="Times New Roman" w:hAnsi="Times New Roman" w:cs="Times New Roman"/>
                <w:sz w:val="24"/>
                <w:szCs w:val="24"/>
              </w:rPr>
            </w:pPr>
            <w:r w:rsidRPr="00414FCA">
              <w:rPr>
                <w:rFonts w:ascii="Times New Roman" w:eastAsia="Times New Roman" w:hAnsi="Times New Roman" w:cs="Times New Roman"/>
                <w:sz w:val="24"/>
                <w:szCs w:val="24"/>
              </w:rPr>
              <w:t>Розробник Програми</w:t>
            </w:r>
          </w:p>
        </w:tc>
        <w:tc>
          <w:tcPr>
            <w:tcW w:w="5097" w:type="dxa"/>
            <w:tcBorders>
              <w:top w:val="outset" w:sz="6" w:space="0" w:color="000000"/>
              <w:left w:val="outset" w:sz="6" w:space="0" w:color="000000"/>
              <w:bottom w:val="outset" w:sz="6" w:space="0" w:color="000000"/>
              <w:right w:val="outset" w:sz="6" w:space="0" w:color="000000"/>
            </w:tcBorders>
            <w:vAlign w:val="center"/>
            <w:hideMark/>
          </w:tcPr>
          <w:p w:rsidR="0058507E" w:rsidRPr="00414FCA" w:rsidRDefault="0058507E" w:rsidP="002745AA">
            <w:pPr>
              <w:spacing w:after="0"/>
              <w:rPr>
                <w:rFonts w:ascii="Times New Roman" w:eastAsia="Times New Roman" w:hAnsi="Times New Roman" w:cs="Times New Roman"/>
                <w:sz w:val="24"/>
                <w:szCs w:val="24"/>
              </w:rPr>
            </w:pPr>
            <w:proofErr w:type="spellStart"/>
            <w:r w:rsidRPr="00414FCA">
              <w:rPr>
                <w:rFonts w:ascii="Times New Roman" w:eastAsia="Times New Roman" w:hAnsi="Times New Roman" w:cs="Times New Roman"/>
                <w:sz w:val="24"/>
                <w:szCs w:val="24"/>
              </w:rPr>
              <w:t>Крупецька</w:t>
            </w:r>
            <w:proofErr w:type="spellEnd"/>
            <w:r w:rsidRPr="00414FCA">
              <w:rPr>
                <w:rFonts w:ascii="Times New Roman" w:eastAsia="Times New Roman" w:hAnsi="Times New Roman" w:cs="Times New Roman"/>
                <w:sz w:val="24"/>
                <w:szCs w:val="24"/>
              </w:rPr>
              <w:t xml:space="preserve"> сільська рада</w:t>
            </w:r>
          </w:p>
        </w:tc>
      </w:tr>
      <w:tr w:rsidR="0058507E" w:rsidRPr="00414FCA" w:rsidTr="002745AA">
        <w:trPr>
          <w:trHeight w:val="315"/>
          <w:tblCellSpacing w:w="0" w:type="dxa"/>
        </w:trPr>
        <w:tc>
          <w:tcPr>
            <w:tcW w:w="629" w:type="dxa"/>
            <w:tcBorders>
              <w:top w:val="outset" w:sz="6" w:space="0" w:color="000000"/>
              <w:left w:val="outset" w:sz="6" w:space="0" w:color="000000"/>
              <w:bottom w:val="outset" w:sz="6" w:space="0" w:color="000000"/>
              <w:right w:val="outset" w:sz="6" w:space="0" w:color="000000"/>
            </w:tcBorders>
            <w:vAlign w:val="center"/>
            <w:hideMark/>
          </w:tcPr>
          <w:p w:rsidR="0058507E" w:rsidRPr="00414FCA" w:rsidRDefault="0058507E" w:rsidP="002745AA">
            <w:pPr>
              <w:spacing w:after="0"/>
              <w:jc w:val="center"/>
              <w:rPr>
                <w:rFonts w:ascii="Times New Roman" w:eastAsia="Times New Roman" w:hAnsi="Times New Roman" w:cs="Times New Roman"/>
                <w:sz w:val="24"/>
                <w:szCs w:val="24"/>
              </w:rPr>
            </w:pPr>
            <w:r w:rsidRPr="00414FCA">
              <w:rPr>
                <w:rFonts w:ascii="Times New Roman" w:eastAsia="Times New Roman" w:hAnsi="Times New Roman" w:cs="Times New Roman"/>
                <w:color w:val="000000"/>
                <w:sz w:val="24"/>
                <w:szCs w:val="24"/>
              </w:rPr>
              <w:t>3</w:t>
            </w:r>
          </w:p>
        </w:tc>
        <w:tc>
          <w:tcPr>
            <w:tcW w:w="3919" w:type="dxa"/>
            <w:tcBorders>
              <w:top w:val="outset" w:sz="6" w:space="0" w:color="000000"/>
              <w:left w:val="outset" w:sz="6" w:space="0" w:color="000000"/>
              <w:bottom w:val="outset" w:sz="6" w:space="0" w:color="000000"/>
              <w:right w:val="outset" w:sz="6" w:space="0" w:color="000000"/>
            </w:tcBorders>
            <w:vAlign w:val="center"/>
            <w:hideMark/>
          </w:tcPr>
          <w:p w:rsidR="0058507E" w:rsidRPr="00414FCA" w:rsidRDefault="0058507E" w:rsidP="002745AA">
            <w:pPr>
              <w:spacing w:after="0"/>
              <w:rPr>
                <w:rFonts w:ascii="Times New Roman" w:eastAsia="Times New Roman" w:hAnsi="Times New Roman" w:cs="Times New Roman"/>
                <w:sz w:val="24"/>
                <w:szCs w:val="24"/>
              </w:rPr>
            </w:pPr>
            <w:proofErr w:type="spellStart"/>
            <w:r w:rsidRPr="00414FCA">
              <w:rPr>
                <w:rFonts w:ascii="Times New Roman" w:eastAsia="Times New Roman" w:hAnsi="Times New Roman" w:cs="Times New Roman"/>
                <w:color w:val="000000"/>
                <w:sz w:val="24"/>
                <w:szCs w:val="24"/>
              </w:rPr>
              <w:t>Співрозробник</w:t>
            </w:r>
            <w:proofErr w:type="spellEnd"/>
            <w:r w:rsidRPr="00414FCA">
              <w:rPr>
                <w:rFonts w:ascii="Times New Roman" w:eastAsia="Times New Roman" w:hAnsi="Times New Roman" w:cs="Times New Roman"/>
                <w:color w:val="000000"/>
                <w:sz w:val="24"/>
                <w:szCs w:val="24"/>
              </w:rPr>
              <w:t xml:space="preserve"> Програми</w:t>
            </w:r>
          </w:p>
        </w:tc>
        <w:tc>
          <w:tcPr>
            <w:tcW w:w="5097" w:type="dxa"/>
            <w:tcBorders>
              <w:top w:val="outset" w:sz="6" w:space="0" w:color="000000"/>
              <w:left w:val="outset" w:sz="6" w:space="0" w:color="000000"/>
              <w:bottom w:val="outset" w:sz="6" w:space="0" w:color="000000"/>
              <w:right w:val="outset" w:sz="6" w:space="0" w:color="000000"/>
            </w:tcBorders>
            <w:vAlign w:val="center"/>
            <w:hideMark/>
          </w:tcPr>
          <w:p w:rsidR="0058507E" w:rsidRPr="00414FCA" w:rsidRDefault="0058507E" w:rsidP="002745AA">
            <w:pPr>
              <w:spacing w:after="0"/>
              <w:rPr>
                <w:rFonts w:ascii="Times New Roman" w:eastAsia="Times New Roman" w:hAnsi="Times New Roman" w:cs="Times New Roman"/>
                <w:sz w:val="24"/>
                <w:szCs w:val="24"/>
              </w:rPr>
            </w:pPr>
            <w:r w:rsidRPr="00414FCA">
              <w:rPr>
                <w:rFonts w:ascii="Times New Roman" w:eastAsia="Times New Roman" w:hAnsi="Times New Roman" w:cs="Times New Roman"/>
                <w:color w:val="000000"/>
                <w:sz w:val="24"/>
                <w:szCs w:val="24"/>
              </w:rPr>
              <w:t>–</w:t>
            </w:r>
          </w:p>
        </w:tc>
      </w:tr>
      <w:tr w:rsidR="0058507E" w:rsidRPr="00414FCA" w:rsidTr="002745AA">
        <w:trPr>
          <w:trHeight w:val="285"/>
          <w:tblCellSpacing w:w="0" w:type="dxa"/>
        </w:trPr>
        <w:tc>
          <w:tcPr>
            <w:tcW w:w="629" w:type="dxa"/>
            <w:tcBorders>
              <w:top w:val="outset" w:sz="6" w:space="0" w:color="000000"/>
              <w:left w:val="outset" w:sz="6" w:space="0" w:color="000000"/>
              <w:bottom w:val="outset" w:sz="6" w:space="0" w:color="000000"/>
              <w:right w:val="outset" w:sz="6" w:space="0" w:color="000000"/>
            </w:tcBorders>
            <w:vAlign w:val="center"/>
            <w:hideMark/>
          </w:tcPr>
          <w:p w:rsidR="0058507E" w:rsidRPr="00414FCA" w:rsidRDefault="0058507E" w:rsidP="002745AA">
            <w:pPr>
              <w:spacing w:after="0"/>
              <w:jc w:val="center"/>
              <w:rPr>
                <w:rFonts w:ascii="Times New Roman" w:eastAsia="Times New Roman" w:hAnsi="Times New Roman" w:cs="Times New Roman"/>
                <w:sz w:val="24"/>
                <w:szCs w:val="24"/>
              </w:rPr>
            </w:pPr>
            <w:r w:rsidRPr="00414FCA">
              <w:rPr>
                <w:rFonts w:ascii="Times New Roman" w:eastAsia="Times New Roman" w:hAnsi="Times New Roman" w:cs="Times New Roman"/>
                <w:color w:val="000000"/>
                <w:sz w:val="24"/>
                <w:szCs w:val="24"/>
              </w:rPr>
              <w:t>4</w:t>
            </w:r>
          </w:p>
        </w:tc>
        <w:tc>
          <w:tcPr>
            <w:tcW w:w="3919" w:type="dxa"/>
            <w:tcBorders>
              <w:top w:val="outset" w:sz="6" w:space="0" w:color="000000"/>
              <w:left w:val="outset" w:sz="6" w:space="0" w:color="000000"/>
              <w:bottom w:val="outset" w:sz="6" w:space="0" w:color="000000"/>
              <w:right w:val="outset" w:sz="6" w:space="0" w:color="000000"/>
            </w:tcBorders>
            <w:vAlign w:val="center"/>
            <w:hideMark/>
          </w:tcPr>
          <w:p w:rsidR="0058507E" w:rsidRPr="00414FCA" w:rsidRDefault="0058507E" w:rsidP="002745AA">
            <w:pPr>
              <w:spacing w:after="0"/>
              <w:rPr>
                <w:rFonts w:ascii="Times New Roman" w:eastAsia="Times New Roman" w:hAnsi="Times New Roman" w:cs="Times New Roman"/>
                <w:sz w:val="24"/>
                <w:szCs w:val="24"/>
              </w:rPr>
            </w:pPr>
            <w:r w:rsidRPr="00414FCA">
              <w:rPr>
                <w:rFonts w:ascii="Times New Roman" w:eastAsia="Times New Roman" w:hAnsi="Times New Roman" w:cs="Times New Roman"/>
                <w:color w:val="000000"/>
                <w:sz w:val="24"/>
                <w:szCs w:val="24"/>
              </w:rPr>
              <w:t>Відповідальний виконавець Програми</w:t>
            </w:r>
          </w:p>
        </w:tc>
        <w:tc>
          <w:tcPr>
            <w:tcW w:w="5097" w:type="dxa"/>
            <w:tcBorders>
              <w:top w:val="outset" w:sz="6" w:space="0" w:color="000000"/>
              <w:left w:val="outset" w:sz="6" w:space="0" w:color="000000"/>
              <w:bottom w:val="outset" w:sz="6" w:space="0" w:color="000000"/>
              <w:right w:val="outset" w:sz="6" w:space="0" w:color="000000"/>
            </w:tcBorders>
            <w:vAlign w:val="center"/>
            <w:hideMark/>
          </w:tcPr>
          <w:p w:rsidR="0058507E" w:rsidRPr="00414FCA" w:rsidRDefault="0058507E" w:rsidP="002745AA">
            <w:pPr>
              <w:spacing w:after="0"/>
              <w:rPr>
                <w:rFonts w:ascii="Times New Roman" w:eastAsia="Times New Roman" w:hAnsi="Times New Roman" w:cs="Times New Roman"/>
                <w:sz w:val="24"/>
                <w:szCs w:val="24"/>
              </w:rPr>
            </w:pPr>
            <w:proofErr w:type="spellStart"/>
            <w:r w:rsidRPr="00414FCA">
              <w:rPr>
                <w:rFonts w:ascii="Times New Roman" w:eastAsia="Times New Roman" w:hAnsi="Times New Roman" w:cs="Times New Roman"/>
                <w:sz w:val="24"/>
                <w:szCs w:val="24"/>
              </w:rPr>
              <w:t>Крупецька</w:t>
            </w:r>
            <w:proofErr w:type="spellEnd"/>
            <w:r w:rsidRPr="00414FCA">
              <w:rPr>
                <w:rFonts w:ascii="Times New Roman" w:eastAsia="Times New Roman" w:hAnsi="Times New Roman" w:cs="Times New Roman"/>
                <w:sz w:val="24"/>
                <w:szCs w:val="24"/>
              </w:rPr>
              <w:t xml:space="preserve"> сільська рада</w:t>
            </w:r>
          </w:p>
          <w:p w:rsidR="0058507E" w:rsidRPr="00414FCA" w:rsidRDefault="0058507E" w:rsidP="002745AA">
            <w:pPr>
              <w:spacing w:after="0"/>
              <w:rPr>
                <w:rFonts w:ascii="Times New Roman" w:eastAsia="Times New Roman" w:hAnsi="Times New Roman" w:cs="Times New Roman"/>
                <w:sz w:val="24"/>
                <w:szCs w:val="24"/>
              </w:rPr>
            </w:pPr>
            <w:r w:rsidRPr="00414FCA">
              <w:rPr>
                <w:rFonts w:ascii="Times New Roman" w:eastAsia="Times New Roman" w:hAnsi="Times New Roman" w:cs="Times New Roman"/>
                <w:sz w:val="24"/>
                <w:szCs w:val="24"/>
              </w:rPr>
              <w:t>ВП «Козятинська дирекція залізничних перевезень» РФ «Південно-Західна залізниця АТ «Українська залізниця»</w:t>
            </w:r>
          </w:p>
        </w:tc>
      </w:tr>
      <w:tr w:rsidR="0058507E" w:rsidRPr="00414FCA" w:rsidTr="002745AA">
        <w:trPr>
          <w:trHeight w:val="285"/>
          <w:tblCellSpacing w:w="0" w:type="dxa"/>
        </w:trPr>
        <w:tc>
          <w:tcPr>
            <w:tcW w:w="629" w:type="dxa"/>
            <w:tcBorders>
              <w:top w:val="outset" w:sz="6" w:space="0" w:color="000000"/>
              <w:left w:val="outset" w:sz="6" w:space="0" w:color="000000"/>
              <w:bottom w:val="outset" w:sz="6" w:space="0" w:color="000000"/>
              <w:right w:val="outset" w:sz="6" w:space="0" w:color="000000"/>
            </w:tcBorders>
            <w:vAlign w:val="center"/>
            <w:hideMark/>
          </w:tcPr>
          <w:p w:rsidR="0058507E" w:rsidRPr="00414FCA" w:rsidRDefault="0058507E" w:rsidP="002745AA">
            <w:pPr>
              <w:spacing w:after="0"/>
              <w:jc w:val="center"/>
              <w:rPr>
                <w:rFonts w:ascii="Times New Roman" w:eastAsia="Times New Roman" w:hAnsi="Times New Roman" w:cs="Times New Roman"/>
                <w:sz w:val="24"/>
                <w:szCs w:val="24"/>
              </w:rPr>
            </w:pPr>
            <w:r w:rsidRPr="00414FCA">
              <w:rPr>
                <w:rFonts w:ascii="Times New Roman" w:eastAsia="Times New Roman" w:hAnsi="Times New Roman" w:cs="Times New Roman"/>
                <w:color w:val="000000"/>
                <w:sz w:val="24"/>
                <w:szCs w:val="24"/>
              </w:rPr>
              <w:t>5</w:t>
            </w:r>
          </w:p>
        </w:tc>
        <w:tc>
          <w:tcPr>
            <w:tcW w:w="3919" w:type="dxa"/>
            <w:tcBorders>
              <w:top w:val="outset" w:sz="6" w:space="0" w:color="000000"/>
              <w:left w:val="outset" w:sz="6" w:space="0" w:color="000000"/>
              <w:bottom w:val="outset" w:sz="6" w:space="0" w:color="000000"/>
              <w:right w:val="outset" w:sz="6" w:space="0" w:color="000000"/>
            </w:tcBorders>
            <w:vAlign w:val="center"/>
            <w:hideMark/>
          </w:tcPr>
          <w:p w:rsidR="0058507E" w:rsidRPr="00414FCA" w:rsidRDefault="0058507E" w:rsidP="002745AA">
            <w:pPr>
              <w:spacing w:after="0"/>
              <w:rPr>
                <w:rFonts w:ascii="Times New Roman" w:eastAsia="Times New Roman" w:hAnsi="Times New Roman" w:cs="Times New Roman"/>
                <w:sz w:val="24"/>
                <w:szCs w:val="24"/>
              </w:rPr>
            </w:pPr>
            <w:r w:rsidRPr="00414FCA">
              <w:rPr>
                <w:rFonts w:ascii="Times New Roman" w:eastAsia="Times New Roman" w:hAnsi="Times New Roman" w:cs="Times New Roman"/>
                <w:color w:val="000000"/>
                <w:sz w:val="24"/>
                <w:szCs w:val="24"/>
              </w:rPr>
              <w:t>Термін реалізації Програми</w:t>
            </w:r>
          </w:p>
        </w:tc>
        <w:tc>
          <w:tcPr>
            <w:tcW w:w="5097" w:type="dxa"/>
            <w:tcBorders>
              <w:top w:val="outset" w:sz="6" w:space="0" w:color="000000"/>
              <w:left w:val="outset" w:sz="6" w:space="0" w:color="000000"/>
              <w:bottom w:val="outset" w:sz="6" w:space="0" w:color="000000"/>
              <w:right w:val="outset" w:sz="6" w:space="0" w:color="000000"/>
            </w:tcBorders>
            <w:vAlign w:val="center"/>
            <w:hideMark/>
          </w:tcPr>
          <w:p w:rsidR="0058507E" w:rsidRPr="00414FCA" w:rsidRDefault="0058507E" w:rsidP="002745AA">
            <w:pPr>
              <w:spacing w:after="0"/>
              <w:rPr>
                <w:rFonts w:ascii="Times New Roman" w:eastAsia="Times New Roman" w:hAnsi="Times New Roman" w:cs="Times New Roman"/>
                <w:sz w:val="24"/>
                <w:szCs w:val="24"/>
              </w:rPr>
            </w:pPr>
            <w:r w:rsidRPr="00414FCA">
              <w:rPr>
                <w:rFonts w:ascii="Times New Roman" w:eastAsia="Times New Roman" w:hAnsi="Times New Roman" w:cs="Times New Roman"/>
                <w:color w:val="000000"/>
                <w:sz w:val="24"/>
                <w:szCs w:val="24"/>
              </w:rPr>
              <w:t>2021 рік</w:t>
            </w:r>
          </w:p>
        </w:tc>
      </w:tr>
      <w:tr w:rsidR="0058507E" w:rsidRPr="00414FCA" w:rsidTr="002745AA">
        <w:trPr>
          <w:tblCellSpacing w:w="0" w:type="dxa"/>
        </w:trPr>
        <w:tc>
          <w:tcPr>
            <w:tcW w:w="629" w:type="dxa"/>
            <w:tcBorders>
              <w:top w:val="outset" w:sz="6" w:space="0" w:color="000000"/>
              <w:left w:val="outset" w:sz="6" w:space="0" w:color="000000"/>
              <w:bottom w:val="outset" w:sz="6" w:space="0" w:color="000000"/>
              <w:right w:val="outset" w:sz="6" w:space="0" w:color="000000"/>
            </w:tcBorders>
            <w:vAlign w:val="center"/>
            <w:hideMark/>
          </w:tcPr>
          <w:p w:rsidR="0058507E" w:rsidRPr="00414FCA" w:rsidRDefault="0058507E" w:rsidP="002745AA">
            <w:pPr>
              <w:spacing w:after="0"/>
              <w:jc w:val="center"/>
              <w:rPr>
                <w:rFonts w:ascii="Times New Roman" w:eastAsia="Times New Roman" w:hAnsi="Times New Roman" w:cs="Times New Roman"/>
                <w:sz w:val="24"/>
                <w:szCs w:val="24"/>
              </w:rPr>
            </w:pPr>
            <w:r w:rsidRPr="00414FCA">
              <w:rPr>
                <w:rFonts w:ascii="Times New Roman" w:eastAsia="Times New Roman" w:hAnsi="Times New Roman" w:cs="Times New Roman"/>
                <w:color w:val="000000"/>
                <w:sz w:val="24"/>
                <w:szCs w:val="24"/>
              </w:rPr>
              <w:t>6</w:t>
            </w:r>
          </w:p>
        </w:tc>
        <w:tc>
          <w:tcPr>
            <w:tcW w:w="3919" w:type="dxa"/>
            <w:tcBorders>
              <w:top w:val="outset" w:sz="6" w:space="0" w:color="000000"/>
              <w:left w:val="outset" w:sz="6" w:space="0" w:color="000000"/>
              <w:bottom w:val="outset" w:sz="6" w:space="0" w:color="000000"/>
              <w:right w:val="outset" w:sz="6" w:space="0" w:color="000000"/>
            </w:tcBorders>
            <w:vAlign w:val="center"/>
            <w:hideMark/>
          </w:tcPr>
          <w:p w:rsidR="0058507E" w:rsidRPr="00414FCA" w:rsidRDefault="0058507E" w:rsidP="002745AA">
            <w:pPr>
              <w:spacing w:after="0"/>
              <w:rPr>
                <w:rFonts w:ascii="Times New Roman" w:eastAsia="Times New Roman" w:hAnsi="Times New Roman" w:cs="Times New Roman"/>
                <w:sz w:val="24"/>
                <w:szCs w:val="24"/>
              </w:rPr>
            </w:pPr>
            <w:r w:rsidRPr="00414FCA">
              <w:rPr>
                <w:rFonts w:ascii="Times New Roman" w:eastAsia="Times New Roman" w:hAnsi="Times New Roman" w:cs="Times New Roman"/>
                <w:color w:val="000000"/>
                <w:sz w:val="24"/>
                <w:szCs w:val="24"/>
              </w:rPr>
              <w:t xml:space="preserve">Перелік місцевих бюджетів, які беруть участь у виконанні Програми (для комплексних програм) </w:t>
            </w:r>
          </w:p>
        </w:tc>
        <w:tc>
          <w:tcPr>
            <w:tcW w:w="5097" w:type="dxa"/>
            <w:tcBorders>
              <w:top w:val="outset" w:sz="6" w:space="0" w:color="000000"/>
              <w:left w:val="outset" w:sz="6" w:space="0" w:color="000000"/>
              <w:bottom w:val="outset" w:sz="6" w:space="0" w:color="000000"/>
              <w:right w:val="outset" w:sz="6" w:space="0" w:color="000000"/>
            </w:tcBorders>
            <w:vAlign w:val="center"/>
            <w:hideMark/>
          </w:tcPr>
          <w:p w:rsidR="0058507E" w:rsidRPr="00414FCA" w:rsidRDefault="0058507E" w:rsidP="002745AA">
            <w:pPr>
              <w:spacing w:after="0"/>
              <w:rPr>
                <w:rFonts w:ascii="Times New Roman" w:eastAsia="Times New Roman" w:hAnsi="Times New Roman" w:cs="Times New Roman"/>
                <w:sz w:val="24"/>
                <w:szCs w:val="24"/>
              </w:rPr>
            </w:pPr>
            <w:r w:rsidRPr="00414FCA">
              <w:rPr>
                <w:rFonts w:ascii="Times New Roman" w:eastAsia="Times New Roman" w:hAnsi="Times New Roman" w:cs="Times New Roman"/>
                <w:color w:val="000000"/>
                <w:sz w:val="24"/>
                <w:szCs w:val="24"/>
              </w:rPr>
              <w:t>Сільський бюджет</w:t>
            </w:r>
            <w:r>
              <w:rPr>
                <w:rFonts w:ascii="Times New Roman" w:eastAsia="Times New Roman" w:hAnsi="Times New Roman" w:cs="Times New Roman"/>
                <w:color w:val="000000"/>
                <w:sz w:val="24"/>
                <w:szCs w:val="24"/>
              </w:rPr>
              <w:t xml:space="preserve"> </w:t>
            </w:r>
            <w:proofErr w:type="spellStart"/>
            <w:r w:rsidRPr="00414FCA">
              <w:rPr>
                <w:rFonts w:ascii="Times New Roman" w:eastAsia="Times New Roman" w:hAnsi="Times New Roman" w:cs="Times New Roman"/>
                <w:color w:val="000000"/>
                <w:sz w:val="24"/>
                <w:szCs w:val="24"/>
              </w:rPr>
              <w:t>Крупецької</w:t>
            </w:r>
            <w:proofErr w:type="spellEnd"/>
            <w:r>
              <w:rPr>
                <w:rFonts w:ascii="Times New Roman" w:eastAsia="Times New Roman" w:hAnsi="Times New Roman" w:cs="Times New Roman"/>
                <w:color w:val="000000"/>
                <w:sz w:val="24"/>
                <w:szCs w:val="24"/>
              </w:rPr>
              <w:t xml:space="preserve"> </w:t>
            </w:r>
            <w:r w:rsidRPr="00414FCA">
              <w:rPr>
                <w:rFonts w:ascii="Times New Roman" w:eastAsia="Times New Roman" w:hAnsi="Times New Roman" w:cs="Times New Roman"/>
                <w:color w:val="000000"/>
                <w:sz w:val="24"/>
                <w:szCs w:val="24"/>
              </w:rPr>
              <w:t>сільської ради</w:t>
            </w:r>
          </w:p>
        </w:tc>
      </w:tr>
      <w:tr w:rsidR="0058507E" w:rsidRPr="00414FCA" w:rsidTr="002745AA">
        <w:trPr>
          <w:tblCellSpacing w:w="0" w:type="dxa"/>
        </w:trPr>
        <w:tc>
          <w:tcPr>
            <w:tcW w:w="629" w:type="dxa"/>
            <w:tcBorders>
              <w:top w:val="outset" w:sz="6" w:space="0" w:color="000000"/>
              <w:left w:val="outset" w:sz="6" w:space="0" w:color="000000"/>
              <w:bottom w:val="outset" w:sz="6" w:space="0" w:color="000000"/>
              <w:right w:val="outset" w:sz="6" w:space="0" w:color="000000"/>
            </w:tcBorders>
            <w:vAlign w:val="center"/>
            <w:hideMark/>
          </w:tcPr>
          <w:p w:rsidR="0058507E" w:rsidRPr="00414FCA" w:rsidRDefault="0058507E" w:rsidP="002745AA">
            <w:pPr>
              <w:spacing w:after="0"/>
              <w:jc w:val="center"/>
              <w:rPr>
                <w:rFonts w:ascii="Times New Roman" w:eastAsia="Times New Roman" w:hAnsi="Times New Roman" w:cs="Times New Roman"/>
                <w:sz w:val="24"/>
                <w:szCs w:val="24"/>
              </w:rPr>
            </w:pPr>
            <w:r w:rsidRPr="00414FCA">
              <w:rPr>
                <w:rFonts w:ascii="Times New Roman" w:eastAsia="Times New Roman" w:hAnsi="Times New Roman" w:cs="Times New Roman"/>
                <w:color w:val="000000"/>
                <w:sz w:val="24"/>
                <w:szCs w:val="24"/>
              </w:rPr>
              <w:t>7</w:t>
            </w:r>
          </w:p>
        </w:tc>
        <w:tc>
          <w:tcPr>
            <w:tcW w:w="3919" w:type="dxa"/>
            <w:tcBorders>
              <w:top w:val="outset" w:sz="6" w:space="0" w:color="000000"/>
              <w:left w:val="outset" w:sz="6" w:space="0" w:color="000000"/>
              <w:bottom w:val="outset" w:sz="6" w:space="0" w:color="000000"/>
              <w:right w:val="outset" w:sz="6" w:space="0" w:color="000000"/>
            </w:tcBorders>
            <w:vAlign w:val="center"/>
            <w:hideMark/>
          </w:tcPr>
          <w:p w:rsidR="0058507E" w:rsidRPr="00414FCA" w:rsidRDefault="0058507E" w:rsidP="002745AA">
            <w:pPr>
              <w:spacing w:after="0"/>
              <w:rPr>
                <w:rFonts w:ascii="Times New Roman" w:eastAsia="Times New Roman" w:hAnsi="Times New Roman" w:cs="Times New Roman"/>
                <w:sz w:val="24"/>
                <w:szCs w:val="24"/>
              </w:rPr>
            </w:pPr>
            <w:r w:rsidRPr="00414FCA">
              <w:rPr>
                <w:rFonts w:ascii="Times New Roman" w:eastAsia="Times New Roman" w:hAnsi="Times New Roman" w:cs="Times New Roman"/>
                <w:color w:val="000000"/>
                <w:sz w:val="24"/>
                <w:szCs w:val="24"/>
              </w:rPr>
              <w:t>Загальний обсяг фінансових ресурсів, необхідних для реалізації Програми, тис.</w:t>
            </w:r>
            <w:r>
              <w:rPr>
                <w:rFonts w:ascii="Times New Roman" w:eastAsia="Times New Roman" w:hAnsi="Times New Roman" w:cs="Times New Roman"/>
                <w:color w:val="000000"/>
                <w:sz w:val="24"/>
                <w:szCs w:val="24"/>
              </w:rPr>
              <w:t xml:space="preserve"> </w:t>
            </w:r>
            <w:r w:rsidRPr="00414FCA">
              <w:rPr>
                <w:rFonts w:ascii="Times New Roman" w:eastAsia="Times New Roman" w:hAnsi="Times New Roman" w:cs="Times New Roman"/>
                <w:color w:val="000000"/>
                <w:sz w:val="24"/>
                <w:szCs w:val="24"/>
              </w:rPr>
              <w:t>грн.</w:t>
            </w:r>
          </w:p>
        </w:tc>
        <w:tc>
          <w:tcPr>
            <w:tcW w:w="5097" w:type="dxa"/>
            <w:tcBorders>
              <w:top w:val="outset" w:sz="6" w:space="0" w:color="000000"/>
              <w:left w:val="outset" w:sz="6" w:space="0" w:color="000000"/>
              <w:bottom w:val="outset" w:sz="6" w:space="0" w:color="000000"/>
              <w:right w:val="outset" w:sz="6" w:space="0" w:color="000000"/>
            </w:tcBorders>
            <w:vAlign w:val="center"/>
            <w:hideMark/>
          </w:tcPr>
          <w:p w:rsidR="0058507E" w:rsidRPr="00414FCA" w:rsidRDefault="0058507E" w:rsidP="002745AA">
            <w:pPr>
              <w:spacing w:after="0"/>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5,0</w:t>
            </w:r>
          </w:p>
        </w:tc>
      </w:tr>
    </w:tbl>
    <w:p w:rsidR="0058507E" w:rsidRPr="00414FCA" w:rsidRDefault="0058507E" w:rsidP="0058507E">
      <w:pPr>
        <w:spacing w:after="0"/>
        <w:rPr>
          <w:rFonts w:ascii="Times New Roman" w:eastAsia="Times New Roman" w:hAnsi="Times New Roman" w:cs="Times New Roman"/>
          <w:sz w:val="24"/>
          <w:szCs w:val="24"/>
        </w:rPr>
      </w:pPr>
    </w:p>
    <w:p w:rsidR="0058507E" w:rsidRPr="00414FCA" w:rsidRDefault="0058507E" w:rsidP="0058507E">
      <w:pPr>
        <w:spacing w:after="0"/>
        <w:jc w:val="both"/>
        <w:rPr>
          <w:rFonts w:ascii="Times New Roman" w:eastAsia="Times New Roman" w:hAnsi="Times New Roman" w:cs="Times New Roman"/>
          <w:sz w:val="24"/>
          <w:szCs w:val="24"/>
        </w:rPr>
      </w:pPr>
    </w:p>
    <w:p w:rsidR="0058507E" w:rsidRPr="00414FCA" w:rsidRDefault="0058507E" w:rsidP="0058507E">
      <w:pPr>
        <w:spacing w:after="0"/>
        <w:jc w:val="center"/>
        <w:rPr>
          <w:rFonts w:ascii="Times New Roman" w:eastAsia="Times New Roman" w:hAnsi="Times New Roman" w:cs="Times New Roman"/>
          <w:sz w:val="24"/>
          <w:szCs w:val="24"/>
        </w:rPr>
      </w:pPr>
      <w:r w:rsidRPr="00414FCA">
        <w:rPr>
          <w:rFonts w:ascii="Times New Roman" w:eastAsia="Times New Roman" w:hAnsi="Times New Roman" w:cs="Times New Roman"/>
          <w:b/>
          <w:bCs/>
          <w:sz w:val="24"/>
          <w:szCs w:val="24"/>
        </w:rPr>
        <w:t>І. Загальна частина</w:t>
      </w:r>
    </w:p>
    <w:p w:rsidR="0058507E" w:rsidRPr="00414FCA" w:rsidRDefault="0058507E" w:rsidP="0058507E">
      <w:pPr>
        <w:spacing w:after="0"/>
        <w:ind w:firstLine="708"/>
        <w:jc w:val="both"/>
        <w:rPr>
          <w:rFonts w:ascii="Times New Roman" w:hAnsi="Times New Roman" w:cs="Times New Roman"/>
          <w:sz w:val="24"/>
          <w:szCs w:val="24"/>
        </w:rPr>
      </w:pPr>
      <w:r w:rsidRPr="00414FCA">
        <w:rPr>
          <w:rFonts w:ascii="Times New Roman" w:hAnsi="Times New Roman" w:cs="Times New Roman"/>
          <w:sz w:val="24"/>
          <w:szCs w:val="24"/>
        </w:rPr>
        <w:t xml:space="preserve">Згідно з Законом України “Про залізничний транспорт” пільгові перевезення пасажирів, які відповідно до законодавства користуються такими правами, забезпечують </w:t>
      </w:r>
      <w:r w:rsidRPr="00414FCA">
        <w:rPr>
          <w:rFonts w:ascii="Times New Roman" w:hAnsi="Times New Roman" w:cs="Times New Roman"/>
          <w:sz w:val="24"/>
          <w:szCs w:val="24"/>
        </w:rPr>
        <w:lastRenderedPageBreak/>
        <w:t>перевізники, які здійснюють перевезення пасажирів на залізничному транспорті приміського сполучення.</w:t>
      </w:r>
    </w:p>
    <w:p w:rsidR="0058507E" w:rsidRPr="00414FCA" w:rsidRDefault="0058507E" w:rsidP="0058507E">
      <w:pPr>
        <w:suppressAutoHyphens/>
        <w:spacing w:after="0"/>
        <w:ind w:firstLine="709"/>
        <w:jc w:val="both"/>
        <w:textAlignment w:val="baseline"/>
        <w:rPr>
          <w:rFonts w:ascii="Times New Roman" w:hAnsi="Times New Roman" w:cs="Times New Roman"/>
          <w:kern w:val="1"/>
          <w:sz w:val="24"/>
          <w:szCs w:val="24"/>
          <w:lang w:eastAsia="ar-SA"/>
        </w:rPr>
      </w:pPr>
      <w:r w:rsidRPr="00414FCA">
        <w:rPr>
          <w:rFonts w:ascii="Times New Roman" w:hAnsi="Times New Roman" w:cs="Times New Roman"/>
          <w:kern w:val="1"/>
          <w:sz w:val="24"/>
          <w:szCs w:val="24"/>
          <w:lang w:eastAsia="ar-SA"/>
        </w:rPr>
        <w:t xml:space="preserve">З 01.01.2017 року набули чинності зміни внесені до Бюджетного кодексу України, а саме: до статті 91, де передбачено, що «До видатків місцевих бюджетів, що можуть здійснюватися з усіх місцевих бюджетів, належать видатки  на місцеві програми соціального захисту окремих категорій населення та компенсаційні виплати за пільговий проїзд окремих категорій громадян». </w:t>
      </w:r>
    </w:p>
    <w:p w:rsidR="0058507E" w:rsidRPr="00414FCA" w:rsidRDefault="0058507E" w:rsidP="0058507E">
      <w:pPr>
        <w:suppressAutoHyphens/>
        <w:spacing w:after="0"/>
        <w:ind w:firstLine="709"/>
        <w:jc w:val="both"/>
        <w:textAlignment w:val="baseline"/>
        <w:rPr>
          <w:rFonts w:ascii="Times New Roman" w:hAnsi="Times New Roman" w:cs="Times New Roman"/>
          <w:kern w:val="1"/>
          <w:sz w:val="24"/>
          <w:szCs w:val="24"/>
          <w:lang w:eastAsia="ar-SA"/>
        </w:rPr>
      </w:pPr>
      <w:r w:rsidRPr="00414FCA">
        <w:rPr>
          <w:rFonts w:ascii="Times New Roman" w:hAnsi="Times New Roman" w:cs="Times New Roman"/>
          <w:kern w:val="1"/>
          <w:sz w:val="24"/>
          <w:szCs w:val="24"/>
          <w:lang w:eastAsia="ar-SA"/>
        </w:rPr>
        <w:t xml:space="preserve">Дана Програма розроблена для забезпечення безоплатного проїзду соціально незахищених верств населення </w:t>
      </w:r>
      <w:proofErr w:type="spellStart"/>
      <w:r w:rsidRPr="00414FCA">
        <w:rPr>
          <w:rFonts w:ascii="Times New Roman" w:hAnsi="Times New Roman" w:cs="Times New Roman"/>
          <w:kern w:val="1"/>
          <w:sz w:val="24"/>
          <w:szCs w:val="24"/>
          <w:lang w:eastAsia="ar-SA"/>
        </w:rPr>
        <w:t>Крупецької</w:t>
      </w:r>
      <w:proofErr w:type="spellEnd"/>
      <w:r w:rsidRPr="00414FCA">
        <w:rPr>
          <w:rFonts w:ascii="Times New Roman" w:hAnsi="Times New Roman" w:cs="Times New Roman"/>
          <w:kern w:val="1"/>
          <w:sz w:val="24"/>
          <w:szCs w:val="24"/>
          <w:lang w:eastAsia="ar-SA"/>
        </w:rPr>
        <w:t xml:space="preserve"> сільської ТГ у зв’язку з відсутністю відшкодування компенсаційних виплат за пасажирські перевезення з Державного бюджету з 2016 року.</w:t>
      </w:r>
    </w:p>
    <w:p w:rsidR="0058507E" w:rsidRPr="00414FCA" w:rsidRDefault="0058507E" w:rsidP="0058507E">
      <w:pPr>
        <w:suppressAutoHyphens/>
        <w:spacing w:after="0"/>
        <w:ind w:firstLine="709"/>
        <w:jc w:val="both"/>
        <w:textAlignment w:val="baseline"/>
        <w:rPr>
          <w:rFonts w:ascii="Times New Roman" w:hAnsi="Times New Roman" w:cs="Times New Roman"/>
          <w:kern w:val="1"/>
          <w:sz w:val="24"/>
          <w:szCs w:val="24"/>
          <w:lang w:eastAsia="ar-SA"/>
        </w:rPr>
      </w:pPr>
      <w:r w:rsidRPr="00414FCA">
        <w:rPr>
          <w:rFonts w:ascii="Times New Roman" w:hAnsi="Times New Roman" w:cs="Times New Roman"/>
          <w:kern w:val="1"/>
          <w:sz w:val="24"/>
          <w:szCs w:val="24"/>
          <w:lang w:eastAsia="ar-SA"/>
        </w:rPr>
        <w:t>Перелік окремих категорій пасажирів, за проїзд яких здійснюються компенсаційні виплати за пільгові перевезення залізничним транспортом приміського сполучення, та яким державою гарантовано таке право, представлений у додатку 1 до цієї Програми.</w:t>
      </w:r>
    </w:p>
    <w:p w:rsidR="0058507E" w:rsidRPr="00414FCA" w:rsidRDefault="0058507E" w:rsidP="0058507E">
      <w:pPr>
        <w:spacing w:after="0"/>
        <w:jc w:val="center"/>
        <w:rPr>
          <w:rFonts w:ascii="Times New Roman" w:eastAsia="Times New Roman" w:hAnsi="Times New Roman" w:cs="Times New Roman"/>
          <w:b/>
          <w:bCs/>
          <w:color w:val="000000"/>
          <w:sz w:val="24"/>
          <w:szCs w:val="24"/>
        </w:rPr>
      </w:pPr>
    </w:p>
    <w:p w:rsidR="0058507E" w:rsidRPr="00414FCA" w:rsidRDefault="0058507E" w:rsidP="0058507E">
      <w:pPr>
        <w:spacing w:after="0"/>
        <w:jc w:val="center"/>
        <w:rPr>
          <w:rFonts w:ascii="Times New Roman" w:eastAsia="Times New Roman" w:hAnsi="Times New Roman" w:cs="Times New Roman"/>
          <w:sz w:val="24"/>
          <w:szCs w:val="24"/>
        </w:rPr>
      </w:pPr>
      <w:r w:rsidRPr="00414FCA">
        <w:rPr>
          <w:rFonts w:ascii="Times New Roman" w:eastAsia="Times New Roman" w:hAnsi="Times New Roman" w:cs="Times New Roman"/>
          <w:b/>
          <w:bCs/>
          <w:color w:val="000000"/>
          <w:sz w:val="24"/>
          <w:szCs w:val="24"/>
        </w:rPr>
        <w:t>ІІ. Мета Програми</w:t>
      </w:r>
    </w:p>
    <w:p w:rsidR="0058507E" w:rsidRPr="00414FCA" w:rsidRDefault="0058507E" w:rsidP="0058507E">
      <w:pPr>
        <w:spacing w:after="0"/>
        <w:ind w:firstLine="851"/>
        <w:jc w:val="both"/>
        <w:rPr>
          <w:rFonts w:ascii="Times New Roman" w:eastAsia="Times New Roman" w:hAnsi="Times New Roman" w:cs="Times New Roman"/>
          <w:color w:val="000000"/>
          <w:sz w:val="24"/>
          <w:szCs w:val="24"/>
        </w:rPr>
      </w:pPr>
      <w:r w:rsidRPr="00414FCA">
        <w:rPr>
          <w:rFonts w:ascii="Times New Roman" w:hAnsi="Times New Roman" w:cs="Times New Roman"/>
          <w:sz w:val="24"/>
          <w:szCs w:val="24"/>
        </w:rPr>
        <w:t xml:space="preserve">Метою Програми є забезпечення реалізації прав окремих категорій громадян на пільговий проїзд на залізничному транспорті приміського сполучення та відшкодування компенсації виробничому підрозділу </w:t>
      </w:r>
      <w:r w:rsidRPr="00414FCA">
        <w:rPr>
          <w:rFonts w:ascii="Times New Roman" w:eastAsia="Times New Roman" w:hAnsi="Times New Roman" w:cs="Times New Roman"/>
          <w:sz w:val="24"/>
          <w:szCs w:val="24"/>
        </w:rPr>
        <w:t>«Козятинська дирекція залізничних перевезень» регіональної філії «Південно</w:t>
      </w:r>
      <w:r>
        <w:rPr>
          <w:rFonts w:ascii="Times New Roman" w:eastAsia="Times New Roman" w:hAnsi="Times New Roman" w:cs="Times New Roman"/>
          <w:sz w:val="24"/>
          <w:szCs w:val="24"/>
        </w:rPr>
        <w:t xml:space="preserve"> </w:t>
      </w:r>
      <w:r w:rsidRPr="00414FC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414FCA">
        <w:rPr>
          <w:rFonts w:ascii="Times New Roman" w:eastAsia="Times New Roman" w:hAnsi="Times New Roman" w:cs="Times New Roman"/>
          <w:sz w:val="24"/>
          <w:szCs w:val="24"/>
        </w:rPr>
        <w:t>Західна залізниця АТ «Українська залізниця»</w:t>
      </w:r>
      <w:r w:rsidRPr="00414FCA">
        <w:rPr>
          <w:rFonts w:ascii="Times New Roman" w:hAnsi="Times New Roman" w:cs="Times New Roman"/>
          <w:sz w:val="24"/>
          <w:szCs w:val="24"/>
        </w:rPr>
        <w:t xml:space="preserve"> за перевезення окремих категорій громадян, за рахунок коштів сільського бюджету</w:t>
      </w:r>
      <w:r w:rsidRPr="00414FCA">
        <w:rPr>
          <w:rFonts w:ascii="Times New Roman" w:eastAsia="Times New Roman" w:hAnsi="Times New Roman" w:cs="Times New Roman"/>
          <w:color w:val="000000"/>
          <w:sz w:val="24"/>
          <w:szCs w:val="24"/>
        </w:rPr>
        <w:t>.</w:t>
      </w:r>
    </w:p>
    <w:p w:rsidR="0058507E" w:rsidRDefault="0058507E" w:rsidP="0058507E">
      <w:pPr>
        <w:spacing w:after="0"/>
        <w:jc w:val="center"/>
        <w:rPr>
          <w:rFonts w:ascii="Times New Roman" w:eastAsia="Times New Roman" w:hAnsi="Times New Roman" w:cs="Times New Roman"/>
          <w:b/>
          <w:bCs/>
          <w:color w:val="000000"/>
          <w:sz w:val="24"/>
          <w:szCs w:val="24"/>
        </w:rPr>
      </w:pPr>
    </w:p>
    <w:p w:rsidR="0058507E" w:rsidRDefault="0058507E" w:rsidP="0058507E">
      <w:pPr>
        <w:spacing w:after="0"/>
        <w:jc w:val="center"/>
        <w:rPr>
          <w:rFonts w:ascii="Times New Roman" w:eastAsia="Times New Roman" w:hAnsi="Times New Roman" w:cs="Times New Roman"/>
          <w:b/>
          <w:bCs/>
          <w:color w:val="000000"/>
          <w:sz w:val="24"/>
          <w:szCs w:val="24"/>
        </w:rPr>
      </w:pPr>
    </w:p>
    <w:p w:rsidR="0058507E" w:rsidRPr="00414FCA" w:rsidRDefault="0058507E" w:rsidP="0058507E">
      <w:pPr>
        <w:spacing w:after="0"/>
        <w:jc w:val="center"/>
        <w:rPr>
          <w:rFonts w:ascii="Times New Roman" w:hAnsi="Times New Roman" w:cs="Times New Roman"/>
          <w:b/>
          <w:sz w:val="24"/>
          <w:szCs w:val="24"/>
        </w:rPr>
      </w:pPr>
      <w:r w:rsidRPr="00414FCA">
        <w:rPr>
          <w:rFonts w:ascii="Times New Roman" w:eastAsia="Times New Roman" w:hAnsi="Times New Roman" w:cs="Times New Roman"/>
          <w:b/>
          <w:bCs/>
          <w:color w:val="000000"/>
          <w:sz w:val="24"/>
          <w:szCs w:val="24"/>
        </w:rPr>
        <w:t>ІІІ</w:t>
      </w:r>
      <w:r w:rsidRPr="00414FCA">
        <w:rPr>
          <w:rFonts w:ascii="Times New Roman" w:hAnsi="Times New Roman" w:cs="Times New Roman"/>
          <w:b/>
          <w:sz w:val="24"/>
          <w:szCs w:val="24"/>
        </w:rPr>
        <w:t>. Завдання Програми</w:t>
      </w:r>
    </w:p>
    <w:p w:rsidR="0058507E" w:rsidRPr="00414FCA" w:rsidRDefault="0058507E" w:rsidP="0058507E">
      <w:pPr>
        <w:suppressAutoHyphens/>
        <w:spacing w:after="0"/>
        <w:ind w:firstLine="708"/>
        <w:jc w:val="both"/>
        <w:textAlignment w:val="baseline"/>
        <w:rPr>
          <w:rFonts w:ascii="Times New Roman" w:hAnsi="Times New Roman" w:cs="Times New Roman"/>
          <w:kern w:val="1"/>
          <w:sz w:val="24"/>
          <w:szCs w:val="24"/>
          <w:lang w:eastAsia="ar-SA"/>
        </w:rPr>
      </w:pPr>
      <w:r w:rsidRPr="00414FCA">
        <w:rPr>
          <w:rFonts w:ascii="Times New Roman" w:hAnsi="Times New Roman" w:cs="Times New Roman"/>
          <w:kern w:val="1"/>
          <w:sz w:val="24"/>
          <w:szCs w:val="24"/>
          <w:lang w:eastAsia="ar-SA"/>
        </w:rPr>
        <w:t xml:space="preserve">Компенсація виплат за пільгові перевезення залізничним транспортом окремих категорій громадян у приміському сполученні, відповідно до укладеного договору з </w:t>
      </w:r>
      <w:r w:rsidRPr="00414FCA">
        <w:rPr>
          <w:rFonts w:ascii="Times New Roman" w:hAnsi="Times New Roman" w:cs="Times New Roman"/>
          <w:sz w:val="24"/>
          <w:szCs w:val="24"/>
        </w:rPr>
        <w:t>виробничим підрозділом</w:t>
      </w:r>
      <w:r>
        <w:rPr>
          <w:rFonts w:ascii="Times New Roman" w:hAnsi="Times New Roman" w:cs="Times New Roman"/>
          <w:sz w:val="24"/>
          <w:szCs w:val="24"/>
        </w:rPr>
        <w:t xml:space="preserve"> </w:t>
      </w:r>
      <w:r w:rsidRPr="00414FCA">
        <w:rPr>
          <w:rFonts w:ascii="Times New Roman" w:eastAsia="Times New Roman" w:hAnsi="Times New Roman" w:cs="Times New Roman"/>
          <w:sz w:val="24"/>
          <w:szCs w:val="24"/>
        </w:rPr>
        <w:t>«Козятинська дирекція залізничних перевезень» регіональної філії «Південно</w:t>
      </w:r>
      <w:r>
        <w:rPr>
          <w:rFonts w:ascii="Times New Roman" w:eastAsia="Times New Roman" w:hAnsi="Times New Roman" w:cs="Times New Roman"/>
          <w:sz w:val="24"/>
          <w:szCs w:val="24"/>
        </w:rPr>
        <w:t xml:space="preserve"> </w:t>
      </w:r>
      <w:r w:rsidRPr="00414FC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414FCA">
        <w:rPr>
          <w:rFonts w:ascii="Times New Roman" w:eastAsia="Times New Roman" w:hAnsi="Times New Roman" w:cs="Times New Roman"/>
          <w:sz w:val="24"/>
          <w:szCs w:val="24"/>
        </w:rPr>
        <w:t>Західна залізниця АТ «Українська залізниця»</w:t>
      </w:r>
      <w:r w:rsidRPr="00414FCA">
        <w:rPr>
          <w:rFonts w:ascii="Times New Roman" w:hAnsi="Times New Roman" w:cs="Times New Roman"/>
          <w:sz w:val="24"/>
          <w:szCs w:val="24"/>
        </w:rPr>
        <w:t xml:space="preserve"> за перевезення окремих категорій громадян</w:t>
      </w:r>
      <w:r w:rsidRPr="00414FCA">
        <w:rPr>
          <w:rFonts w:ascii="Times New Roman" w:hAnsi="Times New Roman" w:cs="Times New Roman"/>
          <w:kern w:val="1"/>
          <w:sz w:val="24"/>
          <w:szCs w:val="24"/>
          <w:lang w:eastAsia="ar-SA"/>
        </w:rPr>
        <w:t xml:space="preserve">, за рахунок коштів міського бюджету у зв’язку з відсутністю фінансування з Державного бюджету. </w:t>
      </w:r>
    </w:p>
    <w:p w:rsidR="0058507E" w:rsidRPr="00414FCA" w:rsidRDefault="0058507E" w:rsidP="0058507E">
      <w:pPr>
        <w:suppressAutoHyphens/>
        <w:spacing w:after="0"/>
        <w:ind w:firstLine="708"/>
        <w:jc w:val="both"/>
        <w:textAlignment w:val="baseline"/>
        <w:rPr>
          <w:rFonts w:ascii="Times New Roman" w:hAnsi="Times New Roman" w:cs="Times New Roman"/>
          <w:kern w:val="1"/>
          <w:sz w:val="24"/>
          <w:szCs w:val="24"/>
          <w:lang w:eastAsia="ar-SA"/>
        </w:rPr>
      </w:pPr>
      <w:r w:rsidRPr="00414FCA">
        <w:rPr>
          <w:rFonts w:ascii="Times New Roman" w:hAnsi="Times New Roman" w:cs="Times New Roman"/>
          <w:kern w:val="1"/>
          <w:sz w:val="24"/>
          <w:szCs w:val="24"/>
          <w:lang w:eastAsia="ar-SA"/>
        </w:rPr>
        <w:t xml:space="preserve">Зниження соціальної напруги серед населення </w:t>
      </w:r>
      <w:proofErr w:type="spellStart"/>
      <w:r w:rsidRPr="00414FCA">
        <w:rPr>
          <w:rFonts w:ascii="Times New Roman" w:hAnsi="Times New Roman" w:cs="Times New Roman"/>
          <w:kern w:val="1"/>
          <w:sz w:val="24"/>
          <w:szCs w:val="24"/>
          <w:lang w:eastAsia="ar-SA"/>
        </w:rPr>
        <w:t>Крупецької</w:t>
      </w:r>
      <w:proofErr w:type="spellEnd"/>
      <w:r w:rsidRPr="00414FCA">
        <w:rPr>
          <w:rFonts w:ascii="Times New Roman" w:hAnsi="Times New Roman" w:cs="Times New Roman"/>
          <w:kern w:val="1"/>
          <w:sz w:val="24"/>
          <w:szCs w:val="24"/>
          <w:lang w:eastAsia="ar-SA"/>
        </w:rPr>
        <w:t xml:space="preserve"> сільської ТГ, якому гарантовано право на пільговий проїзд в залізничному транспорті приміського сполучення законодавчими актами України.</w:t>
      </w:r>
    </w:p>
    <w:p w:rsidR="0058507E" w:rsidRPr="00414FCA" w:rsidRDefault="0058507E" w:rsidP="0058507E">
      <w:pPr>
        <w:spacing w:after="0"/>
        <w:ind w:firstLine="851"/>
        <w:jc w:val="both"/>
        <w:rPr>
          <w:rFonts w:ascii="Times New Roman" w:eastAsia="Times New Roman" w:hAnsi="Times New Roman" w:cs="Times New Roman"/>
          <w:sz w:val="24"/>
          <w:szCs w:val="24"/>
        </w:rPr>
      </w:pPr>
    </w:p>
    <w:p w:rsidR="0058507E" w:rsidRPr="00414FCA" w:rsidRDefault="0058507E" w:rsidP="0058507E">
      <w:pPr>
        <w:spacing w:after="0"/>
        <w:ind w:firstLine="709"/>
        <w:jc w:val="center"/>
        <w:rPr>
          <w:rFonts w:ascii="Times New Roman" w:hAnsi="Times New Roman" w:cs="Times New Roman"/>
          <w:b/>
          <w:sz w:val="24"/>
          <w:szCs w:val="24"/>
        </w:rPr>
      </w:pPr>
      <w:r w:rsidRPr="00414FCA">
        <w:rPr>
          <w:rFonts w:ascii="Times New Roman" w:hAnsi="Times New Roman" w:cs="Times New Roman"/>
          <w:b/>
          <w:sz w:val="24"/>
          <w:szCs w:val="24"/>
          <w:lang w:val="en-US"/>
        </w:rPr>
        <w:t>IV</w:t>
      </w:r>
      <w:r w:rsidRPr="00414FCA">
        <w:rPr>
          <w:rFonts w:ascii="Times New Roman" w:hAnsi="Times New Roman" w:cs="Times New Roman"/>
          <w:b/>
          <w:sz w:val="24"/>
          <w:szCs w:val="24"/>
        </w:rPr>
        <w:t>. Фінансування Програми</w:t>
      </w:r>
    </w:p>
    <w:p w:rsidR="0058507E" w:rsidRPr="00414FCA" w:rsidRDefault="0058507E" w:rsidP="0058507E">
      <w:pPr>
        <w:spacing w:after="0"/>
        <w:ind w:firstLine="709"/>
        <w:jc w:val="both"/>
        <w:rPr>
          <w:rFonts w:ascii="Times New Roman" w:hAnsi="Times New Roman" w:cs="Times New Roman"/>
          <w:sz w:val="24"/>
          <w:szCs w:val="24"/>
        </w:rPr>
      </w:pPr>
      <w:r w:rsidRPr="00414FCA">
        <w:rPr>
          <w:rFonts w:ascii="Times New Roman" w:hAnsi="Times New Roman" w:cs="Times New Roman"/>
          <w:sz w:val="24"/>
          <w:szCs w:val="24"/>
        </w:rPr>
        <w:t>Фінансове забезпечення Програми здійснюється за рахунок коштів сільського бюджету в межах видатків, затверджених на 2021 рік за відповідним напрямком, виходячи з фінансових можливостей сільського бюджету.</w:t>
      </w:r>
    </w:p>
    <w:p w:rsidR="0058507E" w:rsidRPr="0058507E" w:rsidRDefault="0058507E" w:rsidP="0058507E">
      <w:pPr>
        <w:pStyle w:val="af2"/>
        <w:spacing w:line="276" w:lineRule="auto"/>
        <w:ind w:firstLine="708"/>
        <w:jc w:val="both"/>
        <w:rPr>
          <w:rFonts w:ascii="Times New Roman" w:hAnsi="Times New Roman"/>
          <w:sz w:val="24"/>
          <w:szCs w:val="24"/>
          <w:lang w:val="ru-RU"/>
        </w:rPr>
      </w:pPr>
      <w:proofErr w:type="spellStart"/>
      <w:r w:rsidRPr="0058507E">
        <w:rPr>
          <w:rFonts w:ascii="Times New Roman" w:hAnsi="Times New Roman"/>
          <w:sz w:val="24"/>
          <w:szCs w:val="24"/>
          <w:lang w:val="ru-RU"/>
        </w:rPr>
        <w:t>Видатки</w:t>
      </w:r>
      <w:proofErr w:type="spellEnd"/>
      <w:r w:rsidRPr="0058507E">
        <w:rPr>
          <w:rFonts w:ascii="Times New Roman" w:hAnsi="Times New Roman"/>
          <w:sz w:val="24"/>
          <w:szCs w:val="24"/>
          <w:lang w:val="ru-RU"/>
        </w:rPr>
        <w:t xml:space="preserve"> на </w:t>
      </w:r>
      <w:proofErr w:type="spellStart"/>
      <w:r w:rsidRPr="0058507E">
        <w:rPr>
          <w:rFonts w:ascii="Times New Roman" w:hAnsi="Times New Roman"/>
          <w:sz w:val="24"/>
          <w:szCs w:val="24"/>
          <w:lang w:val="ru-RU"/>
        </w:rPr>
        <w:t>виконання</w:t>
      </w:r>
      <w:proofErr w:type="spellEnd"/>
      <w:r w:rsidRPr="0058507E">
        <w:rPr>
          <w:rFonts w:ascii="Times New Roman" w:hAnsi="Times New Roman"/>
          <w:sz w:val="24"/>
          <w:szCs w:val="24"/>
          <w:lang w:val="ru-RU"/>
        </w:rPr>
        <w:t xml:space="preserve"> </w:t>
      </w:r>
      <w:proofErr w:type="spellStart"/>
      <w:r w:rsidRPr="0058507E">
        <w:rPr>
          <w:rFonts w:ascii="Times New Roman" w:hAnsi="Times New Roman"/>
          <w:sz w:val="24"/>
          <w:szCs w:val="24"/>
          <w:lang w:val="ru-RU"/>
        </w:rPr>
        <w:t>заходів</w:t>
      </w:r>
      <w:proofErr w:type="spellEnd"/>
      <w:r w:rsidRPr="0058507E">
        <w:rPr>
          <w:rFonts w:ascii="Times New Roman" w:hAnsi="Times New Roman"/>
          <w:sz w:val="24"/>
          <w:szCs w:val="24"/>
          <w:lang w:val="ru-RU"/>
        </w:rPr>
        <w:t xml:space="preserve"> </w:t>
      </w:r>
      <w:proofErr w:type="spellStart"/>
      <w:r w:rsidRPr="0058507E">
        <w:rPr>
          <w:rFonts w:ascii="Times New Roman" w:hAnsi="Times New Roman"/>
          <w:sz w:val="24"/>
          <w:szCs w:val="24"/>
          <w:lang w:val="ru-RU"/>
        </w:rPr>
        <w:t>Програми</w:t>
      </w:r>
      <w:proofErr w:type="spellEnd"/>
      <w:r w:rsidRPr="0058507E">
        <w:rPr>
          <w:rFonts w:ascii="Times New Roman" w:hAnsi="Times New Roman"/>
          <w:sz w:val="24"/>
          <w:szCs w:val="24"/>
          <w:lang w:val="ru-RU"/>
        </w:rPr>
        <w:t xml:space="preserve"> </w:t>
      </w:r>
      <w:proofErr w:type="spellStart"/>
      <w:r w:rsidRPr="0058507E">
        <w:rPr>
          <w:rFonts w:ascii="Times New Roman" w:hAnsi="Times New Roman"/>
          <w:sz w:val="24"/>
          <w:szCs w:val="24"/>
          <w:lang w:val="ru-RU"/>
        </w:rPr>
        <w:t>передбачаються</w:t>
      </w:r>
      <w:proofErr w:type="spellEnd"/>
      <w:r w:rsidRPr="0058507E">
        <w:rPr>
          <w:rFonts w:ascii="Times New Roman" w:hAnsi="Times New Roman"/>
          <w:sz w:val="24"/>
          <w:szCs w:val="24"/>
          <w:lang w:val="ru-RU"/>
        </w:rPr>
        <w:t xml:space="preserve"> при </w:t>
      </w:r>
      <w:proofErr w:type="spellStart"/>
      <w:r w:rsidRPr="0058507E">
        <w:rPr>
          <w:rFonts w:ascii="Times New Roman" w:hAnsi="Times New Roman"/>
          <w:sz w:val="24"/>
          <w:szCs w:val="24"/>
          <w:lang w:val="ru-RU"/>
        </w:rPr>
        <w:t>формуванні</w:t>
      </w:r>
      <w:proofErr w:type="spellEnd"/>
      <w:r w:rsidRPr="0058507E">
        <w:rPr>
          <w:rFonts w:ascii="Times New Roman" w:hAnsi="Times New Roman"/>
          <w:sz w:val="24"/>
          <w:szCs w:val="24"/>
          <w:lang w:val="ru-RU"/>
        </w:rPr>
        <w:t xml:space="preserve">, </w:t>
      </w:r>
      <w:proofErr w:type="spellStart"/>
      <w:r w:rsidRPr="0058507E">
        <w:rPr>
          <w:rFonts w:ascii="Times New Roman" w:hAnsi="Times New Roman"/>
          <w:sz w:val="24"/>
          <w:szCs w:val="24"/>
          <w:lang w:val="ru-RU"/>
        </w:rPr>
        <w:t>чи</w:t>
      </w:r>
      <w:proofErr w:type="spellEnd"/>
      <w:r w:rsidRPr="0058507E">
        <w:rPr>
          <w:rFonts w:ascii="Times New Roman" w:hAnsi="Times New Roman"/>
          <w:sz w:val="24"/>
          <w:szCs w:val="24"/>
          <w:lang w:val="ru-RU"/>
        </w:rPr>
        <w:t xml:space="preserve"> при </w:t>
      </w:r>
      <w:proofErr w:type="spellStart"/>
      <w:r w:rsidRPr="0058507E">
        <w:rPr>
          <w:rFonts w:ascii="Times New Roman" w:hAnsi="Times New Roman"/>
          <w:sz w:val="24"/>
          <w:szCs w:val="24"/>
          <w:lang w:val="ru-RU"/>
        </w:rPr>
        <w:t>уточненні</w:t>
      </w:r>
      <w:proofErr w:type="spellEnd"/>
      <w:r w:rsidRPr="0058507E">
        <w:rPr>
          <w:rFonts w:ascii="Times New Roman" w:hAnsi="Times New Roman"/>
          <w:sz w:val="24"/>
          <w:szCs w:val="24"/>
          <w:lang w:val="ru-RU"/>
        </w:rPr>
        <w:t xml:space="preserve"> </w:t>
      </w:r>
      <w:proofErr w:type="spellStart"/>
      <w:r w:rsidRPr="0058507E">
        <w:rPr>
          <w:rFonts w:ascii="Times New Roman" w:hAnsi="Times New Roman"/>
          <w:sz w:val="24"/>
          <w:szCs w:val="24"/>
          <w:lang w:val="ru-RU"/>
        </w:rPr>
        <w:t>показників</w:t>
      </w:r>
      <w:proofErr w:type="spellEnd"/>
      <w:r w:rsidRPr="0058507E">
        <w:rPr>
          <w:rFonts w:ascii="Times New Roman" w:hAnsi="Times New Roman"/>
          <w:sz w:val="24"/>
          <w:szCs w:val="24"/>
          <w:lang w:val="ru-RU"/>
        </w:rPr>
        <w:t xml:space="preserve"> </w:t>
      </w:r>
      <w:proofErr w:type="spellStart"/>
      <w:r w:rsidRPr="0058507E">
        <w:rPr>
          <w:rFonts w:ascii="Times New Roman" w:hAnsi="Times New Roman"/>
          <w:sz w:val="24"/>
          <w:szCs w:val="24"/>
          <w:lang w:val="ru-RU"/>
        </w:rPr>
        <w:t>сільського</w:t>
      </w:r>
      <w:proofErr w:type="spellEnd"/>
      <w:r w:rsidRPr="0058507E">
        <w:rPr>
          <w:rFonts w:ascii="Times New Roman" w:hAnsi="Times New Roman"/>
          <w:sz w:val="24"/>
          <w:szCs w:val="24"/>
          <w:lang w:val="ru-RU"/>
        </w:rPr>
        <w:t xml:space="preserve"> бюджету.</w:t>
      </w:r>
    </w:p>
    <w:p w:rsidR="0058507E" w:rsidRPr="0058507E" w:rsidRDefault="0058507E" w:rsidP="0058507E">
      <w:pPr>
        <w:pStyle w:val="af2"/>
        <w:spacing w:line="276" w:lineRule="auto"/>
        <w:ind w:firstLine="708"/>
        <w:jc w:val="both"/>
        <w:rPr>
          <w:rFonts w:ascii="Times New Roman" w:hAnsi="Times New Roman"/>
          <w:sz w:val="24"/>
          <w:szCs w:val="24"/>
          <w:lang w:val="ru-RU"/>
        </w:rPr>
      </w:pPr>
    </w:p>
    <w:p w:rsidR="0058507E" w:rsidRPr="00414FCA" w:rsidRDefault="0058507E" w:rsidP="0058507E">
      <w:pPr>
        <w:spacing w:after="0"/>
        <w:jc w:val="center"/>
        <w:rPr>
          <w:rFonts w:ascii="Times New Roman" w:hAnsi="Times New Roman" w:cs="Times New Roman"/>
          <w:b/>
          <w:sz w:val="24"/>
          <w:szCs w:val="24"/>
        </w:rPr>
      </w:pPr>
      <w:r w:rsidRPr="00414FCA">
        <w:rPr>
          <w:rFonts w:ascii="Times New Roman" w:hAnsi="Times New Roman" w:cs="Times New Roman"/>
          <w:b/>
          <w:sz w:val="24"/>
          <w:szCs w:val="24"/>
          <w:lang w:val="en-US"/>
        </w:rPr>
        <w:t>V</w:t>
      </w:r>
      <w:r w:rsidRPr="00414FCA">
        <w:rPr>
          <w:rFonts w:ascii="Times New Roman" w:hAnsi="Times New Roman" w:cs="Times New Roman"/>
          <w:b/>
          <w:sz w:val="24"/>
          <w:szCs w:val="24"/>
        </w:rPr>
        <w:t>. Заходи Програми</w:t>
      </w:r>
    </w:p>
    <w:p w:rsidR="0058507E" w:rsidRPr="00414FCA" w:rsidRDefault="0058507E" w:rsidP="0058507E">
      <w:pPr>
        <w:spacing w:after="0"/>
        <w:ind w:firstLine="708"/>
        <w:jc w:val="both"/>
        <w:rPr>
          <w:rFonts w:ascii="Times New Roman" w:hAnsi="Times New Roman" w:cs="Times New Roman"/>
          <w:bCs/>
          <w:sz w:val="24"/>
          <w:szCs w:val="24"/>
        </w:rPr>
      </w:pPr>
      <w:r w:rsidRPr="00414FCA">
        <w:rPr>
          <w:rFonts w:ascii="Times New Roman" w:hAnsi="Times New Roman" w:cs="Times New Roman"/>
          <w:bCs/>
          <w:sz w:val="24"/>
          <w:szCs w:val="24"/>
        </w:rPr>
        <w:t>Виконання поставлених завдань потребує здійснення відповідних заходів.</w:t>
      </w:r>
    </w:p>
    <w:tbl>
      <w:tblPr>
        <w:tblW w:w="9716"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3"/>
        <w:gridCol w:w="4394"/>
        <w:gridCol w:w="1672"/>
        <w:gridCol w:w="1418"/>
        <w:gridCol w:w="1559"/>
      </w:tblGrid>
      <w:tr w:rsidR="0058507E" w:rsidRPr="00414FCA" w:rsidTr="002745AA">
        <w:tc>
          <w:tcPr>
            <w:tcW w:w="673" w:type="dxa"/>
            <w:vAlign w:val="center"/>
          </w:tcPr>
          <w:p w:rsidR="0058507E" w:rsidRPr="00414FCA" w:rsidRDefault="0058507E" w:rsidP="002745AA">
            <w:pPr>
              <w:spacing w:after="0"/>
              <w:jc w:val="center"/>
              <w:rPr>
                <w:rFonts w:ascii="Times New Roman" w:hAnsi="Times New Roman" w:cs="Times New Roman"/>
                <w:bCs/>
                <w:sz w:val="24"/>
                <w:szCs w:val="24"/>
              </w:rPr>
            </w:pPr>
            <w:r w:rsidRPr="00414FCA">
              <w:rPr>
                <w:rFonts w:ascii="Times New Roman" w:hAnsi="Times New Roman" w:cs="Times New Roman"/>
                <w:bCs/>
                <w:sz w:val="24"/>
                <w:szCs w:val="24"/>
              </w:rPr>
              <w:t>№ п/п</w:t>
            </w:r>
          </w:p>
        </w:tc>
        <w:tc>
          <w:tcPr>
            <w:tcW w:w="4394" w:type="dxa"/>
            <w:vAlign w:val="center"/>
          </w:tcPr>
          <w:p w:rsidR="0058507E" w:rsidRPr="00414FCA" w:rsidRDefault="0058507E" w:rsidP="002745AA">
            <w:pPr>
              <w:spacing w:after="0"/>
              <w:jc w:val="center"/>
              <w:rPr>
                <w:rFonts w:ascii="Times New Roman" w:hAnsi="Times New Roman" w:cs="Times New Roman"/>
                <w:bCs/>
                <w:sz w:val="24"/>
                <w:szCs w:val="24"/>
              </w:rPr>
            </w:pPr>
            <w:r w:rsidRPr="00414FCA">
              <w:rPr>
                <w:rFonts w:ascii="Times New Roman" w:hAnsi="Times New Roman" w:cs="Times New Roman"/>
                <w:bCs/>
                <w:sz w:val="24"/>
                <w:szCs w:val="24"/>
              </w:rPr>
              <w:t>Зміст заходів</w:t>
            </w:r>
          </w:p>
        </w:tc>
        <w:tc>
          <w:tcPr>
            <w:tcW w:w="1672" w:type="dxa"/>
            <w:vAlign w:val="center"/>
          </w:tcPr>
          <w:p w:rsidR="0058507E" w:rsidRPr="00414FCA" w:rsidRDefault="0058507E" w:rsidP="002745AA">
            <w:pPr>
              <w:spacing w:after="0"/>
              <w:jc w:val="center"/>
              <w:rPr>
                <w:rFonts w:ascii="Times New Roman" w:hAnsi="Times New Roman" w:cs="Times New Roman"/>
                <w:bCs/>
                <w:sz w:val="24"/>
                <w:szCs w:val="24"/>
              </w:rPr>
            </w:pPr>
            <w:r w:rsidRPr="00414FCA">
              <w:rPr>
                <w:rFonts w:ascii="Times New Roman" w:hAnsi="Times New Roman" w:cs="Times New Roman"/>
                <w:bCs/>
                <w:sz w:val="24"/>
                <w:szCs w:val="24"/>
              </w:rPr>
              <w:t>Виконавець</w:t>
            </w:r>
          </w:p>
        </w:tc>
        <w:tc>
          <w:tcPr>
            <w:tcW w:w="1418" w:type="dxa"/>
            <w:vAlign w:val="center"/>
          </w:tcPr>
          <w:p w:rsidR="0058507E" w:rsidRPr="00414FCA" w:rsidRDefault="0058507E" w:rsidP="002745AA">
            <w:pPr>
              <w:spacing w:after="0"/>
              <w:jc w:val="center"/>
              <w:rPr>
                <w:rFonts w:ascii="Times New Roman" w:hAnsi="Times New Roman" w:cs="Times New Roman"/>
                <w:bCs/>
                <w:sz w:val="24"/>
                <w:szCs w:val="24"/>
              </w:rPr>
            </w:pPr>
            <w:r w:rsidRPr="00414FCA">
              <w:rPr>
                <w:rFonts w:ascii="Times New Roman" w:hAnsi="Times New Roman" w:cs="Times New Roman"/>
                <w:bCs/>
                <w:sz w:val="24"/>
                <w:szCs w:val="24"/>
              </w:rPr>
              <w:t>Термін</w:t>
            </w:r>
          </w:p>
          <w:p w:rsidR="0058507E" w:rsidRPr="00414FCA" w:rsidRDefault="0058507E" w:rsidP="002745AA">
            <w:pPr>
              <w:spacing w:after="0"/>
              <w:ind w:left="-108" w:right="-108"/>
              <w:jc w:val="center"/>
              <w:rPr>
                <w:rFonts w:ascii="Times New Roman" w:hAnsi="Times New Roman" w:cs="Times New Roman"/>
                <w:bCs/>
                <w:sz w:val="24"/>
                <w:szCs w:val="24"/>
              </w:rPr>
            </w:pPr>
            <w:r w:rsidRPr="00414FCA">
              <w:rPr>
                <w:rFonts w:ascii="Times New Roman" w:hAnsi="Times New Roman" w:cs="Times New Roman"/>
                <w:bCs/>
                <w:sz w:val="24"/>
                <w:szCs w:val="24"/>
              </w:rPr>
              <w:t>виконання</w:t>
            </w:r>
          </w:p>
        </w:tc>
        <w:tc>
          <w:tcPr>
            <w:tcW w:w="1559" w:type="dxa"/>
            <w:vAlign w:val="center"/>
          </w:tcPr>
          <w:p w:rsidR="0058507E" w:rsidRPr="00414FCA" w:rsidRDefault="0058507E" w:rsidP="002745AA">
            <w:pPr>
              <w:spacing w:after="0"/>
              <w:jc w:val="center"/>
              <w:rPr>
                <w:rFonts w:ascii="Times New Roman" w:hAnsi="Times New Roman" w:cs="Times New Roman"/>
                <w:bCs/>
                <w:sz w:val="24"/>
                <w:szCs w:val="24"/>
              </w:rPr>
            </w:pPr>
            <w:r w:rsidRPr="00414FCA">
              <w:rPr>
                <w:rFonts w:ascii="Times New Roman" w:hAnsi="Times New Roman" w:cs="Times New Roman"/>
                <w:bCs/>
                <w:sz w:val="24"/>
                <w:szCs w:val="24"/>
              </w:rPr>
              <w:t>Орієнтовний обсяг фінансування тис.</w:t>
            </w:r>
            <w:r>
              <w:rPr>
                <w:rFonts w:ascii="Times New Roman" w:hAnsi="Times New Roman" w:cs="Times New Roman"/>
                <w:bCs/>
                <w:sz w:val="24"/>
                <w:szCs w:val="24"/>
              </w:rPr>
              <w:t xml:space="preserve"> </w:t>
            </w:r>
            <w:r w:rsidRPr="00414FCA">
              <w:rPr>
                <w:rFonts w:ascii="Times New Roman" w:hAnsi="Times New Roman" w:cs="Times New Roman"/>
                <w:bCs/>
                <w:sz w:val="24"/>
                <w:szCs w:val="24"/>
              </w:rPr>
              <w:t>грн.</w:t>
            </w:r>
          </w:p>
        </w:tc>
      </w:tr>
      <w:tr w:rsidR="0058507E" w:rsidRPr="00414FCA" w:rsidTr="002745AA">
        <w:tc>
          <w:tcPr>
            <w:tcW w:w="673" w:type="dxa"/>
          </w:tcPr>
          <w:p w:rsidR="0058507E" w:rsidRPr="00414FCA" w:rsidRDefault="0058507E" w:rsidP="002745AA">
            <w:pPr>
              <w:spacing w:after="0"/>
              <w:jc w:val="center"/>
              <w:rPr>
                <w:rFonts w:ascii="Times New Roman" w:hAnsi="Times New Roman" w:cs="Times New Roman"/>
                <w:bCs/>
                <w:sz w:val="24"/>
                <w:szCs w:val="24"/>
              </w:rPr>
            </w:pPr>
            <w:r w:rsidRPr="00414FCA">
              <w:rPr>
                <w:rFonts w:ascii="Times New Roman" w:hAnsi="Times New Roman" w:cs="Times New Roman"/>
                <w:bCs/>
                <w:sz w:val="24"/>
                <w:szCs w:val="24"/>
              </w:rPr>
              <w:t>1</w:t>
            </w:r>
          </w:p>
        </w:tc>
        <w:tc>
          <w:tcPr>
            <w:tcW w:w="4394" w:type="dxa"/>
          </w:tcPr>
          <w:p w:rsidR="0058507E" w:rsidRPr="00414FCA" w:rsidRDefault="0058507E" w:rsidP="002745AA">
            <w:pPr>
              <w:spacing w:after="0"/>
              <w:jc w:val="center"/>
              <w:rPr>
                <w:rFonts w:ascii="Times New Roman" w:hAnsi="Times New Roman" w:cs="Times New Roman"/>
                <w:bCs/>
                <w:sz w:val="24"/>
                <w:szCs w:val="24"/>
              </w:rPr>
            </w:pPr>
            <w:r w:rsidRPr="00414FCA">
              <w:rPr>
                <w:rFonts w:ascii="Times New Roman" w:hAnsi="Times New Roman" w:cs="Times New Roman"/>
                <w:bCs/>
                <w:sz w:val="24"/>
                <w:szCs w:val="24"/>
              </w:rPr>
              <w:t>2</w:t>
            </w:r>
          </w:p>
        </w:tc>
        <w:tc>
          <w:tcPr>
            <w:tcW w:w="1672" w:type="dxa"/>
          </w:tcPr>
          <w:p w:rsidR="0058507E" w:rsidRPr="00414FCA" w:rsidRDefault="0058507E" w:rsidP="002745AA">
            <w:pPr>
              <w:spacing w:after="0"/>
              <w:jc w:val="center"/>
              <w:rPr>
                <w:rFonts w:ascii="Times New Roman" w:hAnsi="Times New Roman" w:cs="Times New Roman"/>
                <w:bCs/>
                <w:sz w:val="24"/>
                <w:szCs w:val="24"/>
              </w:rPr>
            </w:pPr>
            <w:r w:rsidRPr="00414FCA">
              <w:rPr>
                <w:rFonts w:ascii="Times New Roman" w:hAnsi="Times New Roman" w:cs="Times New Roman"/>
                <w:bCs/>
                <w:sz w:val="24"/>
                <w:szCs w:val="24"/>
              </w:rPr>
              <w:t>3</w:t>
            </w:r>
          </w:p>
        </w:tc>
        <w:tc>
          <w:tcPr>
            <w:tcW w:w="1418" w:type="dxa"/>
          </w:tcPr>
          <w:p w:rsidR="0058507E" w:rsidRPr="00414FCA" w:rsidRDefault="0058507E" w:rsidP="002745AA">
            <w:pPr>
              <w:spacing w:after="0"/>
              <w:jc w:val="center"/>
              <w:rPr>
                <w:rFonts w:ascii="Times New Roman" w:hAnsi="Times New Roman" w:cs="Times New Roman"/>
                <w:bCs/>
                <w:sz w:val="24"/>
                <w:szCs w:val="24"/>
              </w:rPr>
            </w:pPr>
            <w:r w:rsidRPr="00414FCA">
              <w:rPr>
                <w:rFonts w:ascii="Times New Roman" w:hAnsi="Times New Roman" w:cs="Times New Roman"/>
                <w:bCs/>
                <w:sz w:val="24"/>
                <w:szCs w:val="24"/>
              </w:rPr>
              <w:t>4</w:t>
            </w:r>
          </w:p>
        </w:tc>
        <w:tc>
          <w:tcPr>
            <w:tcW w:w="1559" w:type="dxa"/>
          </w:tcPr>
          <w:p w:rsidR="0058507E" w:rsidRPr="00414FCA" w:rsidRDefault="0058507E" w:rsidP="002745AA">
            <w:pPr>
              <w:spacing w:after="0"/>
              <w:jc w:val="both"/>
              <w:rPr>
                <w:rFonts w:ascii="Times New Roman" w:hAnsi="Times New Roman" w:cs="Times New Roman"/>
                <w:bCs/>
                <w:sz w:val="24"/>
                <w:szCs w:val="24"/>
              </w:rPr>
            </w:pPr>
          </w:p>
        </w:tc>
      </w:tr>
      <w:tr w:rsidR="0058507E" w:rsidRPr="00414FCA" w:rsidTr="002745AA">
        <w:tc>
          <w:tcPr>
            <w:tcW w:w="673" w:type="dxa"/>
          </w:tcPr>
          <w:p w:rsidR="0058507E" w:rsidRPr="00414FCA" w:rsidRDefault="0058507E" w:rsidP="002745AA">
            <w:pPr>
              <w:spacing w:after="0"/>
              <w:jc w:val="center"/>
              <w:rPr>
                <w:rFonts w:ascii="Times New Roman" w:hAnsi="Times New Roman" w:cs="Times New Roman"/>
                <w:bCs/>
                <w:sz w:val="24"/>
                <w:szCs w:val="24"/>
              </w:rPr>
            </w:pPr>
            <w:r w:rsidRPr="00414FCA">
              <w:rPr>
                <w:rFonts w:ascii="Times New Roman" w:hAnsi="Times New Roman" w:cs="Times New Roman"/>
                <w:bCs/>
                <w:sz w:val="24"/>
                <w:szCs w:val="24"/>
              </w:rPr>
              <w:t>1.</w:t>
            </w:r>
          </w:p>
        </w:tc>
        <w:tc>
          <w:tcPr>
            <w:tcW w:w="4394" w:type="dxa"/>
          </w:tcPr>
          <w:p w:rsidR="0058507E" w:rsidRPr="00414FCA" w:rsidRDefault="0058507E" w:rsidP="002745AA">
            <w:pPr>
              <w:spacing w:after="0"/>
              <w:jc w:val="both"/>
              <w:rPr>
                <w:rFonts w:ascii="Times New Roman" w:hAnsi="Times New Roman" w:cs="Times New Roman"/>
                <w:sz w:val="24"/>
                <w:szCs w:val="24"/>
              </w:rPr>
            </w:pPr>
            <w:r w:rsidRPr="00414FCA">
              <w:rPr>
                <w:rFonts w:ascii="Times New Roman" w:hAnsi="Times New Roman" w:cs="Times New Roman"/>
                <w:sz w:val="24"/>
                <w:szCs w:val="24"/>
              </w:rPr>
              <w:t>К</w:t>
            </w:r>
            <w:r w:rsidRPr="00414FCA">
              <w:rPr>
                <w:rFonts w:ascii="Times New Roman" w:hAnsi="Times New Roman" w:cs="Times New Roman"/>
                <w:bCs/>
                <w:sz w:val="24"/>
                <w:szCs w:val="24"/>
              </w:rPr>
              <w:t>омпенсація за пільговий проїзд окремих категорій громадян на залізничному транспорті приміського сполучення</w:t>
            </w:r>
          </w:p>
        </w:tc>
        <w:tc>
          <w:tcPr>
            <w:tcW w:w="1672" w:type="dxa"/>
            <w:vAlign w:val="center"/>
          </w:tcPr>
          <w:p w:rsidR="0058507E" w:rsidRPr="00414FCA" w:rsidRDefault="0058507E" w:rsidP="002745AA">
            <w:pPr>
              <w:spacing w:after="0"/>
              <w:rPr>
                <w:rFonts w:ascii="Times New Roman" w:hAnsi="Times New Roman" w:cs="Times New Roman"/>
                <w:bCs/>
                <w:sz w:val="24"/>
                <w:szCs w:val="24"/>
              </w:rPr>
            </w:pPr>
            <w:proofErr w:type="spellStart"/>
            <w:r w:rsidRPr="00414FCA">
              <w:rPr>
                <w:rFonts w:ascii="Times New Roman" w:hAnsi="Times New Roman" w:cs="Times New Roman"/>
                <w:bCs/>
                <w:sz w:val="24"/>
                <w:szCs w:val="24"/>
              </w:rPr>
              <w:t>Крупецька</w:t>
            </w:r>
            <w:proofErr w:type="spellEnd"/>
            <w:r w:rsidRPr="00414FCA">
              <w:rPr>
                <w:rFonts w:ascii="Times New Roman" w:hAnsi="Times New Roman" w:cs="Times New Roman"/>
                <w:bCs/>
                <w:sz w:val="24"/>
                <w:szCs w:val="24"/>
              </w:rPr>
              <w:t xml:space="preserve"> сільська рада</w:t>
            </w:r>
          </w:p>
        </w:tc>
        <w:tc>
          <w:tcPr>
            <w:tcW w:w="1418" w:type="dxa"/>
            <w:vAlign w:val="center"/>
          </w:tcPr>
          <w:p w:rsidR="0058507E" w:rsidRPr="00414FCA" w:rsidRDefault="0058507E" w:rsidP="002745AA">
            <w:pPr>
              <w:spacing w:after="0"/>
              <w:jc w:val="center"/>
              <w:rPr>
                <w:rFonts w:ascii="Times New Roman" w:hAnsi="Times New Roman" w:cs="Times New Roman"/>
                <w:bCs/>
                <w:sz w:val="24"/>
                <w:szCs w:val="24"/>
              </w:rPr>
            </w:pPr>
            <w:r w:rsidRPr="00414FCA">
              <w:rPr>
                <w:rFonts w:ascii="Times New Roman" w:hAnsi="Times New Roman" w:cs="Times New Roman"/>
                <w:bCs/>
                <w:sz w:val="24"/>
                <w:szCs w:val="24"/>
              </w:rPr>
              <w:t>2021 р.</w:t>
            </w:r>
          </w:p>
        </w:tc>
        <w:tc>
          <w:tcPr>
            <w:tcW w:w="1559" w:type="dxa"/>
          </w:tcPr>
          <w:p w:rsidR="0058507E" w:rsidRPr="00414FCA" w:rsidRDefault="0058507E" w:rsidP="002745AA">
            <w:pPr>
              <w:spacing w:after="0"/>
              <w:jc w:val="center"/>
              <w:rPr>
                <w:rFonts w:ascii="Times New Roman" w:hAnsi="Times New Roman" w:cs="Times New Roman"/>
                <w:bCs/>
                <w:sz w:val="24"/>
                <w:szCs w:val="24"/>
              </w:rPr>
            </w:pPr>
          </w:p>
          <w:p w:rsidR="0058507E" w:rsidRPr="00414FCA" w:rsidRDefault="0058507E" w:rsidP="002745AA">
            <w:pPr>
              <w:spacing w:after="0"/>
              <w:jc w:val="center"/>
              <w:rPr>
                <w:rFonts w:ascii="Times New Roman" w:hAnsi="Times New Roman" w:cs="Times New Roman"/>
                <w:bCs/>
                <w:sz w:val="24"/>
                <w:szCs w:val="24"/>
              </w:rPr>
            </w:pPr>
            <w:r w:rsidRPr="00414FCA">
              <w:rPr>
                <w:rFonts w:ascii="Times New Roman" w:hAnsi="Times New Roman" w:cs="Times New Roman"/>
                <w:bCs/>
                <w:sz w:val="24"/>
                <w:szCs w:val="24"/>
              </w:rPr>
              <w:t>5,0</w:t>
            </w:r>
          </w:p>
        </w:tc>
      </w:tr>
    </w:tbl>
    <w:p w:rsidR="0058507E" w:rsidRPr="00414FCA" w:rsidRDefault="0058507E" w:rsidP="0058507E">
      <w:pPr>
        <w:spacing w:after="0"/>
        <w:jc w:val="both"/>
        <w:rPr>
          <w:rFonts w:ascii="Times New Roman" w:hAnsi="Times New Roman" w:cs="Times New Roman"/>
          <w:sz w:val="24"/>
          <w:szCs w:val="24"/>
        </w:rPr>
      </w:pPr>
    </w:p>
    <w:p w:rsidR="0058507E" w:rsidRPr="00414FCA" w:rsidRDefault="0058507E" w:rsidP="0058507E">
      <w:pPr>
        <w:shd w:val="clear" w:color="auto" w:fill="FFFFFF"/>
        <w:spacing w:after="0"/>
        <w:ind w:firstLine="709"/>
        <w:jc w:val="center"/>
        <w:rPr>
          <w:rFonts w:ascii="Times New Roman" w:hAnsi="Times New Roman" w:cs="Times New Roman"/>
          <w:b/>
          <w:sz w:val="24"/>
          <w:szCs w:val="24"/>
        </w:rPr>
      </w:pPr>
      <w:proofErr w:type="gramStart"/>
      <w:r w:rsidRPr="00414FCA">
        <w:rPr>
          <w:rFonts w:ascii="Times New Roman" w:hAnsi="Times New Roman" w:cs="Times New Roman"/>
          <w:b/>
          <w:sz w:val="24"/>
          <w:szCs w:val="24"/>
          <w:lang w:val="en-US"/>
        </w:rPr>
        <w:t>V</w:t>
      </w:r>
      <w:r w:rsidRPr="00414FCA">
        <w:rPr>
          <w:rFonts w:ascii="Times New Roman" w:hAnsi="Times New Roman" w:cs="Times New Roman"/>
          <w:b/>
          <w:sz w:val="24"/>
          <w:szCs w:val="24"/>
        </w:rPr>
        <w:t>І.</w:t>
      </w:r>
      <w:proofErr w:type="gramEnd"/>
      <w:r w:rsidRPr="00414FCA">
        <w:rPr>
          <w:rFonts w:ascii="Times New Roman" w:hAnsi="Times New Roman" w:cs="Times New Roman"/>
          <w:b/>
          <w:sz w:val="24"/>
          <w:szCs w:val="24"/>
        </w:rPr>
        <w:t xml:space="preserve"> Координація та контроль за виконанням Програми</w:t>
      </w:r>
    </w:p>
    <w:p w:rsidR="0058507E" w:rsidRPr="00414FCA" w:rsidRDefault="0058507E" w:rsidP="0058507E">
      <w:pPr>
        <w:pStyle w:val="af6"/>
        <w:spacing w:before="0" w:beforeAutospacing="0" w:after="0" w:afterAutospacing="0" w:line="276" w:lineRule="auto"/>
        <w:jc w:val="both"/>
        <w:rPr>
          <w:lang w:val="uk-UA"/>
        </w:rPr>
      </w:pPr>
      <w:r w:rsidRPr="00414FCA">
        <w:rPr>
          <w:lang w:val="uk-UA"/>
        </w:rPr>
        <w:t xml:space="preserve">          Координацію та контроль за виконанням Програми здійснює</w:t>
      </w:r>
      <w:r>
        <w:rPr>
          <w:lang w:val="uk-UA"/>
        </w:rPr>
        <w:t xml:space="preserve"> </w:t>
      </w:r>
      <w:proofErr w:type="spellStart"/>
      <w:r w:rsidRPr="00414FCA">
        <w:rPr>
          <w:lang w:val="uk-UA"/>
        </w:rPr>
        <w:t>Крупецька</w:t>
      </w:r>
      <w:proofErr w:type="spellEnd"/>
      <w:r w:rsidRPr="00414FCA">
        <w:rPr>
          <w:lang w:val="uk-UA"/>
        </w:rPr>
        <w:t xml:space="preserve"> сільська рада, в особі заступника сільського голови з питань діяльності виконавчих органів ради, та</w:t>
      </w:r>
      <w:r>
        <w:rPr>
          <w:lang w:val="uk-UA"/>
        </w:rPr>
        <w:t xml:space="preserve"> </w:t>
      </w:r>
      <w:r w:rsidRPr="00414FCA">
        <w:rPr>
          <w:lang w:val="uk-UA"/>
        </w:rPr>
        <w:t>постійна комісія з питань фінансів, бюджету, планування, соціально-економічного розвитку, інвестицій та міжнародного співробітництва.</w:t>
      </w:r>
    </w:p>
    <w:p w:rsidR="0058507E" w:rsidRPr="00960ACE" w:rsidRDefault="0058507E" w:rsidP="0058507E">
      <w:pPr>
        <w:spacing w:after="0"/>
        <w:ind w:firstLine="709"/>
        <w:jc w:val="both"/>
        <w:rPr>
          <w:rFonts w:ascii="Times New Roman" w:hAnsi="Times New Roman" w:cs="Times New Roman"/>
          <w:b/>
          <w:sz w:val="24"/>
          <w:szCs w:val="24"/>
        </w:rPr>
      </w:pPr>
    </w:p>
    <w:p w:rsidR="0058507E" w:rsidRPr="00414FCA" w:rsidRDefault="0058507E" w:rsidP="0058507E">
      <w:pPr>
        <w:shd w:val="clear" w:color="auto" w:fill="FFFFFF"/>
        <w:spacing w:after="0"/>
        <w:ind w:firstLine="709"/>
        <w:jc w:val="center"/>
        <w:rPr>
          <w:rFonts w:ascii="Times New Roman" w:hAnsi="Times New Roman" w:cs="Times New Roman"/>
          <w:b/>
          <w:bCs/>
          <w:sz w:val="24"/>
          <w:szCs w:val="24"/>
        </w:rPr>
      </w:pPr>
      <w:proofErr w:type="gramStart"/>
      <w:r w:rsidRPr="00414FCA">
        <w:rPr>
          <w:rFonts w:ascii="Times New Roman" w:hAnsi="Times New Roman" w:cs="Times New Roman"/>
          <w:b/>
          <w:sz w:val="24"/>
          <w:szCs w:val="24"/>
          <w:lang w:val="en-US"/>
        </w:rPr>
        <w:t>V</w:t>
      </w:r>
      <w:r w:rsidRPr="00414FCA">
        <w:rPr>
          <w:rFonts w:ascii="Times New Roman" w:hAnsi="Times New Roman" w:cs="Times New Roman"/>
          <w:b/>
          <w:sz w:val="24"/>
          <w:szCs w:val="24"/>
        </w:rPr>
        <w:t>ІІ</w:t>
      </w:r>
      <w:r w:rsidRPr="00414FCA">
        <w:rPr>
          <w:rFonts w:ascii="Times New Roman" w:hAnsi="Times New Roman" w:cs="Times New Roman"/>
          <w:b/>
          <w:bCs/>
          <w:sz w:val="24"/>
          <w:szCs w:val="24"/>
        </w:rPr>
        <w:t>.</w:t>
      </w:r>
      <w:proofErr w:type="gramEnd"/>
      <w:r w:rsidRPr="00414FCA">
        <w:rPr>
          <w:rFonts w:ascii="Times New Roman" w:hAnsi="Times New Roman" w:cs="Times New Roman"/>
          <w:b/>
          <w:bCs/>
          <w:sz w:val="24"/>
          <w:szCs w:val="24"/>
        </w:rPr>
        <w:t xml:space="preserve"> Очікувані </w:t>
      </w:r>
      <w:r w:rsidRPr="00414FCA">
        <w:rPr>
          <w:rFonts w:ascii="Times New Roman" w:hAnsi="Times New Roman" w:cs="Times New Roman"/>
          <w:b/>
          <w:sz w:val="24"/>
          <w:szCs w:val="24"/>
        </w:rPr>
        <w:t>результати</w:t>
      </w:r>
      <w:r w:rsidRPr="00414FCA">
        <w:rPr>
          <w:rFonts w:ascii="Times New Roman" w:hAnsi="Times New Roman" w:cs="Times New Roman"/>
          <w:b/>
          <w:bCs/>
          <w:sz w:val="24"/>
          <w:szCs w:val="24"/>
        </w:rPr>
        <w:t xml:space="preserve"> від виконання Програми</w:t>
      </w:r>
    </w:p>
    <w:p w:rsidR="0058507E" w:rsidRPr="00414FCA" w:rsidRDefault="0058507E" w:rsidP="0058507E">
      <w:pPr>
        <w:spacing w:after="0"/>
        <w:ind w:firstLine="709"/>
        <w:jc w:val="both"/>
        <w:rPr>
          <w:rFonts w:ascii="Times New Roman" w:hAnsi="Times New Roman" w:cs="Times New Roman"/>
          <w:bCs/>
          <w:sz w:val="24"/>
          <w:szCs w:val="24"/>
        </w:rPr>
      </w:pPr>
      <w:r w:rsidRPr="00414FCA">
        <w:rPr>
          <w:rFonts w:ascii="Times New Roman" w:hAnsi="Times New Roman" w:cs="Times New Roman"/>
          <w:sz w:val="24"/>
          <w:szCs w:val="24"/>
        </w:rPr>
        <w:t xml:space="preserve">Реалізація Програми дасть змогу забезпечити </w:t>
      </w:r>
      <w:r w:rsidRPr="00414FCA">
        <w:rPr>
          <w:rFonts w:ascii="Times New Roman" w:hAnsi="Times New Roman" w:cs="Times New Roman"/>
          <w:bCs/>
          <w:sz w:val="24"/>
          <w:szCs w:val="24"/>
        </w:rPr>
        <w:t xml:space="preserve">окремі категорії громадян </w:t>
      </w:r>
      <w:r w:rsidRPr="00414FCA">
        <w:rPr>
          <w:rFonts w:ascii="Times New Roman" w:hAnsi="Times New Roman" w:cs="Times New Roman"/>
          <w:sz w:val="24"/>
          <w:szCs w:val="24"/>
        </w:rPr>
        <w:t xml:space="preserve">(мешканців </w:t>
      </w:r>
      <w:proofErr w:type="spellStart"/>
      <w:r w:rsidRPr="00414FCA">
        <w:rPr>
          <w:rFonts w:ascii="Times New Roman" w:hAnsi="Times New Roman" w:cs="Times New Roman"/>
          <w:sz w:val="24"/>
          <w:szCs w:val="24"/>
        </w:rPr>
        <w:t>Крупецької</w:t>
      </w:r>
      <w:proofErr w:type="spellEnd"/>
      <w:r w:rsidRPr="00414FCA">
        <w:rPr>
          <w:rFonts w:ascii="Times New Roman" w:hAnsi="Times New Roman" w:cs="Times New Roman"/>
          <w:sz w:val="24"/>
          <w:szCs w:val="24"/>
        </w:rPr>
        <w:t xml:space="preserve"> сільської ТГ),  </w:t>
      </w:r>
      <w:r w:rsidRPr="00414FCA">
        <w:rPr>
          <w:rFonts w:ascii="Times New Roman" w:hAnsi="Times New Roman" w:cs="Times New Roman"/>
          <w:bCs/>
          <w:sz w:val="24"/>
          <w:szCs w:val="24"/>
        </w:rPr>
        <w:t>пільговим проїздом на залізничному транспорті приміського сполучення та отримати підприємством-перевізником відшкодування втрачених доходів.</w:t>
      </w:r>
    </w:p>
    <w:p w:rsidR="0058507E" w:rsidRPr="00414FCA" w:rsidRDefault="0058507E" w:rsidP="0058507E">
      <w:pPr>
        <w:shd w:val="clear" w:color="auto" w:fill="FFFFFF"/>
        <w:spacing w:after="0"/>
        <w:ind w:firstLine="720"/>
        <w:jc w:val="center"/>
        <w:rPr>
          <w:rFonts w:ascii="Times New Roman" w:hAnsi="Times New Roman" w:cs="Times New Roman"/>
          <w:b/>
          <w:bCs/>
          <w:sz w:val="24"/>
          <w:szCs w:val="24"/>
        </w:rPr>
      </w:pPr>
    </w:p>
    <w:p w:rsidR="0058507E" w:rsidRPr="00414FCA" w:rsidRDefault="0058507E" w:rsidP="0058507E">
      <w:pPr>
        <w:shd w:val="clear" w:color="auto" w:fill="FFFFFF"/>
        <w:spacing w:after="0"/>
        <w:ind w:firstLine="720"/>
        <w:jc w:val="center"/>
        <w:rPr>
          <w:rFonts w:ascii="Times New Roman" w:hAnsi="Times New Roman" w:cs="Times New Roman"/>
          <w:b/>
          <w:sz w:val="24"/>
          <w:szCs w:val="24"/>
        </w:rPr>
      </w:pPr>
      <w:proofErr w:type="gramStart"/>
      <w:r w:rsidRPr="00414FCA">
        <w:rPr>
          <w:rFonts w:ascii="Times New Roman" w:hAnsi="Times New Roman" w:cs="Times New Roman"/>
          <w:b/>
          <w:sz w:val="24"/>
          <w:szCs w:val="24"/>
          <w:lang w:val="en-US"/>
        </w:rPr>
        <w:t>V</w:t>
      </w:r>
      <w:r>
        <w:rPr>
          <w:rFonts w:ascii="Times New Roman" w:hAnsi="Times New Roman" w:cs="Times New Roman"/>
          <w:b/>
          <w:sz w:val="24"/>
          <w:szCs w:val="24"/>
        </w:rPr>
        <w:t>ІІІ.</w:t>
      </w:r>
      <w:proofErr w:type="gramEnd"/>
      <w:r>
        <w:rPr>
          <w:rFonts w:ascii="Times New Roman" w:hAnsi="Times New Roman" w:cs="Times New Roman"/>
          <w:b/>
          <w:sz w:val="24"/>
          <w:szCs w:val="24"/>
        </w:rPr>
        <w:t xml:space="preserve"> Внесення змін до </w:t>
      </w:r>
      <w:r w:rsidRPr="00414FCA">
        <w:rPr>
          <w:rFonts w:ascii="Times New Roman" w:hAnsi="Times New Roman" w:cs="Times New Roman"/>
          <w:b/>
          <w:sz w:val="24"/>
          <w:szCs w:val="24"/>
        </w:rPr>
        <w:t xml:space="preserve"> Програми</w:t>
      </w:r>
    </w:p>
    <w:p w:rsidR="0058507E" w:rsidRPr="00414FCA" w:rsidRDefault="0058507E" w:rsidP="0058507E">
      <w:pPr>
        <w:spacing w:after="0"/>
        <w:ind w:firstLine="709"/>
        <w:jc w:val="both"/>
        <w:rPr>
          <w:rFonts w:ascii="Times New Roman" w:hAnsi="Times New Roman" w:cs="Times New Roman"/>
          <w:sz w:val="24"/>
          <w:szCs w:val="24"/>
        </w:rPr>
      </w:pPr>
      <w:r w:rsidRPr="00414FCA">
        <w:rPr>
          <w:rFonts w:ascii="Times New Roman" w:hAnsi="Times New Roman" w:cs="Times New Roman"/>
          <w:sz w:val="24"/>
          <w:szCs w:val="24"/>
        </w:rPr>
        <w:t>Коригування плану заходів, обсягів</w:t>
      </w:r>
      <w:r>
        <w:rPr>
          <w:rFonts w:ascii="Times New Roman" w:hAnsi="Times New Roman" w:cs="Times New Roman"/>
          <w:sz w:val="24"/>
          <w:szCs w:val="24"/>
        </w:rPr>
        <w:t xml:space="preserve"> </w:t>
      </w:r>
      <w:r w:rsidRPr="00414FCA">
        <w:rPr>
          <w:rFonts w:ascii="Times New Roman" w:hAnsi="Times New Roman" w:cs="Times New Roman"/>
          <w:sz w:val="24"/>
          <w:szCs w:val="24"/>
        </w:rPr>
        <w:t>та джерел фінансування Програми та термінів їх виконання здійснюватиметься за необхідністю.</w:t>
      </w:r>
    </w:p>
    <w:p w:rsidR="0058507E" w:rsidRDefault="0058507E" w:rsidP="0058507E">
      <w:pPr>
        <w:shd w:val="clear" w:color="auto" w:fill="FFFFFF"/>
        <w:spacing w:after="0"/>
        <w:ind w:firstLine="720"/>
        <w:jc w:val="both"/>
        <w:rPr>
          <w:rFonts w:ascii="Times New Roman" w:hAnsi="Times New Roman" w:cs="Times New Roman"/>
          <w:sz w:val="24"/>
          <w:szCs w:val="24"/>
        </w:rPr>
      </w:pPr>
      <w:r w:rsidRPr="00414FCA">
        <w:rPr>
          <w:rFonts w:ascii="Times New Roman" w:hAnsi="Times New Roman" w:cs="Times New Roman"/>
          <w:sz w:val="24"/>
          <w:szCs w:val="24"/>
        </w:rPr>
        <w:t xml:space="preserve">Рішення про внесення змін до Програми приймається сільською радою. </w:t>
      </w:r>
    </w:p>
    <w:p w:rsidR="0058507E" w:rsidRDefault="0058507E" w:rsidP="0058507E">
      <w:pPr>
        <w:shd w:val="clear" w:color="auto" w:fill="FFFFFF"/>
        <w:spacing w:after="0"/>
        <w:ind w:firstLine="720"/>
        <w:jc w:val="both"/>
        <w:rPr>
          <w:rFonts w:ascii="Times New Roman" w:hAnsi="Times New Roman" w:cs="Times New Roman"/>
          <w:sz w:val="24"/>
          <w:szCs w:val="24"/>
        </w:rPr>
      </w:pPr>
    </w:p>
    <w:p w:rsidR="0058507E" w:rsidRPr="00414FCA" w:rsidRDefault="0058507E" w:rsidP="0058507E">
      <w:pPr>
        <w:shd w:val="clear" w:color="auto" w:fill="FFFFFF"/>
        <w:spacing w:after="0"/>
        <w:ind w:firstLine="720"/>
        <w:jc w:val="both"/>
        <w:rPr>
          <w:rFonts w:ascii="Times New Roman" w:hAnsi="Times New Roman" w:cs="Times New Roman"/>
          <w:sz w:val="24"/>
          <w:szCs w:val="24"/>
        </w:rPr>
      </w:pPr>
    </w:p>
    <w:p w:rsidR="0058507E" w:rsidRDefault="0058507E" w:rsidP="0058507E">
      <w:pPr>
        <w:spacing w:after="0"/>
        <w:rPr>
          <w:rFonts w:ascii="Times New Roman" w:hAnsi="Times New Roman" w:cs="Times New Roman"/>
          <w:sz w:val="24"/>
          <w:szCs w:val="24"/>
        </w:rPr>
      </w:pPr>
    </w:p>
    <w:p w:rsidR="0058507E" w:rsidRDefault="0058507E" w:rsidP="0058507E">
      <w:pPr>
        <w:spacing w:after="0"/>
        <w:rPr>
          <w:rFonts w:ascii="Times New Roman" w:hAnsi="Times New Roman" w:cs="Times New Roman"/>
          <w:sz w:val="24"/>
          <w:szCs w:val="24"/>
        </w:rPr>
      </w:pPr>
    </w:p>
    <w:p w:rsidR="0058507E" w:rsidRDefault="0058507E" w:rsidP="0058507E">
      <w:pPr>
        <w:spacing w:after="0"/>
        <w:rPr>
          <w:rFonts w:ascii="Times New Roman" w:hAnsi="Times New Roman" w:cs="Times New Roman"/>
          <w:sz w:val="24"/>
          <w:szCs w:val="24"/>
        </w:rPr>
      </w:pPr>
    </w:p>
    <w:p w:rsidR="0058507E" w:rsidRDefault="0058507E" w:rsidP="0058507E">
      <w:pPr>
        <w:spacing w:after="0"/>
        <w:ind w:left="425" w:hanging="425"/>
        <w:jc w:val="both"/>
        <w:rPr>
          <w:rFonts w:ascii="Times New Roman" w:eastAsia="Times New Roman" w:hAnsi="Times New Roman" w:cs="Times New Roman"/>
          <w:sz w:val="24"/>
          <w:szCs w:val="24"/>
        </w:rPr>
      </w:pPr>
      <w:r w:rsidRPr="00414FCA">
        <w:rPr>
          <w:rFonts w:ascii="Times New Roman" w:eastAsia="Times New Roman" w:hAnsi="Times New Roman" w:cs="Times New Roman"/>
          <w:sz w:val="24"/>
          <w:szCs w:val="24"/>
        </w:rPr>
        <w:t xml:space="preserve">Сільський голова </w:t>
      </w:r>
      <w:r w:rsidRPr="00414FCA">
        <w:rPr>
          <w:rFonts w:ascii="Times New Roman" w:eastAsia="Times New Roman" w:hAnsi="Times New Roman" w:cs="Times New Roman"/>
          <w:sz w:val="24"/>
          <w:szCs w:val="24"/>
        </w:rPr>
        <w:tab/>
      </w:r>
      <w:r w:rsidRPr="00414FCA">
        <w:rPr>
          <w:rFonts w:ascii="Times New Roman" w:eastAsia="Times New Roman" w:hAnsi="Times New Roman" w:cs="Times New Roman"/>
          <w:sz w:val="24"/>
          <w:szCs w:val="24"/>
        </w:rPr>
        <w:tab/>
      </w:r>
      <w:r w:rsidRPr="00414FCA">
        <w:rPr>
          <w:rFonts w:ascii="Times New Roman" w:eastAsia="Times New Roman" w:hAnsi="Times New Roman" w:cs="Times New Roman"/>
          <w:sz w:val="24"/>
          <w:szCs w:val="24"/>
        </w:rPr>
        <w:tab/>
      </w:r>
      <w:r w:rsidRPr="00414FCA">
        <w:rPr>
          <w:rFonts w:ascii="Times New Roman" w:eastAsia="Times New Roman" w:hAnsi="Times New Roman" w:cs="Times New Roman"/>
          <w:sz w:val="24"/>
          <w:szCs w:val="24"/>
        </w:rPr>
        <w:tab/>
      </w:r>
      <w:r w:rsidRPr="00414FCA">
        <w:rPr>
          <w:rFonts w:ascii="Times New Roman" w:eastAsia="Times New Roman" w:hAnsi="Times New Roman" w:cs="Times New Roman"/>
          <w:sz w:val="24"/>
          <w:szCs w:val="24"/>
        </w:rPr>
        <w:tab/>
      </w:r>
      <w:r w:rsidRPr="00414FCA">
        <w:rPr>
          <w:rFonts w:ascii="Times New Roman" w:eastAsia="Times New Roman" w:hAnsi="Times New Roman" w:cs="Times New Roman"/>
          <w:sz w:val="24"/>
          <w:szCs w:val="24"/>
        </w:rPr>
        <w:tab/>
      </w:r>
      <w:r w:rsidRPr="00414FCA">
        <w:rPr>
          <w:rFonts w:ascii="Times New Roman" w:eastAsia="Times New Roman" w:hAnsi="Times New Roman" w:cs="Times New Roman"/>
          <w:sz w:val="24"/>
          <w:szCs w:val="24"/>
        </w:rPr>
        <w:tab/>
      </w:r>
      <w:r w:rsidRPr="00414FCA">
        <w:rPr>
          <w:rFonts w:ascii="Times New Roman" w:eastAsia="Times New Roman" w:hAnsi="Times New Roman" w:cs="Times New Roman"/>
          <w:sz w:val="24"/>
          <w:szCs w:val="24"/>
        </w:rPr>
        <w:tab/>
        <w:t>Валерій МИХАЛЮК</w:t>
      </w:r>
    </w:p>
    <w:p w:rsidR="0058507E" w:rsidRDefault="0058507E" w:rsidP="0058507E">
      <w:pPr>
        <w:spacing w:after="0"/>
        <w:ind w:left="425" w:hanging="425"/>
        <w:jc w:val="both"/>
        <w:rPr>
          <w:rFonts w:ascii="Times New Roman" w:eastAsia="Times New Roman" w:hAnsi="Times New Roman" w:cs="Times New Roman"/>
          <w:sz w:val="24"/>
          <w:szCs w:val="24"/>
        </w:rPr>
      </w:pPr>
    </w:p>
    <w:p w:rsidR="0058507E" w:rsidRDefault="0058507E" w:rsidP="0058507E">
      <w:pPr>
        <w:spacing w:after="0"/>
        <w:ind w:left="425" w:hanging="425"/>
        <w:jc w:val="both"/>
        <w:rPr>
          <w:rFonts w:ascii="Times New Roman" w:eastAsia="Times New Roman" w:hAnsi="Times New Roman" w:cs="Times New Roman"/>
          <w:sz w:val="24"/>
          <w:szCs w:val="24"/>
        </w:rPr>
      </w:pPr>
    </w:p>
    <w:p w:rsidR="0058507E" w:rsidRDefault="0058507E" w:rsidP="0058507E">
      <w:pPr>
        <w:spacing w:after="0"/>
        <w:ind w:left="425" w:hanging="425"/>
        <w:jc w:val="both"/>
        <w:rPr>
          <w:rFonts w:ascii="Times New Roman" w:eastAsia="Times New Roman" w:hAnsi="Times New Roman" w:cs="Times New Roman"/>
          <w:sz w:val="24"/>
          <w:szCs w:val="24"/>
        </w:rPr>
      </w:pPr>
    </w:p>
    <w:p w:rsidR="0058507E" w:rsidRDefault="0058507E" w:rsidP="0058507E">
      <w:pPr>
        <w:spacing w:after="0"/>
        <w:ind w:left="425" w:hanging="425"/>
        <w:jc w:val="both"/>
        <w:rPr>
          <w:rFonts w:ascii="Times New Roman" w:eastAsia="Times New Roman" w:hAnsi="Times New Roman" w:cs="Times New Roman"/>
          <w:sz w:val="24"/>
          <w:szCs w:val="24"/>
        </w:rPr>
      </w:pPr>
    </w:p>
    <w:p w:rsidR="0058507E" w:rsidRDefault="0058507E" w:rsidP="0058507E">
      <w:pPr>
        <w:spacing w:after="0"/>
        <w:ind w:left="425" w:hanging="425"/>
        <w:jc w:val="both"/>
        <w:rPr>
          <w:rFonts w:ascii="Times New Roman" w:eastAsia="Times New Roman" w:hAnsi="Times New Roman" w:cs="Times New Roman"/>
          <w:sz w:val="24"/>
          <w:szCs w:val="24"/>
        </w:rPr>
      </w:pPr>
    </w:p>
    <w:p w:rsidR="0058507E" w:rsidRDefault="0058507E" w:rsidP="0058507E">
      <w:pPr>
        <w:spacing w:after="0"/>
        <w:ind w:left="425" w:hanging="425"/>
        <w:jc w:val="both"/>
        <w:rPr>
          <w:rFonts w:ascii="Times New Roman" w:eastAsia="Times New Roman" w:hAnsi="Times New Roman" w:cs="Times New Roman"/>
          <w:sz w:val="24"/>
          <w:szCs w:val="24"/>
        </w:rPr>
      </w:pPr>
    </w:p>
    <w:p w:rsidR="0058507E" w:rsidRDefault="0058507E" w:rsidP="0058507E">
      <w:pPr>
        <w:spacing w:after="0"/>
        <w:ind w:left="425" w:hanging="425"/>
        <w:jc w:val="both"/>
        <w:rPr>
          <w:rFonts w:ascii="Times New Roman" w:eastAsia="Times New Roman" w:hAnsi="Times New Roman" w:cs="Times New Roman"/>
          <w:sz w:val="24"/>
          <w:szCs w:val="24"/>
        </w:rPr>
      </w:pPr>
    </w:p>
    <w:p w:rsidR="0058507E" w:rsidRDefault="0058507E" w:rsidP="0058507E">
      <w:pPr>
        <w:spacing w:after="0"/>
        <w:ind w:left="425" w:hanging="425"/>
        <w:jc w:val="both"/>
        <w:rPr>
          <w:rFonts w:ascii="Times New Roman" w:eastAsia="Times New Roman" w:hAnsi="Times New Roman" w:cs="Times New Roman"/>
          <w:sz w:val="24"/>
          <w:szCs w:val="24"/>
        </w:rPr>
      </w:pPr>
    </w:p>
    <w:p w:rsidR="0058507E" w:rsidRDefault="0058507E" w:rsidP="0058507E">
      <w:pPr>
        <w:spacing w:after="0"/>
        <w:ind w:left="425" w:hanging="425"/>
        <w:jc w:val="both"/>
        <w:rPr>
          <w:rFonts w:ascii="Times New Roman" w:eastAsia="Times New Roman" w:hAnsi="Times New Roman" w:cs="Times New Roman"/>
          <w:sz w:val="24"/>
          <w:szCs w:val="24"/>
        </w:rPr>
      </w:pPr>
    </w:p>
    <w:p w:rsidR="0058507E" w:rsidRDefault="0058507E" w:rsidP="0058507E">
      <w:pPr>
        <w:spacing w:after="0"/>
        <w:ind w:left="425" w:hanging="425"/>
        <w:jc w:val="both"/>
        <w:rPr>
          <w:rFonts w:ascii="Times New Roman" w:eastAsia="Times New Roman" w:hAnsi="Times New Roman" w:cs="Times New Roman"/>
          <w:sz w:val="24"/>
          <w:szCs w:val="24"/>
        </w:rPr>
      </w:pPr>
    </w:p>
    <w:p w:rsidR="0058507E" w:rsidRDefault="0058507E" w:rsidP="0058507E">
      <w:pPr>
        <w:spacing w:after="0"/>
        <w:ind w:left="425" w:hanging="425"/>
        <w:jc w:val="both"/>
        <w:rPr>
          <w:rFonts w:ascii="Times New Roman" w:eastAsia="Times New Roman" w:hAnsi="Times New Roman" w:cs="Times New Roman"/>
          <w:sz w:val="24"/>
          <w:szCs w:val="24"/>
        </w:rPr>
      </w:pPr>
    </w:p>
    <w:p w:rsidR="0058507E" w:rsidRDefault="0058507E" w:rsidP="0058507E">
      <w:pPr>
        <w:spacing w:after="0"/>
        <w:ind w:left="425" w:hanging="425"/>
        <w:jc w:val="both"/>
        <w:rPr>
          <w:rFonts w:ascii="Times New Roman" w:eastAsia="Times New Roman" w:hAnsi="Times New Roman" w:cs="Times New Roman"/>
          <w:sz w:val="24"/>
          <w:szCs w:val="24"/>
        </w:rPr>
      </w:pPr>
    </w:p>
    <w:p w:rsidR="0058507E" w:rsidRDefault="0058507E" w:rsidP="0058507E">
      <w:pPr>
        <w:spacing w:after="0"/>
        <w:ind w:left="425" w:hanging="425"/>
        <w:jc w:val="both"/>
        <w:rPr>
          <w:rFonts w:ascii="Times New Roman" w:eastAsia="Times New Roman" w:hAnsi="Times New Roman" w:cs="Times New Roman"/>
          <w:sz w:val="24"/>
          <w:szCs w:val="24"/>
        </w:rPr>
      </w:pPr>
    </w:p>
    <w:p w:rsidR="0058507E" w:rsidRDefault="0058507E" w:rsidP="0058507E">
      <w:pPr>
        <w:spacing w:after="0"/>
        <w:ind w:left="425" w:hanging="425"/>
        <w:jc w:val="both"/>
        <w:rPr>
          <w:rFonts w:ascii="Times New Roman" w:eastAsia="Times New Roman" w:hAnsi="Times New Roman" w:cs="Times New Roman"/>
          <w:sz w:val="24"/>
          <w:szCs w:val="24"/>
        </w:rPr>
      </w:pPr>
    </w:p>
    <w:p w:rsidR="0058507E" w:rsidRDefault="0058507E" w:rsidP="0058507E">
      <w:pPr>
        <w:spacing w:after="0"/>
        <w:ind w:left="425" w:hanging="425"/>
        <w:jc w:val="both"/>
        <w:rPr>
          <w:rFonts w:ascii="Times New Roman" w:eastAsia="Times New Roman" w:hAnsi="Times New Roman" w:cs="Times New Roman"/>
          <w:sz w:val="24"/>
          <w:szCs w:val="24"/>
        </w:rPr>
      </w:pPr>
    </w:p>
    <w:p w:rsidR="0058507E" w:rsidRDefault="0058507E" w:rsidP="0058507E">
      <w:pPr>
        <w:spacing w:after="0"/>
        <w:ind w:left="425" w:hanging="425"/>
        <w:jc w:val="both"/>
        <w:rPr>
          <w:rFonts w:ascii="Times New Roman" w:eastAsia="Times New Roman" w:hAnsi="Times New Roman" w:cs="Times New Roman"/>
          <w:sz w:val="24"/>
          <w:szCs w:val="24"/>
        </w:rPr>
      </w:pPr>
    </w:p>
    <w:p w:rsidR="0058507E" w:rsidRDefault="0058507E" w:rsidP="0058507E">
      <w:pPr>
        <w:spacing w:after="0"/>
        <w:ind w:left="425" w:hanging="425"/>
        <w:jc w:val="both"/>
        <w:rPr>
          <w:rFonts w:ascii="Times New Roman" w:eastAsia="Times New Roman" w:hAnsi="Times New Roman" w:cs="Times New Roman"/>
          <w:sz w:val="24"/>
          <w:szCs w:val="24"/>
        </w:rPr>
      </w:pPr>
    </w:p>
    <w:p w:rsidR="0058507E" w:rsidRDefault="0058507E" w:rsidP="0058507E">
      <w:pPr>
        <w:spacing w:after="0"/>
        <w:ind w:left="425" w:hanging="425"/>
        <w:jc w:val="both"/>
        <w:rPr>
          <w:rFonts w:ascii="Times New Roman" w:eastAsia="Times New Roman" w:hAnsi="Times New Roman" w:cs="Times New Roman"/>
          <w:sz w:val="24"/>
          <w:szCs w:val="24"/>
        </w:rPr>
      </w:pPr>
    </w:p>
    <w:p w:rsidR="0058507E" w:rsidRDefault="0058507E" w:rsidP="0058507E">
      <w:pPr>
        <w:spacing w:after="0"/>
        <w:ind w:left="425" w:hanging="425"/>
        <w:jc w:val="both"/>
        <w:rPr>
          <w:rFonts w:ascii="Times New Roman" w:eastAsia="Times New Roman" w:hAnsi="Times New Roman" w:cs="Times New Roman"/>
          <w:sz w:val="24"/>
          <w:szCs w:val="24"/>
        </w:rPr>
      </w:pPr>
    </w:p>
    <w:p w:rsidR="0058507E" w:rsidRDefault="0058507E" w:rsidP="0058507E">
      <w:pPr>
        <w:spacing w:after="0"/>
        <w:ind w:left="425" w:hanging="425"/>
        <w:jc w:val="both"/>
        <w:rPr>
          <w:rFonts w:ascii="Times New Roman" w:eastAsia="Times New Roman" w:hAnsi="Times New Roman" w:cs="Times New Roman"/>
          <w:sz w:val="24"/>
          <w:szCs w:val="24"/>
        </w:rPr>
      </w:pPr>
    </w:p>
    <w:p w:rsidR="0058507E" w:rsidRDefault="0058507E" w:rsidP="0058507E">
      <w:pPr>
        <w:spacing w:after="0"/>
        <w:ind w:left="425" w:hanging="425"/>
        <w:jc w:val="both"/>
        <w:rPr>
          <w:rFonts w:ascii="Times New Roman" w:eastAsia="Times New Roman" w:hAnsi="Times New Roman" w:cs="Times New Roman"/>
          <w:sz w:val="24"/>
          <w:szCs w:val="24"/>
        </w:rPr>
      </w:pPr>
    </w:p>
    <w:p w:rsidR="0058507E" w:rsidRDefault="0058507E" w:rsidP="0058507E">
      <w:pPr>
        <w:spacing w:after="0"/>
        <w:ind w:left="425" w:hanging="425"/>
        <w:jc w:val="both"/>
        <w:rPr>
          <w:rFonts w:ascii="Times New Roman" w:eastAsia="Times New Roman" w:hAnsi="Times New Roman" w:cs="Times New Roman"/>
          <w:sz w:val="24"/>
          <w:szCs w:val="24"/>
        </w:rPr>
      </w:pPr>
    </w:p>
    <w:p w:rsidR="0058507E" w:rsidRDefault="0058507E" w:rsidP="0058507E">
      <w:pPr>
        <w:spacing w:after="0"/>
        <w:ind w:left="425" w:hanging="425"/>
        <w:jc w:val="both"/>
        <w:rPr>
          <w:rFonts w:ascii="Times New Roman" w:eastAsia="Times New Roman" w:hAnsi="Times New Roman" w:cs="Times New Roman"/>
          <w:sz w:val="24"/>
          <w:szCs w:val="24"/>
        </w:rPr>
      </w:pPr>
    </w:p>
    <w:p w:rsidR="0058507E" w:rsidRDefault="0058507E" w:rsidP="0058507E">
      <w:pPr>
        <w:spacing w:after="0"/>
        <w:ind w:left="425" w:hanging="425"/>
        <w:jc w:val="both"/>
        <w:rPr>
          <w:rFonts w:ascii="Times New Roman" w:eastAsia="Times New Roman" w:hAnsi="Times New Roman" w:cs="Times New Roman"/>
          <w:sz w:val="24"/>
          <w:szCs w:val="24"/>
        </w:rPr>
      </w:pPr>
    </w:p>
    <w:p w:rsidR="0058507E" w:rsidRDefault="0058507E" w:rsidP="0058507E">
      <w:pPr>
        <w:spacing w:after="0"/>
        <w:ind w:left="425" w:hanging="425"/>
        <w:jc w:val="both"/>
        <w:rPr>
          <w:rFonts w:ascii="Times New Roman" w:eastAsia="Times New Roman" w:hAnsi="Times New Roman" w:cs="Times New Roman"/>
          <w:sz w:val="24"/>
          <w:szCs w:val="24"/>
        </w:rPr>
      </w:pPr>
    </w:p>
    <w:p w:rsidR="0058507E" w:rsidRDefault="0058507E" w:rsidP="0058507E">
      <w:pPr>
        <w:spacing w:after="0"/>
        <w:ind w:left="425" w:hanging="425"/>
        <w:jc w:val="both"/>
        <w:rPr>
          <w:rFonts w:ascii="Times New Roman" w:eastAsia="Times New Roman" w:hAnsi="Times New Roman" w:cs="Times New Roman"/>
          <w:sz w:val="24"/>
          <w:szCs w:val="24"/>
        </w:rPr>
      </w:pPr>
    </w:p>
    <w:p w:rsidR="0058507E" w:rsidRDefault="0058507E" w:rsidP="0058507E">
      <w:pPr>
        <w:spacing w:after="0"/>
        <w:ind w:left="425" w:hanging="425"/>
        <w:jc w:val="both"/>
        <w:rPr>
          <w:rFonts w:ascii="Times New Roman" w:eastAsia="Times New Roman" w:hAnsi="Times New Roman" w:cs="Times New Roman"/>
          <w:sz w:val="24"/>
          <w:szCs w:val="24"/>
        </w:rPr>
      </w:pPr>
    </w:p>
    <w:p w:rsidR="0058507E" w:rsidRDefault="0058507E" w:rsidP="0058507E">
      <w:pPr>
        <w:spacing w:after="0"/>
        <w:ind w:left="425" w:hanging="425"/>
        <w:jc w:val="both"/>
        <w:rPr>
          <w:rFonts w:ascii="Times New Roman" w:eastAsia="Times New Roman" w:hAnsi="Times New Roman" w:cs="Times New Roman"/>
          <w:sz w:val="24"/>
          <w:szCs w:val="24"/>
        </w:rPr>
      </w:pPr>
    </w:p>
    <w:p w:rsidR="0058507E" w:rsidRDefault="0058507E" w:rsidP="0058507E">
      <w:pPr>
        <w:spacing w:after="0"/>
        <w:ind w:left="425" w:hanging="425"/>
        <w:jc w:val="both"/>
        <w:rPr>
          <w:rFonts w:ascii="Times New Roman" w:eastAsia="Times New Roman" w:hAnsi="Times New Roman" w:cs="Times New Roman"/>
          <w:sz w:val="24"/>
          <w:szCs w:val="24"/>
        </w:rPr>
      </w:pPr>
    </w:p>
    <w:p w:rsidR="0058507E" w:rsidRDefault="0058507E" w:rsidP="0058507E">
      <w:pPr>
        <w:spacing w:after="0"/>
        <w:ind w:left="425" w:hanging="425"/>
        <w:jc w:val="both"/>
        <w:rPr>
          <w:rFonts w:ascii="Times New Roman" w:eastAsia="Times New Roman" w:hAnsi="Times New Roman" w:cs="Times New Roman"/>
          <w:sz w:val="24"/>
          <w:szCs w:val="24"/>
        </w:rPr>
      </w:pPr>
    </w:p>
    <w:p w:rsidR="0058507E" w:rsidRPr="00414FCA" w:rsidRDefault="0058507E" w:rsidP="0058507E">
      <w:pPr>
        <w:spacing w:after="0"/>
        <w:jc w:val="both"/>
        <w:rPr>
          <w:rFonts w:ascii="Times New Roman" w:eastAsia="Times New Roman" w:hAnsi="Times New Roman" w:cs="Times New Roman"/>
          <w:sz w:val="24"/>
          <w:szCs w:val="24"/>
        </w:rPr>
      </w:pPr>
    </w:p>
    <w:p w:rsidR="0058507E" w:rsidRPr="008A5AEF" w:rsidRDefault="0058507E" w:rsidP="0058507E">
      <w:pPr>
        <w:spacing w:after="0"/>
        <w:ind w:left="5387"/>
        <w:jc w:val="both"/>
        <w:rPr>
          <w:rFonts w:ascii="Times New Roman" w:hAnsi="Times New Roman"/>
          <w:sz w:val="24"/>
          <w:szCs w:val="24"/>
        </w:rPr>
      </w:pPr>
      <w:r w:rsidRPr="008A5AEF">
        <w:rPr>
          <w:rFonts w:ascii="Times New Roman" w:hAnsi="Times New Roman"/>
          <w:sz w:val="24"/>
          <w:szCs w:val="24"/>
        </w:rPr>
        <w:t>Додаток  1</w:t>
      </w:r>
    </w:p>
    <w:p w:rsidR="0058507E" w:rsidRPr="008A5AEF" w:rsidRDefault="0058507E" w:rsidP="0058507E">
      <w:pPr>
        <w:shd w:val="clear" w:color="auto" w:fill="FFFFFF"/>
        <w:spacing w:after="0"/>
        <w:ind w:left="5387"/>
        <w:jc w:val="both"/>
        <w:rPr>
          <w:rFonts w:ascii="Times New Roman" w:hAnsi="Times New Roman"/>
          <w:bCs/>
          <w:sz w:val="24"/>
          <w:szCs w:val="24"/>
        </w:rPr>
      </w:pPr>
      <w:r w:rsidRPr="008A5AEF">
        <w:rPr>
          <w:rFonts w:ascii="Times New Roman" w:hAnsi="Times New Roman"/>
          <w:bCs/>
          <w:sz w:val="24"/>
          <w:szCs w:val="24"/>
        </w:rPr>
        <w:t xml:space="preserve">до  Програми </w:t>
      </w:r>
    </w:p>
    <w:p w:rsidR="0058507E" w:rsidRPr="008A5AEF" w:rsidRDefault="0058507E" w:rsidP="0058507E">
      <w:pPr>
        <w:shd w:val="clear" w:color="auto" w:fill="FFFFFF"/>
        <w:spacing w:after="0"/>
        <w:ind w:left="5387"/>
        <w:jc w:val="both"/>
        <w:rPr>
          <w:rFonts w:ascii="Times New Roman" w:hAnsi="Times New Roman"/>
          <w:bCs/>
          <w:sz w:val="24"/>
          <w:szCs w:val="24"/>
        </w:rPr>
      </w:pPr>
      <w:r>
        <w:rPr>
          <w:rFonts w:ascii="Times New Roman" w:hAnsi="Times New Roman"/>
          <w:bCs/>
          <w:sz w:val="24"/>
          <w:szCs w:val="24"/>
        </w:rPr>
        <w:t>від  30</w:t>
      </w:r>
      <w:r w:rsidRPr="008A5AEF">
        <w:rPr>
          <w:rFonts w:ascii="Times New Roman" w:hAnsi="Times New Roman"/>
          <w:bCs/>
          <w:sz w:val="24"/>
          <w:szCs w:val="24"/>
        </w:rPr>
        <w:t xml:space="preserve"> </w:t>
      </w:r>
      <w:r>
        <w:rPr>
          <w:rFonts w:ascii="Times New Roman" w:hAnsi="Times New Roman"/>
          <w:bCs/>
          <w:sz w:val="24"/>
          <w:szCs w:val="24"/>
        </w:rPr>
        <w:t>червня</w:t>
      </w:r>
      <w:r w:rsidRPr="008A5AEF">
        <w:rPr>
          <w:rFonts w:ascii="Times New Roman" w:hAnsi="Times New Roman"/>
          <w:bCs/>
          <w:sz w:val="24"/>
          <w:szCs w:val="24"/>
        </w:rPr>
        <w:t xml:space="preserve"> 202</w:t>
      </w:r>
      <w:r>
        <w:rPr>
          <w:rFonts w:ascii="Times New Roman" w:hAnsi="Times New Roman"/>
          <w:bCs/>
          <w:sz w:val="24"/>
          <w:szCs w:val="24"/>
        </w:rPr>
        <w:t>1</w:t>
      </w:r>
      <w:r w:rsidRPr="008A5AEF">
        <w:rPr>
          <w:rFonts w:ascii="Times New Roman" w:hAnsi="Times New Roman"/>
          <w:bCs/>
          <w:sz w:val="24"/>
          <w:szCs w:val="24"/>
        </w:rPr>
        <w:t xml:space="preserve"> року №</w:t>
      </w:r>
      <w:r>
        <w:rPr>
          <w:rFonts w:ascii="Times New Roman" w:hAnsi="Times New Roman"/>
          <w:bCs/>
          <w:sz w:val="24"/>
          <w:szCs w:val="24"/>
        </w:rPr>
        <w:t>1</w:t>
      </w:r>
    </w:p>
    <w:p w:rsidR="0058507E" w:rsidRDefault="0058507E" w:rsidP="0058507E">
      <w:pPr>
        <w:spacing w:after="0"/>
        <w:rPr>
          <w:rFonts w:ascii="Times New Roman" w:hAnsi="Times New Roman"/>
          <w:b/>
          <w:sz w:val="28"/>
          <w:szCs w:val="28"/>
        </w:rPr>
      </w:pPr>
    </w:p>
    <w:p w:rsidR="0058507E" w:rsidRPr="008A5AEF" w:rsidRDefault="0058507E" w:rsidP="0058507E">
      <w:pPr>
        <w:spacing w:after="0"/>
        <w:jc w:val="center"/>
        <w:rPr>
          <w:rFonts w:ascii="Times New Roman" w:hAnsi="Times New Roman"/>
          <w:b/>
          <w:sz w:val="24"/>
          <w:szCs w:val="24"/>
        </w:rPr>
      </w:pPr>
      <w:r w:rsidRPr="008A5AEF">
        <w:rPr>
          <w:rFonts w:ascii="Times New Roman" w:hAnsi="Times New Roman"/>
          <w:b/>
          <w:sz w:val="24"/>
          <w:szCs w:val="24"/>
        </w:rPr>
        <w:t>ПЕРЕЛІК</w:t>
      </w:r>
    </w:p>
    <w:p w:rsidR="0058507E" w:rsidRPr="008A5AEF" w:rsidRDefault="0058507E" w:rsidP="0058507E">
      <w:pPr>
        <w:spacing w:after="0"/>
        <w:jc w:val="center"/>
        <w:rPr>
          <w:rFonts w:ascii="Times New Roman" w:hAnsi="Times New Roman"/>
          <w:b/>
          <w:sz w:val="24"/>
          <w:szCs w:val="24"/>
        </w:rPr>
      </w:pPr>
      <w:r w:rsidRPr="008A5AEF">
        <w:rPr>
          <w:rFonts w:ascii="Times New Roman" w:hAnsi="Times New Roman"/>
          <w:b/>
          <w:sz w:val="24"/>
          <w:szCs w:val="24"/>
        </w:rPr>
        <w:t xml:space="preserve"> окремих категорій громадян, які мають право на пільговий проїзд залізничним транспортом приміського сполучення відповідно до чинного законодавства</w:t>
      </w:r>
    </w:p>
    <w:tbl>
      <w:tblPr>
        <w:tblW w:w="1006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8"/>
        <w:gridCol w:w="4394"/>
        <w:gridCol w:w="5103"/>
      </w:tblGrid>
      <w:tr w:rsidR="0058507E" w:rsidRPr="008A5AEF" w:rsidTr="002745AA">
        <w:trPr>
          <w:trHeight w:val="565"/>
        </w:trPr>
        <w:tc>
          <w:tcPr>
            <w:tcW w:w="568" w:type="dxa"/>
          </w:tcPr>
          <w:p w:rsidR="0058507E" w:rsidRPr="008A5AEF" w:rsidRDefault="0058507E" w:rsidP="002745AA">
            <w:pPr>
              <w:spacing w:after="0"/>
              <w:jc w:val="center"/>
              <w:rPr>
                <w:rFonts w:ascii="Times New Roman" w:hAnsi="Times New Roman"/>
                <w:b/>
                <w:sz w:val="24"/>
                <w:szCs w:val="24"/>
              </w:rPr>
            </w:pPr>
            <w:r w:rsidRPr="008A5AEF">
              <w:rPr>
                <w:rFonts w:ascii="Times New Roman" w:hAnsi="Times New Roman"/>
                <w:b/>
                <w:sz w:val="24"/>
                <w:szCs w:val="24"/>
              </w:rPr>
              <w:t>№</w:t>
            </w:r>
          </w:p>
        </w:tc>
        <w:tc>
          <w:tcPr>
            <w:tcW w:w="4394" w:type="dxa"/>
          </w:tcPr>
          <w:p w:rsidR="0058507E" w:rsidRPr="008A5AEF" w:rsidRDefault="0058507E" w:rsidP="002745AA">
            <w:pPr>
              <w:spacing w:after="0"/>
              <w:jc w:val="center"/>
              <w:rPr>
                <w:rFonts w:ascii="Times New Roman" w:hAnsi="Times New Roman"/>
                <w:b/>
                <w:sz w:val="24"/>
                <w:szCs w:val="24"/>
              </w:rPr>
            </w:pPr>
            <w:r w:rsidRPr="008A5AEF">
              <w:rPr>
                <w:rFonts w:ascii="Times New Roman" w:hAnsi="Times New Roman"/>
                <w:b/>
                <w:sz w:val="24"/>
                <w:szCs w:val="24"/>
              </w:rPr>
              <w:t>Назва категорії пільговика</w:t>
            </w:r>
          </w:p>
        </w:tc>
        <w:tc>
          <w:tcPr>
            <w:tcW w:w="5103" w:type="dxa"/>
          </w:tcPr>
          <w:p w:rsidR="0058507E" w:rsidRPr="008A5AEF" w:rsidRDefault="0058507E" w:rsidP="002745AA">
            <w:pPr>
              <w:spacing w:after="0"/>
              <w:jc w:val="center"/>
              <w:rPr>
                <w:rFonts w:ascii="Times New Roman" w:hAnsi="Times New Roman"/>
                <w:b/>
                <w:sz w:val="24"/>
                <w:szCs w:val="24"/>
              </w:rPr>
            </w:pPr>
            <w:r w:rsidRPr="008A5AEF">
              <w:rPr>
                <w:rFonts w:ascii="Times New Roman" w:hAnsi="Times New Roman"/>
                <w:b/>
                <w:sz w:val="24"/>
                <w:szCs w:val="24"/>
              </w:rPr>
              <w:t>Назва пільгового посвідчення</w:t>
            </w:r>
          </w:p>
        </w:tc>
      </w:tr>
      <w:tr w:rsidR="0058507E" w:rsidRPr="008A5AEF" w:rsidTr="002745AA">
        <w:tc>
          <w:tcPr>
            <w:tcW w:w="568" w:type="dxa"/>
          </w:tcPr>
          <w:p w:rsidR="0058507E" w:rsidRPr="008A5AEF" w:rsidRDefault="0058507E" w:rsidP="002745AA">
            <w:pPr>
              <w:spacing w:after="0"/>
              <w:jc w:val="both"/>
              <w:rPr>
                <w:rFonts w:ascii="Times New Roman" w:hAnsi="Times New Roman"/>
                <w:sz w:val="24"/>
                <w:szCs w:val="24"/>
              </w:rPr>
            </w:pPr>
            <w:r w:rsidRPr="008A5AEF">
              <w:rPr>
                <w:rFonts w:ascii="Times New Roman" w:hAnsi="Times New Roman"/>
                <w:sz w:val="24"/>
                <w:szCs w:val="24"/>
              </w:rPr>
              <w:t>1</w:t>
            </w:r>
          </w:p>
        </w:tc>
        <w:tc>
          <w:tcPr>
            <w:tcW w:w="4394" w:type="dxa"/>
          </w:tcPr>
          <w:p w:rsidR="0058507E" w:rsidRPr="008A5AEF" w:rsidRDefault="0058507E" w:rsidP="002745AA">
            <w:pPr>
              <w:spacing w:after="0"/>
              <w:jc w:val="both"/>
              <w:rPr>
                <w:rFonts w:ascii="Times New Roman" w:hAnsi="Times New Roman"/>
                <w:sz w:val="24"/>
                <w:szCs w:val="24"/>
              </w:rPr>
            </w:pPr>
            <w:r w:rsidRPr="008A5AEF">
              <w:rPr>
                <w:rFonts w:ascii="Times New Roman" w:hAnsi="Times New Roman"/>
                <w:sz w:val="24"/>
                <w:szCs w:val="24"/>
              </w:rPr>
              <w:t>Інваліди війни, супровідник інваліда ВВ</w:t>
            </w:r>
            <w:r>
              <w:rPr>
                <w:rFonts w:ascii="Times New Roman" w:hAnsi="Times New Roman"/>
                <w:sz w:val="24"/>
                <w:szCs w:val="24"/>
              </w:rPr>
              <w:t>В</w:t>
            </w:r>
            <w:r w:rsidRPr="008A5AEF">
              <w:rPr>
                <w:rFonts w:ascii="Times New Roman" w:hAnsi="Times New Roman"/>
                <w:sz w:val="24"/>
                <w:szCs w:val="24"/>
              </w:rPr>
              <w:t xml:space="preserve"> І групи та особи, прирівняної до інваліда при сумісній поїздці (не більше одного)</w:t>
            </w:r>
          </w:p>
        </w:tc>
        <w:tc>
          <w:tcPr>
            <w:tcW w:w="5103" w:type="dxa"/>
          </w:tcPr>
          <w:p w:rsidR="0058507E" w:rsidRPr="008A5AEF" w:rsidRDefault="0058507E" w:rsidP="002745AA">
            <w:pPr>
              <w:spacing w:after="0"/>
              <w:jc w:val="both"/>
              <w:rPr>
                <w:rFonts w:ascii="Times New Roman" w:hAnsi="Times New Roman"/>
                <w:sz w:val="24"/>
                <w:szCs w:val="24"/>
              </w:rPr>
            </w:pPr>
            <w:r w:rsidRPr="008A5AEF">
              <w:rPr>
                <w:rFonts w:ascii="Times New Roman" w:hAnsi="Times New Roman"/>
                <w:sz w:val="24"/>
                <w:szCs w:val="24"/>
              </w:rPr>
              <w:t>Посвідчення "Інваліда війни"</w:t>
            </w:r>
          </w:p>
        </w:tc>
      </w:tr>
      <w:tr w:rsidR="0058507E" w:rsidRPr="008A5AEF" w:rsidTr="002745AA">
        <w:tc>
          <w:tcPr>
            <w:tcW w:w="568" w:type="dxa"/>
          </w:tcPr>
          <w:p w:rsidR="0058507E" w:rsidRPr="008A5AEF" w:rsidRDefault="0058507E" w:rsidP="002745AA">
            <w:pPr>
              <w:spacing w:after="0"/>
              <w:jc w:val="both"/>
              <w:rPr>
                <w:rFonts w:ascii="Times New Roman" w:hAnsi="Times New Roman"/>
                <w:sz w:val="24"/>
                <w:szCs w:val="24"/>
              </w:rPr>
            </w:pPr>
            <w:r w:rsidRPr="008A5AEF">
              <w:rPr>
                <w:rFonts w:ascii="Times New Roman" w:hAnsi="Times New Roman"/>
                <w:sz w:val="24"/>
                <w:szCs w:val="24"/>
              </w:rPr>
              <w:t>2</w:t>
            </w:r>
          </w:p>
        </w:tc>
        <w:tc>
          <w:tcPr>
            <w:tcW w:w="4394" w:type="dxa"/>
          </w:tcPr>
          <w:p w:rsidR="0058507E" w:rsidRPr="008A5AEF" w:rsidRDefault="0058507E" w:rsidP="002745AA">
            <w:pPr>
              <w:spacing w:after="0"/>
              <w:jc w:val="both"/>
              <w:rPr>
                <w:rFonts w:ascii="Times New Roman" w:hAnsi="Times New Roman"/>
                <w:sz w:val="24"/>
                <w:szCs w:val="24"/>
              </w:rPr>
            </w:pPr>
            <w:r w:rsidRPr="008A5AEF">
              <w:rPr>
                <w:rFonts w:ascii="Times New Roman" w:hAnsi="Times New Roman"/>
                <w:sz w:val="24"/>
                <w:szCs w:val="24"/>
              </w:rPr>
              <w:t>Учасники бойових дій</w:t>
            </w:r>
          </w:p>
        </w:tc>
        <w:tc>
          <w:tcPr>
            <w:tcW w:w="5103" w:type="dxa"/>
          </w:tcPr>
          <w:p w:rsidR="0058507E" w:rsidRPr="008A5AEF" w:rsidRDefault="0058507E" w:rsidP="002745AA">
            <w:pPr>
              <w:spacing w:after="0"/>
              <w:jc w:val="both"/>
              <w:rPr>
                <w:rFonts w:ascii="Times New Roman" w:hAnsi="Times New Roman"/>
                <w:sz w:val="24"/>
                <w:szCs w:val="24"/>
              </w:rPr>
            </w:pPr>
            <w:r w:rsidRPr="008A5AEF">
              <w:rPr>
                <w:rFonts w:ascii="Times New Roman" w:hAnsi="Times New Roman"/>
                <w:sz w:val="24"/>
                <w:szCs w:val="24"/>
              </w:rPr>
              <w:t>Посвідчення "Учасника бойових дій"</w:t>
            </w:r>
          </w:p>
        </w:tc>
      </w:tr>
      <w:tr w:rsidR="0058507E" w:rsidRPr="008A5AEF" w:rsidTr="002745AA">
        <w:trPr>
          <w:trHeight w:val="1258"/>
        </w:trPr>
        <w:tc>
          <w:tcPr>
            <w:tcW w:w="568" w:type="dxa"/>
          </w:tcPr>
          <w:p w:rsidR="0058507E" w:rsidRPr="008A5AEF" w:rsidRDefault="0058507E" w:rsidP="002745AA">
            <w:pPr>
              <w:spacing w:after="0"/>
              <w:jc w:val="both"/>
              <w:rPr>
                <w:rFonts w:ascii="Times New Roman" w:hAnsi="Times New Roman"/>
                <w:sz w:val="24"/>
                <w:szCs w:val="24"/>
              </w:rPr>
            </w:pPr>
            <w:r w:rsidRPr="008A5AEF">
              <w:rPr>
                <w:rFonts w:ascii="Times New Roman" w:hAnsi="Times New Roman"/>
                <w:sz w:val="24"/>
                <w:szCs w:val="24"/>
              </w:rPr>
              <w:lastRenderedPageBreak/>
              <w:t>3</w:t>
            </w:r>
          </w:p>
        </w:tc>
        <w:tc>
          <w:tcPr>
            <w:tcW w:w="4394" w:type="dxa"/>
          </w:tcPr>
          <w:p w:rsidR="0058507E" w:rsidRPr="008A5AEF" w:rsidRDefault="0058507E" w:rsidP="002745AA">
            <w:pPr>
              <w:jc w:val="both"/>
              <w:rPr>
                <w:rFonts w:ascii="Times New Roman" w:hAnsi="Times New Roman"/>
                <w:sz w:val="24"/>
                <w:szCs w:val="24"/>
              </w:rPr>
            </w:pPr>
            <w:r w:rsidRPr="008A5AEF">
              <w:rPr>
                <w:rFonts w:ascii="Times New Roman" w:hAnsi="Times New Roman"/>
                <w:sz w:val="24"/>
                <w:szCs w:val="24"/>
              </w:rPr>
              <w:t>Батьки військовослужбовців, які загинули чи померли або пропали безвісти під час проходження військової служби</w:t>
            </w:r>
          </w:p>
        </w:tc>
        <w:tc>
          <w:tcPr>
            <w:tcW w:w="5103" w:type="dxa"/>
          </w:tcPr>
          <w:p w:rsidR="0058507E" w:rsidRPr="008A5AEF" w:rsidRDefault="0058507E" w:rsidP="002745AA">
            <w:pPr>
              <w:rPr>
                <w:rFonts w:ascii="Times New Roman" w:hAnsi="Times New Roman"/>
                <w:sz w:val="24"/>
                <w:szCs w:val="24"/>
              </w:rPr>
            </w:pPr>
            <w:r w:rsidRPr="008A5AEF">
              <w:rPr>
                <w:rFonts w:ascii="Times New Roman" w:hAnsi="Times New Roman"/>
                <w:sz w:val="24"/>
                <w:szCs w:val="24"/>
              </w:rPr>
              <w:t>Посвідчення члена сім</w:t>
            </w:r>
            <w:r w:rsidRPr="008A5AEF">
              <w:rPr>
                <w:rFonts w:ascii="Times New Roman" w:hAnsi="Times New Roman"/>
                <w:sz w:val="24"/>
                <w:szCs w:val="24"/>
                <w:lang w:val="en-US"/>
              </w:rPr>
              <w:t>’</w:t>
            </w:r>
            <w:r w:rsidRPr="008A5AEF">
              <w:rPr>
                <w:rFonts w:ascii="Times New Roman" w:hAnsi="Times New Roman"/>
                <w:sz w:val="24"/>
                <w:szCs w:val="24"/>
              </w:rPr>
              <w:t>ї</w:t>
            </w:r>
          </w:p>
        </w:tc>
      </w:tr>
      <w:tr w:rsidR="0058507E" w:rsidRPr="008A5AEF" w:rsidTr="002745AA">
        <w:tc>
          <w:tcPr>
            <w:tcW w:w="568" w:type="dxa"/>
          </w:tcPr>
          <w:p w:rsidR="0058507E" w:rsidRPr="008A5AEF" w:rsidRDefault="0058507E" w:rsidP="002745AA">
            <w:pPr>
              <w:spacing w:after="0"/>
              <w:jc w:val="both"/>
              <w:rPr>
                <w:rFonts w:ascii="Times New Roman" w:hAnsi="Times New Roman"/>
                <w:sz w:val="24"/>
                <w:szCs w:val="24"/>
              </w:rPr>
            </w:pPr>
            <w:r w:rsidRPr="008A5AEF">
              <w:rPr>
                <w:rFonts w:ascii="Times New Roman" w:hAnsi="Times New Roman"/>
                <w:sz w:val="24"/>
                <w:szCs w:val="24"/>
              </w:rPr>
              <w:t>4</w:t>
            </w:r>
          </w:p>
        </w:tc>
        <w:tc>
          <w:tcPr>
            <w:tcW w:w="4394" w:type="dxa"/>
          </w:tcPr>
          <w:p w:rsidR="0058507E" w:rsidRPr="008A5AEF" w:rsidRDefault="0058507E" w:rsidP="002745AA">
            <w:pPr>
              <w:spacing w:after="0"/>
              <w:jc w:val="both"/>
              <w:rPr>
                <w:rFonts w:ascii="Times New Roman" w:hAnsi="Times New Roman"/>
                <w:sz w:val="24"/>
                <w:szCs w:val="24"/>
              </w:rPr>
            </w:pPr>
            <w:r w:rsidRPr="008A5AEF">
              <w:rPr>
                <w:rFonts w:ascii="Times New Roman" w:hAnsi="Times New Roman"/>
                <w:sz w:val="24"/>
                <w:szCs w:val="24"/>
              </w:rPr>
              <w:t>Інваліди І та ІІ групи, діти-інваліди та особи, які супроводжують інваліда І групи або дитину-інваліда (не більше одного супроводжуючого)</w:t>
            </w:r>
          </w:p>
        </w:tc>
        <w:tc>
          <w:tcPr>
            <w:tcW w:w="5103" w:type="dxa"/>
          </w:tcPr>
          <w:p w:rsidR="0058507E" w:rsidRPr="008A5AEF" w:rsidRDefault="0058507E" w:rsidP="002745AA">
            <w:pPr>
              <w:spacing w:after="0"/>
              <w:jc w:val="both"/>
              <w:rPr>
                <w:rFonts w:ascii="Times New Roman" w:hAnsi="Times New Roman"/>
                <w:sz w:val="24"/>
                <w:szCs w:val="24"/>
              </w:rPr>
            </w:pPr>
            <w:r w:rsidRPr="008A5AEF">
              <w:rPr>
                <w:rFonts w:ascii="Times New Roman" w:hAnsi="Times New Roman"/>
                <w:sz w:val="24"/>
                <w:szCs w:val="24"/>
              </w:rPr>
              <w:t>Посвідчення, що підтверджує призначення соціальної допомоги відповідно до Закону України "Про основи соціальної захищеності інвалідів в Україні" або</w:t>
            </w:r>
            <w:r>
              <w:rPr>
                <w:rFonts w:ascii="Times New Roman" w:hAnsi="Times New Roman"/>
                <w:sz w:val="24"/>
                <w:szCs w:val="24"/>
              </w:rPr>
              <w:t xml:space="preserve"> </w:t>
            </w:r>
            <w:r w:rsidRPr="008A5AEF">
              <w:rPr>
                <w:rFonts w:ascii="Times New Roman" w:hAnsi="Times New Roman"/>
                <w:sz w:val="24"/>
                <w:szCs w:val="24"/>
              </w:rPr>
              <w:t>на підставі медичних документів, які підтверджують статус (висновку МСЕК або висновку ЛКК) та документу, який посвідчує особу (за відсутності бланків посвідчення), пенсійного посвідчення</w:t>
            </w:r>
          </w:p>
        </w:tc>
      </w:tr>
      <w:tr w:rsidR="0058507E" w:rsidRPr="008A5AEF" w:rsidTr="002745AA">
        <w:tc>
          <w:tcPr>
            <w:tcW w:w="568" w:type="dxa"/>
          </w:tcPr>
          <w:p w:rsidR="0058507E" w:rsidRPr="008A5AEF" w:rsidRDefault="0058507E" w:rsidP="002745AA">
            <w:pPr>
              <w:spacing w:after="0"/>
              <w:jc w:val="both"/>
              <w:rPr>
                <w:rFonts w:ascii="Times New Roman" w:hAnsi="Times New Roman"/>
                <w:sz w:val="24"/>
                <w:szCs w:val="24"/>
              </w:rPr>
            </w:pPr>
            <w:r w:rsidRPr="008A5AEF">
              <w:rPr>
                <w:rFonts w:ascii="Times New Roman" w:hAnsi="Times New Roman"/>
                <w:sz w:val="24"/>
                <w:szCs w:val="24"/>
              </w:rPr>
              <w:t>5</w:t>
            </w:r>
          </w:p>
        </w:tc>
        <w:tc>
          <w:tcPr>
            <w:tcW w:w="4394" w:type="dxa"/>
          </w:tcPr>
          <w:p w:rsidR="0058507E" w:rsidRPr="008A5AEF" w:rsidRDefault="0058507E" w:rsidP="002745AA">
            <w:pPr>
              <w:spacing w:after="0"/>
              <w:jc w:val="both"/>
              <w:rPr>
                <w:rFonts w:ascii="Times New Roman" w:hAnsi="Times New Roman"/>
                <w:sz w:val="24"/>
                <w:szCs w:val="24"/>
              </w:rPr>
            </w:pPr>
            <w:r w:rsidRPr="008A5AEF">
              <w:rPr>
                <w:rFonts w:ascii="Times New Roman" w:hAnsi="Times New Roman"/>
                <w:sz w:val="24"/>
                <w:szCs w:val="24"/>
              </w:rPr>
              <w:t>Ветерани військової служби,  ветерани органів внутрішніх справ,   ветерани Національної поліції,  ветерани податкової міліції, ветерани державної пожежної охорони, ветерани Державної кримінально</w:t>
            </w:r>
            <w:r>
              <w:rPr>
                <w:rFonts w:ascii="Times New Roman" w:hAnsi="Times New Roman"/>
                <w:sz w:val="24"/>
                <w:szCs w:val="24"/>
              </w:rPr>
              <w:t xml:space="preserve"> </w:t>
            </w:r>
            <w:r w:rsidRPr="008A5AEF">
              <w:rPr>
                <w:rFonts w:ascii="Times New Roman" w:hAnsi="Times New Roman"/>
                <w:sz w:val="24"/>
                <w:szCs w:val="24"/>
              </w:rPr>
              <w:t>-</w:t>
            </w:r>
            <w:r>
              <w:rPr>
                <w:rFonts w:ascii="Times New Roman" w:hAnsi="Times New Roman"/>
                <w:sz w:val="24"/>
                <w:szCs w:val="24"/>
              </w:rPr>
              <w:t xml:space="preserve"> </w:t>
            </w:r>
            <w:r w:rsidRPr="008A5AEF">
              <w:rPr>
                <w:rFonts w:ascii="Times New Roman" w:hAnsi="Times New Roman"/>
                <w:sz w:val="24"/>
                <w:szCs w:val="24"/>
              </w:rPr>
              <w:t>виконавчої служби України, ветерани служби цивільного захисту, ветерани  Державної служби  спеціального  зв'язку та захисту інформації України</w:t>
            </w:r>
          </w:p>
        </w:tc>
        <w:tc>
          <w:tcPr>
            <w:tcW w:w="5103" w:type="dxa"/>
          </w:tcPr>
          <w:p w:rsidR="0058507E" w:rsidRPr="008A5AEF" w:rsidRDefault="0058507E" w:rsidP="002745AA">
            <w:pPr>
              <w:spacing w:after="0"/>
              <w:jc w:val="both"/>
              <w:rPr>
                <w:rFonts w:ascii="Times New Roman" w:hAnsi="Times New Roman"/>
                <w:sz w:val="24"/>
                <w:szCs w:val="24"/>
              </w:rPr>
            </w:pPr>
            <w:r w:rsidRPr="008A5AEF">
              <w:rPr>
                <w:rFonts w:ascii="Times New Roman" w:hAnsi="Times New Roman"/>
                <w:sz w:val="24"/>
                <w:szCs w:val="24"/>
              </w:rPr>
              <w:t>Посвідчення "Ветерана військової служби", "Ветерана органів внутрішніх справ", "Ветерана податкової міліції", "Ветерана війни", "Ветерана Державної кримінально-виконавчої служби", "Ветерана служби цивільного захисту", "Ветерана Державної  служби  спеціального  зв'язку  та захисту інформації".</w:t>
            </w:r>
          </w:p>
        </w:tc>
      </w:tr>
      <w:tr w:rsidR="0058507E" w:rsidRPr="008A5AEF" w:rsidTr="002745AA">
        <w:tc>
          <w:tcPr>
            <w:tcW w:w="568" w:type="dxa"/>
          </w:tcPr>
          <w:p w:rsidR="0058507E" w:rsidRPr="008A5AEF" w:rsidRDefault="0058507E" w:rsidP="002745AA">
            <w:pPr>
              <w:spacing w:after="0"/>
              <w:jc w:val="both"/>
              <w:rPr>
                <w:rFonts w:ascii="Times New Roman" w:hAnsi="Times New Roman"/>
                <w:sz w:val="24"/>
                <w:szCs w:val="24"/>
              </w:rPr>
            </w:pPr>
            <w:r w:rsidRPr="008A5AEF">
              <w:rPr>
                <w:rFonts w:ascii="Times New Roman" w:hAnsi="Times New Roman"/>
                <w:sz w:val="24"/>
                <w:szCs w:val="24"/>
              </w:rPr>
              <w:t>6</w:t>
            </w:r>
          </w:p>
        </w:tc>
        <w:tc>
          <w:tcPr>
            <w:tcW w:w="4394" w:type="dxa"/>
          </w:tcPr>
          <w:p w:rsidR="0058507E" w:rsidRPr="008A5AEF" w:rsidRDefault="0058507E" w:rsidP="002745AA">
            <w:pPr>
              <w:spacing w:after="0"/>
              <w:jc w:val="both"/>
              <w:rPr>
                <w:rFonts w:ascii="Times New Roman" w:hAnsi="Times New Roman"/>
                <w:sz w:val="24"/>
                <w:szCs w:val="24"/>
              </w:rPr>
            </w:pPr>
            <w:r w:rsidRPr="008A5AEF">
              <w:rPr>
                <w:rFonts w:ascii="Times New Roman" w:hAnsi="Times New Roman"/>
                <w:sz w:val="24"/>
                <w:szCs w:val="24"/>
              </w:rPr>
              <w:t>Громадяни, які постраждали внаслідок Чорнобильської катастрофи категорії 1 та учасники ліквідації наслідків аварії на Чорнобильській АЕС категорій 2</w:t>
            </w:r>
          </w:p>
        </w:tc>
        <w:tc>
          <w:tcPr>
            <w:tcW w:w="5103" w:type="dxa"/>
          </w:tcPr>
          <w:p w:rsidR="0058507E" w:rsidRPr="008A5AEF" w:rsidRDefault="0058507E" w:rsidP="002745AA">
            <w:pPr>
              <w:spacing w:after="0"/>
              <w:jc w:val="both"/>
              <w:rPr>
                <w:rFonts w:ascii="Times New Roman" w:hAnsi="Times New Roman"/>
                <w:sz w:val="24"/>
                <w:szCs w:val="24"/>
              </w:rPr>
            </w:pPr>
            <w:r w:rsidRPr="008A5AEF">
              <w:rPr>
                <w:rFonts w:ascii="Times New Roman" w:hAnsi="Times New Roman"/>
                <w:sz w:val="24"/>
                <w:szCs w:val="24"/>
              </w:rPr>
              <w:t>Посвідчення особи, яка постраждала внаслідок Чорнобильської катастрофи</w:t>
            </w:r>
          </w:p>
        </w:tc>
      </w:tr>
      <w:tr w:rsidR="0058507E" w:rsidRPr="008A5AEF" w:rsidTr="002745AA">
        <w:tc>
          <w:tcPr>
            <w:tcW w:w="568" w:type="dxa"/>
          </w:tcPr>
          <w:p w:rsidR="0058507E" w:rsidRPr="008A5AEF" w:rsidRDefault="0058507E" w:rsidP="002745AA">
            <w:pPr>
              <w:spacing w:after="0"/>
              <w:rPr>
                <w:rFonts w:ascii="Times New Roman" w:hAnsi="Times New Roman"/>
                <w:sz w:val="24"/>
                <w:szCs w:val="24"/>
              </w:rPr>
            </w:pPr>
            <w:r w:rsidRPr="008A5AEF">
              <w:rPr>
                <w:rFonts w:ascii="Times New Roman" w:hAnsi="Times New Roman"/>
                <w:sz w:val="24"/>
                <w:szCs w:val="24"/>
              </w:rPr>
              <w:t>7</w:t>
            </w:r>
          </w:p>
        </w:tc>
        <w:tc>
          <w:tcPr>
            <w:tcW w:w="4394" w:type="dxa"/>
          </w:tcPr>
          <w:p w:rsidR="0058507E" w:rsidRPr="008A5AEF" w:rsidRDefault="0058507E" w:rsidP="002745AA">
            <w:pPr>
              <w:spacing w:after="0"/>
              <w:jc w:val="both"/>
              <w:rPr>
                <w:rFonts w:ascii="Times New Roman" w:hAnsi="Times New Roman"/>
                <w:sz w:val="24"/>
                <w:szCs w:val="24"/>
              </w:rPr>
            </w:pPr>
            <w:r w:rsidRPr="008A5AEF">
              <w:rPr>
                <w:rFonts w:ascii="Times New Roman" w:hAnsi="Times New Roman"/>
                <w:sz w:val="24"/>
                <w:szCs w:val="24"/>
              </w:rPr>
              <w:t>Діти з багатодітних сімей</w:t>
            </w:r>
          </w:p>
        </w:tc>
        <w:tc>
          <w:tcPr>
            <w:tcW w:w="5103" w:type="dxa"/>
          </w:tcPr>
          <w:p w:rsidR="0058507E" w:rsidRPr="008A5AEF" w:rsidRDefault="0058507E" w:rsidP="002745AA">
            <w:pPr>
              <w:spacing w:after="0"/>
              <w:jc w:val="both"/>
              <w:rPr>
                <w:rFonts w:ascii="Times New Roman" w:hAnsi="Times New Roman"/>
                <w:sz w:val="24"/>
                <w:szCs w:val="24"/>
              </w:rPr>
            </w:pPr>
            <w:r w:rsidRPr="008A5AEF">
              <w:rPr>
                <w:rFonts w:ascii="Times New Roman" w:hAnsi="Times New Roman"/>
                <w:sz w:val="24"/>
                <w:szCs w:val="24"/>
              </w:rPr>
              <w:t>На підставі посвідчення "Дитини з багатодітної сім’ї"</w:t>
            </w:r>
          </w:p>
        </w:tc>
      </w:tr>
      <w:tr w:rsidR="0058507E" w:rsidRPr="008A5AEF" w:rsidTr="002745AA">
        <w:tc>
          <w:tcPr>
            <w:tcW w:w="568" w:type="dxa"/>
          </w:tcPr>
          <w:p w:rsidR="0058507E" w:rsidRPr="008A5AEF" w:rsidRDefault="0058507E" w:rsidP="002745AA">
            <w:pPr>
              <w:spacing w:after="0"/>
              <w:rPr>
                <w:rFonts w:ascii="Times New Roman" w:hAnsi="Times New Roman"/>
                <w:sz w:val="24"/>
                <w:szCs w:val="24"/>
              </w:rPr>
            </w:pPr>
            <w:r w:rsidRPr="008A5AEF">
              <w:rPr>
                <w:rFonts w:ascii="Times New Roman" w:hAnsi="Times New Roman"/>
                <w:sz w:val="24"/>
                <w:szCs w:val="24"/>
              </w:rPr>
              <w:t>8</w:t>
            </w:r>
          </w:p>
        </w:tc>
        <w:tc>
          <w:tcPr>
            <w:tcW w:w="4394" w:type="dxa"/>
          </w:tcPr>
          <w:p w:rsidR="0058507E" w:rsidRPr="008A5AEF" w:rsidRDefault="0058507E" w:rsidP="002745AA">
            <w:pPr>
              <w:spacing w:after="0"/>
              <w:jc w:val="both"/>
              <w:rPr>
                <w:rFonts w:ascii="Times New Roman" w:hAnsi="Times New Roman"/>
                <w:sz w:val="24"/>
                <w:szCs w:val="24"/>
              </w:rPr>
            </w:pPr>
            <w:r w:rsidRPr="008A5AEF">
              <w:rPr>
                <w:rFonts w:ascii="Times New Roman" w:hAnsi="Times New Roman"/>
                <w:sz w:val="24"/>
                <w:szCs w:val="24"/>
              </w:rPr>
              <w:t>Діти сироти і діти, позбавлені батьківського піклування, які виховуються або навчаються у навчально</w:t>
            </w:r>
            <w:r>
              <w:rPr>
                <w:rFonts w:ascii="Times New Roman" w:hAnsi="Times New Roman"/>
                <w:sz w:val="24"/>
                <w:szCs w:val="24"/>
              </w:rPr>
              <w:t xml:space="preserve"> </w:t>
            </w:r>
            <w:r w:rsidRPr="008A5AEF">
              <w:rPr>
                <w:rFonts w:ascii="Times New Roman" w:hAnsi="Times New Roman"/>
                <w:sz w:val="24"/>
                <w:szCs w:val="24"/>
              </w:rPr>
              <w:t>-</w:t>
            </w:r>
            <w:r>
              <w:rPr>
                <w:rFonts w:ascii="Times New Roman" w:hAnsi="Times New Roman"/>
                <w:sz w:val="24"/>
                <w:szCs w:val="24"/>
              </w:rPr>
              <w:t xml:space="preserve"> </w:t>
            </w:r>
            <w:r w:rsidRPr="008A5AEF">
              <w:rPr>
                <w:rFonts w:ascii="Times New Roman" w:hAnsi="Times New Roman"/>
                <w:sz w:val="24"/>
                <w:szCs w:val="24"/>
              </w:rPr>
              <w:t>виховних, навчальних або інтернатних закладах</w:t>
            </w:r>
          </w:p>
        </w:tc>
        <w:tc>
          <w:tcPr>
            <w:tcW w:w="5103" w:type="dxa"/>
          </w:tcPr>
          <w:p w:rsidR="0058507E" w:rsidRPr="008A5AEF" w:rsidRDefault="0058507E" w:rsidP="002745AA">
            <w:pPr>
              <w:spacing w:after="0"/>
              <w:jc w:val="both"/>
              <w:rPr>
                <w:rFonts w:ascii="Times New Roman" w:hAnsi="Times New Roman"/>
                <w:sz w:val="24"/>
                <w:szCs w:val="24"/>
              </w:rPr>
            </w:pPr>
            <w:r w:rsidRPr="008A5AEF">
              <w:rPr>
                <w:rFonts w:ascii="Times New Roman" w:hAnsi="Times New Roman"/>
                <w:sz w:val="24"/>
                <w:szCs w:val="24"/>
              </w:rPr>
              <w:t>Довідка встановленої форми</w:t>
            </w:r>
          </w:p>
        </w:tc>
      </w:tr>
      <w:tr w:rsidR="0058507E" w:rsidRPr="008A5AEF" w:rsidTr="002745AA">
        <w:tc>
          <w:tcPr>
            <w:tcW w:w="568" w:type="dxa"/>
          </w:tcPr>
          <w:p w:rsidR="0058507E" w:rsidRPr="008A5AEF" w:rsidRDefault="0058507E" w:rsidP="002745AA">
            <w:pPr>
              <w:spacing w:after="0"/>
              <w:rPr>
                <w:rFonts w:ascii="Times New Roman" w:hAnsi="Times New Roman"/>
                <w:sz w:val="24"/>
                <w:szCs w:val="24"/>
              </w:rPr>
            </w:pPr>
            <w:r w:rsidRPr="008A5AEF">
              <w:rPr>
                <w:rFonts w:ascii="Times New Roman" w:hAnsi="Times New Roman"/>
                <w:sz w:val="24"/>
                <w:szCs w:val="24"/>
              </w:rPr>
              <w:t>8</w:t>
            </w:r>
          </w:p>
        </w:tc>
        <w:tc>
          <w:tcPr>
            <w:tcW w:w="4394" w:type="dxa"/>
          </w:tcPr>
          <w:p w:rsidR="0058507E" w:rsidRPr="008A5AEF" w:rsidRDefault="0058507E" w:rsidP="002745AA">
            <w:pPr>
              <w:spacing w:after="0"/>
              <w:jc w:val="both"/>
              <w:rPr>
                <w:rFonts w:ascii="Times New Roman" w:hAnsi="Times New Roman"/>
                <w:sz w:val="24"/>
                <w:szCs w:val="24"/>
              </w:rPr>
            </w:pPr>
            <w:r w:rsidRPr="008A5AEF">
              <w:rPr>
                <w:rFonts w:ascii="Times New Roman" w:hAnsi="Times New Roman"/>
                <w:sz w:val="24"/>
                <w:szCs w:val="24"/>
              </w:rPr>
              <w:t>Пенсіонери  за віком</w:t>
            </w:r>
          </w:p>
        </w:tc>
        <w:tc>
          <w:tcPr>
            <w:tcW w:w="5103" w:type="dxa"/>
          </w:tcPr>
          <w:p w:rsidR="0058507E" w:rsidRPr="008A5AEF" w:rsidRDefault="0058507E" w:rsidP="002745AA">
            <w:pPr>
              <w:spacing w:after="0"/>
              <w:jc w:val="both"/>
              <w:rPr>
                <w:rFonts w:ascii="Times New Roman" w:hAnsi="Times New Roman"/>
                <w:sz w:val="24"/>
                <w:szCs w:val="24"/>
              </w:rPr>
            </w:pPr>
            <w:r w:rsidRPr="008A5AEF">
              <w:rPr>
                <w:rFonts w:ascii="Times New Roman" w:hAnsi="Times New Roman"/>
                <w:sz w:val="24"/>
                <w:szCs w:val="24"/>
              </w:rPr>
              <w:t>На підставі пенсійного посвідчення</w:t>
            </w:r>
          </w:p>
        </w:tc>
      </w:tr>
    </w:tbl>
    <w:p w:rsidR="0058507E" w:rsidRPr="008A5AEF" w:rsidRDefault="0058507E" w:rsidP="0058507E">
      <w:pPr>
        <w:spacing w:after="0"/>
        <w:jc w:val="both"/>
        <w:rPr>
          <w:rFonts w:ascii="Times New Roman" w:hAnsi="Times New Roman"/>
          <w:sz w:val="24"/>
          <w:szCs w:val="24"/>
        </w:rPr>
      </w:pPr>
    </w:p>
    <w:p w:rsidR="0058507E" w:rsidRPr="00DB2250" w:rsidRDefault="0058507E" w:rsidP="0058507E">
      <w:pPr>
        <w:spacing w:after="0"/>
        <w:ind w:right="142" w:firstLine="708"/>
        <w:jc w:val="both"/>
        <w:rPr>
          <w:rFonts w:ascii="Times New Roman" w:hAnsi="Times New Roman"/>
          <w:sz w:val="20"/>
          <w:szCs w:val="20"/>
        </w:rPr>
      </w:pPr>
      <w:r w:rsidRPr="00DB2250">
        <w:rPr>
          <w:rFonts w:ascii="Times New Roman" w:hAnsi="Times New Roman"/>
          <w:sz w:val="20"/>
          <w:szCs w:val="20"/>
        </w:rPr>
        <w:t>* Підтвердженням відповідного статусу пільговика є посвідчення, видане відповідною установою, або пенсійне посвідчення. Документ повинен бути оформлений у відповідності із вимогами і завірений печаткою. Посвідчення пред’являється громадянином особисто при посадці в залізничний транспорт приміського сполучення і є єдиним документом,  що дозволяє безкоштовний  проїзд.</w:t>
      </w:r>
    </w:p>
    <w:p w:rsidR="0058507E" w:rsidRPr="008A5AEF" w:rsidRDefault="0058507E" w:rsidP="0058507E">
      <w:pPr>
        <w:spacing w:after="0"/>
        <w:ind w:firstLine="360"/>
        <w:jc w:val="both"/>
        <w:rPr>
          <w:rFonts w:ascii="Times New Roman" w:hAnsi="Times New Roman"/>
          <w:sz w:val="24"/>
          <w:szCs w:val="24"/>
        </w:rPr>
      </w:pPr>
    </w:p>
    <w:p w:rsidR="0058507E" w:rsidRDefault="0058507E" w:rsidP="0058507E">
      <w:pPr>
        <w:tabs>
          <w:tab w:val="left" w:pos="3850"/>
        </w:tabs>
      </w:pPr>
    </w:p>
    <w:p w:rsidR="0058507E" w:rsidRDefault="0058507E" w:rsidP="0058507E">
      <w:pPr>
        <w:tabs>
          <w:tab w:val="left" w:pos="3850"/>
        </w:tabs>
      </w:pPr>
    </w:p>
    <w:p w:rsidR="0058507E" w:rsidRPr="00414FCA" w:rsidRDefault="0058507E" w:rsidP="0058507E">
      <w:pPr>
        <w:spacing w:after="0"/>
        <w:ind w:left="425" w:hanging="425"/>
        <w:jc w:val="both"/>
        <w:rPr>
          <w:rFonts w:ascii="Times New Roman" w:eastAsia="Times New Roman" w:hAnsi="Times New Roman" w:cs="Times New Roman"/>
          <w:sz w:val="24"/>
          <w:szCs w:val="24"/>
        </w:rPr>
      </w:pPr>
      <w:r w:rsidRPr="00414FCA">
        <w:rPr>
          <w:rFonts w:ascii="Times New Roman" w:eastAsia="Times New Roman" w:hAnsi="Times New Roman" w:cs="Times New Roman"/>
          <w:sz w:val="24"/>
          <w:szCs w:val="24"/>
        </w:rPr>
        <w:t xml:space="preserve">Сільський голова </w:t>
      </w:r>
      <w:r w:rsidRPr="00414FCA">
        <w:rPr>
          <w:rFonts w:ascii="Times New Roman" w:eastAsia="Times New Roman" w:hAnsi="Times New Roman" w:cs="Times New Roman"/>
          <w:sz w:val="24"/>
          <w:szCs w:val="24"/>
        </w:rPr>
        <w:tab/>
      </w:r>
      <w:r w:rsidRPr="00414FCA">
        <w:rPr>
          <w:rFonts w:ascii="Times New Roman" w:eastAsia="Times New Roman" w:hAnsi="Times New Roman" w:cs="Times New Roman"/>
          <w:sz w:val="24"/>
          <w:szCs w:val="24"/>
        </w:rPr>
        <w:tab/>
      </w:r>
      <w:r w:rsidRPr="00414FCA">
        <w:rPr>
          <w:rFonts w:ascii="Times New Roman" w:eastAsia="Times New Roman" w:hAnsi="Times New Roman" w:cs="Times New Roman"/>
          <w:sz w:val="24"/>
          <w:szCs w:val="24"/>
        </w:rPr>
        <w:tab/>
      </w:r>
      <w:r w:rsidRPr="00414FCA">
        <w:rPr>
          <w:rFonts w:ascii="Times New Roman" w:eastAsia="Times New Roman" w:hAnsi="Times New Roman" w:cs="Times New Roman"/>
          <w:sz w:val="24"/>
          <w:szCs w:val="24"/>
        </w:rPr>
        <w:tab/>
      </w:r>
      <w:r w:rsidRPr="00414FCA">
        <w:rPr>
          <w:rFonts w:ascii="Times New Roman" w:eastAsia="Times New Roman" w:hAnsi="Times New Roman" w:cs="Times New Roman"/>
          <w:sz w:val="24"/>
          <w:szCs w:val="24"/>
        </w:rPr>
        <w:tab/>
      </w:r>
      <w:r w:rsidRPr="00414FCA">
        <w:rPr>
          <w:rFonts w:ascii="Times New Roman" w:eastAsia="Times New Roman" w:hAnsi="Times New Roman" w:cs="Times New Roman"/>
          <w:sz w:val="24"/>
          <w:szCs w:val="24"/>
        </w:rPr>
        <w:tab/>
      </w:r>
      <w:r w:rsidRPr="00414FCA">
        <w:rPr>
          <w:rFonts w:ascii="Times New Roman" w:eastAsia="Times New Roman" w:hAnsi="Times New Roman" w:cs="Times New Roman"/>
          <w:sz w:val="24"/>
          <w:szCs w:val="24"/>
        </w:rPr>
        <w:tab/>
      </w:r>
      <w:r w:rsidRPr="00414FCA">
        <w:rPr>
          <w:rFonts w:ascii="Times New Roman" w:eastAsia="Times New Roman" w:hAnsi="Times New Roman" w:cs="Times New Roman"/>
          <w:sz w:val="24"/>
          <w:szCs w:val="24"/>
        </w:rPr>
        <w:tab/>
        <w:t>Валерій МИХАЛЮК</w:t>
      </w:r>
    </w:p>
    <w:p w:rsidR="0058507E" w:rsidRDefault="0058507E" w:rsidP="0058507E"/>
    <w:p w:rsidR="0058507E" w:rsidRPr="00DB2250" w:rsidRDefault="0058507E" w:rsidP="0058507E"/>
    <w:p w:rsidR="0058507E" w:rsidRPr="00DB2250" w:rsidRDefault="0058507E" w:rsidP="0058507E"/>
    <w:p w:rsidR="0058507E" w:rsidRPr="00DB2250" w:rsidRDefault="0058507E" w:rsidP="0058507E"/>
    <w:p w:rsidR="0058507E" w:rsidRPr="00DB2250" w:rsidRDefault="0058507E" w:rsidP="0058507E"/>
    <w:p w:rsidR="0058507E" w:rsidRPr="00DB2250" w:rsidRDefault="0058507E" w:rsidP="0058507E"/>
    <w:p w:rsidR="0058507E" w:rsidRPr="00DB2250" w:rsidRDefault="0058507E" w:rsidP="0058507E"/>
    <w:p w:rsidR="0058507E" w:rsidRPr="00DB2250" w:rsidRDefault="0058507E" w:rsidP="0058507E"/>
    <w:p w:rsidR="0058507E" w:rsidRPr="00DB2250" w:rsidRDefault="0058507E" w:rsidP="0058507E"/>
    <w:p w:rsidR="0058507E" w:rsidRPr="00DB2250" w:rsidRDefault="0058507E" w:rsidP="0058507E"/>
    <w:p w:rsidR="0058507E" w:rsidRPr="00DB2250" w:rsidRDefault="0058507E" w:rsidP="0058507E"/>
    <w:p w:rsidR="0058507E" w:rsidRPr="00DB2250" w:rsidRDefault="0058507E" w:rsidP="0058507E"/>
    <w:p w:rsidR="0058507E" w:rsidRPr="00DB2250" w:rsidRDefault="0058507E" w:rsidP="0058507E"/>
    <w:p w:rsidR="0058507E" w:rsidRPr="00DB2250" w:rsidRDefault="0058507E" w:rsidP="0058507E"/>
    <w:p w:rsidR="0058507E" w:rsidRPr="00DB2250" w:rsidRDefault="0058507E" w:rsidP="0058507E"/>
    <w:p w:rsidR="0058507E" w:rsidRPr="00DB2250" w:rsidRDefault="0058507E" w:rsidP="0058507E"/>
    <w:p w:rsidR="0058507E" w:rsidRPr="00DB2250" w:rsidRDefault="0058507E" w:rsidP="0058507E"/>
    <w:p w:rsidR="0058507E" w:rsidRDefault="0058507E" w:rsidP="0058507E"/>
    <w:p w:rsidR="0058507E" w:rsidRDefault="0058507E" w:rsidP="0058507E"/>
    <w:p w:rsidR="0058507E" w:rsidRDefault="0058507E" w:rsidP="0058507E">
      <w:pPr>
        <w:jc w:val="center"/>
      </w:pPr>
    </w:p>
    <w:p w:rsidR="0058507E" w:rsidRDefault="0058507E" w:rsidP="0058507E">
      <w:pPr>
        <w:spacing w:after="0"/>
        <w:ind w:left="425" w:hanging="425"/>
        <w:jc w:val="center"/>
        <w:rPr>
          <w:rFonts w:ascii="Times New Roman" w:eastAsia="Times New Roman" w:hAnsi="Times New Roman"/>
          <w:sz w:val="24"/>
          <w:szCs w:val="24"/>
        </w:rPr>
      </w:pPr>
      <w:r>
        <w:rPr>
          <w:rFonts w:ascii="Times New Roman" w:eastAsia="Times New Roman" w:hAnsi="Times New Roman"/>
          <w:sz w:val="24"/>
          <w:szCs w:val="24"/>
        </w:rPr>
        <w:t xml:space="preserve">                                                  Додаток 2</w:t>
      </w:r>
    </w:p>
    <w:p w:rsidR="0058507E" w:rsidRPr="0058507E" w:rsidRDefault="0058507E" w:rsidP="0058507E">
      <w:pPr>
        <w:pStyle w:val="a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64"/>
        <w:rPr>
          <w:rFonts w:ascii="Times New Roman" w:hAnsi="Times New Roman"/>
          <w:sz w:val="24"/>
          <w:szCs w:val="24"/>
          <w:lang w:val="uk-UA"/>
        </w:rPr>
      </w:pPr>
      <w:r w:rsidRPr="0058507E">
        <w:rPr>
          <w:rFonts w:ascii="Times New Roman" w:hAnsi="Times New Roman"/>
          <w:sz w:val="24"/>
          <w:szCs w:val="24"/>
          <w:lang w:val="uk-UA"/>
        </w:rPr>
        <w:t>ЗАТВЕРДЖЕНО</w:t>
      </w:r>
    </w:p>
    <w:p w:rsidR="0058507E" w:rsidRPr="0058507E" w:rsidRDefault="0058507E" w:rsidP="0058507E">
      <w:pPr>
        <w:pStyle w:val="a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64"/>
        <w:rPr>
          <w:rFonts w:ascii="Times New Roman" w:hAnsi="Times New Roman"/>
          <w:sz w:val="24"/>
          <w:szCs w:val="24"/>
          <w:lang w:val="uk-UA"/>
        </w:rPr>
      </w:pPr>
      <w:r w:rsidRPr="0058507E">
        <w:rPr>
          <w:rFonts w:ascii="Times New Roman" w:hAnsi="Times New Roman"/>
          <w:sz w:val="24"/>
          <w:szCs w:val="24"/>
          <w:lang w:val="uk-UA"/>
        </w:rPr>
        <w:t xml:space="preserve">рішенням </w:t>
      </w:r>
      <w:r w:rsidRPr="0058507E">
        <w:rPr>
          <w:rFonts w:ascii="Times New Roman" w:eastAsia="Times New Roman" w:hAnsi="Times New Roman"/>
          <w:color w:val="000000"/>
          <w:sz w:val="24"/>
          <w:szCs w:val="24"/>
          <w:lang w:val="uk-UA"/>
        </w:rPr>
        <w:t xml:space="preserve">ХІІ </w:t>
      </w:r>
      <w:r w:rsidRPr="0058507E">
        <w:rPr>
          <w:rFonts w:ascii="Times New Roman" w:hAnsi="Times New Roman"/>
          <w:sz w:val="24"/>
          <w:szCs w:val="24"/>
          <w:lang w:val="uk-UA"/>
        </w:rPr>
        <w:t>сесії</w:t>
      </w:r>
    </w:p>
    <w:p w:rsidR="0058507E" w:rsidRPr="0058507E" w:rsidRDefault="0058507E" w:rsidP="0058507E">
      <w:pPr>
        <w:pStyle w:val="a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64"/>
        <w:rPr>
          <w:rFonts w:ascii="Times New Roman" w:hAnsi="Times New Roman"/>
          <w:sz w:val="24"/>
          <w:szCs w:val="24"/>
          <w:lang w:val="uk-UA"/>
        </w:rPr>
      </w:pPr>
      <w:proofErr w:type="spellStart"/>
      <w:r w:rsidRPr="0058507E">
        <w:rPr>
          <w:rFonts w:ascii="Times New Roman" w:hAnsi="Times New Roman"/>
          <w:sz w:val="24"/>
          <w:szCs w:val="24"/>
          <w:lang w:val="uk-UA"/>
        </w:rPr>
        <w:lastRenderedPageBreak/>
        <w:t>Крупецької</w:t>
      </w:r>
      <w:proofErr w:type="spellEnd"/>
      <w:r w:rsidRPr="0058507E">
        <w:rPr>
          <w:rFonts w:ascii="Times New Roman" w:hAnsi="Times New Roman"/>
          <w:sz w:val="24"/>
          <w:szCs w:val="24"/>
          <w:lang w:val="uk-UA"/>
        </w:rPr>
        <w:t xml:space="preserve"> сільської ради </w:t>
      </w:r>
    </w:p>
    <w:p w:rsidR="0058507E" w:rsidRPr="0058507E" w:rsidRDefault="0058507E" w:rsidP="0058507E">
      <w:pPr>
        <w:pStyle w:val="af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5664"/>
        <w:rPr>
          <w:rFonts w:ascii="Times New Roman" w:hAnsi="Times New Roman"/>
          <w:sz w:val="24"/>
          <w:szCs w:val="24"/>
          <w:lang w:val="uk-UA"/>
        </w:rPr>
      </w:pPr>
      <w:r>
        <w:rPr>
          <w:rFonts w:ascii="Times New Roman" w:hAnsi="Times New Roman"/>
          <w:sz w:val="24"/>
          <w:szCs w:val="24"/>
        </w:rPr>
        <w:t>V</w:t>
      </w:r>
      <w:r w:rsidRPr="0058507E">
        <w:rPr>
          <w:rFonts w:ascii="Times New Roman" w:hAnsi="Times New Roman"/>
          <w:sz w:val="24"/>
          <w:szCs w:val="24"/>
          <w:lang w:val="uk-UA"/>
        </w:rPr>
        <w:t>ІІІ скликання від 30.06.2021року №1</w:t>
      </w:r>
    </w:p>
    <w:p w:rsidR="0058507E" w:rsidRDefault="0058507E" w:rsidP="0058507E">
      <w:pPr>
        <w:spacing w:after="0"/>
        <w:jc w:val="center"/>
        <w:rPr>
          <w:rFonts w:ascii="Times New Roman" w:eastAsia="Times New Roman" w:hAnsi="Times New Roman"/>
          <w:sz w:val="24"/>
          <w:szCs w:val="24"/>
        </w:rPr>
      </w:pPr>
    </w:p>
    <w:p w:rsidR="0058507E" w:rsidRDefault="0058507E" w:rsidP="0058507E">
      <w:pPr>
        <w:jc w:val="center"/>
      </w:pPr>
    </w:p>
    <w:p w:rsidR="0058507E" w:rsidRPr="00BD2561" w:rsidRDefault="0058507E" w:rsidP="0058507E">
      <w:pPr>
        <w:shd w:val="clear" w:color="auto" w:fill="FFFFFF"/>
        <w:spacing w:after="0"/>
        <w:ind w:firstLine="567"/>
        <w:jc w:val="center"/>
        <w:rPr>
          <w:rFonts w:ascii="Times New Roman" w:hAnsi="Times New Roman" w:cs="Times New Roman"/>
          <w:b/>
          <w:bCs/>
          <w:sz w:val="24"/>
          <w:szCs w:val="24"/>
        </w:rPr>
      </w:pPr>
      <w:r w:rsidRPr="00BD2561">
        <w:rPr>
          <w:rFonts w:ascii="Times New Roman" w:eastAsia="Times New Roman" w:hAnsi="Times New Roman" w:cs="Times New Roman"/>
          <w:b/>
          <w:bCs/>
          <w:sz w:val="24"/>
          <w:szCs w:val="24"/>
        </w:rPr>
        <w:t>ПОРЯДОК</w:t>
      </w:r>
      <w:r w:rsidRPr="00DB2250">
        <w:rPr>
          <w:rFonts w:ascii="Times New Roman" w:eastAsia="Times New Roman" w:hAnsi="Times New Roman" w:cs="Times New Roman"/>
          <w:b/>
          <w:sz w:val="24"/>
          <w:szCs w:val="24"/>
        </w:rPr>
        <w:br/>
      </w:r>
      <w:r w:rsidRPr="00BD2561">
        <w:rPr>
          <w:rFonts w:ascii="Times New Roman" w:hAnsi="Times New Roman" w:cs="Times New Roman"/>
          <w:b/>
          <w:bCs/>
          <w:sz w:val="24"/>
          <w:szCs w:val="24"/>
        </w:rPr>
        <w:t>здійснення компенсаційних виплат за пільговий проїзд окремих категорій громадян на залізничному транспорті приміського сполучення</w:t>
      </w:r>
      <w:r>
        <w:rPr>
          <w:rFonts w:ascii="Times New Roman" w:hAnsi="Times New Roman" w:cs="Times New Roman"/>
          <w:b/>
          <w:bCs/>
          <w:sz w:val="24"/>
          <w:szCs w:val="24"/>
        </w:rPr>
        <w:t xml:space="preserve"> </w:t>
      </w:r>
      <w:r w:rsidRPr="00BD2561">
        <w:rPr>
          <w:rFonts w:ascii="Times New Roman" w:hAnsi="Times New Roman" w:cs="Times New Roman"/>
          <w:b/>
          <w:bCs/>
          <w:sz w:val="24"/>
          <w:szCs w:val="24"/>
        </w:rPr>
        <w:t>за рахунок коштів сільського бюджету</w:t>
      </w:r>
    </w:p>
    <w:p w:rsidR="0058507E" w:rsidRPr="00DB2250" w:rsidRDefault="0058507E" w:rsidP="0058507E">
      <w:pPr>
        <w:shd w:val="clear" w:color="auto" w:fill="FFFFFF"/>
        <w:spacing w:after="0"/>
        <w:ind w:firstLine="567"/>
        <w:jc w:val="center"/>
        <w:rPr>
          <w:rFonts w:ascii="Times New Roman" w:eastAsia="Times New Roman" w:hAnsi="Times New Roman" w:cs="Times New Roman"/>
          <w:sz w:val="24"/>
          <w:szCs w:val="24"/>
        </w:rPr>
      </w:pPr>
    </w:p>
    <w:p w:rsidR="0058507E" w:rsidRPr="00DB2250" w:rsidRDefault="0058507E" w:rsidP="0058507E">
      <w:pPr>
        <w:shd w:val="clear" w:color="auto" w:fill="FFFFFF"/>
        <w:spacing w:after="0"/>
        <w:ind w:left="567"/>
        <w:jc w:val="center"/>
        <w:rPr>
          <w:rFonts w:ascii="Times New Roman" w:eastAsia="Times New Roman" w:hAnsi="Times New Roman" w:cs="Times New Roman"/>
          <w:sz w:val="24"/>
          <w:szCs w:val="24"/>
        </w:rPr>
      </w:pPr>
      <w:r w:rsidRPr="00BD2561">
        <w:rPr>
          <w:rFonts w:ascii="Times New Roman" w:eastAsia="Times New Roman" w:hAnsi="Times New Roman" w:cs="Times New Roman"/>
          <w:b/>
          <w:bCs/>
          <w:sz w:val="24"/>
          <w:szCs w:val="24"/>
        </w:rPr>
        <w:t>Загальні положення</w:t>
      </w:r>
    </w:p>
    <w:p w:rsidR="0058507E" w:rsidRPr="00DB2250" w:rsidRDefault="0058507E" w:rsidP="0058507E">
      <w:pPr>
        <w:shd w:val="clear" w:color="auto" w:fill="FFFFFF"/>
        <w:spacing w:after="0"/>
        <w:ind w:firstLine="567"/>
        <w:jc w:val="both"/>
        <w:rPr>
          <w:rFonts w:ascii="Times New Roman" w:eastAsia="Times New Roman" w:hAnsi="Times New Roman" w:cs="Times New Roman"/>
          <w:sz w:val="24"/>
          <w:szCs w:val="24"/>
        </w:rPr>
      </w:pPr>
      <w:r w:rsidRPr="00BD2561">
        <w:rPr>
          <w:rFonts w:ascii="Times New Roman" w:eastAsia="Times New Roman" w:hAnsi="Times New Roman" w:cs="Times New Roman"/>
          <w:sz w:val="24"/>
          <w:szCs w:val="24"/>
        </w:rPr>
        <w:t xml:space="preserve">1. </w:t>
      </w:r>
      <w:r w:rsidRPr="00DB2250">
        <w:rPr>
          <w:rFonts w:ascii="Times New Roman" w:eastAsia="Times New Roman" w:hAnsi="Times New Roman" w:cs="Times New Roman"/>
          <w:sz w:val="24"/>
          <w:szCs w:val="24"/>
        </w:rPr>
        <w:t>Порядок компенсаційних виплат за пільговий проїзд окремих категорій громадян залізничним транспортом у приміському сполученні (далі – Порядок) розроблено з метою забезпечення реалізації прав окремих категорій громадян за пільговий проїзд залізничним транспортом на приміських маршрутах та комплексного розв’язання проблеми фінансування компенсаційних виплат за надані послуги (далі – компенсаційні виплати) та визначення механізму їх виплати.</w:t>
      </w:r>
    </w:p>
    <w:p w:rsidR="0058507E" w:rsidRPr="00DB2250" w:rsidRDefault="0058507E" w:rsidP="0058507E">
      <w:pPr>
        <w:shd w:val="clear" w:color="auto" w:fill="FFFFFF"/>
        <w:spacing w:after="0"/>
        <w:ind w:firstLine="567"/>
        <w:jc w:val="both"/>
        <w:rPr>
          <w:rFonts w:ascii="Times New Roman" w:eastAsia="Times New Roman" w:hAnsi="Times New Roman" w:cs="Times New Roman"/>
          <w:sz w:val="24"/>
          <w:szCs w:val="24"/>
        </w:rPr>
      </w:pPr>
      <w:r w:rsidRPr="00DB2250">
        <w:rPr>
          <w:rFonts w:ascii="Times New Roman" w:eastAsia="Times New Roman" w:hAnsi="Times New Roman" w:cs="Times New Roman"/>
          <w:sz w:val="24"/>
          <w:szCs w:val="24"/>
        </w:rPr>
        <w:t>2. Законодавчою та нормативною основою Порядку є Бюджетний кодекс України, Закон України «Про місцеве самоврядування в Україні» та інші законодавчі і нормативні акти, що регулюють відносини у відповідній сфері.</w:t>
      </w:r>
    </w:p>
    <w:p w:rsidR="0058507E" w:rsidRPr="00BD2561" w:rsidRDefault="0058507E" w:rsidP="0058507E">
      <w:pPr>
        <w:shd w:val="clear" w:color="auto" w:fill="FFFFFF"/>
        <w:spacing w:after="0"/>
        <w:ind w:firstLine="567"/>
        <w:jc w:val="both"/>
        <w:rPr>
          <w:rFonts w:ascii="Times New Roman" w:eastAsia="Times New Roman" w:hAnsi="Times New Roman" w:cs="Times New Roman"/>
          <w:sz w:val="24"/>
          <w:szCs w:val="24"/>
        </w:rPr>
      </w:pPr>
      <w:r w:rsidRPr="00DB2250">
        <w:rPr>
          <w:rFonts w:ascii="Times New Roman" w:eastAsia="Times New Roman" w:hAnsi="Times New Roman" w:cs="Times New Roman"/>
          <w:sz w:val="24"/>
          <w:szCs w:val="24"/>
        </w:rPr>
        <w:t>3. За цим Порядком здійснюються виключно компенсаційні виплати перевізнику, який надає послуги з пільгового перевезення громадян залізничним транспортом у приміському сполученні.</w:t>
      </w:r>
    </w:p>
    <w:p w:rsidR="0058507E" w:rsidRPr="00DB2250" w:rsidRDefault="0058507E" w:rsidP="0058507E">
      <w:pPr>
        <w:shd w:val="clear" w:color="auto" w:fill="FFFFFF"/>
        <w:spacing w:after="0"/>
        <w:ind w:firstLine="567"/>
        <w:jc w:val="both"/>
        <w:rPr>
          <w:rFonts w:ascii="Times New Roman" w:eastAsia="Times New Roman" w:hAnsi="Times New Roman" w:cs="Times New Roman"/>
          <w:sz w:val="24"/>
          <w:szCs w:val="24"/>
        </w:rPr>
      </w:pPr>
    </w:p>
    <w:p w:rsidR="0058507E" w:rsidRPr="00DB2250" w:rsidRDefault="0058507E" w:rsidP="0058507E">
      <w:pPr>
        <w:shd w:val="clear" w:color="auto" w:fill="FFFFFF"/>
        <w:spacing w:after="0"/>
        <w:ind w:firstLine="567"/>
        <w:jc w:val="center"/>
        <w:rPr>
          <w:rFonts w:ascii="Times New Roman" w:eastAsia="Times New Roman" w:hAnsi="Times New Roman" w:cs="Times New Roman"/>
          <w:sz w:val="24"/>
          <w:szCs w:val="24"/>
        </w:rPr>
      </w:pPr>
      <w:r w:rsidRPr="00BD2561">
        <w:rPr>
          <w:rFonts w:ascii="Times New Roman" w:eastAsia="Times New Roman" w:hAnsi="Times New Roman" w:cs="Times New Roman"/>
          <w:b/>
          <w:bCs/>
          <w:sz w:val="24"/>
          <w:szCs w:val="24"/>
        </w:rPr>
        <w:t>Організація проведення компенсаційних виплат пільгових перевезень окремих категорій громадян</w:t>
      </w:r>
    </w:p>
    <w:p w:rsidR="0058507E" w:rsidRPr="00DB2250" w:rsidRDefault="0058507E" w:rsidP="0058507E">
      <w:pPr>
        <w:shd w:val="clear" w:color="auto" w:fill="FFFFFF"/>
        <w:spacing w:after="0"/>
        <w:ind w:firstLine="567"/>
        <w:jc w:val="both"/>
        <w:rPr>
          <w:rFonts w:ascii="Times New Roman" w:eastAsia="Times New Roman" w:hAnsi="Times New Roman" w:cs="Times New Roman"/>
          <w:sz w:val="24"/>
          <w:szCs w:val="24"/>
        </w:rPr>
      </w:pPr>
      <w:r w:rsidRPr="00DB2250">
        <w:rPr>
          <w:rFonts w:ascii="Times New Roman" w:eastAsia="Times New Roman" w:hAnsi="Times New Roman" w:cs="Times New Roman"/>
          <w:sz w:val="24"/>
          <w:szCs w:val="24"/>
        </w:rPr>
        <w:t>1. Джерелами компенсаційних виплат є кошти бюджету</w:t>
      </w:r>
      <w:r>
        <w:rPr>
          <w:rFonts w:ascii="Times New Roman" w:eastAsia="Times New Roman" w:hAnsi="Times New Roman" w:cs="Times New Roman"/>
          <w:sz w:val="24"/>
          <w:szCs w:val="24"/>
        </w:rPr>
        <w:t xml:space="preserve"> </w:t>
      </w:r>
      <w:proofErr w:type="spellStart"/>
      <w:r w:rsidRPr="00BD2561">
        <w:rPr>
          <w:rFonts w:ascii="Times New Roman" w:eastAsia="Times New Roman" w:hAnsi="Times New Roman" w:cs="Times New Roman"/>
          <w:sz w:val="24"/>
          <w:szCs w:val="24"/>
        </w:rPr>
        <w:t>Крупецької</w:t>
      </w:r>
      <w:proofErr w:type="spellEnd"/>
      <w:r>
        <w:rPr>
          <w:rFonts w:ascii="Times New Roman" w:eastAsia="Times New Roman" w:hAnsi="Times New Roman" w:cs="Times New Roman"/>
          <w:sz w:val="24"/>
          <w:szCs w:val="24"/>
        </w:rPr>
        <w:t xml:space="preserve"> </w:t>
      </w:r>
      <w:r w:rsidRPr="00BD2561">
        <w:rPr>
          <w:rFonts w:ascii="Times New Roman" w:eastAsia="Times New Roman" w:hAnsi="Times New Roman" w:cs="Times New Roman"/>
          <w:sz w:val="24"/>
          <w:szCs w:val="24"/>
        </w:rPr>
        <w:t>сільської</w:t>
      </w:r>
      <w:r w:rsidRPr="00DB2250">
        <w:rPr>
          <w:rFonts w:ascii="Times New Roman" w:eastAsia="Times New Roman" w:hAnsi="Times New Roman" w:cs="Times New Roman"/>
          <w:sz w:val="24"/>
          <w:szCs w:val="24"/>
        </w:rPr>
        <w:t xml:space="preserve"> ТГ. Для реалізації заходів Програми можуть залучатися кошти інших бюджетів. Порядком передбачається  проведення компенсаційних виплат за тих громадян, які мають право на пільги згідно чинного законодавства України. Перерахування за цим Порядком компенсаційних виплат за пільговий проїзд, здійснюються в межах передбачених рішенням </w:t>
      </w:r>
      <w:r w:rsidRPr="00BD2561">
        <w:rPr>
          <w:rFonts w:ascii="Times New Roman" w:eastAsia="Times New Roman" w:hAnsi="Times New Roman" w:cs="Times New Roman"/>
          <w:sz w:val="24"/>
          <w:szCs w:val="24"/>
        </w:rPr>
        <w:t>сільської</w:t>
      </w:r>
      <w:r w:rsidRPr="00DB2250">
        <w:rPr>
          <w:rFonts w:ascii="Times New Roman" w:eastAsia="Times New Roman" w:hAnsi="Times New Roman" w:cs="Times New Roman"/>
          <w:sz w:val="24"/>
          <w:szCs w:val="24"/>
        </w:rPr>
        <w:t xml:space="preserve"> ради.</w:t>
      </w:r>
    </w:p>
    <w:p w:rsidR="0058507E" w:rsidRPr="00BD2561" w:rsidRDefault="0058507E" w:rsidP="0058507E">
      <w:pPr>
        <w:shd w:val="clear" w:color="auto" w:fill="FFFFFF"/>
        <w:spacing w:after="0"/>
        <w:ind w:firstLine="567"/>
        <w:jc w:val="both"/>
        <w:rPr>
          <w:rFonts w:ascii="Times New Roman" w:eastAsia="Times New Roman" w:hAnsi="Times New Roman" w:cs="Times New Roman"/>
          <w:sz w:val="24"/>
          <w:szCs w:val="24"/>
        </w:rPr>
      </w:pPr>
      <w:r w:rsidRPr="00DB2250">
        <w:rPr>
          <w:rFonts w:ascii="Times New Roman" w:eastAsia="Times New Roman" w:hAnsi="Times New Roman" w:cs="Times New Roman"/>
          <w:sz w:val="24"/>
          <w:szCs w:val="24"/>
        </w:rPr>
        <w:t xml:space="preserve">2. Головним розпорядником коштів за цією Програмою є </w:t>
      </w:r>
      <w:proofErr w:type="spellStart"/>
      <w:r w:rsidRPr="00BD2561">
        <w:rPr>
          <w:rFonts w:ascii="Times New Roman" w:eastAsia="Times New Roman" w:hAnsi="Times New Roman" w:cs="Times New Roman"/>
          <w:sz w:val="24"/>
          <w:szCs w:val="24"/>
        </w:rPr>
        <w:t>Крупецька</w:t>
      </w:r>
      <w:proofErr w:type="spellEnd"/>
      <w:r w:rsidRPr="00BD2561">
        <w:rPr>
          <w:rFonts w:ascii="Times New Roman" w:eastAsia="Times New Roman" w:hAnsi="Times New Roman" w:cs="Times New Roman"/>
          <w:sz w:val="24"/>
          <w:szCs w:val="24"/>
        </w:rPr>
        <w:t xml:space="preserve"> сільська</w:t>
      </w:r>
      <w:r w:rsidRPr="00DB2250">
        <w:rPr>
          <w:rFonts w:ascii="Times New Roman" w:eastAsia="Times New Roman" w:hAnsi="Times New Roman" w:cs="Times New Roman"/>
          <w:sz w:val="24"/>
          <w:szCs w:val="24"/>
        </w:rPr>
        <w:t xml:space="preserve"> рада  (надалі – Розпорядник).</w:t>
      </w:r>
    </w:p>
    <w:p w:rsidR="0058507E" w:rsidRPr="00BD2561" w:rsidRDefault="0058507E" w:rsidP="0058507E">
      <w:pPr>
        <w:shd w:val="clear" w:color="auto" w:fill="FFFFFF"/>
        <w:spacing w:after="0"/>
        <w:ind w:firstLine="570"/>
        <w:jc w:val="both"/>
        <w:rPr>
          <w:rFonts w:ascii="Times New Roman" w:eastAsia="Times New Roman" w:hAnsi="Times New Roman" w:cs="Times New Roman"/>
          <w:sz w:val="24"/>
          <w:szCs w:val="24"/>
        </w:rPr>
      </w:pPr>
      <w:proofErr w:type="spellStart"/>
      <w:r w:rsidRPr="00BD2561">
        <w:rPr>
          <w:rFonts w:ascii="Times New Roman" w:eastAsia="Times New Roman" w:hAnsi="Times New Roman" w:cs="Times New Roman"/>
          <w:sz w:val="24"/>
          <w:szCs w:val="24"/>
        </w:rPr>
        <w:t>Крупецька</w:t>
      </w:r>
      <w:proofErr w:type="spellEnd"/>
      <w:r w:rsidRPr="00BD2561">
        <w:rPr>
          <w:rFonts w:ascii="Times New Roman" w:eastAsia="Times New Roman" w:hAnsi="Times New Roman" w:cs="Times New Roman"/>
          <w:sz w:val="24"/>
          <w:szCs w:val="24"/>
        </w:rPr>
        <w:t xml:space="preserve"> сільська рада укладає договір з </w:t>
      </w:r>
      <w:r w:rsidRPr="00BD2561">
        <w:rPr>
          <w:rFonts w:ascii="Times New Roman" w:hAnsi="Times New Roman" w:cs="Times New Roman"/>
          <w:sz w:val="24"/>
          <w:szCs w:val="24"/>
        </w:rPr>
        <w:t xml:space="preserve">виробничим підрозділом </w:t>
      </w:r>
      <w:r w:rsidRPr="00BD2561">
        <w:rPr>
          <w:rFonts w:ascii="Times New Roman" w:eastAsia="Times New Roman" w:hAnsi="Times New Roman" w:cs="Times New Roman"/>
          <w:sz w:val="24"/>
          <w:szCs w:val="24"/>
        </w:rPr>
        <w:t>«Козятинська дирекція залізничних перевезень» регіональної філії «Південно</w:t>
      </w:r>
      <w:r>
        <w:rPr>
          <w:rFonts w:ascii="Times New Roman" w:eastAsia="Times New Roman" w:hAnsi="Times New Roman" w:cs="Times New Roman"/>
          <w:sz w:val="24"/>
          <w:szCs w:val="24"/>
        </w:rPr>
        <w:t xml:space="preserve"> </w:t>
      </w:r>
      <w:r w:rsidRPr="00BD256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BD2561">
        <w:rPr>
          <w:rFonts w:ascii="Times New Roman" w:eastAsia="Times New Roman" w:hAnsi="Times New Roman" w:cs="Times New Roman"/>
          <w:sz w:val="24"/>
          <w:szCs w:val="24"/>
        </w:rPr>
        <w:t>Західна залізниця АТ «Українська залізниця».</w:t>
      </w:r>
    </w:p>
    <w:p w:rsidR="0058507E" w:rsidRPr="00BD2561" w:rsidRDefault="0058507E" w:rsidP="0058507E">
      <w:pPr>
        <w:shd w:val="clear" w:color="auto" w:fill="FFFFFF"/>
        <w:spacing w:after="0"/>
        <w:ind w:firstLine="570"/>
        <w:jc w:val="both"/>
        <w:rPr>
          <w:rFonts w:ascii="Times New Roman" w:eastAsia="Times New Roman" w:hAnsi="Times New Roman" w:cs="Times New Roman"/>
          <w:sz w:val="24"/>
          <w:szCs w:val="24"/>
        </w:rPr>
      </w:pPr>
      <w:r w:rsidRPr="00BD2561">
        <w:rPr>
          <w:rFonts w:ascii="Times New Roman" w:eastAsia="Times New Roman" w:hAnsi="Times New Roman" w:cs="Times New Roman"/>
          <w:sz w:val="24"/>
          <w:szCs w:val="24"/>
        </w:rPr>
        <w:t xml:space="preserve">Для укладання договору </w:t>
      </w:r>
      <w:r w:rsidRPr="00BD2561">
        <w:rPr>
          <w:rFonts w:ascii="Times New Roman" w:hAnsi="Times New Roman" w:cs="Times New Roman"/>
          <w:sz w:val="24"/>
          <w:szCs w:val="24"/>
        </w:rPr>
        <w:t xml:space="preserve">виробничий підрозділ </w:t>
      </w:r>
      <w:r w:rsidRPr="00BD2561">
        <w:rPr>
          <w:rFonts w:ascii="Times New Roman" w:eastAsia="Times New Roman" w:hAnsi="Times New Roman" w:cs="Times New Roman"/>
          <w:sz w:val="24"/>
          <w:szCs w:val="24"/>
        </w:rPr>
        <w:t>«Козятинська дирекція залізничних перевезень» регіональної філії «Південно-Західна залізниця АТ «Українська залізниця» надає наступний пакет документів:</w:t>
      </w:r>
    </w:p>
    <w:p w:rsidR="0058507E" w:rsidRPr="00BD2561" w:rsidRDefault="0058507E" w:rsidP="0058507E">
      <w:pPr>
        <w:shd w:val="clear" w:color="auto" w:fill="FFFFFF"/>
        <w:spacing w:after="0"/>
        <w:ind w:firstLine="570"/>
        <w:jc w:val="both"/>
        <w:rPr>
          <w:rFonts w:ascii="Times New Roman" w:eastAsia="Times New Roman" w:hAnsi="Times New Roman" w:cs="Times New Roman"/>
          <w:sz w:val="24"/>
          <w:szCs w:val="24"/>
        </w:rPr>
      </w:pPr>
      <w:r w:rsidRPr="00BD2561">
        <w:rPr>
          <w:rFonts w:ascii="Times New Roman" w:eastAsia="Times New Roman" w:hAnsi="Times New Roman" w:cs="Times New Roman"/>
          <w:sz w:val="24"/>
          <w:szCs w:val="24"/>
        </w:rPr>
        <w:lastRenderedPageBreak/>
        <w:t>- витяг з Єдиного державного реєстру юридичних осіб та фізичних осіб-підприємців;</w:t>
      </w:r>
    </w:p>
    <w:p w:rsidR="0058507E" w:rsidRPr="00BD2561" w:rsidRDefault="0058507E" w:rsidP="0058507E">
      <w:pPr>
        <w:shd w:val="clear" w:color="auto" w:fill="FFFFFF"/>
        <w:spacing w:after="0"/>
        <w:ind w:firstLine="570"/>
        <w:jc w:val="both"/>
        <w:rPr>
          <w:rFonts w:ascii="Times New Roman" w:eastAsia="Times New Roman" w:hAnsi="Times New Roman" w:cs="Times New Roman"/>
          <w:sz w:val="24"/>
          <w:szCs w:val="24"/>
        </w:rPr>
      </w:pPr>
      <w:r w:rsidRPr="00BD2561">
        <w:rPr>
          <w:rFonts w:ascii="Times New Roman" w:eastAsia="Times New Roman" w:hAnsi="Times New Roman" w:cs="Times New Roman"/>
          <w:sz w:val="24"/>
          <w:szCs w:val="24"/>
        </w:rPr>
        <w:t>- копію ліцензії на право здійснення залізничних пасажирських перевезень.</w:t>
      </w:r>
    </w:p>
    <w:p w:rsidR="0058507E" w:rsidRPr="00BD2561" w:rsidRDefault="0058507E" w:rsidP="0058507E">
      <w:pPr>
        <w:shd w:val="clear" w:color="auto" w:fill="FFFFFF"/>
        <w:tabs>
          <w:tab w:val="left" w:pos="851"/>
        </w:tabs>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 </w:t>
      </w:r>
      <w:r w:rsidRPr="00BD2561">
        <w:rPr>
          <w:rFonts w:ascii="Times New Roman" w:eastAsia="Times New Roman" w:hAnsi="Times New Roman" w:cs="Times New Roman"/>
          <w:sz w:val="24"/>
          <w:szCs w:val="24"/>
        </w:rPr>
        <w:t xml:space="preserve">Облік пільгових перевезень та визначення вартості послуг, наданих пільговикам у минулому місяці залізничним транспортом, проводиться підприємством залізничного транспорту відповідно до постанови Кабінету Міністрів України від 16.12.2009 року № 1359 «Про затвердження Порядку розрахунку обсягів компенсаційних виплат за пільгові перевезення залізничним транспортом окремих категорій громадян» виключно для пільгової категорії громадян </w:t>
      </w:r>
      <w:proofErr w:type="spellStart"/>
      <w:r w:rsidRPr="00BD2561">
        <w:rPr>
          <w:rFonts w:ascii="Times New Roman" w:eastAsia="Times New Roman" w:hAnsi="Times New Roman" w:cs="Times New Roman"/>
          <w:sz w:val="24"/>
          <w:szCs w:val="24"/>
        </w:rPr>
        <w:t>Крупецької</w:t>
      </w:r>
      <w:proofErr w:type="spellEnd"/>
      <w:r w:rsidRPr="00BD2561">
        <w:rPr>
          <w:rFonts w:ascii="Times New Roman" w:eastAsia="Times New Roman" w:hAnsi="Times New Roman" w:cs="Times New Roman"/>
          <w:sz w:val="24"/>
          <w:szCs w:val="24"/>
        </w:rPr>
        <w:t xml:space="preserve"> сільської територіальної громади.</w:t>
      </w:r>
    </w:p>
    <w:p w:rsidR="0058507E" w:rsidRPr="0058507E" w:rsidRDefault="0058507E" w:rsidP="0058507E">
      <w:pPr>
        <w:pStyle w:val="af5"/>
        <w:numPr>
          <w:ilvl w:val="0"/>
          <w:numId w:val="1"/>
        </w:numPr>
        <w:shd w:val="clear" w:color="auto" w:fill="FFFFFF"/>
        <w:tabs>
          <w:tab w:val="left" w:pos="851"/>
        </w:tabs>
        <w:spacing w:after="0"/>
        <w:ind w:left="0" w:firstLine="567"/>
        <w:jc w:val="both"/>
        <w:rPr>
          <w:rFonts w:ascii="Times New Roman" w:eastAsia="Times New Roman" w:hAnsi="Times New Roman" w:cs="Times New Roman"/>
          <w:sz w:val="24"/>
          <w:szCs w:val="24"/>
          <w:lang w:val="ru-RU"/>
        </w:rPr>
      </w:pPr>
      <w:r w:rsidRPr="0058507E">
        <w:rPr>
          <w:rFonts w:ascii="Times New Roman" w:hAnsi="Times New Roman" w:cs="Times New Roman"/>
          <w:sz w:val="24"/>
          <w:szCs w:val="24"/>
          <w:shd w:val="clear" w:color="auto" w:fill="FFFFFF"/>
          <w:lang w:val="uk-UA"/>
        </w:rPr>
        <w:t xml:space="preserve">Для отримання компенсації втрат доходу виробничому підрозділу «Козятинська дирекція залізничних перевезень» регіональна філія «Південно - західна залізниця» ПАТ «Укрзалізниця» від безоплатного перевезення окремих категорій пасажирів необхідно щомісяця до 15 числа місяця, наступного за звітним, надавати до </w:t>
      </w:r>
      <w:proofErr w:type="spellStart"/>
      <w:r w:rsidRPr="0058507E">
        <w:rPr>
          <w:rFonts w:ascii="Times New Roman" w:hAnsi="Times New Roman" w:cs="Times New Roman"/>
          <w:sz w:val="24"/>
          <w:szCs w:val="24"/>
          <w:shd w:val="clear" w:color="auto" w:fill="FFFFFF"/>
          <w:lang w:val="uk-UA"/>
        </w:rPr>
        <w:t>Крупецької</w:t>
      </w:r>
      <w:proofErr w:type="spellEnd"/>
      <w:r w:rsidRPr="0058507E">
        <w:rPr>
          <w:rFonts w:ascii="Times New Roman" w:hAnsi="Times New Roman" w:cs="Times New Roman"/>
          <w:sz w:val="24"/>
          <w:szCs w:val="24"/>
          <w:shd w:val="clear" w:color="auto" w:fill="FFFFFF"/>
          <w:lang w:val="uk-UA"/>
        </w:rPr>
        <w:t xml:space="preserve"> сільської ради звіт про втрати доходу від безоплатних перевезень окремих категорій пасажирів (облікові форми), які підписуються та скріплюються печаткою </w:t>
      </w:r>
      <w:proofErr w:type="spellStart"/>
      <w:r w:rsidRPr="0058507E">
        <w:rPr>
          <w:rFonts w:ascii="Times New Roman" w:hAnsi="Times New Roman" w:cs="Times New Roman"/>
          <w:sz w:val="24"/>
          <w:szCs w:val="24"/>
          <w:shd w:val="clear" w:color="auto" w:fill="FFFFFF"/>
          <w:lang w:val="ru-RU"/>
        </w:rPr>
        <w:t>Перевізника</w:t>
      </w:r>
      <w:proofErr w:type="spellEnd"/>
      <w:r w:rsidRPr="0058507E">
        <w:rPr>
          <w:rFonts w:ascii="Times New Roman" w:hAnsi="Times New Roman" w:cs="Times New Roman"/>
          <w:sz w:val="24"/>
          <w:szCs w:val="24"/>
          <w:shd w:val="clear" w:color="auto" w:fill="FFFFFF"/>
          <w:lang w:val="ru-RU"/>
        </w:rPr>
        <w:t xml:space="preserve"> та </w:t>
      </w:r>
      <w:proofErr w:type="spellStart"/>
      <w:r w:rsidRPr="0058507E">
        <w:rPr>
          <w:rFonts w:ascii="Times New Roman" w:hAnsi="Times New Roman" w:cs="Times New Roman"/>
          <w:sz w:val="24"/>
          <w:szCs w:val="24"/>
          <w:shd w:val="clear" w:color="auto" w:fill="FFFFFF"/>
          <w:lang w:val="ru-RU"/>
        </w:rPr>
        <w:t>акти</w:t>
      </w:r>
      <w:proofErr w:type="spellEnd"/>
      <w:r w:rsidRPr="0058507E">
        <w:rPr>
          <w:rFonts w:ascii="Times New Roman" w:hAnsi="Times New Roman" w:cs="Times New Roman"/>
          <w:sz w:val="24"/>
          <w:szCs w:val="24"/>
          <w:shd w:val="clear" w:color="auto" w:fill="FFFFFF"/>
          <w:lang w:val="ru-RU"/>
        </w:rPr>
        <w:t xml:space="preserve"> </w:t>
      </w:r>
      <w:proofErr w:type="spellStart"/>
      <w:r w:rsidRPr="0058507E">
        <w:rPr>
          <w:rFonts w:ascii="Times New Roman" w:hAnsi="Times New Roman" w:cs="Times New Roman"/>
          <w:sz w:val="24"/>
          <w:szCs w:val="24"/>
          <w:shd w:val="clear" w:color="auto" w:fill="FFFFFF"/>
          <w:lang w:val="ru-RU"/>
        </w:rPr>
        <w:t>звіряння</w:t>
      </w:r>
      <w:proofErr w:type="spellEnd"/>
      <w:r w:rsidRPr="0058507E">
        <w:rPr>
          <w:rFonts w:ascii="Times New Roman" w:hAnsi="Times New Roman" w:cs="Times New Roman"/>
          <w:sz w:val="24"/>
          <w:szCs w:val="24"/>
          <w:shd w:val="clear" w:color="auto" w:fill="FFFFFF"/>
          <w:lang w:val="ru-RU"/>
        </w:rPr>
        <w:t xml:space="preserve"> </w:t>
      </w:r>
      <w:proofErr w:type="spellStart"/>
      <w:r w:rsidRPr="0058507E">
        <w:rPr>
          <w:rFonts w:ascii="Times New Roman" w:hAnsi="Times New Roman" w:cs="Times New Roman"/>
          <w:sz w:val="24"/>
          <w:szCs w:val="24"/>
          <w:shd w:val="clear" w:color="auto" w:fill="FFFFFF"/>
          <w:lang w:val="ru-RU"/>
        </w:rPr>
        <w:t>розрахунків</w:t>
      </w:r>
      <w:proofErr w:type="spellEnd"/>
      <w:r w:rsidRPr="0058507E">
        <w:rPr>
          <w:rFonts w:ascii="Times New Roman" w:hAnsi="Times New Roman" w:cs="Times New Roman"/>
          <w:sz w:val="24"/>
          <w:szCs w:val="24"/>
          <w:shd w:val="clear" w:color="auto" w:fill="FFFFFF"/>
          <w:lang w:val="ru-RU"/>
        </w:rPr>
        <w:t xml:space="preserve"> за </w:t>
      </w:r>
      <w:proofErr w:type="spellStart"/>
      <w:r w:rsidRPr="0058507E">
        <w:rPr>
          <w:rFonts w:ascii="Times New Roman" w:hAnsi="Times New Roman" w:cs="Times New Roman"/>
          <w:sz w:val="24"/>
          <w:szCs w:val="24"/>
          <w:shd w:val="clear" w:color="auto" w:fill="FFFFFF"/>
          <w:lang w:val="ru-RU"/>
        </w:rPr>
        <w:t>надані</w:t>
      </w:r>
      <w:proofErr w:type="spellEnd"/>
      <w:r w:rsidRPr="0058507E">
        <w:rPr>
          <w:rFonts w:ascii="Times New Roman" w:hAnsi="Times New Roman" w:cs="Times New Roman"/>
          <w:sz w:val="24"/>
          <w:szCs w:val="24"/>
          <w:shd w:val="clear" w:color="auto" w:fill="FFFFFF"/>
          <w:lang w:val="ru-RU"/>
        </w:rPr>
        <w:t xml:space="preserve"> </w:t>
      </w:r>
      <w:proofErr w:type="spellStart"/>
      <w:r w:rsidRPr="0058507E">
        <w:rPr>
          <w:rFonts w:ascii="Times New Roman" w:hAnsi="Times New Roman" w:cs="Times New Roman"/>
          <w:sz w:val="24"/>
          <w:szCs w:val="24"/>
          <w:shd w:val="clear" w:color="auto" w:fill="FFFFFF"/>
          <w:lang w:val="ru-RU"/>
        </w:rPr>
        <w:t>послуги</w:t>
      </w:r>
      <w:proofErr w:type="spellEnd"/>
      <w:r w:rsidRPr="00BD2561">
        <w:rPr>
          <w:rFonts w:ascii="Times New Roman" w:hAnsi="Times New Roman" w:cs="Times New Roman"/>
          <w:sz w:val="24"/>
          <w:szCs w:val="24"/>
          <w:shd w:val="clear" w:color="auto" w:fill="FFFFFF"/>
        </w:rPr>
        <w:t> </w:t>
      </w:r>
      <w:proofErr w:type="spellStart"/>
      <w:r w:rsidRPr="0058507E">
        <w:rPr>
          <w:rFonts w:ascii="Times New Roman" w:hAnsi="Times New Roman" w:cs="Times New Roman"/>
          <w:sz w:val="24"/>
          <w:szCs w:val="24"/>
          <w:shd w:val="clear" w:color="auto" w:fill="FFFFFF"/>
          <w:lang w:val="ru-RU"/>
        </w:rPr>
        <w:t>перевезення</w:t>
      </w:r>
      <w:proofErr w:type="spellEnd"/>
      <w:r w:rsidRPr="0058507E">
        <w:rPr>
          <w:rFonts w:ascii="Times New Roman" w:hAnsi="Times New Roman" w:cs="Times New Roman"/>
          <w:sz w:val="24"/>
          <w:szCs w:val="24"/>
          <w:shd w:val="clear" w:color="auto" w:fill="FFFFFF"/>
          <w:lang w:val="ru-RU"/>
        </w:rPr>
        <w:t xml:space="preserve"> </w:t>
      </w:r>
      <w:proofErr w:type="spellStart"/>
      <w:r w:rsidRPr="0058507E">
        <w:rPr>
          <w:rFonts w:ascii="Times New Roman" w:hAnsi="Times New Roman" w:cs="Times New Roman"/>
          <w:sz w:val="24"/>
          <w:szCs w:val="24"/>
          <w:shd w:val="clear" w:color="auto" w:fill="FFFFFF"/>
          <w:lang w:val="ru-RU"/>
        </w:rPr>
        <w:t>пільгових</w:t>
      </w:r>
      <w:proofErr w:type="spellEnd"/>
      <w:r w:rsidRPr="0058507E">
        <w:rPr>
          <w:rFonts w:ascii="Times New Roman" w:hAnsi="Times New Roman" w:cs="Times New Roman"/>
          <w:sz w:val="24"/>
          <w:szCs w:val="24"/>
          <w:shd w:val="clear" w:color="auto" w:fill="FFFFFF"/>
          <w:lang w:val="ru-RU"/>
        </w:rPr>
        <w:t xml:space="preserve"> </w:t>
      </w:r>
      <w:proofErr w:type="spellStart"/>
      <w:r w:rsidRPr="0058507E">
        <w:rPr>
          <w:rFonts w:ascii="Times New Roman" w:hAnsi="Times New Roman" w:cs="Times New Roman"/>
          <w:sz w:val="24"/>
          <w:szCs w:val="24"/>
          <w:shd w:val="clear" w:color="auto" w:fill="FFFFFF"/>
          <w:lang w:val="ru-RU"/>
        </w:rPr>
        <w:t>категорій</w:t>
      </w:r>
      <w:proofErr w:type="spellEnd"/>
      <w:r w:rsidRPr="0058507E">
        <w:rPr>
          <w:rFonts w:ascii="Times New Roman" w:hAnsi="Times New Roman" w:cs="Times New Roman"/>
          <w:sz w:val="24"/>
          <w:szCs w:val="24"/>
          <w:shd w:val="clear" w:color="auto" w:fill="FFFFFF"/>
          <w:lang w:val="ru-RU"/>
        </w:rPr>
        <w:t xml:space="preserve"> </w:t>
      </w:r>
      <w:proofErr w:type="spellStart"/>
      <w:r w:rsidRPr="0058507E">
        <w:rPr>
          <w:rFonts w:ascii="Times New Roman" w:hAnsi="Times New Roman" w:cs="Times New Roman"/>
          <w:sz w:val="24"/>
          <w:szCs w:val="24"/>
          <w:shd w:val="clear" w:color="auto" w:fill="FFFFFF"/>
          <w:lang w:val="ru-RU"/>
        </w:rPr>
        <w:t>громадян</w:t>
      </w:r>
      <w:proofErr w:type="spellEnd"/>
      <w:r w:rsidRPr="0058507E">
        <w:rPr>
          <w:rFonts w:ascii="Times New Roman" w:hAnsi="Times New Roman" w:cs="Times New Roman"/>
          <w:sz w:val="24"/>
          <w:szCs w:val="24"/>
          <w:shd w:val="clear" w:color="auto" w:fill="FFFFFF"/>
          <w:lang w:val="ru-RU"/>
        </w:rPr>
        <w:t xml:space="preserve"> у </w:t>
      </w:r>
      <w:proofErr w:type="spellStart"/>
      <w:r w:rsidRPr="0058507E">
        <w:rPr>
          <w:rFonts w:ascii="Times New Roman" w:hAnsi="Times New Roman" w:cs="Times New Roman"/>
          <w:sz w:val="24"/>
          <w:szCs w:val="24"/>
          <w:shd w:val="clear" w:color="auto" w:fill="FFFFFF"/>
          <w:lang w:val="ru-RU"/>
        </w:rPr>
        <w:t>приміському</w:t>
      </w:r>
      <w:proofErr w:type="spellEnd"/>
      <w:r w:rsidRPr="0058507E">
        <w:rPr>
          <w:rFonts w:ascii="Times New Roman" w:hAnsi="Times New Roman" w:cs="Times New Roman"/>
          <w:sz w:val="24"/>
          <w:szCs w:val="24"/>
          <w:shd w:val="clear" w:color="auto" w:fill="FFFFFF"/>
          <w:lang w:val="ru-RU"/>
        </w:rPr>
        <w:t xml:space="preserve"> </w:t>
      </w:r>
      <w:proofErr w:type="spellStart"/>
      <w:r w:rsidRPr="0058507E">
        <w:rPr>
          <w:rFonts w:ascii="Times New Roman" w:hAnsi="Times New Roman" w:cs="Times New Roman"/>
          <w:sz w:val="24"/>
          <w:szCs w:val="24"/>
          <w:shd w:val="clear" w:color="auto" w:fill="FFFFFF"/>
          <w:lang w:val="ru-RU"/>
        </w:rPr>
        <w:t>сполученні</w:t>
      </w:r>
      <w:proofErr w:type="spellEnd"/>
      <w:r w:rsidRPr="0058507E">
        <w:rPr>
          <w:rFonts w:ascii="Times New Roman" w:hAnsi="Times New Roman" w:cs="Times New Roman"/>
          <w:sz w:val="24"/>
          <w:szCs w:val="24"/>
          <w:shd w:val="clear" w:color="auto" w:fill="FFFFFF"/>
          <w:lang w:val="ru-RU"/>
        </w:rPr>
        <w:t xml:space="preserve"> (форма «3 - </w:t>
      </w:r>
      <w:proofErr w:type="spellStart"/>
      <w:r w:rsidRPr="0058507E">
        <w:rPr>
          <w:rFonts w:ascii="Times New Roman" w:hAnsi="Times New Roman" w:cs="Times New Roman"/>
          <w:sz w:val="24"/>
          <w:szCs w:val="24"/>
          <w:shd w:val="clear" w:color="auto" w:fill="FFFFFF"/>
          <w:lang w:val="ru-RU"/>
        </w:rPr>
        <w:t>пільга</w:t>
      </w:r>
      <w:proofErr w:type="spellEnd"/>
      <w:r w:rsidRPr="0058507E">
        <w:rPr>
          <w:rFonts w:ascii="Times New Roman" w:hAnsi="Times New Roman" w:cs="Times New Roman"/>
          <w:sz w:val="24"/>
          <w:szCs w:val="24"/>
          <w:shd w:val="clear" w:color="auto" w:fill="FFFFFF"/>
          <w:lang w:val="ru-RU"/>
        </w:rPr>
        <w:t>»).</w:t>
      </w:r>
    </w:p>
    <w:p w:rsidR="0058507E" w:rsidRPr="0058507E" w:rsidRDefault="0058507E" w:rsidP="0058507E">
      <w:pPr>
        <w:pStyle w:val="af5"/>
        <w:numPr>
          <w:ilvl w:val="0"/>
          <w:numId w:val="1"/>
        </w:numPr>
        <w:shd w:val="clear" w:color="auto" w:fill="FFFFFF"/>
        <w:tabs>
          <w:tab w:val="left" w:pos="851"/>
        </w:tabs>
        <w:spacing w:after="0"/>
        <w:ind w:left="0" w:firstLine="567"/>
        <w:jc w:val="both"/>
        <w:rPr>
          <w:rFonts w:ascii="Times New Roman" w:eastAsia="Times New Roman" w:hAnsi="Times New Roman" w:cs="Times New Roman"/>
          <w:sz w:val="24"/>
          <w:szCs w:val="24"/>
          <w:lang w:val="ru-RU"/>
        </w:rPr>
      </w:pPr>
      <w:proofErr w:type="spellStart"/>
      <w:r w:rsidRPr="0058507E">
        <w:rPr>
          <w:rFonts w:ascii="Times New Roman" w:eastAsia="Times New Roman" w:hAnsi="Times New Roman" w:cs="Times New Roman"/>
          <w:color w:val="000000"/>
          <w:sz w:val="24"/>
          <w:szCs w:val="24"/>
          <w:lang w:val="ru-RU"/>
        </w:rPr>
        <w:t>Керівник</w:t>
      </w:r>
      <w:proofErr w:type="spellEnd"/>
      <w:r w:rsidRPr="0058507E">
        <w:rPr>
          <w:rFonts w:ascii="Times New Roman" w:eastAsia="Times New Roman" w:hAnsi="Times New Roman" w:cs="Times New Roman"/>
          <w:color w:val="000000"/>
          <w:sz w:val="24"/>
          <w:szCs w:val="24"/>
          <w:lang w:val="ru-RU"/>
        </w:rPr>
        <w:t xml:space="preserve"> </w:t>
      </w:r>
      <w:proofErr w:type="spellStart"/>
      <w:r w:rsidRPr="0058507E">
        <w:rPr>
          <w:rFonts w:ascii="Times New Roman" w:hAnsi="Times New Roman" w:cs="Times New Roman"/>
          <w:sz w:val="24"/>
          <w:szCs w:val="24"/>
          <w:shd w:val="clear" w:color="auto" w:fill="FFFFFF"/>
          <w:lang w:val="ru-RU"/>
        </w:rPr>
        <w:t>виробничого</w:t>
      </w:r>
      <w:proofErr w:type="spellEnd"/>
      <w:r w:rsidRPr="0058507E">
        <w:rPr>
          <w:rFonts w:ascii="Times New Roman" w:hAnsi="Times New Roman" w:cs="Times New Roman"/>
          <w:sz w:val="24"/>
          <w:szCs w:val="24"/>
          <w:shd w:val="clear" w:color="auto" w:fill="FFFFFF"/>
          <w:lang w:val="ru-RU"/>
        </w:rPr>
        <w:t xml:space="preserve"> </w:t>
      </w:r>
      <w:proofErr w:type="spellStart"/>
      <w:r w:rsidRPr="0058507E">
        <w:rPr>
          <w:rFonts w:ascii="Times New Roman" w:hAnsi="Times New Roman" w:cs="Times New Roman"/>
          <w:sz w:val="24"/>
          <w:szCs w:val="24"/>
          <w:shd w:val="clear" w:color="auto" w:fill="FFFFFF"/>
          <w:lang w:val="ru-RU"/>
        </w:rPr>
        <w:t>підрозділу</w:t>
      </w:r>
      <w:proofErr w:type="spellEnd"/>
      <w:r w:rsidRPr="0058507E">
        <w:rPr>
          <w:rFonts w:ascii="Times New Roman" w:hAnsi="Times New Roman" w:cs="Times New Roman"/>
          <w:sz w:val="24"/>
          <w:szCs w:val="24"/>
          <w:shd w:val="clear" w:color="auto" w:fill="FFFFFF"/>
          <w:lang w:val="ru-RU"/>
        </w:rPr>
        <w:t xml:space="preserve"> «</w:t>
      </w:r>
      <w:proofErr w:type="spellStart"/>
      <w:r w:rsidRPr="0058507E">
        <w:rPr>
          <w:rFonts w:ascii="Times New Roman" w:hAnsi="Times New Roman" w:cs="Times New Roman"/>
          <w:sz w:val="24"/>
          <w:szCs w:val="24"/>
          <w:shd w:val="clear" w:color="auto" w:fill="FFFFFF"/>
          <w:lang w:val="ru-RU"/>
        </w:rPr>
        <w:t>Козятинська</w:t>
      </w:r>
      <w:proofErr w:type="spellEnd"/>
      <w:r w:rsidRPr="0058507E">
        <w:rPr>
          <w:rFonts w:ascii="Times New Roman" w:hAnsi="Times New Roman" w:cs="Times New Roman"/>
          <w:sz w:val="24"/>
          <w:szCs w:val="24"/>
          <w:shd w:val="clear" w:color="auto" w:fill="FFFFFF"/>
          <w:lang w:val="ru-RU"/>
        </w:rPr>
        <w:t xml:space="preserve"> </w:t>
      </w:r>
      <w:proofErr w:type="spellStart"/>
      <w:r w:rsidRPr="0058507E">
        <w:rPr>
          <w:rFonts w:ascii="Times New Roman" w:hAnsi="Times New Roman" w:cs="Times New Roman"/>
          <w:sz w:val="24"/>
          <w:szCs w:val="24"/>
          <w:shd w:val="clear" w:color="auto" w:fill="FFFFFF"/>
          <w:lang w:val="ru-RU"/>
        </w:rPr>
        <w:t>дирекція</w:t>
      </w:r>
      <w:proofErr w:type="spellEnd"/>
      <w:r w:rsidRPr="0058507E">
        <w:rPr>
          <w:rFonts w:ascii="Times New Roman" w:hAnsi="Times New Roman" w:cs="Times New Roman"/>
          <w:sz w:val="24"/>
          <w:szCs w:val="24"/>
          <w:shd w:val="clear" w:color="auto" w:fill="FFFFFF"/>
          <w:lang w:val="ru-RU"/>
        </w:rPr>
        <w:t xml:space="preserve"> </w:t>
      </w:r>
      <w:proofErr w:type="spellStart"/>
      <w:r w:rsidRPr="0058507E">
        <w:rPr>
          <w:rFonts w:ascii="Times New Roman" w:hAnsi="Times New Roman" w:cs="Times New Roman"/>
          <w:sz w:val="24"/>
          <w:szCs w:val="24"/>
          <w:shd w:val="clear" w:color="auto" w:fill="FFFFFF"/>
          <w:lang w:val="ru-RU"/>
        </w:rPr>
        <w:t>залізничних</w:t>
      </w:r>
      <w:proofErr w:type="spellEnd"/>
      <w:r w:rsidRPr="0058507E">
        <w:rPr>
          <w:rFonts w:ascii="Times New Roman" w:hAnsi="Times New Roman" w:cs="Times New Roman"/>
          <w:sz w:val="24"/>
          <w:szCs w:val="24"/>
          <w:shd w:val="clear" w:color="auto" w:fill="FFFFFF"/>
          <w:lang w:val="ru-RU"/>
        </w:rPr>
        <w:t xml:space="preserve"> </w:t>
      </w:r>
      <w:proofErr w:type="spellStart"/>
      <w:r w:rsidRPr="0058507E">
        <w:rPr>
          <w:rFonts w:ascii="Times New Roman" w:hAnsi="Times New Roman" w:cs="Times New Roman"/>
          <w:sz w:val="24"/>
          <w:szCs w:val="24"/>
          <w:shd w:val="clear" w:color="auto" w:fill="FFFFFF"/>
          <w:lang w:val="ru-RU"/>
        </w:rPr>
        <w:t>перевезень</w:t>
      </w:r>
      <w:proofErr w:type="spellEnd"/>
      <w:r w:rsidRPr="0058507E">
        <w:rPr>
          <w:rFonts w:ascii="Times New Roman" w:hAnsi="Times New Roman" w:cs="Times New Roman"/>
          <w:sz w:val="24"/>
          <w:szCs w:val="24"/>
          <w:shd w:val="clear" w:color="auto" w:fill="FFFFFF"/>
          <w:lang w:val="ru-RU"/>
        </w:rPr>
        <w:t xml:space="preserve">» </w:t>
      </w:r>
      <w:proofErr w:type="spellStart"/>
      <w:r w:rsidRPr="0058507E">
        <w:rPr>
          <w:rFonts w:ascii="Times New Roman" w:hAnsi="Times New Roman" w:cs="Times New Roman"/>
          <w:sz w:val="24"/>
          <w:szCs w:val="24"/>
          <w:shd w:val="clear" w:color="auto" w:fill="FFFFFF"/>
          <w:lang w:val="ru-RU"/>
        </w:rPr>
        <w:t>регіональна</w:t>
      </w:r>
      <w:proofErr w:type="spellEnd"/>
      <w:r w:rsidRPr="0058507E">
        <w:rPr>
          <w:rFonts w:ascii="Times New Roman" w:hAnsi="Times New Roman" w:cs="Times New Roman"/>
          <w:sz w:val="24"/>
          <w:szCs w:val="24"/>
          <w:shd w:val="clear" w:color="auto" w:fill="FFFFFF"/>
          <w:lang w:val="ru-RU"/>
        </w:rPr>
        <w:t xml:space="preserve"> </w:t>
      </w:r>
      <w:proofErr w:type="spellStart"/>
      <w:r w:rsidRPr="0058507E">
        <w:rPr>
          <w:rFonts w:ascii="Times New Roman" w:hAnsi="Times New Roman" w:cs="Times New Roman"/>
          <w:sz w:val="24"/>
          <w:szCs w:val="24"/>
          <w:shd w:val="clear" w:color="auto" w:fill="FFFFFF"/>
          <w:lang w:val="ru-RU"/>
        </w:rPr>
        <w:t>філія</w:t>
      </w:r>
      <w:proofErr w:type="spellEnd"/>
      <w:r w:rsidRPr="0058507E">
        <w:rPr>
          <w:rFonts w:ascii="Times New Roman" w:hAnsi="Times New Roman" w:cs="Times New Roman"/>
          <w:sz w:val="24"/>
          <w:szCs w:val="24"/>
          <w:shd w:val="clear" w:color="auto" w:fill="FFFFFF"/>
          <w:lang w:val="ru-RU"/>
        </w:rPr>
        <w:t xml:space="preserve"> «</w:t>
      </w:r>
      <w:proofErr w:type="spellStart"/>
      <w:r w:rsidRPr="0058507E">
        <w:rPr>
          <w:rFonts w:ascii="Times New Roman" w:hAnsi="Times New Roman" w:cs="Times New Roman"/>
          <w:sz w:val="24"/>
          <w:szCs w:val="24"/>
          <w:shd w:val="clear" w:color="auto" w:fill="FFFFFF"/>
          <w:lang w:val="ru-RU"/>
        </w:rPr>
        <w:t>Південно</w:t>
      </w:r>
      <w:proofErr w:type="spellEnd"/>
      <w:r w:rsidRPr="0058507E">
        <w:rPr>
          <w:rFonts w:ascii="Times New Roman" w:hAnsi="Times New Roman" w:cs="Times New Roman"/>
          <w:sz w:val="24"/>
          <w:szCs w:val="24"/>
          <w:shd w:val="clear" w:color="auto" w:fill="FFFFFF"/>
          <w:lang w:val="ru-RU"/>
        </w:rPr>
        <w:t xml:space="preserve"> - </w:t>
      </w:r>
      <w:proofErr w:type="spellStart"/>
      <w:r w:rsidRPr="0058507E">
        <w:rPr>
          <w:rFonts w:ascii="Times New Roman" w:hAnsi="Times New Roman" w:cs="Times New Roman"/>
          <w:sz w:val="24"/>
          <w:szCs w:val="24"/>
          <w:shd w:val="clear" w:color="auto" w:fill="FFFFFF"/>
          <w:lang w:val="ru-RU"/>
        </w:rPr>
        <w:t>західна</w:t>
      </w:r>
      <w:proofErr w:type="spellEnd"/>
      <w:r w:rsidRPr="0058507E">
        <w:rPr>
          <w:rFonts w:ascii="Times New Roman" w:hAnsi="Times New Roman" w:cs="Times New Roman"/>
          <w:sz w:val="24"/>
          <w:szCs w:val="24"/>
          <w:shd w:val="clear" w:color="auto" w:fill="FFFFFF"/>
          <w:lang w:val="ru-RU"/>
        </w:rPr>
        <w:t xml:space="preserve"> </w:t>
      </w:r>
      <w:proofErr w:type="spellStart"/>
      <w:r w:rsidRPr="0058507E">
        <w:rPr>
          <w:rFonts w:ascii="Times New Roman" w:hAnsi="Times New Roman" w:cs="Times New Roman"/>
          <w:sz w:val="24"/>
          <w:szCs w:val="24"/>
          <w:shd w:val="clear" w:color="auto" w:fill="FFFFFF"/>
          <w:lang w:val="ru-RU"/>
        </w:rPr>
        <w:t>залізниця</w:t>
      </w:r>
      <w:proofErr w:type="spellEnd"/>
      <w:r w:rsidRPr="0058507E">
        <w:rPr>
          <w:rFonts w:ascii="Times New Roman" w:hAnsi="Times New Roman" w:cs="Times New Roman"/>
          <w:sz w:val="24"/>
          <w:szCs w:val="24"/>
          <w:shd w:val="clear" w:color="auto" w:fill="FFFFFF"/>
          <w:lang w:val="ru-RU"/>
        </w:rPr>
        <w:t>» ПАТ «</w:t>
      </w:r>
      <w:proofErr w:type="spellStart"/>
      <w:r w:rsidRPr="0058507E">
        <w:rPr>
          <w:rFonts w:ascii="Times New Roman" w:hAnsi="Times New Roman" w:cs="Times New Roman"/>
          <w:sz w:val="24"/>
          <w:szCs w:val="24"/>
          <w:shd w:val="clear" w:color="auto" w:fill="FFFFFF"/>
          <w:lang w:val="ru-RU"/>
        </w:rPr>
        <w:t>Укрзалізниця</w:t>
      </w:r>
      <w:proofErr w:type="spellEnd"/>
      <w:r w:rsidRPr="0058507E">
        <w:rPr>
          <w:rFonts w:ascii="Times New Roman" w:hAnsi="Times New Roman" w:cs="Times New Roman"/>
          <w:sz w:val="24"/>
          <w:szCs w:val="24"/>
          <w:shd w:val="clear" w:color="auto" w:fill="FFFFFF"/>
          <w:lang w:val="ru-RU"/>
        </w:rPr>
        <w:t>»</w:t>
      </w:r>
      <w:r w:rsidRPr="0058507E">
        <w:rPr>
          <w:rFonts w:ascii="Times New Roman" w:eastAsia="Times New Roman" w:hAnsi="Times New Roman" w:cs="Times New Roman"/>
          <w:color w:val="000000"/>
          <w:sz w:val="24"/>
          <w:szCs w:val="24"/>
          <w:lang w:val="ru-RU"/>
        </w:rPr>
        <w:t xml:space="preserve"> </w:t>
      </w:r>
      <w:proofErr w:type="spellStart"/>
      <w:r w:rsidRPr="0058507E">
        <w:rPr>
          <w:rFonts w:ascii="Times New Roman" w:eastAsia="Times New Roman" w:hAnsi="Times New Roman" w:cs="Times New Roman"/>
          <w:color w:val="000000"/>
          <w:sz w:val="24"/>
          <w:szCs w:val="24"/>
          <w:lang w:val="ru-RU"/>
        </w:rPr>
        <w:t>несе</w:t>
      </w:r>
      <w:proofErr w:type="spellEnd"/>
      <w:r w:rsidRPr="0058507E">
        <w:rPr>
          <w:rFonts w:ascii="Times New Roman" w:eastAsia="Times New Roman" w:hAnsi="Times New Roman" w:cs="Times New Roman"/>
          <w:color w:val="000000"/>
          <w:sz w:val="24"/>
          <w:szCs w:val="24"/>
          <w:lang w:val="ru-RU"/>
        </w:rPr>
        <w:t xml:space="preserve"> </w:t>
      </w:r>
      <w:proofErr w:type="spellStart"/>
      <w:r w:rsidRPr="0058507E">
        <w:rPr>
          <w:rFonts w:ascii="Times New Roman" w:eastAsia="Times New Roman" w:hAnsi="Times New Roman" w:cs="Times New Roman"/>
          <w:color w:val="000000"/>
          <w:sz w:val="24"/>
          <w:szCs w:val="24"/>
          <w:lang w:val="ru-RU"/>
        </w:rPr>
        <w:t>персональну</w:t>
      </w:r>
      <w:proofErr w:type="spellEnd"/>
      <w:r w:rsidRPr="0058507E">
        <w:rPr>
          <w:rFonts w:ascii="Times New Roman" w:eastAsia="Times New Roman" w:hAnsi="Times New Roman" w:cs="Times New Roman"/>
          <w:color w:val="000000"/>
          <w:sz w:val="24"/>
          <w:szCs w:val="24"/>
          <w:lang w:val="ru-RU"/>
        </w:rPr>
        <w:t xml:space="preserve"> </w:t>
      </w:r>
      <w:proofErr w:type="spellStart"/>
      <w:r w:rsidRPr="0058507E">
        <w:rPr>
          <w:rFonts w:ascii="Times New Roman" w:eastAsia="Times New Roman" w:hAnsi="Times New Roman" w:cs="Times New Roman"/>
          <w:color w:val="000000"/>
          <w:sz w:val="24"/>
          <w:szCs w:val="24"/>
          <w:lang w:val="ru-RU"/>
        </w:rPr>
        <w:t>відповідальність</w:t>
      </w:r>
      <w:proofErr w:type="spellEnd"/>
      <w:r w:rsidRPr="0058507E">
        <w:rPr>
          <w:rFonts w:ascii="Times New Roman" w:eastAsia="Times New Roman" w:hAnsi="Times New Roman" w:cs="Times New Roman"/>
          <w:color w:val="000000"/>
          <w:sz w:val="24"/>
          <w:szCs w:val="24"/>
          <w:lang w:val="ru-RU"/>
        </w:rPr>
        <w:t xml:space="preserve"> за </w:t>
      </w:r>
      <w:proofErr w:type="spellStart"/>
      <w:r w:rsidRPr="0058507E">
        <w:rPr>
          <w:rFonts w:ascii="Times New Roman" w:eastAsia="Times New Roman" w:hAnsi="Times New Roman" w:cs="Times New Roman"/>
          <w:color w:val="000000"/>
          <w:sz w:val="24"/>
          <w:szCs w:val="24"/>
          <w:lang w:val="ru-RU"/>
        </w:rPr>
        <w:t>достовірність</w:t>
      </w:r>
      <w:proofErr w:type="spellEnd"/>
      <w:r w:rsidRPr="0058507E">
        <w:rPr>
          <w:rFonts w:ascii="Times New Roman" w:eastAsia="Times New Roman" w:hAnsi="Times New Roman" w:cs="Times New Roman"/>
          <w:color w:val="000000"/>
          <w:sz w:val="24"/>
          <w:szCs w:val="24"/>
          <w:lang w:val="ru-RU"/>
        </w:rPr>
        <w:t xml:space="preserve"> </w:t>
      </w:r>
      <w:proofErr w:type="spellStart"/>
      <w:r w:rsidRPr="0058507E">
        <w:rPr>
          <w:rFonts w:ascii="Times New Roman" w:eastAsia="Times New Roman" w:hAnsi="Times New Roman" w:cs="Times New Roman"/>
          <w:color w:val="000000"/>
          <w:sz w:val="24"/>
          <w:szCs w:val="24"/>
          <w:lang w:val="ru-RU"/>
        </w:rPr>
        <w:t>наданих</w:t>
      </w:r>
      <w:proofErr w:type="spellEnd"/>
      <w:r w:rsidRPr="0058507E">
        <w:rPr>
          <w:rFonts w:ascii="Times New Roman" w:eastAsia="Times New Roman" w:hAnsi="Times New Roman" w:cs="Times New Roman"/>
          <w:color w:val="000000"/>
          <w:sz w:val="24"/>
          <w:szCs w:val="24"/>
          <w:lang w:val="ru-RU"/>
        </w:rPr>
        <w:t xml:space="preserve"> </w:t>
      </w:r>
      <w:proofErr w:type="spellStart"/>
      <w:r w:rsidRPr="0058507E">
        <w:rPr>
          <w:rFonts w:ascii="Times New Roman" w:eastAsia="Times New Roman" w:hAnsi="Times New Roman" w:cs="Times New Roman"/>
          <w:color w:val="000000"/>
          <w:sz w:val="24"/>
          <w:szCs w:val="24"/>
          <w:lang w:val="ru-RU"/>
        </w:rPr>
        <w:t>розрахунків</w:t>
      </w:r>
      <w:proofErr w:type="spellEnd"/>
      <w:r w:rsidRPr="0058507E">
        <w:rPr>
          <w:rFonts w:ascii="Times New Roman" w:eastAsia="Times New Roman" w:hAnsi="Times New Roman" w:cs="Times New Roman"/>
          <w:color w:val="000000"/>
          <w:sz w:val="24"/>
          <w:szCs w:val="24"/>
          <w:lang w:val="ru-RU"/>
        </w:rPr>
        <w:t xml:space="preserve"> та </w:t>
      </w:r>
      <w:proofErr w:type="spellStart"/>
      <w:r w:rsidRPr="0058507E">
        <w:rPr>
          <w:rFonts w:ascii="Times New Roman" w:eastAsia="Times New Roman" w:hAnsi="Times New Roman" w:cs="Times New Roman"/>
          <w:color w:val="000000"/>
          <w:sz w:val="24"/>
          <w:szCs w:val="24"/>
          <w:lang w:val="ru-RU"/>
        </w:rPr>
        <w:t>інших</w:t>
      </w:r>
      <w:proofErr w:type="spellEnd"/>
      <w:r w:rsidRPr="0058507E">
        <w:rPr>
          <w:rFonts w:ascii="Times New Roman" w:eastAsia="Times New Roman" w:hAnsi="Times New Roman" w:cs="Times New Roman"/>
          <w:color w:val="000000"/>
          <w:sz w:val="24"/>
          <w:szCs w:val="24"/>
          <w:lang w:val="ru-RU"/>
        </w:rPr>
        <w:t xml:space="preserve"> </w:t>
      </w:r>
      <w:proofErr w:type="spellStart"/>
      <w:r w:rsidRPr="0058507E">
        <w:rPr>
          <w:rFonts w:ascii="Times New Roman" w:eastAsia="Times New Roman" w:hAnsi="Times New Roman" w:cs="Times New Roman"/>
          <w:color w:val="000000"/>
          <w:sz w:val="24"/>
          <w:szCs w:val="24"/>
          <w:lang w:val="ru-RU"/>
        </w:rPr>
        <w:t>документів</w:t>
      </w:r>
      <w:proofErr w:type="spellEnd"/>
      <w:r w:rsidRPr="0058507E">
        <w:rPr>
          <w:rFonts w:ascii="Times New Roman" w:eastAsia="Times New Roman" w:hAnsi="Times New Roman" w:cs="Times New Roman"/>
          <w:color w:val="000000"/>
          <w:sz w:val="24"/>
          <w:szCs w:val="24"/>
          <w:lang w:val="ru-RU"/>
        </w:rPr>
        <w:t xml:space="preserve"> </w:t>
      </w:r>
      <w:proofErr w:type="spellStart"/>
      <w:r w:rsidRPr="0058507E">
        <w:rPr>
          <w:rFonts w:ascii="Times New Roman" w:eastAsia="Times New Roman" w:hAnsi="Times New Roman" w:cs="Times New Roman"/>
          <w:color w:val="000000"/>
          <w:sz w:val="24"/>
          <w:szCs w:val="24"/>
          <w:lang w:val="ru-RU"/>
        </w:rPr>
        <w:t>щодо</w:t>
      </w:r>
      <w:proofErr w:type="spellEnd"/>
      <w:r w:rsidRPr="0058507E">
        <w:rPr>
          <w:rFonts w:ascii="Times New Roman" w:eastAsia="Times New Roman" w:hAnsi="Times New Roman" w:cs="Times New Roman"/>
          <w:color w:val="000000"/>
          <w:sz w:val="24"/>
          <w:szCs w:val="24"/>
          <w:lang w:val="ru-RU"/>
        </w:rPr>
        <w:t xml:space="preserve"> </w:t>
      </w:r>
      <w:proofErr w:type="spellStart"/>
      <w:r w:rsidRPr="0058507E">
        <w:rPr>
          <w:rFonts w:ascii="Times New Roman" w:eastAsia="Times New Roman" w:hAnsi="Times New Roman" w:cs="Times New Roman"/>
          <w:color w:val="000000"/>
          <w:sz w:val="24"/>
          <w:szCs w:val="24"/>
          <w:lang w:val="ru-RU"/>
        </w:rPr>
        <w:t>проїзду</w:t>
      </w:r>
      <w:proofErr w:type="spellEnd"/>
      <w:r w:rsidRPr="0058507E">
        <w:rPr>
          <w:rFonts w:ascii="Times New Roman" w:eastAsia="Times New Roman" w:hAnsi="Times New Roman" w:cs="Times New Roman"/>
          <w:color w:val="000000"/>
          <w:sz w:val="24"/>
          <w:szCs w:val="24"/>
          <w:lang w:val="ru-RU"/>
        </w:rPr>
        <w:t xml:space="preserve"> </w:t>
      </w:r>
      <w:proofErr w:type="spellStart"/>
      <w:r w:rsidRPr="0058507E">
        <w:rPr>
          <w:rFonts w:ascii="Times New Roman" w:eastAsia="Times New Roman" w:hAnsi="Times New Roman" w:cs="Times New Roman"/>
          <w:color w:val="000000"/>
          <w:sz w:val="24"/>
          <w:szCs w:val="24"/>
          <w:lang w:val="ru-RU"/>
        </w:rPr>
        <w:t>пільгових</w:t>
      </w:r>
      <w:proofErr w:type="spellEnd"/>
      <w:r w:rsidRPr="0058507E">
        <w:rPr>
          <w:rFonts w:ascii="Times New Roman" w:eastAsia="Times New Roman" w:hAnsi="Times New Roman" w:cs="Times New Roman"/>
          <w:color w:val="000000"/>
          <w:sz w:val="24"/>
          <w:szCs w:val="24"/>
          <w:lang w:val="ru-RU"/>
        </w:rPr>
        <w:t xml:space="preserve"> </w:t>
      </w:r>
      <w:proofErr w:type="spellStart"/>
      <w:r w:rsidRPr="0058507E">
        <w:rPr>
          <w:rFonts w:ascii="Times New Roman" w:eastAsia="Times New Roman" w:hAnsi="Times New Roman" w:cs="Times New Roman"/>
          <w:color w:val="000000"/>
          <w:sz w:val="24"/>
          <w:szCs w:val="24"/>
          <w:lang w:val="ru-RU"/>
        </w:rPr>
        <w:t>категорій</w:t>
      </w:r>
      <w:proofErr w:type="spellEnd"/>
      <w:r w:rsidRPr="0058507E">
        <w:rPr>
          <w:rFonts w:ascii="Times New Roman" w:eastAsia="Times New Roman" w:hAnsi="Times New Roman" w:cs="Times New Roman"/>
          <w:color w:val="000000"/>
          <w:sz w:val="24"/>
          <w:szCs w:val="24"/>
          <w:lang w:val="ru-RU"/>
        </w:rPr>
        <w:t xml:space="preserve"> </w:t>
      </w:r>
      <w:proofErr w:type="spellStart"/>
      <w:r w:rsidRPr="0058507E">
        <w:rPr>
          <w:rFonts w:ascii="Times New Roman" w:eastAsia="Times New Roman" w:hAnsi="Times New Roman" w:cs="Times New Roman"/>
          <w:color w:val="000000"/>
          <w:sz w:val="24"/>
          <w:szCs w:val="24"/>
          <w:lang w:val="ru-RU"/>
        </w:rPr>
        <w:t>громадян</w:t>
      </w:r>
      <w:proofErr w:type="spellEnd"/>
      <w:r w:rsidRPr="0058507E">
        <w:rPr>
          <w:rFonts w:ascii="Times New Roman" w:eastAsia="Times New Roman" w:hAnsi="Times New Roman" w:cs="Times New Roman"/>
          <w:color w:val="000000"/>
          <w:sz w:val="24"/>
          <w:szCs w:val="24"/>
          <w:lang w:val="ru-RU"/>
        </w:rPr>
        <w:t xml:space="preserve"> (</w:t>
      </w:r>
      <w:proofErr w:type="spellStart"/>
      <w:r w:rsidRPr="0058507E">
        <w:rPr>
          <w:rFonts w:ascii="Times New Roman" w:eastAsia="Times New Roman" w:hAnsi="Times New Roman" w:cs="Times New Roman"/>
          <w:color w:val="000000"/>
          <w:sz w:val="24"/>
          <w:szCs w:val="24"/>
          <w:lang w:val="ru-RU"/>
        </w:rPr>
        <w:t>жителів</w:t>
      </w:r>
      <w:proofErr w:type="spellEnd"/>
      <w:r w:rsidRPr="0058507E">
        <w:rPr>
          <w:rFonts w:ascii="Times New Roman" w:eastAsia="Times New Roman" w:hAnsi="Times New Roman" w:cs="Times New Roman"/>
          <w:color w:val="000000"/>
          <w:sz w:val="24"/>
          <w:szCs w:val="24"/>
          <w:lang w:val="ru-RU"/>
        </w:rPr>
        <w:t xml:space="preserve"> </w:t>
      </w:r>
      <w:proofErr w:type="spellStart"/>
      <w:r w:rsidRPr="0058507E">
        <w:rPr>
          <w:rFonts w:ascii="Times New Roman" w:eastAsia="Times New Roman" w:hAnsi="Times New Roman" w:cs="Times New Roman"/>
          <w:color w:val="000000"/>
          <w:sz w:val="24"/>
          <w:szCs w:val="24"/>
          <w:lang w:val="ru-RU"/>
        </w:rPr>
        <w:t>Крупецької</w:t>
      </w:r>
      <w:proofErr w:type="spellEnd"/>
      <w:r w:rsidRPr="0058507E">
        <w:rPr>
          <w:rFonts w:ascii="Times New Roman" w:eastAsia="Times New Roman" w:hAnsi="Times New Roman" w:cs="Times New Roman"/>
          <w:color w:val="000000"/>
          <w:sz w:val="24"/>
          <w:szCs w:val="24"/>
          <w:lang w:val="ru-RU"/>
        </w:rPr>
        <w:t xml:space="preserve"> </w:t>
      </w:r>
      <w:proofErr w:type="spellStart"/>
      <w:r w:rsidRPr="0058507E">
        <w:rPr>
          <w:rFonts w:ascii="Times New Roman" w:eastAsia="Times New Roman" w:hAnsi="Times New Roman" w:cs="Times New Roman"/>
          <w:color w:val="000000"/>
          <w:sz w:val="24"/>
          <w:szCs w:val="24"/>
          <w:lang w:val="ru-RU"/>
        </w:rPr>
        <w:t>сільської</w:t>
      </w:r>
      <w:proofErr w:type="spellEnd"/>
      <w:r w:rsidRPr="0058507E">
        <w:rPr>
          <w:rFonts w:ascii="Times New Roman" w:eastAsia="Times New Roman" w:hAnsi="Times New Roman" w:cs="Times New Roman"/>
          <w:color w:val="000000"/>
          <w:sz w:val="24"/>
          <w:szCs w:val="24"/>
          <w:lang w:val="ru-RU"/>
        </w:rPr>
        <w:t xml:space="preserve"> ТГ).</w:t>
      </w:r>
    </w:p>
    <w:p w:rsidR="0058507E" w:rsidRPr="0058507E" w:rsidRDefault="0058507E" w:rsidP="0058507E">
      <w:pPr>
        <w:pStyle w:val="af5"/>
        <w:numPr>
          <w:ilvl w:val="0"/>
          <w:numId w:val="1"/>
        </w:numPr>
        <w:shd w:val="clear" w:color="auto" w:fill="FFFFFF"/>
        <w:tabs>
          <w:tab w:val="left" w:pos="851"/>
        </w:tabs>
        <w:spacing w:after="0"/>
        <w:ind w:left="0" w:firstLine="567"/>
        <w:jc w:val="both"/>
        <w:rPr>
          <w:rFonts w:ascii="Times New Roman" w:eastAsia="Times New Roman" w:hAnsi="Times New Roman" w:cs="Times New Roman"/>
          <w:sz w:val="24"/>
          <w:szCs w:val="24"/>
          <w:lang w:val="ru-RU"/>
        </w:rPr>
      </w:pPr>
      <w:proofErr w:type="spellStart"/>
      <w:r w:rsidRPr="0058507E">
        <w:rPr>
          <w:rFonts w:ascii="Times New Roman" w:eastAsia="Times New Roman" w:hAnsi="Times New Roman" w:cs="Times New Roman"/>
          <w:sz w:val="24"/>
          <w:szCs w:val="24"/>
          <w:lang w:val="ru-RU"/>
        </w:rPr>
        <w:t>Розпорядник</w:t>
      </w:r>
      <w:proofErr w:type="spellEnd"/>
      <w:r w:rsidRPr="0058507E">
        <w:rPr>
          <w:rFonts w:ascii="Times New Roman" w:eastAsia="Times New Roman" w:hAnsi="Times New Roman" w:cs="Times New Roman"/>
          <w:sz w:val="24"/>
          <w:szCs w:val="24"/>
          <w:lang w:val="ru-RU"/>
        </w:rPr>
        <w:t xml:space="preserve"> </w:t>
      </w:r>
      <w:proofErr w:type="spellStart"/>
      <w:r w:rsidRPr="0058507E">
        <w:rPr>
          <w:rFonts w:ascii="Times New Roman" w:eastAsia="Times New Roman" w:hAnsi="Times New Roman" w:cs="Times New Roman"/>
          <w:sz w:val="24"/>
          <w:szCs w:val="24"/>
          <w:lang w:val="ru-RU"/>
        </w:rPr>
        <w:t>бере</w:t>
      </w:r>
      <w:proofErr w:type="spellEnd"/>
      <w:r w:rsidRPr="0058507E">
        <w:rPr>
          <w:rFonts w:ascii="Times New Roman" w:eastAsia="Times New Roman" w:hAnsi="Times New Roman" w:cs="Times New Roman"/>
          <w:sz w:val="24"/>
          <w:szCs w:val="24"/>
          <w:lang w:val="ru-RU"/>
        </w:rPr>
        <w:t xml:space="preserve"> </w:t>
      </w:r>
      <w:proofErr w:type="spellStart"/>
      <w:r w:rsidRPr="0058507E">
        <w:rPr>
          <w:rFonts w:ascii="Times New Roman" w:eastAsia="Times New Roman" w:hAnsi="Times New Roman" w:cs="Times New Roman"/>
          <w:sz w:val="24"/>
          <w:szCs w:val="24"/>
          <w:lang w:val="ru-RU"/>
        </w:rPr>
        <w:t>бюджетні</w:t>
      </w:r>
      <w:proofErr w:type="spellEnd"/>
      <w:r w:rsidRPr="0058507E">
        <w:rPr>
          <w:rFonts w:ascii="Times New Roman" w:eastAsia="Times New Roman" w:hAnsi="Times New Roman" w:cs="Times New Roman"/>
          <w:sz w:val="24"/>
          <w:szCs w:val="24"/>
          <w:lang w:val="ru-RU"/>
        </w:rPr>
        <w:t xml:space="preserve"> </w:t>
      </w:r>
      <w:proofErr w:type="spellStart"/>
      <w:r w:rsidRPr="0058507E">
        <w:rPr>
          <w:rFonts w:ascii="Times New Roman" w:eastAsia="Times New Roman" w:hAnsi="Times New Roman" w:cs="Times New Roman"/>
          <w:sz w:val="24"/>
          <w:szCs w:val="24"/>
          <w:lang w:val="ru-RU"/>
        </w:rPr>
        <w:t>зобов’язання</w:t>
      </w:r>
      <w:proofErr w:type="spellEnd"/>
      <w:r w:rsidRPr="0058507E">
        <w:rPr>
          <w:rFonts w:ascii="Times New Roman" w:eastAsia="Times New Roman" w:hAnsi="Times New Roman" w:cs="Times New Roman"/>
          <w:sz w:val="24"/>
          <w:szCs w:val="24"/>
          <w:lang w:val="ru-RU"/>
        </w:rPr>
        <w:t xml:space="preserve"> та </w:t>
      </w:r>
      <w:proofErr w:type="spellStart"/>
      <w:r w:rsidRPr="0058507E">
        <w:rPr>
          <w:rFonts w:ascii="Times New Roman" w:eastAsia="Times New Roman" w:hAnsi="Times New Roman" w:cs="Times New Roman"/>
          <w:sz w:val="24"/>
          <w:szCs w:val="24"/>
          <w:lang w:val="ru-RU"/>
        </w:rPr>
        <w:t>здійснює</w:t>
      </w:r>
      <w:proofErr w:type="spellEnd"/>
      <w:r w:rsidRPr="0058507E">
        <w:rPr>
          <w:rFonts w:ascii="Times New Roman" w:eastAsia="Times New Roman" w:hAnsi="Times New Roman" w:cs="Times New Roman"/>
          <w:sz w:val="24"/>
          <w:szCs w:val="24"/>
          <w:lang w:val="ru-RU"/>
        </w:rPr>
        <w:t xml:space="preserve"> </w:t>
      </w:r>
      <w:proofErr w:type="spellStart"/>
      <w:r w:rsidRPr="0058507E">
        <w:rPr>
          <w:rFonts w:ascii="Times New Roman" w:eastAsia="Times New Roman" w:hAnsi="Times New Roman" w:cs="Times New Roman"/>
          <w:sz w:val="24"/>
          <w:szCs w:val="24"/>
          <w:lang w:val="ru-RU"/>
        </w:rPr>
        <w:t>відповідні</w:t>
      </w:r>
      <w:proofErr w:type="spellEnd"/>
      <w:r w:rsidRPr="0058507E">
        <w:rPr>
          <w:rFonts w:ascii="Times New Roman" w:eastAsia="Times New Roman" w:hAnsi="Times New Roman" w:cs="Times New Roman"/>
          <w:sz w:val="24"/>
          <w:szCs w:val="24"/>
          <w:lang w:val="ru-RU"/>
        </w:rPr>
        <w:t xml:space="preserve"> </w:t>
      </w:r>
      <w:proofErr w:type="spellStart"/>
      <w:r w:rsidRPr="0058507E">
        <w:rPr>
          <w:rFonts w:ascii="Times New Roman" w:eastAsia="Times New Roman" w:hAnsi="Times New Roman" w:cs="Times New Roman"/>
          <w:sz w:val="24"/>
          <w:szCs w:val="24"/>
          <w:lang w:val="ru-RU"/>
        </w:rPr>
        <w:t>видатки</w:t>
      </w:r>
      <w:proofErr w:type="spellEnd"/>
      <w:r w:rsidRPr="0058507E">
        <w:rPr>
          <w:rFonts w:ascii="Times New Roman" w:eastAsia="Times New Roman" w:hAnsi="Times New Roman" w:cs="Times New Roman"/>
          <w:sz w:val="24"/>
          <w:szCs w:val="24"/>
          <w:lang w:val="ru-RU"/>
        </w:rPr>
        <w:t xml:space="preserve"> за </w:t>
      </w:r>
      <w:proofErr w:type="spellStart"/>
      <w:r w:rsidRPr="0058507E">
        <w:rPr>
          <w:rFonts w:ascii="Times New Roman" w:eastAsia="Times New Roman" w:hAnsi="Times New Roman" w:cs="Times New Roman"/>
          <w:sz w:val="24"/>
          <w:szCs w:val="24"/>
          <w:lang w:val="ru-RU"/>
        </w:rPr>
        <w:t>загальним</w:t>
      </w:r>
      <w:proofErr w:type="spellEnd"/>
      <w:r w:rsidRPr="0058507E">
        <w:rPr>
          <w:rFonts w:ascii="Times New Roman" w:eastAsia="Times New Roman" w:hAnsi="Times New Roman" w:cs="Times New Roman"/>
          <w:sz w:val="24"/>
          <w:szCs w:val="24"/>
          <w:lang w:val="ru-RU"/>
        </w:rPr>
        <w:t xml:space="preserve"> фондом бюджету </w:t>
      </w:r>
      <w:proofErr w:type="spellStart"/>
      <w:r w:rsidRPr="0058507E">
        <w:rPr>
          <w:rFonts w:ascii="Times New Roman" w:eastAsia="Times New Roman" w:hAnsi="Times New Roman" w:cs="Times New Roman"/>
          <w:sz w:val="24"/>
          <w:szCs w:val="24"/>
          <w:lang w:val="ru-RU"/>
        </w:rPr>
        <w:t>Крупецької</w:t>
      </w:r>
      <w:proofErr w:type="spellEnd"/>
      <w:r w:rsidRPr="0058507E">
        <w:rPr>
          <w:rFonts w:ascii="Times New Roman" w:eastAsia="Times New Roman" w:hAnsi="Times New Roman" w:cs="Times New Roman"/>
          <w:sz w:val="24"/>
          <w:szCs w:val="24"/>
          <w:lang w:val="ru-RU"/>
        </w:rPr>
        <w:t xml:space="preserve"> </w:t>
      </w:r>
      <w:proofErr w:type="spellStart"/>
      <w:r w:rsidRPr="0058507E">
        <w:rPr>
          <w:rFonts w:ascii="Times New Roman" w:eastAsia="Times New Roman" w:hAnsi="Times New Roman" w:cs="Times New Roman"/>
          <w:sz w:val="24"/>
          <w:szCs w:val="24"/>
          <w:lang w:val="ru-RU"/>
        </w:rPr>
        <w:t>сільської</w:t>
      </w:r>
      <w:proofErr w:type="spellEnd"/>
      <w:r w:rsidRPr="0058507E">
        <w:rPr>
          <w:rFonts w:ascii="Times New Roman" w:eastAsia="Times New Roman" w:hAnsi="Times New Roman" w:cs="Times New Roman"/>
          <w:sz w:val="24"/>
          <w:szCs w:val="24"/>
          <w:lang w:val="ru-RU"/>
        </w:rPr>
        <w:t xml:space="preserve"> ТГ </w:t>
      </w:r>
      <w:proofErr w:type="spellStart"/>
      <w:r w:rsidRPr="0058507E">
        <w:rPr>
          <w:rFonts w:ascii="Times New Roman" w:eastAsia="Times New Roman" w:hAnsi="Times New Roman" w:cs="Times New Roman"/>
          <w:sz w:val="24"/>
          <w:szCs w:val="24"/>
          <w:lang w:val="ru-RU"/>
        </w:rPr>
        <w:t>тільки</w:t>
      </w:r>
      <w:proofErr w:type="spellEnd"/>
      <w:r w:rsidRPr="0058507E">
        <w:rPr>
          <w:rFonts w:ascii="Times New Roman" w:eastAsia="Times New Roman" w:hAnsi="Times New Roman" w:cs="Times New Roman"/>
          <w:sz w:val="24"/>
          <w:szCs w:val="24"/>
          <w:lang w:val="ru-RU"/>
        </w:rPr>
        <w:t xml:space="preserve"> в межах </w:t>
      </w:r>
      <w:proofErr w:type="spellStart"/>
      <w:r w:rsidRPr="0058507E">
        <w:rPr>
          <w:rFonts w:ascii="Times New Roman" w:eastAsia="Times New Roman" w:hAnsi="Times New Roman" w:cs="Times New Roman"/>
          <w:sz w:val="24"/>
          <w:szCs w:val="24"/>
          <w:lang w:val="ru-RU"/>
        </w:rPr>
        <w:t>бюджетних</w:t>
      </w:r>
      <w:proofErr w:type="spellEnd"/>
      <w:r w:rsidRPr="0058507E">
        <w:rPr>
          <w:rFonts w:ascii="Times New Roman" w:eastAsia="Times New Roman" w:hAnsi="Times New Roman" w:cs="Times New Roman"/>
          <w:sz w:val="24"/>
          <w:szCs w:val="24"/>
          <w:lang w:val="ru-RU"/>
        </w:rPr>
        <w:t xml:space="preserve"> </w:t>
      </w:r>
      <w:proofErr w:type="spellStart"/>
      <w:r w:rsidRPr="0058507E">
        <w:rPr>
          <w:rFonts w:ascii="Times New Roman" w:eastAsia="Times New Roman" w:hAnsi="Times New Roman" w:cs="Times New Roman"/>
          <w:sz w:val="24"/>
          <w:szCs w:val="24"/>
          <w:lang w:val="ru-RU"/>
        </w:rPr>
        <w:t>асигнувань</w:t>
      </w:r>
      <w:proofErr w:type="spellEnd"/>
      <w:r w:rsidRPr="0058507E">
        <w:rPr>
          <w:rFonts w:ascii="Times New Roman" w:eastAsia="Times New Roman" w:hAnsi="Times New Roman" w:cs="Times New Roman"/>
          <w:sz w:val="24"/>
          <w:szCs w:val="24"/>
          <w:lang w:val="ru-RU"/>
        </w:rPr>
        <w:t>.</w:t>
      </w:r>
    </w:p>
    <w:p w:rsidR="0058507E" w:rsidRPr="00DB2250" w:rsidRDefault="0058507E" w:rsidP="0058507E">
      <w:pPr>
        <w:shd w:val="clear" w:color="auto" w:fill="FFFFFF"/>
        <w:tabs>
          <w:tab w:val="left" w:pos="851"/>
        </w:tabs>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Pr="00DB2250">
        <w:rPr>
          <w:rFonts w:ascii="Times New Roman" w:eastAsia="Times New Roman" w:hAnsi="Times New Roman" w:cs="Times New Roman"/>
          <w:sz w:val="24"/>
          <w:szCs w:val="24"/>
        </w:rPr>
        <w:t>. Розпорядник коштів підписує акти звіряння розрахунків та упродовж 7 робочих днів забезпечує реєстрацію фінансових зобов’язань в органах Державної казначейської служби.</w:t>
      </w:r>
    </w:p>
    <w:p w:rsidR="0058507E" w:rsidRDefault="0058507E" w:rsidP="0058507E">
      <w:pPr>
        <w:shd w:val="clear" w:color="auto" w:fill="FFFFFF"/>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Pr="00DB2250">
        <w:rPr>
          <w:rFonts w:ascii="Times New Roman" w:eastAsia="Times New Roman" w:hAnsi="Times New Roman" w:cs="Times New Roman"/>
          <w:sz w:val="24"/>
          <w:szCs w:val="24"/>
        </w:rPr>
        <w:t>. Після надходження фінансування Розпорядник забезпечує протягом 5</w:t>
      </w:r>
      <w:r>
        <w:rPr>
          <w:rFonts w:ascii="Times New Roman" w:eastAsia="Times New Roman" w:hAnsi="Times New Roman" w:cs="Times New Roman"/>
          <w:sz w:val="24"/>
          <w:szCs w:val="24"/>
        </w:rPr>
        <w:t xml:space="preserve"> </w:t>
      </w:r>
      <w:r w:rsidRPr="00DB225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DB2250">
        <w:rPr>
          <w:rFonts w:ascii="Times New Roman" w:eastAsia="Times New Roman" w:hAnsi="Times New Roman" w:cs="Times New Roman"/>
          <w:sz w:val="24"/>
          <w:szCs w:val="24"/>
        </w:rPr>
        <w:t>х робочих днів перерахування коштів на рахунки організацій за надані пільгові послуги.</w:t>
      </w:r>
    </w:p>
    <w:p w:rsidR="0058507E" w:rsidRPr="003A59E9" w:rsidRDefault="0058507E" w:rsidP="0058507E">
      <w:pPr>
        <w:shd w:val="clear" w:color="auto" w:fill="FFFFFF"/>
        <w:spacing w:after="0"/>
        <w:ind w:firstLine="567"/>
        <w:jc w:val="both"/>
        <w:rPr>
          <w:rFonts w:ascii="Times New Roman" w:eastAsia="Times New Roman" w:hAnsi="Times New Roman" w:cs="Times New Roman"/>
          <w:sz w:val="24"/>
          <w:szCs w:val="24"/>
        </w:rPr>
      </w:pPr>
      <w:r w:rsidRPr="003A59E9">
        <w:rPr>
          <w:rFonts w:ascii="Times New Roman" w:eastAsia="Times New Roman" w:hAnsi="Times New Roman" w:cs="Times New Roman"/>
          <w:sz w:val="24"/>
          <w:szCs w:val="24"/>
        </w:rPr>
        <w:t xml:space="preserve">9. </w:t>
      </w:r>
      <w:r w:rsidRPr="003A59E9">
        <w:rPr>
          <w:rFonts w:ascii="Times New Roman" w:eastAsia="Times New Roman" w:hAnsi="Times New Roman" w:cs="Times New Roman"/>
          <w:color w:val="000000"/>
          <w:sz w:val="24"/>
          <w:szCs w:val="24"/>
        </w:rPr>
        <w:t xml:space="preserve">Здійснення відшкодування коштів Перевізнику за пільгове перевезення окремих категорій громадян (жителів </w:t>
      </w:r>
      <w:proofErr w:type="spellStart"/>
      <w:r>
        <w:rPr>
          <w:rFonts w:ascii="Times New Roman" w:eastAsia="Times New Roman" w:hAnsi="Times New Roman" w:cs="Times New Roman"/>
          <w:color w:val="000000"/>
          <w:sz w:val="24"/>
          <w:szCs w:val="24"/>
        </w:rPr>
        <w:t>Крупецької</w:t>
      </w:r>
      <w:proofErr w:type="spellEnd"/>
      <w:r>
        <w:rPr>
          <w:rFonts w:ascii="Times New Roman" w:eastAsia="Times New Roman" w:hAnsi="Times New Roman" w:cs="Times New Roman"/>
          <w:color w:val="000000"/>
          <w:sz w:val="24"/>
          <w:szCs w:val="24"/>
        </w:rPr>
        <w:t xml:space="preserve"> сільської ТГ</w:t>
      </w:r>
      <w:r w:rsidRPr="003A59E9">
        <w:rPr>
          <w:rFonts w:ascii="Times New Roman" w:eastAsia="Times New Roman" w:hAnsi="Times New Roman" w:cs="Times New Roman"/>
          <w:color w:val="000000"/>
          <w:sz w:val="24"/>
          <w:szCs w:val="24"/>
        </w:rPr>
        <w:t>) в залізничному транспорті приміського сполучення припиняється у разі закінчення терміну дії договору про перевезення пасажирів, або позбавлення ліцензії на здійснення залізничних пасажирськи</w:t>
      </w:r>
      <w:r>
        <w:rPr>
          <w:rFonts w:ascii="Times New Roman" w:eastAsia="Times New Roman" w:hAnsi="Times New Roman" w:cs="Times New Roman"/>
          <w:color w:val="000000"/>
          <w:sz w:val="24"/>
          <w:szCs w:val="24"/>
        </w:rPr>
        <w:t>х</w:t>
      </w:r>
      <w:r w:rsidRPr="003A59E9">
        <w:rPr>
          <w:rFonts w:ascii="Times New Roman" w:eastAsia="Times New Roman" w:hAnsi="Times New Roman" w:cs="Times New Roman"/>
          <w:color w:val="000000"/>
          <w:sz w:val="24"/>
          <w:szCs w:val="24"/>
        </w:rPr>
        <w:t xml:space="preserve"> перевезень, або повного використання бюджетних асигнувань, передбачених в бюджеті </w:t>
      </w:r>
      <w:proofErr w:type="spellStart"/>
      <w:r>
        <w:rPr>
          <w:rFonts w:ascii="Times New Roman" w:eastAsia="Times New Roman" w:hAnsi="Times New Roman" w:cs="Times New Roman"/>
          <w:color w:val="000000"/>
          <w:sz w:val="24"/>
          <w:szCs w:val="24"/>
        </w:rPr>
        <w:t>Крупецької</w:t>
      </w:r>
      <w:proofErr w:type="spellEnd"/>
      <w:r>
        <w:rPr>
          <w:rFonts w:ascii="Times New Roman" w:eastAsia="Times New Roman" w:hAnsi="Times New Roman" w:cs="Times New Roman"/>
          <w:color w:val="000000"/>
          <w:sz w:val="24"/>
          <w:szCs w:val="24"/>
        </w:rPr>
        <w:t xml:space="preserve"> сільської ради</w:t>
      </w:r>
      <w:r w:rsidRPr="003A59E9">
        <w:rPr>
          <w:rFonts w:ascii="Times New Roman" w:eastAsia="Times New Roman" w:hAnsi="Times New Roman" w:cs="Times New Roman"/>
          <w:color w:val="000000"/>
          <w:sz w:val="24"/>
          <w:szCs w:val="24"/>
        </w:rPr>
        <w:t xml:space="preserve"> на відповідний рік на зазначені цілі</w:t>
      </w:r>
      <w:r>
        <w:rPr>
          <w:rFonts w:ascii="Times New Roman" w:eastAsia="Times New Roman" w:hAnsi="Times New Roman" w:cs="Times New Roman"/>
          <w:color w:val="000000"/>
          <w:sz w:val="24"/>
          <w:szCs w:val="24"/>
        </w:rPr>
        <w:t>.</w:t>
      </w:r>
    </w:p>
    <w:p w:rsidR="0058507E" w:rsidRPr="00DB2250" w:rsidRDefault="0058507E" w:rsidP="0058507E">
      <w:pPr>
        <w:shd w:val="clear" w:color="auto" w:fill="FFFFFF"/>
        <w:spacing w:after="0"/>
        <w:ind w:firstLine="567"/>
        <w:jc w:val="both"/>
        <w:rPr>
          <w:rFonts w:ascii="Times New Roman" w:eastAsia="Times New Roman" w:hAnsi="Times New Roman" w:cs="Times New Roman"/>
          <w:sz w:val="24"/>
          <w:szCs w:val="24"/>
        </w:rPr>
      </w:pPr>
    </w:p>
    <w:p w:rsidR="0058507E" w:rsidRDefault="0058507E" w:rsidP="0058507E">
      <w:pPr>
        <w:jc w:val="center"/>
      </w:pPr>
    </w:p>
    <w:p w:rsidR="0058507E" w:rsidRDefault="0058507E" w:rsidP="0058507E">
      <w:pPr>
        <w:jc w:val="center"/>
      </w:pPr>
    </w:p>
    <w:p w:rsidR="0058507E" w:rsidRDefault="0058507E" w:rsidP="0058507E">
      <w:pPr>
        <w:jc w:val="center"/>
      </w:pPr>
    </w:p>
    <w:p w:rsidR="003444FC" w:rsidRPr="0058507E" w:rsidRDefault="0058507E" w:rsidP="0058507E">
      <w:pPr>
        <w:spacing w:after="0"/>
        <w:ind w:left="425" w:hanging="425"/>
        <w:jc w:val="both"/>
        <w:rPr>
          <w:rFonts w:ascii="Times New Roman" w:eastAsia="Times New Roman" w:hAnsi="Times New Roman" w:cs="Times New Roman"/>
          <w:sz w:val="24"/>
          <w:szCs w:val="24"/>
          <w:lang w:val="ru-RU"/>
        </w:rPr>
      </w:pPr>
      <w:r w:rsidRPr="00414FCA">
        <w:rPr>
          <w:rFonts w:ascii="Times New Roman" w:eastAsia="Times New Roman" w:hAnsi="Times New Roman" w:cs="Times New Roman"/>
          <w:sz w:val="24"/>
          <w:szCs w:val="24"/>
        </w:rPr>
        <w:t xml:space="preserve">Сільський голова </w:t>
      </w:r>
      <w:r w:rsidRPr="00414FCA">
        <w:rPr>
          <w:rFonts w:ascii="Times New Roman" w:eastAsia="Times New Roman" w:hAnsi="Times New Roman" w:cs="Times New Roman"/>
          <w:sz w:val="24"/>
          <w:szCs w:val="24"/>
        </w:rPr>
        <w:tab/>
      </w:r>
      <w:r w:rsidRPr="00414FCA">
        <w:rPr>
          <w:rFonts w:ascii="Times New Roman" w:eastAsia="Times New Roman" w:hAnsi="Times New Roman" w:cs="Times New Roman"/>
          <w:sz w:val="24"/>
          <w:szCs w:val="24"/>
        </w:rPr>
        <w:tab/>
      </w:r>
      <w:r w:rsidRPr="00414FCA">
        <w:rPr>
          <w:rFonts w:ascii="Times New Roman" w:eastAsia="Times New Roman" w:hAnsi="Times New Roman" w:cs="Times New Roman"/>
          <w:sz w:val="24"/>
          <w:szCs w:val="24"/>
        </w:rPr>
        <w:tab/>
      </w:r>
      <w:r w:rsidRPr="00414FCA">
        <w:rPr>
          <w:rFonts w:ascii="Times New Roman" w:eastAsia="Times New Roman" w:hAnsi="Times New Roman" w:cs="Times New Roman"/>
          <w:sz w:val="24"/>
          <w:szCs w:val="24"/>
        </w:rPr>
        <w:tab/>
      </w:r>
      <w:r w:rsidRPr="00414FCA">
        <w:rPr>
          <w:rFonts w:ascii="Times New Roman" w:eastAsia="Times New Roman" w:hAnsi="Times New Roman" w:cs="Times New Roman"/>
          <w:sz w:val="24"/>
          <w:szCs w:val="24"/>
        </w:rPr>
        <w:tab/>
      </w:r>
      <w:r w:rsidRPr="00414FCA">
        <w:rPr>
          <w:rFonts w:ascii="Times New Roman" w:eastAsia="Times New Roman" w:hAnsi="Times New Roman" w:cs="Times New Roman"/>
          <w:sz w:val="24"/>
          <w:szCs w:val="24"/>
        </w:rPr>
        <w:tab/>
      </w:r>
      <w:r w:rsidRPr="00414FCA">
        <w:rPr>
          <w:rFonts w:ascii="Times New Roman" w:eastAsia="Times New Roman" w:hAnsi="Times New Roman" w:cs="Times New Roman"/>
          <w:sz w:val="24"/>
          <w:szCs w:val="24"/>
        </w:rPr>
        <w:tab/>
      </w:r>
      <w:r w:rsidRPr="00414FCA">
        <w:rPr>
          <w:rFonts w:ascii="Times New Roman" w:eastAsia="Times New Roman" w:hAnsi="Times New Roman" w:cs="Times New Roman"/>
          <w:sz w:val="24"/>
          <w:szCs w:val="24"/>
        </w:rPr>
        <w:tab/>
        <w:t>Валерій МИХАЛЮК</w:t>
      </w:r>
    </w:p>
    <w:sectPr w:rsidR="003444FC" w:rsidRPr="0058507E">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2E4E9F"/>
    <w:multiLevelType w:val="hybridMultilevel"/>
    <w:tmpl w:val="D40687D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08"/>
  <w:hyphenationZone w:val="425"/>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507E"/>
    <w:rsid w:val="003444FC"/>
    <w:rsid w:val="0058507E"/>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507E"/>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rPr>
  </w:style>
  <w:style w:type="paragraph" w:styleId="af1">
    <w:name w:val="TOC Heading"/>
    <w:basedOn w:val="1"/>
    <w:next w:val="a"/>
    <w:uiPriority w:val="39"/>
    <w:semiHidden/>
    <w:unhideWhenUsed/>
    <w:qFormat/>
    <w:pPr>
      <w:outlineLvl w:val="9"/>
    </w:pPr>
  </w:style>
  <w:style w:type="paragraph" w:styleId="af2">
    <w:name w:val="No Spacing"/>
    <w:link w:val="af3"/>
    <w:uiPriority w:val="99"/>
    <w:qFormat/>
    <w:pPr>
      <w:spacing w:after="0" w:line="240" w:lineRule="auto"/>
    </w:pPr>
  </w:style>
  <w:style w:type="character" w:customStyle="1" w:styleId="HTML">
    <w:name w:val="Стандартный HTML Знак"/>
    <w:aliases w:val="Знак2 Знак, Знак2 Знак"/>
    <w:link w:val="HTML0"/>
    <w:locked/>
    <w:rsid w:val="0058507E"/>
    <w:rPr>
      <w:rFonts w:ascii="Courier New" w:hAnsi="Courier New" w:cs="Courier New"/>
    </w:rPr>
  </w:style>
  <w:style w:type="paragraph" w:styleId="HTML0">
    <w:name w:val="HTML Preformatted"/>
    <w:aliases w:val="Знак2, Знак2"/>
    <w:basedOn w:val="a"/>
    <w:link w:val="HTML"/>
    <w:unhideWhenUsed/>
    <w:rsid w:val="0058507E"/>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basedOn w:val="a0"/>
    <w:uiPriority w:val="99"/>
    <w:semiHidden/>
    <w:rsid w:val="0058507E"/>
    <w:rPr>
      <w:rFonts w:ascii="Consolas" w:hAnsi="Consolas"/>
      <w:sz w:val="20"/>
      <w:szCs w:val="20"/>
      <w:lang w:val="uk-UA" w:eastAsia="uk-UA"/>
    </w:rPr>
  </w:style>
  <w:style w:type="character" w:customStyle="1" w:styleId="af4">
    <w:name w:val="Абзац списка Знак"/>
    <w:link w:val="af5"/>
    <w:uiPriority w:val="34"/>
    <w:locked/>
    <w:rsid w:val="0058507E"/>
  </w:style>
  <w:style w:type="paragraph" w:styleId="af5">
    <w:name w:val="List Paragraph"/>
    <w:basedOn w:val="a"/>
    <w:link w:val="af4"/>
    <w:uiPriority w:val="34"/>
    <w:qFormat/>
    <w:rsid w:val="0058507E"/>
    <w:pPr>
      <w:ind w:left="720"/>
      <w:contextualSpacing/>
    </w:pPr>
    <w:rPr>
      <w:lang w:val="en-US" w:eastAsia="ja-JP"/>
    </w:rPr>
  </w:style>
  <w:style w:type="paragraph" w:styleId="af6">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7"/>
    <w:uiPriority w:val="99"/>
    <w:unhideWhenUsed/>
    <w:qFormat/>
    <w:rsid w:val="0058507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f7">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6"/>
    <w:uiPriority w:val="99"/>
    <w:locked/>
    <w:rsid w:val="0058507E"/>
    <w:rPr>
      <w:rFonts w:ascii="Times New Roman" w:eastAsia="Times New Roman" w:hAnsi="Times New Roman" w:cs="Times New Roman"/>
      <w:sz w:val="24"/>
      <w:szCs w:val="24"/>
      <w:lang w:val="ru-RU" w:eastAsia="ru-RU"/>
    </w:rPr>
  </w:style>
  <w:style w:type="character" w:customStyle="1" w:styleId="af3">
    <w:name w:val="Без интервала Знак"/>
    <w:link w:val="af2"/>
    <w:uiPriority w:val="99"/>
    <w:rsid w:val="005850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507E"/>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rPr>
  </w:style>
  <w:style w:type="paragraph" w:styleId="af1">
    <w:name w:val="TOC Heading"/>
    <w:basedOn w:val="1"/>
    <w:next w:val="a"/>
    <w:uiPriority w:val="39"/>
    <w:semiHidden/>
    <w:unhideWhenUsed/>
    <w:qFormat/>
    <w:pPr>
      <w:outlineLvl w:val="9"/>
    </w:pPr>
  </w:style>
  <w:style w:type="paragraph" w:styleId="af2">
    <w:name w:val="No Spacing"/>
    <w:link w:val="af3"/>
    <w:uiPriority w:val="99"/>
    <w:qFormat/>
    <w:pPr>
      <w:spacing w:after="0" w:line="240" w:lineRule="auto"/>
    </w:pPr>
  </w:style>
  <w:style w:type="character" w:customStyle="1" w:styleId="HTML">
    <w:name w:val="Стандартный HTML Знак"/>
    <w:aliases w:val="Знак2 Знак, Знак2 Знак"/>
    <w:link w:val="HTML0"/>
    <w:locked/>
    <w:rsid w:val="0058507E"/>
    <w:rPr>
      <w:rFonts w:ascii="Courier New" w:hAnsi="Courier New" w:cs="Courier New"/>
    </w:rPr>
  </w:style>
  <w:style w:type="paragraph" w:styleId="HTML0">
    <w:name w:val="HTML Preformatted"/>
    <w:aliases w:val="Знак2, Знак2"/>
    <w:basedOn w:val="a"/>
    <w:link w:val="HTML"/>
    <w:unhideWhenUsed/>
    <w:rsid w:val="0058507E"/>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basedOn w:val="a0"/>
    <w:uiPriority w:val="99"/>
    <w:semiHidden/>
    <w:rsid w:val="0058507E"/>
    <w:rPr>
      <w:rFonts w:ascii="Consolas" w:hAnsi="Consolas"/>
      <w:sz w:val="20"/>
      <w:szCs w:val="20"/>
      <w:lang w:val="uk-UA" w:eastAsia="uk-UA"/>
    </w:rPr>
  </w:style>
  <w:style w:type="character" w:customStyle="1" w:styleId="af4">
    <w:name w:val="Абзац списка Знак"/>
    <w:link w:val="af5"/>
    <w:uiPriority w:val="34"/>
    <w:locked/>
    <w:rsid w:val="0058507E"/>
  </w:style>
  <w:style w:type="paragraph" w:styleId="af5">
    <w:name w:val="List Paragraph"/>
    <w:basedOn w:val="a"/>
    <w:link w:val="af4"/>
    <w:uiPriority w:val="34"/>
    <w:qFormat/>
    <w:rsid w:val="0058507E"/>
    <w:pPr>
      <w:ind w:left="720"/>
      <w:contextualSpacing/>
    </w:pPr>
    <w:rPr>
      <w:lang w:val="en-US" w:eastAsia="ja-JP"/>
    </w:rPr>
  </w:style>
  <w:style w:type="paragraph" w:styleId="af6">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7"/>
    <w:uiPriority w:val="99"/>
    <w:unhideWhenUsed/>
    <w:qFormat/>
    <w:rsid w:val="0058507E"/>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f7">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6"/>
    <w:uiPriority w:val="99"/>
    <w:locked/>
    <w:rsid w:val="0058507E"/>
    <w:rPr>
      <w:rFonts w:ascii="Times New Roman" w:eastAsia="Times New Roman" w:hAnsi="Times New Roman" w:cs="Times New Roman"/>
      <w:sz w:val="24"/>
      <w:szCs w:val="24"/>
      <w:lang w:val="ru-RU" w:eastAsia="ru-RU"/>
    </w:rPr>
  </w:style>
  <w:style w:type="character" w:customStyle="1" w:styleId="af3">
    <w:name w:val="Без интервала Знак"/>
    <w:link w:val="af2"/>
    <w:uiPriority w:val="99"/>
    <w:rsid w:val="005850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77\Desktop\temp\Proekt\Defaul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Default</Template>
  <TotalTime>0</TotalTime>
  <Pages>10</Pages>
  <Words>2114</Words>
  <Characters>12050</Characters>
  <Application>Microsoft Office Word</Application>
  <DocSecurity>0</DocSecurity>
  <Lines>100</Lines>
  <Paragraphs>28</Paragraphs>
  <ScaleCrop>false</ScaleCrop>
  <Company>SPecialiST RePack</Company>
  <LinksUpToDate>false</LinksUpToDate>
  <CharactersWithSpaces>14136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1</cp:revision>
  <dcterms:created xsi:type="dcterms:W3CDTF">2021-07-07T05:57:00Z</dcterms:created>
  <dcterms:modified xsi:type="dcterms:W3CDTF">2021-07-07T05:57:00Z</dcterms:modified>
</cp:coreProperties>
</file>