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D8" w:rsidRPr="00C623C0" w:rsidRDefault="00264AD8" w:rsidP="00264AD8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264AD8" w:rsidRPr="00C623C0" w:rsidRDefault="00264AD8" w:rsidP="00264AD8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264AD8" w:rsidRPr="00C623C0" w:rsidRDefault="000C4709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0C4709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63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2mP8UA&#10;AADdAAAADwAAAGRycy9kb3ducmV2LnhtbESPQWvCQBSE74X+h+UVvNWNG0hLdBVRLIKnals8PrLP&#10;JJh9G3a3Mf33XaHQ4zAz3zCL1Wg7MZAPrWMNs2kGgrhypuVaw8dp9/wKIkRkg51j0vBDAVbLx4cF&#10;lsbd+J2GY6xFgnAoUUMTY19KGaqGLIap64mTd3HeYkzS19J4vCW47aTKskJabDktNNjTpqHqevy2&#10;Gg6DKr7Ob1t7ymv14qv8c6vaTuvJ07ieg4g0xv/wX3tvNKgiz+H+Jj0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aY/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peMUA&#10;AADdAAAADwAAAGRycy9kb3ducmV2LnhtbESPQYvCMBSE7wv+h/AEL6JpdVGpRhFBUBcWtgpeH82z&#10;rTYvpYna/fcbQdjjMDPfMItVayrxoMaVlhXEwwgEcWZ1ybmC03E7mIFwHlljZZkU/JKD1bLzscBE&#10;2yf/0CP1uQgQdgkqKLyvEyldVpBBN7Q1cfAutjHog2xyqRt8Brip5CiKJtJgyWGhwJo2BWW39G4U&#10;yGO69/tpafrx4fzdxva6+cquSvW67XoOwlPr/8Pv9k4rGE3Gn/B6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Gl4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mq8gA&#10;AADdAAAADwAAAGRycy9kb3ducmV2LnhtbESPT2sCMRTE74V+h/CEXopma6vo1ihVsIgHwX/3181z&#10;d+vmZU1S3fbTG6HgcZiZ3zCjSWMqcSbnS8sKXjoJCOLM6pJzBbvtvD0A4QOyxsoyKfglD5Px48MI&#10;U20vvKbzJuQiQtinqKAIoU6l9FlBBn3H1sTRO1hnMETpcqkdXiLcVLKbJH1psOS4UGBNs4Ky4+bH&#10;KJgv6Djc16fPtz/XywffX6vldPus1FOr+XgHEagJ9/B/e6EVdPuvPbi9iU9Aj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Eear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If88QA&#10;AADdAAAADwAAAGRycy9kb3ducmV2LnhtbESPQYvCMBSE74L/IbwFb5qqWErXKIuiCJ7UZff6tnm2&#10;XZuX0kRb/70RBI/DzHzDzJedqcSNGldaVjAeRSCIM6tLzhV8nzbDBITzyBory6TgTg6Wi35vjqm2&#10;LR/odvS5CBB2KSoovK9TKV1WkEE3sjVx8M62MeiDbHKpG2wD3FRyEkWxNFhyWCiwplVB2eV4NQqi&#10;/az6O/9wl/yut9nlv91wW46VGnx0X58gPHX+HX61d1rBJJ7G8Hw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SH/P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/dR8gA&#10;AADdAAAADwAAAGRycy9kb3ducmV2LnhtbESPT2sCMRTE7wW/Q3hCL0Wz2lbtahQrWKSHgv/uz83r&#10;7urmZZukuvXTm0Khx2FmfsNMZo2pxJmcLy0r6HUTEMSZ1SXnCnbbZWcEwgdkjZVlUvBDHmbT1t0E&#10;U20vvKbzJuQiQtinqKAIoU6l9FlBBn3X1sTR+7TOYIjS5VI7vES4qWQ/SQbSYMlxocCaFgVlp823&#10;UbBc0ellX3+9PV3dcz46Hj7eX7cPSt23m/kYRKAm/If/2iutoD94HMLvm/g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j91H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uGsEA&#10;AADdAAAADwAAAGRycy9kb3ducmV2LnhtbERPy4rCMBTdC/MP4Q7MTlMdlFJNRRRFcDUqur02tw9t&#10;bkoTbf37yWJglofzXix7U4sXta6yrGA8ikAQZ1ZXXCg4n7bDGITzyBpry6TgTQ6W6cdggYm2Hf/Q&#10;6+gLEULYJaig9L5JpHRZSQbdyDbEgctta9AH2BZSt9iFcFPLSRTNpMGKQ0OJDa1Lyh7Hp1EQHab1&#10;Lb9wH183u+xx77bcVWOlvj771RyEp97/i//ce61gMvsOc8Ob8AR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BLhrBAAAA3Q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gqCcUA&#10;AADdAAAADwAAAGRycy9kb3ducmV2LnhtbESPQWvCQBSE7wX/w/KE3uqmCYhGVymxhV7V9NDbM/tM&#10;QrJvQ3aNaX+9Kwgeh5n5hllvR9OKgXpXW1bwPotAEBdW11wqyI9fbwsQziNrbC2Tgj9ysN1MXtaY&#10;anvlPQ0HX4oAYZeigsr7LpXSFRUZdDPbEQfvbHuDPsi+lLrHa4CbVsZRNJcGaw4LFXaUVVQ0h4tR&#10;8LNrmmTJUfL/O2QLl53yPD5/KvU6HT9WIDyN/hl+tL+1gnieLOH+Jjw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CoJ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3RMQA&#10;AADdAAAADwAAAGRycy9kb3ducmV2LnhtbERPy4rCMBTdD/gP4QqzEU0VEalGERnBgXHhAx+7S3Nt&#10;i81Np8nU6tebhTDLw3lP540pRE2Vyy0r6PciEMSJ1TmnCg77VXcMwnlkjYVlUvAgB/NZ62OKsbZ3&#10;3lK986kIIexiVJB5X8ZSuiQjg65nS+LAXW1l0AdYpVJXeA/hppCDKBpJgzmHhgxLWmaU3HZ/RsGQ&#10;6vPi53nZHM+/X95eO6dv1z8p9dluFhMQnhr/L36711rBYDQM+8Ob8AT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490TEAAAA3Q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VcsUA&#10;AADdAAAADwAAAGRycy9kb3ducmV2LnhtbESPQWvCQBSE70L/w/IKvenGKGJTV5FowasaD729Zp9J&#10;SPZtyK4x7a93CwWPw8x8w6w2g2lET52rLCuYTiIQxLnVFRcKsvPneAnCeWSNjWVS8EMONuuX0QoT&#10;be98pP7kCxEg7BJUUHrfJlK6vCSDbmJb4uBdbWfQB9kVUnd4D3DTyDiKFtJgxWGhxJbSkvL6dDMK&#10;Lru6nr1zNPv96tOlS7+zLL7ulXp7HbYfIDwN/hn+bx+0gngxn8L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FVy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MqMcA&#10;AADdAAAADwAAAGRycy9kb3ducmV2LnhtbESPQWvCQBSE70L/w/IKvYhuDCIluoqUFiroQVuq3h7Z&#10;ZxLMvk2za4z+elcQPA4z8w0zmbWmFA3VrrCsYNCPQBCnVhecKfj9+eq9g3AeWWNpmRRcyMFs+tKZ&#10;YKLtmdfUbHwmAoRdggpy76tESpfmZND1bUUcvIOtDfog60zqGs8BbkoZR9FIGiw4LORY0UdO6XFz&#10;MgqG1Ozmy+t+9bf7//T20N0u3GCr1NtrOx+D8NT6Z/jR/tYK4tEwhvub8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mzKjHAAAA3Q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WhcgA&#10;AADdAAAADwAAAGRycy9kb3ducmV2LnhtbESP3WrCQBSE7wt9h+UUvKubqmhJXaVY/AGhYFra20P2&#10;mI1mz6bZ1aQ+vVsoeDnMzDfMdN7ZSpyp8aVjBU/9BARx7nTJhYLPj+XjMwgfkDVWjknBL3mYz+7v&#10;pphq1/KOzlkoRISwT1GBCaFOpfS5IYu+72ri6O1dYzFE2RRSN9hGuK3kIEnG0mLJccFgTQtD+TE7&#10;WQXfo+G7M+vMndq31eW4+5kcvhZbpXoP3esLiEBduIX/2xutYDAeDeHvTXwCcnY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4BaF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tbMUA&#10;AADdAAAADwAAAGRycy9kb3ducmV2LnhtbESPQWvCQBSE70L/w/IKvTWbWg0Ss0pbqoieavX+yD6T&#10;YPZtmt3G7b93hYLHYWa+YYplMK0YqHeNZQUvSQqCuLS64UrB4Xv1PAPhPLLG1jIp+CMHy8XDqMBc&#10;2wt/0bD3lYgQdjkqqL3vcildWZNBl9iOOHon2xv0UfaV1D1eIty0cpymmTTYcFyosaOPmsrz/tco&#10;eN1Of9b6vfoc2tna7TanVWjCUamnx/A2B+Ep+Hv4v73RCsbZZAK3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61s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yq8YA&#10;AADdAAAADwAAAGRycy9kb3ducmV2LnhtbESPQWvCQBSE70L/w/IKvekmUqOmrkFaCoHiQduDx0f2&#10;NRvMvg3ZbZL++65Q8DjMzDfMrphsKwbqfeNYQbpIQBBXTjdcK/j6fJ9vQPiArLF1TAp+yUOxf5jt&#10;MNdu5BMN51CLCGGfowITQpdL6StDFv3CdcTR+3a9xRBlX0vd4xjhtpXLJMmkxYbjgsGOXg1V1/OP&#10;VXDZHrfpZN6Sj2F9KEPFiNchU+rpcTq8gAg0hXv4v11qBcvseQW3N/EJyP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Gyq8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zmfccA&#10;AADd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kKSTFO5vwhOQ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s5n3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QVk8MA&#10;AADdAAAADwAAAGRycy9kb3ducmV2LnhtbESPUWvCMBSF3wf7D+EOfJupInVUo5QNwbEn637Apbm2&#10;1eYmJNHWf78MBB8P55zvcNbb0fTiRj50lhXMphkI4trqjhsFv8fd+weIEJE19pZJwZ0CbDevL2ss&#10;tB34QLcqNiJBOBSooI3RFVKGuiWDYWodcfJO1huMSfpGao9DgptezrMslwY7TgstOvpsqb5UV6MA&#10;vVt+uUoOh/z8g/vzd0kLWyo1eRvLFYhIY3yGH+29VjDPF0v4f5Oe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QVk8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2Q58QA&#10;AADdAAAADwAAAGRycy9kb3ducmV2LnhtbERPy2rCQBTdF/yH4Qrd1YlaVKKj+GhA2mx8LdxdMtck&#10;mLkTMqOmfr2zKHR5OO/ZojWVuFPjSssK+r0IBHFmdcm5guMh+ZiAcB5ZY2WZFPySg8W88zbDWNsH&#10;7+i+97kIIexiVFB4X8dSuqwgg65na+LAXWxj0AfY5FI3+AjhppKDKBpJgyWHhgJrWheUXfc3oyBN&#10;0jr94a/JeXNbDc/b52nM34lS7912OQXhqfX/4j/3VisYjD7D3PA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dkOf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QP8YA&#10;AADdAAAADwAAAGRycy9kb3ducmV2LnhtbESPQWvCQBSE70L/w/IKvemmIqFGVxFBasEWtIIen9ln&#10;Esy+jbtrjP++Wyj0OMzMN8x03platOR8ZVnB6yABQZxbXXGhYP+96r+B8AFZY22ZFDzIw3z21Jti&#10;pu2dt9TuQiEihH2GCsoQmkxKn5dk0A9sQxy9s3UGQ5SukNrhPcJNLYdJkkqDFceFEhtalpRfdjej&#10;4Oua3jbt4fh+ct2qudYfy089rpR6ee4WExCBuvAf/muvtYJhOhrD75v4BO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nQP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iBy8EA&#10;AADdAAAADwAAAGRycy9kb3ducmV2LnhtbERPzYrCMBC+L/gOYQRva6qgK7WpiOCuiLBYfYChGZti&#10;MylN1OrTbw4LHj++/2zV20bcqfO1YwWTcQKCuHS65krB+bT9XIDwAVlj45gUPMnDKh98ZJhq9+Aj&#10;3YtQiRjCPkUFJoQ2ldKXhiz6sWuJI3dxncUQYVdJ3eEjhttGTpNkLi3WHBsMtrQxVF6Lm1XAidz+&#10;HspGy+/X+Wv/Y4r97FYoNRr26yWIQH14i//dO61gOp/F/fFNfAI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ogcv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+fKMcA&#10;AADdAAAADwAAAGRycy9kb3ducmV2LnhtbESPQWvCQBSE7wX/w/KE3upGq6LRVaxtoHozCuLtkX0m&#10;wezbkN2a2F/fLRR6HGbmG2a57kwl7tS40rKC4SACQZxZXXKu4HRMXmYgnEfWWFkmBQ9ysF71npYY&#10;a9vyge6pz0WAsItRQeF9HUvpsoIMuoGtiYN3tY1BH2STS91gG+CmkqMomkqDJYeFAmvaFpTd0i+j&#10;IL1eLvqNP8a72cRt9/vX7/k5eVfqud9tFiA8df4//Nf+1ApG08kQft+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fnyj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WIgsQA&#10;AADdAAAADwAAAGRycy9kb3ducmV2LnhtbESP3YrCMBSE74V9h3AWvNPUyopUUxFR8GIv/HuAQ3Ns&#10;WpuT2kTtvr1ZWNjLYeabYZar3jbiSZ2vHCuYjBMQxIXTFZcKLufdaA7CB2SNjWNS8EMeVvnHYImZ&#10;di8+0vMUShFL2GeowITQZlL6wpBFP3YtcfSurrMYouxKqTt8xXLbyDRJZtJixXHBYEsbQ8Xt9LAK&#10;0su63lwP0+/6Pk14a02/fRyNUsPPfr0AEagP/+E/eq8jN/tK4fdNfAIy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liIL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zasgA&#10;AADdAAAADwAAAGRycy9kb3ducmV2LnhtbESPT2sCMRTE74V+h/AKvdWs6x90NUoVBC+C2h7q7bl5&#10;7i5uXrZJqquf3hQKPQ4z8xtmOm9NLS7kfGVZQbeTgCDOra64UPD5sXobgfABWWNtmRTcyMN89vw0&#10;xUzbK+/osg+FiBD2GSooQ2gyKX1ekkHfsQ1x9E7WGQxRukJqh9cIN7VMk2QoDVYcF0psaFlSft7/&#10;GAWL8Wjxve3z5r47HujwdTwPUpco9frSvk9ABGrDf/ivvdYK0uGgB79v4hO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2nNqyAAAAN0AAAAPAAAAAAAAAAAAAAAAAJgCAABk&#10;cnMvZG93bnJldi54bWxQSwUGAAAAAAQABAD1AAAAjQ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FwnMcA&#10;AADdAAAADwAAAGRycy9kb3ducmV2LnhtbESPQWvCQBSE70L/w/IKvUjdJGiQ1DWU0kLtRdQKHh/Z&#10;1yQk+zZkt0n6792C4HGYmW+YTT6ZVgzUu9qygngRgSAurK65VPB9+nheg3AeWWNrmRT8kYN8+zDb&#10;YKbtyAcajr4UAcIuQwWV910mpSsqMugWtiMO3o/tDfog+1LqHscAN61MoiiVBmsOCxV29FZR0Rx/&#10;jYIvWQzz3ZLifTlcmvf9+mzSQ6zU0+P0+gLC0+Tv4Vv7UytI0tUS/t+EJy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xcJz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SsbsUA&#10;AADdAAAADwAAAGRycy9kb3ducmV2LnhtbESPUWvCQBCE3wv9D8cW+lYvFSIaPUVKCxUKxegPWO62&#10;SWhuL+RWE/31XqHg4zDzzTCrzehbdaY+NoENvE4yUMQ2uIYrA8fDx8scVBRkh21gMnChCJv148MK&#10;CxcG3tO5lEqlEo4FGqhFukLraGvyGCehI07eT+g9SpJ9pV2PQyr3rZ5m2Ux7bDgt1NjRW032tzx5&#10;A9OTFesXu+vX+1Hy70M3ZPl8a8zz07hdghIa5R7+pz9d4mZ5Dn9v0hP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Kxu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jNvsYA&#10;AADdAAAADwAAAGRycy9kb3ducmV2LnhtbESPQUvDQBSE74L/YXmCN7sx0iBptkVERSEaWnvx9th9&#10;yQazb0N226b/3hUEj8PMfMNUm9kN4khT6D0ruF1kIIi1Nz13Cvafzzf3IEJENjh4JgVnCrBZX15U&#10;WBp/4i0dd7ETCcKhRAU2xrGUMmhLDsPCj8TJa/3kMCY5ddJMeEpwN8g8ywrpsOe0YHGkR0v6e3dw&#10;CvTLXf30Vn9Zfcib967/aGq3bZW6vpofViAizfE//Nd+NQryYlnA75v0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jNvs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+dcQA&#10;AADdAAAADwAAAGRycy9kb3ducmV2LnhtbESPT4vCMBTE78J+h/AWvGlqwbp0jSLCgl4E/7F7fDTP&#10;tti8lCbbVj+9EQSPw8z8hpkve1OJlhpXWlYwGUcgiDOrS84VnI4/oy8QziNrrCyTghs5WC4+BnNM&#10;te14T+3B5yJA2KWooPC+TqV0WUEG3djWxMG72MagD7LJpW6wC3BTyTiKEmmw5LBQYE3rgrLr4d8o&#10;qM39fPrb7tpo8oux7tbcXRNWavjZr75BeOr9O/xqb7SCOJnO4P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EvnX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PgCcIA&#10;AADdAAAADwAAAGRycy9kb3ducmV2LnhtbERPTYvCMBC9C/sfwix403TFFbcaiywongStUPc2NGNb&#10;bCalibburzcHwePjfS+T3tTiTq2rLCv4GkcgiHOrKy4UnNLNaA7CeWSNtWVS8CAHyepjsMRY244P&#10;dD/6QoQQdjEqKL1vYildXpJBN7YNceAutjXoA2wLqVvsQrip5SSKZtJgxaGhxIZ+S8qvx5tRMD3/&#10;rNOM/v6v2dZmcpfu7X5zU2r42a8XIDz1/i1+uXdawWT2HeaGN+E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Y+AJ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BRccA&#10;AADdAAAADwAAAGRycy9kb3ducmV2LnhtbESP3WrCQBSE7wu+w3KE3tWNKQabukppKShCwR/o7TF7&#10;msRkz8bdVePbdwsFL4eZ+YaZLXrTigs5X1tWMB4lIIgLq2suFex3n09TED4ga2wtk4IbeVjMBw8z&#10;zLW98oYu21CKCGGfo4IqhC6X0hcVGfQj2xFH78c6gyFKV0rt8BrhppVpkmTSYM1xocKO3isqmu3Z&#10;KDg9fzRf7vB9PKxX01vWFKdUrjKlHof92yuIQH24h//bS60gzSYv8Pc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YAUX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QnoMQA&#10;AADdAAAADwAAAGRycy9kb3ducmV2LnhtbERPy2rCQBTdF/yH4Qrd1YnBBo2OogWhm4Kvhe6umWsS&#10;zNxJZ6aa+vWdRcHl4bxni8404kbO15YVDAcJCOLC6ppLBYf9+m0MwgdkjY1lUvBLHhbz3ssMc23v&#10;vKXbLpQihrDPUUEVQptL6YuKDPqBbYkjd7HOYIjQlVI7vMdw08g0STJpsObYUGFLHxUV192PUbCa&#10;jFffmxF/PbbnE52O5+t76hKlXvvdcgoiUBee4n/3p1aQZlncH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J6DEAAAA3QAAAA8AAAAAAAAAAAAAAAAAmAIAAGRycy9k&#10;b3ducmV2LnhtbFBLBQYAAAAABAAEAPUAAACJ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dkCMYA&#10;AADdAAAADwAAAGRycy9kb3ducmV2LnhtbESPUWvCMBSF3wf7D+EO9jI0tQ/FVaPI2GBjhTL1B1yb&#10;a1tMbkqSaffvF0Hw8XDO+Q5nuR6tEWfyoXesYDbNQBA3TvfcKtjvPiZzECEiazSOScEfBVivHh+W&#10;WGp34R86b2MrEoRDiQq6GIdSytB0ZDFM3UCcvKPzFmOSvpXa4yXBrZF5lhXSYs9pocOB3jpqTttf&#10;q+A9P/j6gN+myXatqb7q6uW1rpR6fho3CxCRxngP39qfWkFeFDO4vklP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dkC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gtVcYA&#10;AADdAAAADwAAAGRycy9kb3ducmV2LnhtbESPT2vCQBTE7wW/w/IEb3VjhNBGV1EhUBD6Rz14fGaf&#10;2WD2bZrdavz2bqHQ4zAzv2Hmy9424kqdrx0rmIwTEMSl0zVXCg774vkFhA/IGhvHpOBOHpaLwdMc&#10;c+1u/EXXXahEhLDPUYEJoc2l9KUhi37sWuLonV1nMUTZVVJ3eItw28g0STJpsea4YLCljaHysvux&#10;CqzE46nKivJ9Nd1+bF/r9ed3YZQaDfvVDESgPvyH/9pvWkGaZSn8volP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gtV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64AD8" w:rsidRPr="00C623C0" w:rsidRDefault="00264AD8" w:rsidP="00264AD8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64AD8" w:rsidRPr="00C623C0" w:rsidRDefault="00264AD8" w:rsidP="00264AD8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264AD8" w:rsidRPr="00C623C0" w:rsidRDefault="00264AD8" w:rsidP="00264AD8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264AD8" w:rsidRPr="00C623C0" w:rsidRDefault="00264AD8" w:rsidP="00264AD8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264AD8" w:rsidRPr="00C623C0" w:rsidRDefault="00264AD8" w:rsidP="00264AD8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264AD8" w:rsidRPr="00C623C0" w:rsidRDefault="00264AD8" w:rsidP="00264AD8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264AD8" w:rsidRPr="00C623C0" w:rsidRDefault="00264AD8" w:rsidP="00264AD8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0C4709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66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RVsUA&#10;AADdAAAADwAAAGRycy9kb3ducmV2LnhtbESPQWsCMRSE7wX/Q3hCbzXbKNuyNYooFsFTtS09Pjav&#10;u0s3L0sS1/XfG6HgcZiZb5j5crCt6MmHxrGG50kGgrh0puFKw+dx+/QKIkRkg61j0nChAMvF6GGO&#10;hXFn/qD+ECuRIBwK1FDH2BVShrImi2HiOuLk/TpvMSbpK2k8nhPctlJlWS4tNpwWauxoXVP5dzhZ&#10;Dfte5d8/7xt7nFbqxZfTr41qWq0fx8PqDUSkId7D/+2d0aDyfAa3N+k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xFW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j/sUA&#10;AADdAAAADwAAAGRycy9kb3ducmV2LnhtbESPQYvCMBSE78L+h/AWvIimFbYr1SiLsKArCNYFr4/m&#10;2Vabl9JErf/eCILHYWa+YWaLztTiSq2rLCuIRxEI4tzqigsF//vf4QSE88gaa8uk4E4OFvOP3gxT&#10;bW+8o2vmCxEg7FJUUHrfpFK6vCSDbmQb4uAdbWvQB9kWUrd4C3BTy3EUJdJgxWGhxIaWJeXn7GIU&#10;yH229uvvygziv8O2i+1puclPSvU/u58pCE+df4df7ZVWME6SL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+P+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BXwcgA&#10;AADdAAAADwAAAGRycy9kb3ducmV2LnhtbESPT2sCMRTE74V+h/AKvRTNVuqiq1FaQREPQv1zf26e&#10;u1s3L2uS6raf3hQKHoeZ+Q0znramFhdyvrKs4LWbgCDOra64ULDbzjsDED4ga6wtk4If8jCdPD6M&#10;MdP2yp902YRCRAj7DBWUITSZlD4vyaDv2oY4ekfrDIYoXSG1w2uEm1r2kiSVBiuOCyU2NCspP22+&#10;jYL5kk7DfXNevP26fjH4OqxXH9sXpZ6f2vcRiEBtuIf/20utoJemKfy9iU9AT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cFfB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2VdcQA&#10;AADdAAAADwAAAGRycy9kb3ducmV2LnhtbESPQYvCMBSE74L/IbwFb5oqWEvXKIuiCJ7UZff6tnm2&#10;XZuX0kRb/70RBI/DzHzDzJedqcSNGldaVjAeRSCIM6tLzhV8nzbDBITzyBory6TgTg6Wi35vjqm2&#10;LR/odvS5CBB2KSoovK9TKV1WkEE3sjVx8M62MeiDbHKpG2wD3FRyEkWxNFhyWCiwplVB2eV4NQqi&#10;/bT6O/9wl/yut9nlv91wW46VGnx0X58gPHX+HX61d1rBJI5n8Hw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tlXX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NmKMUA&#10;AADdAAAADwAAAGRycy9kb3ducmV2LnhtbERPz2vCMBS+C/sfwhO8yEwVLa4zyhQU2WGwut3fmre2&#10;2rzUJGq3v345CDt+fL8Xq8404krO15YVjEcJCOLC6ppLBR+H7eMchA/IGhvLpOCHPKyWD70FZtre&#10;+J2ueShFDGGfoYIqhDaT0hcVGfQj2xJH7ts6gyFCV0rt8BbDTSMnSZJKgzXHhgpb2lRUnPKLUbDd&#10;0+npsz3vpr9uVs6PX2+v68NQqUG/e3kGEagL/+K7e68VTNI0zo1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o2Yo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knMUA&#10;AADdAAAADwAAAGRycy9kb3ducmV2LnhtbESPQWvCQBSE7wX/w/IEb3UTwaCpm1AUi9BTVfT6mn0m&#10;abJvQ3Zr4r/vFgo9DjPzDbPJR9OKO/WutqwgnkcgiAuray4VnE/75xUI55E1tpZJwYMc5NnkaYOp&#10;tgN/0P3oSxEg7FJUUHnfpVK6oiKDbm474uDdbG/QB9mXUvc4BLhp5SKKEmmw5rBQYUfbiorm+G0U&#10;RO/L9vN24XF13b0Vzdew56GOlZpNx9cXEJ5G/x/+ax+0gkWSrOH3TX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qSc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g6VMMA&#10;AADdAAAADwAAAGRycy9kb3ducmV2LnhtbERPPW/CMBDdkfgP1iF1A6dBgjTFIBRaqSuQDt2u8ZFE&#10;ic9R7IbAr68HJMan973ZjaYVA/WutqzgdRGBIC6srrlUkJ8/5wkI55E1tpZJwY0c7LbTyQZTba98&#10;pOHkSxFC2KWooPK+S6V0RUUG3cJ2xIG72N6gD7Avpe7xGsJNK+MoWkmDNYeGCjvKKiqa059R8H1o&#10;muUbR8v7z5AlLvvN8/jyodTLbNy/g/A0+qf44f7SCuLVOuwPb8IT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g6VM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iYYsgA&#10;AADdAAAADwAAAGRycy9kb3ducmV2LnhtbESPQWvCQBSE7wX/w/IKvUjdRERL6ioiChXqQVsae3tk&#10;n0kw+zZm15j217sFocdhZr5hpvPOVKKlxpWWFcSDCARxZnXJuYLPj/XzCwjnkTVWlknBDzmYz3oP&#10;U0y0vfKO2r3PRYCwS1BB4X2dSOmyggy6ga2Jg3e0jUEfZJNL3eA1wE0lh1E0lgZLDgsF1rQsKDvt&#10;L0bBiNrD4v33e/t1OK+8PfbTjYtTpZ4eu8UrCE+d/w/f229awXA8ieHvTX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2Jhi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BuMUA&#10;AADdAAAADwAAAGRycy9kb3ducmV2LnhtbESPQWvCQBSE74X+h+UVvNVNI1ibuopEBa9qeujtNftM&#10;QrJvQ3aN0V/vCgWPw8x8w8yXg2lET52rLCv4GEcgiHOrKy4UZMft+wyE88gaG8uk4EoOlovXlzkm&#10;2l54T/3BFyJA2CWooPS+TaR0eUkG3di2xME72c6gD7IrpO7wEuCmkXEUTaXBisNCiS2lJeX14WwU&#10;/KzrevLF0eT226czl/5lWXzaKDV6G1bfIDwN/hn+b++0gnj6GcPjTX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gG4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ajjsgA&#10;AADdAAAADwAAAGRycy9kb3ducmV2LnhtbESPQWvCQBSE70L/w/IKvYjZaMWW6CpSWrBgD1qpentk&#10;n0lo9m2aXWP017sFweMwM98wk1lrStFQ7QrLCvpRDII4tbrgTMHm+6P3CsJ5ZI2lZVJwJgez6UNn&#10;gom2J15Rs/aZCBB2CSrIva8SKV2ak0EX2Yo4eAdbG/RB1pnUNZ4C3JRyEMcjabDgsJBjRW85pb/r&#10;o1EwpGY3X172Xz+7v3dvD93tp+tvlXp6bOdjEJ5afw/f2gutYDB6eYb/N+EJ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RqOO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VETMgA&#10;AADdAAAADwAAAGRycy9kb3ducmV2LnhtbESP3WrCQBSE7wt9h+UIvasbraikrlIs/QFBMIq9PWRP&#10;s6nZs2l2NalP3xUEL4eZ+YaZLTpbiRM1vnSsYNBPQBDnTpdcKNht3x6nIHxA1lg5JgV/5GExv7+b&#10;Yapdyxs6ZaEQEcI+RQUmhDqV0ueGLPq+q4mj9+0aiyHKppC6wTbCbSWHSTKWFkuOCwZrWhrKD9nR&#10;KvgaPa2d+cjcsX19Px82v5Of/XKl1EOve3kGEagLt/C1/akVDMeTEVzexCcg5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ZURM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vCSsUA&#10;AADdAAAADwAAAGRycy9kb3ducmV2LnhtbESPQWvCQBSE70L/w/IK3nRTRSupq7SiInpq2t4f2WcS&#10;mn0bs2tc/70rCB6HmfmGmS+DqUVHrassK3gbJiCIc6srLhT8/mwGMxDOI2usLZOCKzlYLl56c0y1&#10;vfA3dZkvRISwS1FB6X2TSunykgy6oW2Io3e0rUEfZVtI3eIlwk0tR0kylQYrjgslNrQqKf/PzkbB&#10;eD85bfVXse7q2dYddsdNqMKfUv3X8PkBwlPwz/CjvdMKRtP3CdzfxCc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8JK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/mYcQA&#10;AADdAAAADwAAAGRycy9kb3ducmV2LnhtbESPQYvCMBSE74L/ITxhb5rqoWrXtMgugiAe1D3s8dG8&#10;bYrNS2li7f57Iwgeh5n5htkUg21ET52vHSuYzxIQxKXTNVcKfi676QqED8gaG8ek4J88FPl4tMFM&#10;uzufqD+HSkQI+wwVmBDaTEpfGrLoZ64ljt6f6yyGKLtK6g7vEW4buUiSVFqsOS4YbOnLUHk936yC&#10;3/VxPR/Md3Lol9t9KBnx2qdKfUyG7SeIQEN4h1/tvVawSJcpPN/EJy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/5mH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JW8gA&#10;AADdAAAADwAAAGRycy9kb3ducmV2LnhtbESPQWvCQBSE74L/YXlCb3WTCNGmbkQExUsPtbV6fGRf&#10;k2j2bcxuNe2v7xYKHoeZ+YaZL3rTiCt1rrasIB5HIIgLq2suFby/rR9nIJxH1thYJgXf5GCRDwdz&#10;zLS98Stdd74UAcIuQwWV920mpSsqMujGtiUO3qftDPogu1LqDm8BbhqZRFEqDdYcFipsaVVRcd59&#10;GQWH+OXnqZ30++ToL9tTsrkU649UqYdRv3wG4an39/B/e6sVJOl0Cn9vwhOQ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DIlb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dLXMAA&#10;AADdAAAADwAAAGRycy9kb3ducmV2LnhtbERP3WrCMBS+H/gO4QjezXQiVTqjFEVw7MrqAxyas7au&#10;OQlJtPXtzcVglx/f/2Y3ml48yIfOsoKPeQaCuLa640bB9XJ8X4MIEVljb5kUPCnAbjt522Ch7cBn&#10;elSxESmEQ4EK2hhdIWWoWzIY5tYRJ+7HeoMxQd9I7XFI4aaXiyzLpcGOU0OLjvYt1b/V3ShA71YH&#10;V8nhnN++8XT7KmlpS6Vm07H8BBFpjP/iP/dJK1jkqzQ3vUlP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VdLXM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3/wccA&#10;AADdAAAADwAAAGRycy9kb3ducmV2LnhtbESPT2vCQBTE70K/w/KE3nSjBbWpq/gvIJpLbXvw9si+&#10;JqHZtyG7avTTu4LQ4zAzv2Gm89ZU4kyNKy0rGPQjEMSZ1SXnCr6/kt4EhPPIGivLpOBKDuazl84U&#10;Y20v/Enng89FgLCLUUHhfR1L6bKCDLq+rYmD92sbgz7IJpe6wUuAm0oOo2gkDZYcFgqsaVVQ9nc4&#10;GQVpktbpnjeT4/q0fDtubz9j3iVKvXbbxQcIT63/Dz/bW61gOBq/w+NNe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9/8H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rDOMMA&#10;AADdAAAADwAAAGRycy9kb3ducmV2LnhtbERPz2vCMBS+C/4P4QneNNVD0c4oIsgm6EA3mMdn82yL&#10;zUtNYu3+++Uw8Pjx/V6sOlOLlpyvLCuYjBMQxLnVFRcKvr+2oxkIH5A11pZJwS95WC37vQVm2j75&#10;SO0pFCKGsM9QQRlCk0np85IM+rFtiCN3tc5giNAVUjt8xnBTy2mSpNJgxbGhxIY2JeW308Mo+Lyn&#10;j337c36/uG7b3Ovd5qDnlVLDQbd+AxGoCy/xv/tDK5ims7g/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rDOM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QIF8UA&#10;AADdAAAADwAAAGRycy9kb3ducmV2LnhtbESP0WrCQBRE3wv9h+UKvtWNAVNJXUUKaUUKxdQPuGSv&#10;2WD2bsiuJvbruwXBx2FmzjCrzWhbcaXeN44VzGcJCOLK6YZrBcef4mUJwgdkja1jUnAjD5v189MK&#10;c+0GPtC1DLWIEPY5KjAhdLmUvjJk0c9cRxy9k+sthij7Wuoehwi3rUyTJJMWG44LBjt6N1Sdy4tV&#10;wIksvr+qVsuP3+Pr/tOU+8WlVGo6GbdvIAKN4RG+t3daQZot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hAgX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0tGMcA&#10;AADdAAAADwAAAGRycy9kb3ducmV2LnhtbESPQWvCQBSE7wX/w/KE3urGtJUYXUVtherNKIi3R/aZ&#10;BLNvQ3ar0V/fLRR6HGbmG2Y670wtrtS6yrKC4SACQZxbXXGh4LBfvyQgnEfWWFsmBXdyMJ/1nqaY&#10;anvjHV0zX4gAYZeigtL7JpXS5SUZdAPbEAfvbFuDPsi2kLrFW4CbWsZRNJIGKw4LJTa0Kim/ZN9G&#10;QXY+nfSSP982ybtbbbevj/Fx/aHUc79bTEB46vx/+K/9pRXEoySG3zfhCc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tLRj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kBXsUA&#10;AADdAAAADwAAAGRycy9kb3ducmV2LnhtbESP3YrCMBSE7xf2HcJZ8G5NtSBSjVKKwl7sxfrzAIfm&#10;2FSbk9qktb79ZmHBy2Hmm2HW29E2YqDO144VzKYJCOLS6ZorBefT/nMJwgdkjY1jUvAkD9vN+9sa&#10;M+0efKDhGCoRS9hnqMCE0GZS+tKQRT91LXH0Lq6zGKLsKqk7fMRy28h5kiykxZrjgsGWCkPl7dhb&#10;BfNzfi0uP+n39Z4mvLNm3PUHo9TkY8xXIAKN4RX+p7905BbLFP7ex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iQFe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PHWccA&#10;AADdAAAADwAAAGRycy9kb3ducmV2LnhtbESPT2vCQBTE74V+h+UVvNVNg5UYXaUWCl4E//RQb8/s&#10;axLMvk13V0399K4geBxm5jfMZNaZRpzI+dqygrd+AoK4sLrmUsH39us1A+EDssbGMin4Jw+z6fPT&#10;BHNtz7ym0yaUIkLY56igCqHNpfRFRQZ937bE0fu1zmCI0pVSOzxHuGlkmiRDabDmuFBhS58VFYfN&#10;0SiYj7L532rAy8t6v6Pdz/7wnrpEqd5L9zEGEagLj/C9vdAK0mE2gN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Tx1n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5QMYA&#10;AADdAAAADwAAAGRycy9kb3ducmV2LnhtbESPQWvCQBSE70L/w/IKvYhuIhpCdJUiFlovElvB4yP7&#10;mgSzb0N2G9N/7wqCx2FmvmFWm8E0oqfO1ZYVxNMIBHFhdc2lgp/vj0kKwnlkjY1lUvBPDjbrl9EK&#10;M22vnFN/9KUIEHYZKqi8bzMpXVGRQTe1LXHwfm1n0AfZlVJ3eA1w08hZFCXSYM1hocKWthUVl+Of&#10;UbCXRT/+mlN8KPvzZXdITybJY6XeXof3JQhPg3+GH+1PrWCWpAu4vwlP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35QM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eXsUA&#10;AADdAAAADwAAAGRycy9kb3ducmV2LnhtbESPUWvCQBCE3wv+h2MLvtVLBUOMniLSgoWCVP0By902&#10;Cc3thdxq0v76XkHo4zDzzTDr7ehbdaM+NoENPM8yUMQ2uIYrA5fz61MBKgqywzYwGfimCNvN5GGN&#10;pQsDf9DtJJVKJRxLNFCLdKXW0dbkMc5CR5y8z9B7lCT7Srseh1TuWz3Pslx7bDgt1NjRvib7dbp6&#10;A/OrFeuXbz/vLxdZHM/dkC2KnTHTx3G3AiU0yn/4Th9c4vIih7836Qn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h5e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EYscA&#10;AADdAAAADwAAAGRycy9kb3ducmV2LnhtbESPT2sCMRTE74V+h/AKvdVsV7CyGkVKKxW2Ff9cvD2S&#10;52Zx87Jsoq7fvikIPQ4z8xtmOu9dIy7UhdqzgtdBBoJYe1NzpWC/+3wZgwgR2WDjmRTcKMB89vgw&#10;xcL4K2/oso2VSBAOBSqwMbaFlEFbchgGviVO3tF3DmOSXSVNh9cEd43Ms2wkHdacFiy29G5Jn7Zn&#10;p0Avh+XHqjxYfc7X31X9sy7d5qjU81O/mICI1Mf/8L39ZRTko/Eb/L1JT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0RGL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GQMIA&#10;AADdAAAADwAAAGRycy9kb3ducmV2LnhtbERPz2vCMBS+C/4P4Q12s6k9lFKNMoSBXgarDj0+mrem&#10;2LyUJrbd/vrlIOz48f3e7mfbiZEG3zpWsE5SEMS10y03Ci7n91UBwgdkjZ1jUvBDHva75WKLpXYT&#10;f9JYhUbEEPYlKjAh9KWUvjZk0SeuJ47ctxsshgiHRuoBpxhuO5mlaS4tthwbDPZ0MFTfq4dV0Nvf&#10;r8vt9DGm6ytmejrwdM9ZqdeX+W0DItAc/sVP91EryPIizo1v4hO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wZA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9p1cYA&#10;AADdAAAADwAAAGRycy9kb3ducmV2LnhtbESPQWvCQBSE74X+h+UJvdWNoYim2UgoWDwJGiHt7ZF9&#10;TYLZtyG7auqvdwXB4zAz3zDpajSdONPgWssKZtMIBHFldcu1gkOxfl+AcB5ZY2eZFPyTg1X2+pJi&#10;ou2Fd3Te+1oECLsEFTTe94mUrmrIoJvanjh4f3Yw6IMcaqkHvAS46WQcRXNpsOWw0GBPXw1Vx/3J&#10;KPj4WeZFSb/XY/ltS7kptna7Pin1NhnzTxCeRv8MP9obrSCeL5ZwfxOe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9p1c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sSQsMA&#10;AADdAAAADwAAAGRycy9kb3ducmV2LnhtbERPXWvCMBR9H/gfwhX2NtN1ULQaZSiDiTDQCb5em2tb&#10;29zUJGr998uDsMfD+Z4tetOKGzlfW1bwPkpAEBdW11wq2P9+vY1B+ICssbVMCh7kYTEfvMww1/bO&#10;W7rtQiliCPscFVQhdLmUvqjIoB/ZjjhyJ+sMhghdKbXDeww3rUyTJJMGa44NFXa0rKhodlej4PKx&#10;an7c8XA+btbjR9YUl1SuM6Veh/3nFESgPvyLn+5vrSDNJnF/fBOf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sSQs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3yHMcA&#10;AADdAAAADwAAAGRycy9kb3ducmV2LnhtbESPQWsCMRSE74L/IbyCN826qOjWKFoQvAjV9lBvz83r&#10;7uLmZZtEXf31jVDocZiZb5j5sjW1uJLzlWUFw0ECgji3uuJCwefHpj8F4QOyxtoyKbiTh+Wi25lj&#10;pu2N93Q9hEJECPsMFZQhNJmUPi/JoB/Yhjh639YZDFG6QmqHtwg3tUyTZCINVhwXSmzoraT8fLgY&#10;BevZdP3zPuLdY3860vHrdB6nLlGq99KuXkEEasN/+K+91QrSyWwIz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98hz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CKWMYA&#10;AADdAAAADwAAAGRycy9kb3ducmV2LnhtbESPUWvCMBSF3wf+h3AFX8ZM1wfRzigiExwWynQ/4Nrc&#10;tWXJTUmidv/eDAY+Hs453+Es14M14ko+dI4VvE4zEMS10x03Cr5Ou5c5iBCRNRrHpOCXAqxXo6cl&#10;Ftrd+JOux9iIBOFQoII2xr6QMtQtWQxT1xMn79t5izFJ30jt8Zbg1sg8y2bSYsdpocWeti3VP8eL&#10;VfCen311xoOps1Njyo+qfF5UpVKT8bB5AxFpiI/wf3uvFeSzRQ5/b9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CKW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H46cYA&#10;AADdAAAADwAAAGRycy9kb3ducmV2LnhtbESPQWvCQBSE70L/w/IK3nRThaCpa0gLAUGw1vbQ42v2&#10;NRuafRuzq8Z/3xWEHoeZ+YZZ5YNtxZl63zhW8DRNQBBXTjdcK/j8KCcLED4ga2wdk4IrecjXD6MV&#10;Ztpd+J3Oh1CLCGGfoQITQpdJ6StDFv3UdcTR+3G9xRBlX0vd4yXCbStnSZJKiw3HBYMdvRqqfg8n&#10;q8BK/Pqu07LaFfPt23bZvOyPpVFq/DgUzyACDeE/fG9vtIJZupzD7U18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H46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64AD8" w:rsidRPr="00C623C0" w:rsidRDefault="00264AD8" w:rsidP="00264AD8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264AD8" w:rsidRPr="00C623C0" w:rsidRDefault="00264AD8" w:rsidP="00264AD8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264AD8" w:rsidRPr="00C623C0" w:rsidRDefault="00264AD8" w:rsidP="00264AD8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Душнюк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В.А.</w:t>
      </w: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Душнюка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В.А.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Душнюку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Валерію Анатолійовичу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68416F" w:rsidRPr="0068416F">
        <w:rPr>
          <w:rFonts w:ascii="Times New Roman" w:hAnsi="Times New Roman" w:cs="Times New Roman"/>
          <w:lang w:val="ru-RU"/>
        </w:rPr>
        <w:t>______________________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2,0000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за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рахунок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земель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колективної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власності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на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території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Крупецької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proofErr w:type="gramEnd"/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Душнюку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В.А.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264AD8" w:rsidRPr="00062C82" w:rsidRDefault="00264AD8" w:rsidP="00264AD8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4AD8" w:rsidRPr="00062C82" w:rsidRDefault="00264AD8" w:rsidP="00264AD8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64AD8" w:rsidRPr="00C623C0" w:rsidRDefault="00264AD8" w:rsidP="00264AD8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6545F" w:rsidRPr="00264AD8" w:rsidRDefault="00264AD8" w:rsidP="00264AD8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46545F" w:rsidRPr="00264AD8" w:rsidSect="00465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64AD8"/>
    <w:rsid w:val="000C4709"/>
    <w:rsid w:val="00171A2E"/>
    <w:rsid w:val="00264AD8"/>
    <w:rsid w:val="00304C90"/>
    <w:rsid w:val="0046545F"/>
    <w:rsid w:val="00505B6D"/>
    <w:rsid w:val="0068416F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D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2020-02-13T11:44:00Z</dcterms:created>
  <dcterms:modified xsi:type="dcterms:W3CDTF">2020-02-13T12:34:00Z</dcterms:modified>
</cp:coreProperties>
</file>