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C5A" w:rsidRDefault="00424C5A" w:rsidP="00424C5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24C5A" w:rsidRDefault="00424C5A" w:rsidP="00424C5A"/>
    <w:p w:rsidR="00424C5A" w:rsidRDefault="00424C5A" w:rsidP="00424C5A"/>
    <w:p w:rsidR="00424C5A" w:rsidRDefault="00424C5A" w:rsidP="00424C5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24C5A" w:rsidRDefault="00424C5A" w:rsidP="00424C5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24C5A" w:rsidRDefault="00424C5A" w:rsidP="00424C5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24C5A" w:rsidRDefault="00424C5A" w:rsidP="00424C5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24C5A" w:rsidRDefault="00424C5A" w:rsidP="00424C5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4C5A" w:rsidRDefault="00424C5A" w:rsidP="00424C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24C5A" w:rsidRDefault="00424C5A" w:rsidP="00424C5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24C5A" w:rsidRDefault="00424C5A" w:rsidP="00424C5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24C5A" w:rsidRDefault="00424C5A" w:rsidP="00424C5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24C5A" w:rsidRPr="0083481C" w:rsidRDefault="00424C5A" w:rsidP="00424C5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№114</w:t>
      </w:r>
    </w:p>
    <w:p w:rsidR="00424C5A" w:rsidRDefault="00424C5A" w:rsidP="00424C5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24C5A" w:rsidRPr="00EA36DA" w:rsidRDefault="00424C5A" w:rsidP="00424C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36D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424C5A" w:rsidRPr="00EA36DA" w:rsidRDefault="00424C5A" w:rsidP="00424C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424C5A" w:rsidRPr="00EA36DA" w:rsidRDefault="00424C5A" w:rsidP="00424C5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424C5A" w:rsidRPr="00EA36DA" w:rsidRDefault="00424C5A" w:rsidP="00424C5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EA36DA">
        <w:rPr>
          <w:rFonts w:ascii="Times New Roman" w:hAnsi="Times New Roman" w:cs="Times New Roman"/>
          <w:b/>
          <w:sz w:val="24"/>
          <w:szCs w:val="24"/>
        </w:rPr>
        <w:t>Ярох</w:t>
      </w:r>
      <w:proofErr w:type="gramEnd"/>
      <w:r w:rsidRPr="00EA36DA">
        <w:rPr>
          <w:rFonts w:ascii="Times New Roman" w:hAnsi="Times New Roman" w:cs="Times New Roman"/>
          <w:b/>
          <w:sz w:val="24"/>
          <w:szCs w:val="24"/>
        </w:rPr>
        <w:t>іної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Г.М.</w:t>
      </w:r>
    </w:p>
    <w:p w:rsidR="00424C5A" w:rsidRPr="00EA36DA" w:rsidRDefault="00424C5A" w:rsidP="00424C5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24C5A" w:rsidRPr="00EA36DA" w:rsidRDefault="00424C5A" w:rsidP="00424C5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», статей 12, 116, 118, 121, 186, та 186-1 </w:t>
      </w:r>
      <w:proofErr w:type="gramStart"/>
      <w:r w:rsidRPr="00EA36DA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36DA">
        <w:rPr>
          <w:rFonts w:ascii="Times New Roman" w:hAnsi="Times New Roman" w:cs="Times New Roman"/>
          <w:sz w:val="24"/>
          <w:szCs w:val="24"/>
        </w:rPr>
        <w:t>Ярох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>іної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Г.М.,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424C5A" w:rsidRPr="00EA36DA" w:rsidRDefault="00424C5A" w:rsidP="00424C5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424C5A" w:rsidRPr="00EA36DA" w:rsidRDefault="00424C5A" w:rsidP="00424C5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Ярохіній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Галині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0,3896 га, яка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36DA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>исиче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>.</w:t>
      </w:r>
    </w:p>
    <w:p w:rsidR="00424C5A" w:rsidRPr="00EA36DA" w:rsidRDefault="00424C5A" w:rsidP="00424C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Ярохіній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Галині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Миколаївні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B16FD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</w:t>
      </w:r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EA36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B16FD7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 w:rsidRPr="00EA36DA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0,3896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6DA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номер: 6823984700:01:002:0018, для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36DA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>исиче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24C5A" w:rsidRPr="00EA36DA" w:rsidRDefault="00424C5A" w:rsidP="00424C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Ярохіній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Г.М.,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A36DA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424C5A" w:rsidRDefault="00424C5A" w:rsidP="00424C5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36D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середовищ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424C5A" w:rsidRPr="00424C5A" w:rsidRDefault="00424C5A" w:rsidP="00424C5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10C55" w:rsidRPr="00424C5A" w:rsidRDefault="00424C5A" w:rsidP="00424C5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510C55" w:rsidRPr="00424C5A" w:rsidSect="00424C5A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C5A"/>
    <w:rsid w:val="00171A2E"/>
    <w:rsid w:val="00304C90"/>
    <w:rsid w:val="00424C5A"/>
    <w:rsid w:val="00505B6D"/>
    <w:rsid w:val="00510C55"/>
    <w:rsid w:val="006D3977"/>
    <w:rsid w:val="007D6C18"/>
    <w:rsid w:val="00B16FD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277</Words>
  <Characters>1585</Characters>
  <Application>Microsoft Office Word</Application>
  <DocSecurity>0</DocSecurity>
  <Lines>13</Lines>
  <Paragraphs>3</Paragraphs>
  <ScaleCrop>false</ScaleCrop>
  <Company>Microsoft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2020-07-02T12:14:00Z</dcterms:created>
  <dcterms:modified xsi:type="dcterms:W3CDTF">2020-07-02T13:33:00Z</dcterms:modified>
</cp:coreProperties>
</file>