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F7C" w:rsidRDefault="00053F7C" w:rsidP="00053F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53F7C" w:rsidRDefault="00053F7C" w:rsidP="00053F7C"/>
    <w:p w:rsidR="00053F7C" w:rsidRDefault="00053F7C" w:rsidP="00053F7C"/>
    <w:p w:rsidR="00053F7C" w:rsidRDefault="00053F7C" w:rsidP="00053F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53F7C" w:rsidRDefault="00053F7C" w:rsidP="00053F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53F7C" w:rsidRDefault="00053F7C" w:rsidP="00053F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53F7C" w:rsidRDefault="00053F7C" w:rsidP="00053F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53F7C" w:rsidRDefault="00053F7C" w:rsidP="00053F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F7C" w:rsidRDefault="00053F7C" w:rsidP="00053F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53F7C" w:rsidRDefault="00053F7C" w:rsidP="00053F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53F7C" w:rsidRDefault="00053F7C" w:rsidP="00053F7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53F7C" w:rsidRDefault="00053F7C" w:rsidP="00053F7C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№120</w:t>
      </w:r>
    </w:p>
    <w:p w:rsidR="00053F7C" w:rsidRDefault="00053F7C" w:rsidP="00053F7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53F7C" w:rsidRPr="00BF4725" w:rsidRDefault="00053F7C" w:rsidP="00053F7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725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BF4725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BF4725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BF4725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</w:p>
    <w:p w:rsidR="00053F7C" w:rsidRPr="00BF4725" w:rsidRDefault="00053F7C" w:rsidP="00053F7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F4725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BF4725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Times New Roman" w:hAnsi="Times New Roman" w:cs="Times New Roman"/>
          <w:b/>
          <w:sz w:val="24"/>
          <w:szCs w:val="24"/>
        </w:rPr>
        <w:t>землеустроющодо</w:t>
      </w:r>
      <w:proofErr w:type="spellEnd"/>
    </w:p>
    <w:p w:rsidR="00053F7C" w:rsidRPr="00BF4725" w:rsidRDefault="00053F7C" w:rsidP="00053F7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F4725">
        <w:rPr>
          <w:rFonts w:ascii="Times New Roman" w:eastAsia="Times New Roman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053F7C" w:rsidRPr="00BF4725" w:rsidRDefault="00053F7C" w:rsidP="00053F7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BF4725">
        <w:rPr>
          <w:rFonts w:ascii="Times New Roman" w:eastAsia="Times New Roman" w:hAnsi="Times New Roman" w:cs="Times New Roman"/>
          <w:b/>
          <w:sz w:val="24"/>
          <w:szCs w:val="24"/>
        </w:rPr>
        <w:t>Панчуку</w:t>
      </w:r>
      <w:proofErr w:type="spellEnd"/>
      <w:r w:rsidRPr="00BF4725">
        <w:rPr>
          <w:rFonts w:ascii="Times New Roman" w:eastAsia="Times New Roman" w:hAnsi="Times New Roman" w:cs="Times New Roman"/>
          <w:b/>
          <w:sz w:val="24"/>
          <w:szCs w:val="24"/>
        </w:rPr>
        <w:t xml:space="preserve"> В.В.</w:t>
      </w:r>
    </w:p>
    <w:p w:rsidR="00053F7C" w:rsidRPr="00BF4725" w:rsidRDefault="00053F7C" w:rsidP="00053F7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53F7C" w:rsidRPr="00BF4725" w:rsidRDefault="00053F7C" w:rsidP="00053F7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BF4725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BF4725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BF4725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BF4725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BF472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BF4725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BF4725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</w:t>
      </w:r>
      <w:proofErr w:type="gramStart"/>
      <w:r w:rsidRPr="00BF4725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BF4725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BF4725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BF4725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BF4725">
        <w:rPr>
          <w:rFonts w:ascii="Times New Roman" w:eastAsia="Times New Roman" w:hAnsi="Times New Roman" w:cs="Times New Roman"/>
          <w:sz w:val="24"/>
          <w:szCs w:val="24"/>
        </w:rPr>
        <w:t xml:space="preserve">»,  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комісії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Панчука</w:t>
      </w:r>
      <w:proofErr w:type="spellEnd"/>
      <w:r w:rsidRPr="00BF4725">
        <w:rPr>
          <w:rFonts w:ascii="Times New Roman" w:eastAsia="Times New Roman" w:hAnsi="Times New Roman" w:cs="Times New Roman"/>
          <w:sz w:val="24"/>
          <w:szCs w:val="24"/>
        </w:rPr>
        <w:t xml:space="preserve"> В.В.,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BF4725">
        <w:rPr>
          <w:rFonts w:ascii="Times New Roman" w:eastAsia="Times New Roman" w:hAnsi="Times New Roman" w:cs="Times New Roman"/>
          <w:sz w:val="24"/>
          <w:szCs w:val="24"/>
        </w:rPr>
        <w:t xml:space="preserve"> рада </w:t>
      </w:r>
    </w:p>
    <w:p w:rsidR="00053F7C" w:rsidRPr="00BF4725" w:rsidRDefault="00053F7C" w:rsidP="00053F7C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053F7C" w:rsidRPr="00BF4725" w:rsidRDefault="00053F7C" w:rsidP="00053F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       1.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Панчуку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Володимиру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Володимировичу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07185">
        <w:rPr>
          <w:rFonts w:ascii="Times New Roman" w:eastAsia="Calibri" w:hAnsi="Times New Roman" w:cs="Times New Roman"/>
          <w:sz w:val="24"/>
          <w:szCs w:val="24"/>
          <w:lang w:val="en-US"/>
        </w:rPr>
        <w:t>________________</w:t>
      </w:r>
      <w:bookmarkStart w:id="0" w:name="_GoBack"/>
      <w:bookmarkEnd w:id="0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2,00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BF4725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рахунок</w:t>
      </w:r>
      <w:proofErr w:type="spellEnd"/>
      <w:r w:rsidRPr="00BF4725">
        <w:rPr>
          <w:rFonts w:ascii="Times New Roman" w:eastAsia="Times New Roman" w:hAnsi="Times New Roman" w:cs="Times New Roman"/>
          <w:sz w:val="24"/>
          <w:szCs w:val="24"/>
        </w:rPr>
        <w:t xml:space="preserve"> земель запасу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BF4725">
        <w:rPr>
          <w:rFonts w:ascii="Times New Roman" w:eastAsia="Times New Roman" w:hAnsi="Times New Roman" w:cs="Times New Roman"/>
          <w:sz w:val="24"/>
          <w:szCs w:val="24"/>
        </w:rPr>
        <w:t xml:space="preserve">, яка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BF4725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BF4725">
        <w:rPr>
          <w:rFonts w:ascii="Times New Roman" w:eastAsia="Times New Roman" w:hAnsi="Times New Roman" w:cs="Times New Roman"/>
          <w:sz w:val="24"/>
          <w:szCs w:val="24"/>
        </w:rPr>
        <w:t xml:space="preserve"> ради в </w:t>
      </w:r>
      <w:proofErr w:type="spellStart"/>
      <w:r w:rsidRPr="00BF4725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Pr="00BF4725">
        <w:rPr>
          <w:rFonts w:ascii="Times New Roman" w:eastAsia="Times New Roman" w:hAnsi="Times New Roman" w:cs="Times New Roman"/>
          <w:sz w:val="24"/>
          <w:szCs w:val="24"/>
        </w:rPr>
        <w:t>.П</w:t>
      </w:r>
      <w:proofErr w:type="gramEnd"/>
      <w:r w:rsidRPr="00BF4725">
        <w:rPr>
          <w:rFonts w:ascii="Times New Roman" w:eastAsia="Times New Roman" w:hAnsi="Times New Roman" w:cs="Times New Roman"/>
          <w:sz w:val="24"/>
          <w:szCs w:val="24"/>
        </w:rPr>
        <w:t>олянь</w:t>
      </w:r>
      <w:proofErr w:type="spellEnd"/>
      <w:r w:rsidRPr="00BF472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53F7C" w:rsidRPr="00BF4725" w:rsidRDefault="00053F7C" w:rsidP="00053F7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Панчуку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В.В.,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BF47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BF4725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BF472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53F7C" w:rsidRPr="00053F7C" w:rsidRDefault="00053F7C" w:rsidP="00053F7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053F7C" w:rsidRPr="00BF4725" w:rsidRDefault="00053F7C" w:rsidP="00053F7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3CED" w:rsidRPr="00053F7C" w:rsidRDefault="00053F7C" w:rsidP="00053F7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BF4725"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 w:rsidRPr="00BF472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BF4725"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В.М.</w:t>
      </w:r>
      <w:r w:rsidRPr="00BF472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BF4725">
        <w:rPr>
          <w:rFonts w:ascii="Times New Roman" w:eastAsia="Arial Unicode MS" w:hAnsi="Times New Roman" w:cs="Times New Roman"/>
          <w:sz w:val="24"/>
          <w:szCs w:val="24"/>
        </w:rPr>
        <w:t>Мазур</w:t>
      </w:r>
      <w:proofErr w:type="spellEnd"/>
    </w:p>
    <w:sectPr w:rsidR="00673CED" w:rsidRPr="00053F7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3F7C"/>
    <w:rsid w:val="00053F7C"/>
    <w:rsid w:val="00171A2E"/>
    <w:rsid w:val="00304C90"/>
    <w:rsid w:val="00505B6D"/>
    <w:rsid w:val="00507185"/>
    <w:rsid w:val="00673CE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269</Words>
  <Characters>1535</Characters>
  <Application>Microsoft Office Word</Application>
  <DocSecurity>0</DocSecurity>
  <Lines>12</Lines>
  <Paragraphs>3</Paragraphs>
  <ScaleCrop>false</ScaleCrop>
  <Company>Microsoft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2020-07-29T14:40:00Z</dcterms:created>
  <dcterms:modified xsi:type="dcterms:W3CDTF">2020-07-29T18:19:00Z</dcterms:modified>
</cp:coreProperties>
</file>