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4BE9" w:rsidRDefault="00504BE9" w:rsidP="00504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04BE9" w:rsidRDefault="00504BE9" w:rsidP="00504BE9"/>
    <w:p w:rsidR="00504BE9" w:rsidRDefault="00504BE9" w:rsidP="00504BE9"/>
    <w:p w:rsidR="00504BE9" w:rsidRDefault="00504BE9" w:rsidP="00504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04BE9" w:rsidRDefault="00504BE9" w:rsidP="00504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04BE9" w:rsidRDefault="00504BE9" w:rsidP="00504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04BE9" w:rsidRDefault="00504BE9" w:rsidP="00504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04BE9" w:rsidRDefault="00504BE9" w:rsidP="00504BE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04BE9" w:rsidRDefault="00504BE9" w:rsidP="00504B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04BE9" w:rsidRDefault="00504BE9" w:rsidP="00504BE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04BE9" w:rsidRDefault="00504BE9" w:rsidP="00504BE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04BE9" w:rsidRDefault="00504BE9" w:rsidP="00504BE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№22</w:t>
      </w:r>
    </w:p>
    <w:p w:rsidR="00504BE9" w:rsidRPr="00C804C9" w:rsidRDefault="00504BE9" w:rsidP="00504BE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04BE9" w:rsidRPr="000609C5" w:rsidRDefault="00504BE9" w:rsidP="00504BE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розгляд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заяви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Опанасюк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О.В.</w:t>
      </w:r>
    </w:p>
    <w:p w:rsidR="00504BE9" w:rsidRPr="00C804C9" w:rsidRDefault="00504BE9" w:rsidP="00504BE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141 </w:t>
      </w:r>
      <w:r w:rsidRPr="00C804C9">
        <w:rPr>
          <w:rFonts w:ascii="Times New Roman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Опанасюк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О.В.,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 </w:t>
      </w: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>ВИРІШИЛА:</w:t>
      </w: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добровільною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відмовою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Опанасюк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Оксани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Василівни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631C57">
        <w:rPr>
          <w:rFonts w:ascii="Times New Roman" w:hAnsi="Times New Roman" w:cs="Times New Roman"/>
          <w:sz w:val="24"/>
          <w:szCs w:val="24"/>
          <w:lang w:val="en-US"/>
        </w:rPr>
        <w:t>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припинити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орієнтовною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0,12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та перевести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запасу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ради. </w:t>
      </w: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2. 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04BE9" w:rsidRPr="00C804C9" w:rsidRDefault="00504BE9" w:rsidP="00504BE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30EF" w:rsidRDefault="00A730EF"/>
    <w:sectPr w:rsidR="00A730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BE9"/>
    <w:rsid w:val="00171A2E"/>
    <w:rsid w:val="00304C90"/>
    <w:rsid w:val="00504BE9"/>
    <w:rsid w:val="00505B6D"/>
    <w:rsid w:val="00631C57"/>
    <w:rsid w:val="006D3977"/>
    <w:rsid w:val="007D6C18"/>
    <w:rsid w:val="00A730E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183</Words>
  <Characters>1048</Characters>
  <Application>Microsoft Office Word</Application>
  <DocSecurity>0</DocSecurity>
  <Lines>8</Lines>
  <Paragraphs>2</Paragraphs>
  <ScaleCrop>false</ScaleCrop>
  <Company>Microsoft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2020-07-29T13:48:00Z</dcterms:created>
  <dcterms:modified xsi:type="dcterms:W3CDTF">2020-07-29T17:13:00Z</dcterms:modified>
</cp:coreProperties>
</file>