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AFE" w:rsidRDefault="00503D62" w:rsidP="005C7AFE">
      <w:pPr>
        <w:jc w:val="both"/>
        <w:rPr>
          <w:rFonts w:ascii="Times New Roman" w:hAnsi="Times New Roman" w:cs="Times New Roman"/>
        </w:rPr>
      </w:pPr>
      <w:r w:rsidRPr="00503D6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5C7AFE" w:rsidRDefault="005C7AFE" w:rsidP="005C7A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C7AFE" w:rsidRPr="005C7AFE" w:rsidRDefault="005C7AFE" w:rsidP="005C7AF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</w:p>
    <w:p w:rsidR="005C7AFE" w:rsidRDefault="005C7AFE" w:rsidP="005C7A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C7AFE" w:rsidRDefault="005C7AFE" w:rsidP="005C7A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C7AFE" w:rsidRDefault="005C7AFE" w:rsidP="005C7AF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C7AFE" w:rsidRDefault="005C7AFE" w:rsidP="005C7A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C7AFE" w:rsidRDefault="005C7AFE" w:rsidP="005C7A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C7AFE" w:rsidRDefault="005C7AFE" w:rsidP="005C7A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C7AFE" w:rsidRDefault="005C7AFE" w:rsidP="005C7A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C7AFE" w:rsidRDefault="005C7AFE" w:rsidP="005C7A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C7AFE" w:rsidRDefault="005C7AFE" w:rsidP="005C7AF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C7AFE" w:rsidRDefault="005C7AFE" w:rsidP="005C7AF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C7AFE" w:rsidRPr="002D7F0E" w:rsidRDefault="005C7AFE" w:rsidP="005C7AF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№87</w:t>
      </w:r>
    </w:p>
    <w:p w:rsidR="005C7AFE" w:rsidRPr="003C3AC0" w:rsidRDefault="005C7AFE" w:rsidP="005C7AF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C7AFE" w:rsidRPr="003C3AC0" w:rsidRDefault="005C7AFE" w:rsidP="005C7AF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C7AFE" w:rsidRPr="003C3AC0" w:rsidRDefault="005C7AFE" w:rsidP="005C7AFE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5C7AFE" w:rsidRPr="003C3AC0" w:rsidRDefault="005C7AFE" w:rsidP="005C7AFE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5C7AFE" w:rsidRPr="003C3AC0" w:rsidRDefault="005C7AFE" w:rsidP="005C7AF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5C7AFE" w:rsidRPr="003C3AC0" w:rsidRDefault="005C7AFE" w:rsidP="005C7AF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3C3AC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А.К.</w:t>
      </w:r>
    </w:p>
    <w:p w:rsidR="005C7AFE" w:rsidRPr="003C3AC0" w:rsidRDefault="005C7AFE" w:rsidP="005C7AF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C7AFE" w:rsidRPr="003C3AC0" w:rsidRDefault="005C7AFE" w:rsidP="005C7AF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C7AFE" w:rsidRPr="003C3AC0" w:rsidRDefault="005C7AFE" w:rsidP="005C7AF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Ковалінської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А.К., сільська   рада    </w:t>
      </w:r>
    </w:p>
    <w:p w:rsidR="005C7AFE" w:rsidRPr="003C3AC0" w:rsidRDefault="005C7AFE" w:rsidP="005C7AF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5C7AFE" w:rsidRPr="003C3AC0" w:rsidRDefault="005C7AFE" w:rsidP="005C7AF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Затвердити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Кова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Анастасії Костянтинівні</w:t>
      </w: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 w:rsidRPr="003C3AC0">
        <w:rPr>
          <w:rFonts w:ascii="Times New Roman" w:eastAsia="Arial Unicode MS" w:hAnsi="Times New Roman" w:cs="Times New Roman"/>
          <w:sz w:val="24"/>
          <w:szCs w:val="24"/>
        </w:rPr>
        <w:t xml:space="preserve">для ведення особистого селянського господарства, </w:t>
      </w: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площею 0.1300 га, яка розташована Хмельницька область,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3C3AC0">
        <w:rPr>
          <w:rFonts w:ascii="Times New Roman" w:eastAsia="Arial Unicode MS" w:hAnsi="Times New Roman" w:cs="Times New Roman"/>
          <w:sz w:val="24"/>
          <w:szCs w:val="24"/>
        </w:rPr>
        <w:t>с.Колом’є</w:t>
      </w:r>
      <w:proofErr w:type="spellEnd"/>
      <w:r w:rsidRPr="003C3AC0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3C3AC0">
        <w:rPr>
          <w:rFonts w:ascii="Times New Roman" w:eastAsia="Arial Unicode MS" w:hAnsi="Times New Roman" w:cs="Times New Roman"/>
          <w:sz w:val="24"/>
          <w:szCs w:val="24"/>
        </w:rPr>
        <w:t>вул.Миру</w:t>
      </w:r>
      <w:proofErr w:type="spellEnd"/>
      <w:r w:rsidRPr="003C3AC0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C7AFE" w:rsidRPr="003C3AC0" w:rsidRDefault="005C7AFE" w:rsidP="005C7AF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Передати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Кова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Анастасії Костянтинівні</w:t>
      </w: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зареєстрована за адресою: </w:t>
      </w:r>
      <w:r w:rsidR="005866F7" w:rsidRPr="005866F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</w:t>
      </w:r>
      <w:r w:rsidRPr="003C3AC0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5866F7" w:rsidRPr="005866F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</w:t>
      </w: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0,1300 га, кадастровий номер: 6823986800:02:004:0013, для </w:t>
      </w:r>
      <w:r w:rsidRPr="003C3AC0">
        <w:rPr>
          <w:rFonts w:ascii="Times New Roman" w:eastAsia="Arial Unicode MS" w:hAnsi="Times New Roman" w:cs="Times New Roman"/>
          <w:sz w:val="24"/>
          <w:szCs w:val="24"/>
        </w:rPr>
        <w:t>ведення особистого селянського господарства,</w:t>
      </w: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область,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с.Колом’є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вул.Миру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5C7AFE" w:rsidRPr="003C3AC0" w:rsidRDefault="005C7AFE" w:rsidP="005C7AF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Ковалінській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А.К., якій передана земельна ділянка у власність, посвідчити право власності  в установленому  законом порядку.</w:t>
      </w:r>
    </w:p>
    <w:p w:rsidR="005C7AFE" w:rsidRPr="003C3AC0" w:rsidRDefault="005C7AFE" w:rsidP="005C7AF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C7AFE" w:rsidRPr="005C7AFE" w:rsidRDefault="005C7AFE" w:rsidP="005C7AF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9F06DB" w:rsidRPr="005C7AFE" w:rsidRDefault="005C7AFE" w:rsidP="005C7AF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9F06DB" w:rsidRPr="005C7AFE" w:rsidSect="005C7AFE">
      <w:pgSz w:w="12240" w:h="15840"/>
      <w:pgMar w:top="851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5C7AFE"/>
    <w:rsid w:val="00171A2E"/>
    <w:rsid w:val="00304C90"/>
    <w:rsid w:val="00503D62"/>
    <w:rsid w:val="00505B6D"/>
    <w:rsid w:val="005866F7"/>
    <w:rsid w:val="005C7AFE"/>
    <w:rsid w:val="006D3977"/>
    <w:rsid w:val="007D6C18"/>
    <w:rsid w:val="009F06DB"/>
    <w:rsid w:val="00D1641A"/>
    <w:rsid w:val="00DB74FE"/>
    <w:rsid w:val="00ED3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AF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285</Words>
  <Characters>1631</Characters>
  <Application>Microsoft Office Word</Application>
  <DocSecurity>0</DocSecurity>
  <Lines>13</Lines>
  <Paragraphs>3</Paragraphs>
  <ScaleCrop>false</ScaleCrop>
  <Company>Microsoft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2019-12-17T14:26:00Z</dcterms:created>
  <dcterms:modified xsi:type="dcterms:W3CDTF">2019-12-18T07:00:00Z</dcterms:modified>
</cp:coreProperties>
</file>