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787" w:rsidRPr="00FC0DC9" w:rsidRDefault="000F4787" w:rsidP="000F4787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FC0DC9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0F4787" w:rsidRPr="00FC0DC9" w:rsidRDefault="000F4787" w:rsidP="000F47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" name="Группа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787" w:rsidRDefault="000F4787" w:rsidP="000F47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787" w:rsidRDefault="000F4787" w:rsidP="000F47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787" w:rsidRDefault="000F4787" w:rsidP="000F47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787" w:rsidRDefault="000F4787" w:rsidP="000F47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787" w:rsidRDefault="000F4787" w:rsidP="000F47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787" w:rsidRDefault="000F4787" w:rsidP="000F47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787" w:rsidRDefault="000F4787" w:rsidP="000F47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787" w:rsidRDefault="000F4787" w:rsidP="000F47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787" w:rsidRDefault="000F4787" w:rsidP="000F47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787" w:rsidRDefault="000F4787" w:rsidP="000F47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787" w:rsidRDefault="000F4787" w:rsidP="000F47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787" w:rsidRDefault="000F4787" w:rsidP="000F47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787" w:rsidRDefault="000F4787" w:rsidP="000F47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787" w:rsidRDefault="000F4787" w:rsidP="000F47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787" w:rsidRDefault="000F4787" w:rsidP="000F47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787" w:rsidRDefault="000F4787" w:rsidP="000F47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787" w:rsidRDefault="000F4787" w:rsidP="000F47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787" w:rsidRDefault="000F4787" w:rsidP="000F47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787" w:rsidRDefault="000F4787" w:rsidP="000F47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787" w:rsidRDefault="000F4787" w:rsidP="000F47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787" w:rsidRDefault="000F4787" w:rsidP="000F47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787" w:rsidRDefault="000F4787" w:rsidP="000F47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787" w:rsidRDefault="000F4787" w:rsidP="000F47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787" w:rsidRDefault="000F4787" w:rsidP="000F47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787" w:rsidRDefault="000F4787" w:rsidP="000F47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787" w:rsidRDefault="000F4787" w:rsidP="000F47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787" w:rsidRDefault="000F4787" w:rsidP="000F47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787" w:rsidRDefault="000F4787" w:rsidP="000F47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787" w:rsidRDefault="000F4787" w:rsidP="000F47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787" w:rsidRDefault="000F4787" w:rsidP="000F47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2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F4787" w:rsidRDefault="000F4787" w:rsidP="000F47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F4787" w:rsidRDefault="000F4787" w:rsidP="000F47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F4787" w:rsidRDefault="000F4787" w:rsidP="000F47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F4787" w:rsidRDefault="000F4787" w:rsidP="000F47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F4787" w:rsidRDefault="000F4787" w:rsidP="000F47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F4787" w:rsidRDefault="000F4787" w:rsidP="000F47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F4787" w:rsidRDefault="000F4787" w:rsidP="000F47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F4787" w:rsidRDefault="000F4787" w:rsidP="000F47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F4787" w:rsidRDefault="000F4787" w:rsidP="000F47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F4787" w:rsidRDefault="000F4787" w:rsidP="000F47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F4787" w:rsidRDefault="000F4787" w:rsidP="000F47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F4787" w:rsidRDefault="000F4787" w:rsidP="000F47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F4787" w:rsidRDefault="000F4787" w:rsidP="000F47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F4787" w:rsidRDefault="000F4787" w:rsidP="000F47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F4787" w:rsidRDefault="000F4787" w:rsidP="000F47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F4787" w:rsidRDefault="000F4787" w:rsidP="000F47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F4787" w:rsidRDefault="000F4787" w:rsidP="000F47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F4787" w:rsidRDefault="000F4787" w:rsidP="000F47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F4787" w:rsidRDefault="000F4787" w:rsidP="000F47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F4787" w:rsidRDefault="000F4787" w:rsidP="000F47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0F4787" w:rsidRDefault="000F4787" w:rsidP="000F47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F4787" w:rsidRDefault="000F4787" w:rsidP="000F47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F4787" w:rsidRDefault="000F4787" w:rsidP="000F47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F4787" w:rsidRDefault="000F4787" w:rsidP="000F47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F4787" w:rsidRDefault="000F4787" w:rsidP="000F47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F4787" w:rsidRDefault="000F4787" w:rsidP="000F47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F4787" w:rsidRDefault="000F4787" w:rsidP="000F47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0F4787" w:rsidRDefault="000F4787" w:rsidP="000F47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F4787" w:rsidRDefault="000F4787" w:rsidP="000F47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F4787" w:rsidRDefault="000F4787" w:rsidP="000F47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F4787" w:rsidRPr="00FC0DC9" w:rsidRDefault="000F4787" w:rsidP="000F478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0F4787" w:rsidRPr="00FC0DC9" w:rsidRDefault="000F4787" w:rsidP="000F478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0F4787" w:rsidRPr="00FC0DC9" w:rsidRDefault="000F4787" w:rsidP="000F478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0F4787" w:rsidRPr="00FC0DC9" w:rsidRDefault="000F4787" w:rsidP="000F478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  <w:r w:rsidRPr="00FC0DC9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  <w:t>УКРАЇНА</w:t>
      </w:r>
    </w:p>
    <w:p w:rsidR="000F4787" w:rsidRPr="00FC0DC9" w:rsidRDefault="000F4787" w:rsidP="000F478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FC0DC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0F4787" w:rsidRPr="00FC0DC9" w:rsidRDefault="000F4787" w:rsidP="000F478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FC0DC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0F4787" w:rsidRPr="00FC0DC9" w:rsidRDefault="000F4787" w:rsidP="000F478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FC0DC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0F4787" w:rsidRPr="00FC0DC9" w:rsidRDefault="000F4787" w:rsidP="000F478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0F4787" w:rsidRPr="00FC0DC9" w:rsidRDefault="000F4787" w:rsidP="000F478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FC0DC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0F4787" w:rsidRPr="00FC0DC9" w:rsidRDefault="000F4787" w:rsidP="000F478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0F4787" w:rsidRPr="00FC0DC9" w:rsidRDefault="00F51DEC" w:rsidP="000F478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X</w:t>
      </w:r>
      <w:bookmarkStart w:id="0" w:name="_GoBack"/>
      <w:bookmarkEnd w:id="0"/>
      <w:r w:rsidR="000F4787" w:rsidRPr="00FC0DC9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ради  </w:t>
      </w:r>
      <w:r w:rsidR="000F4787" w:rsidRPr="00FC0DC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="000F4787" w:rsidRPr="00FC0DC9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 скликання</w:t>
      </w:r>
    </w:p>
    <w:p w:rsidR="000F4787" w:rsidRPr="00FC0DC9" w:rsidRDefault="000F4787" w:rsidP="000F478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0F4787" w:rsidRPr="00FC0DC9" w:rsidRDefault="000F4787" w:rsidP="000F478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 25</w:t>
      </w:r>
      <w:r w:rsidRPr="00FC0DC9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.03.2021 року                                            Крупець                                                 №___</w:t>
      </w:r>
    </w:p>
    <w:p w:rsidR="000F4787" w:rsidRPr="00FC0DC9" w:rsidRDefault="000F4787" w:rsidP="000F4787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0F4787" w:rsidRPr="00FC0DC9" w:rsidRDefault="000F4787" w:rsidP="000F4787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FC0DC9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FC0DC9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FC0DC9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FC0DC9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FC0DC9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FC0DC9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0F4787" w:rsidRPr="00FC0DC9" w:rsidRDefault="000F4787" w:rsidP="000F478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FC0DC9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FC0DC9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FC0DC9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FC0DC9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FC0DC9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FC0DC9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FC0DC9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0F4787" w:rsidRPr="00FC0DC9" w:rsidRDefault="000F4787" w:rsidP="000F478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FC0DC9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FC0DC9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FC0DC9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FC0DC9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0F4787" w:rsidRPr="00FC0DC9" w:rsidRDefault="000F4787" w:rsidP="000F478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lang w:val="uk-UA"/>
        </w:rPr>
        <w:t>Власюк О.В.</w:t>
      </w:r>
    </w:p>
    <w:p w:rsidR="000F4787" w:rsidRPr="00FC0DC9" w:rsidRDefault="000F4787" w:rsidP="000F478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0F4787" w:rsidRPr="00FC0DC9" w:rsidRDefault="000F4787" w:rsidP="000F478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F4787" w:rsidRPr="00FC0DC9" w:rsidRDefault="000F4787" w:rsidP="000F478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FC0DC9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FC0DC9">
        <w:rPr>
          <w:rFonts w:ascii="Times New Roman" w:eastAsia="Calibri" w:hAnsi="Times New Roman" w:cs="Times New Roman"/>
          <w:sz w:val="24"/>
        </w:rPr>
        <w:t xml:space="preserve"> пункту 34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», статей 12,  118, 121 та 123 Земельного кодексу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розглянув</w:t>
      </w:r>
      <w:r>
        <w:rPr>
          <w:rFonts w:ascii="Times New Roman" w:eastAsia="Calibri" w:hAnsi="Times New Roman" w:cs="Times New Roman"/>
          <w:sz w:val="24"/>
        </w:rPr>
        <w:t>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 </w:t>
      </w:r>
      <w:r>
        <w:rPr>
          <w:rFonts w:ascii="Times New Roman" w:eastAsia="Calibri" w:hAnsi="Times New Roman" w:cs="Times New Roman"/>
          <w:sz w:val="24"/>
          <w:lang w:val="uk-UA"/>
        </w:rPr>
        <w:t>Власюк О.В.</w:t>
      </w:r>
      <w:r w:rsidRPr="00FC0DC9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рада </w:t>
      </w:r>
    </w:p>
    <w:p w:rsidR="000F4787" w:rsidRPr="00FC0DC9" w:rsidRDefault="000F4787" w:rsidP="000F478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>ВИРІШИЛА:</w:t>
      </w:r>
    </w:p>
    <w:p w:rsidR="000F4787" w:rsidRPr="00FC0DC9" w:rsidRDefault="000F4787" w:rsidP="000F478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F4787" w:rsidRPr="00FC0DC9" w:rsidRDefault="000F4787" w:rsidP="000F478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0F4787" w:rsidRPr="00FC0DC9" w:rsidRDefault="000F4787" w:rsidP="000F478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  <w:lang w:val="uk-UA"/>
        </w:rPr>
        <w:t xml:space="preserve">       1. Надати  Власюк Олені Володимирівні</w:t>
      </w:r>
      <w:r w:rsidRPr="00FC0DC9">
        <w:rPr>
          <w:rFonts w:ascii="Times New Roman" w:eastAsia="Calibri" w:hAnsi="Times New Roman" w:cs="Times New Roman"/>
          <w:sz w:val="24"/>
          <w:lang w:val="uk-UA"/>
        </w:rPr>
        <w:t>,  яка  заре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єстрована  за адресою: </w:t>
      </w:r>
      <w:r w:rsidR="00001ACB" w:rsidRPr="00001ACB">
        <w:rPr>
          <w:rFonts w:ascii="Times New Roman" w:eastAsia="Calibri" w:hAnsi="Times New Roman" w:cs="Times New Roman"/>
          <w:sz w:val="24"/>
        </w:rPr>
        <w:t>____________</w:t>
      </w:r>
      <w:r w:rsidRPr="00FC0DC9">
        <w:rPr>
          <w:rFonts w:ascii="Times New Roman" w:eastAsia="Calibri" w:hAnsi="Times New Roman" w:cs="Times New Roman"/>
          <w:sz w:val="24"/>
          <w:lang w:val="uk-UA"/>
        </w:rPr>
        <w:t xml:space="preserve">, дозвіл на розробку </w:t>
      </w:r>
      <w:proofErr w:type="spellStart"/>
      <w:r w:rsidRPr="00FC0DC9">
        <w:rPr>
          <w:rFonts w:ascii="Times New Roman" w:eastAsia="Calibri" w:hAnsi="Times New Roman" w:cs="Times New Roman"/>
          <w:sz w:val="24"/>
          <w:lang w:val="uk-UA"/>
        </w:rPr>
        <w:t>проєкту</w:t>
      </w:r>
      <w:proofErr w:type="spellEnd"/>
      <w:r w:rsidRPr="00FC0DC9">
        <w:rPr>
          <w:rFonts w:ascii="Times New Roman" w:eastAsia="Calibri" w:hAnsi="Times New Roman" w:cs="Times New Roman"/>
          <w:sz w:val="24"/>
          <w:lang w:val="uk-UA"/>
        </w:rPr>
        <w:t xml:space="preserve"> із землеустрою щодо відведення земельної ділянки для передачі її у власність, площею </w:t>
      </w:r>
      <w:r>
        <w:rPr>
          <w:rFonts w:ascii="Times New Roman" w:eastAsia="Calibri" w:hAnsi="Times New Roman" w:cs="Times New Roman"/>
          <w:sz w:val="24"/>
        </w:rPr>
        <w:t>0,1</w:t>
      </w:r>
      <w:r>
        <w:rPr>
          <w:rFonts w:ascii="Times New Roman" w:eastAsia="Calibri" w:hAnsi="Times New Roman" w:cs="Times New Roman"/>
          <w:sz w:val="24"/>
          <w:lang w:val="uk-UA"/>
        </w:rPr>
        <w:t>0</w:t>
      </w:r>
      <w:r w:rsidRPr="00FC0DC9">
        <w:rPr>
          <w:rFonts w:ascii="Times New Roman" w:eastAsia="Calibri" w:hAnsi="Times New Roman" w:cs="Times New Roman"/>
          <w:sz w:val="24"/>
        </w:rPr>
        <w:t xml:space="preserve"> га, </w:t>
      </w:r>
      <w:r w:rsidRPr="00FC0DC9">
        <w:rPr>
          <w:rFonts w:ascii="Times New Roman" w:eastAsia="Calibri" w:hAnsi="Times New Roman" w:cs="Times New Roman"/>
          <w:sz w:val="24"/>
          <w:szCs w:val="24"/>
          <w:lang w:val="uk-UA"/>
        </w:rPr>
        <w:t>для індивідуального садівництва</w:t>
      </w:r>
      <w:r w:rsidRPr="00FC0DC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C0DC9">
        <w:rPr>
          <w:rFonts w:ascii="Times New Roman" w:eastAsia="Calibri" w:hAnsi="Times New Roman" w:cs="Times New Roman"/>
          <w:sz w:val="24"/>
        </w:rPr>
        <w:t xml:space="preserve">яка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ради, </w:t>
      </w:r>
      <w:r>
        <w:rPr>
          <w:rFonts w:ascii="Times New Roman" w:eastAsia="Calibri" w:hAnsi="Times New Roman" w:cs="Times New Roman"/>
          <w:sz w:val="24"/>
          <w:lang w:val="uk-UA"/>
        </w:rPr>
        <w:t>в</w:t>
      </w:r>
      <w:r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</w:rPr>
        <w:t>с.К</w:t>
      </w:r>
      <w:r>
        <w:rPr>
          <w:rFonts w:ascii="Times New Roman" w:eastAsia="Calibri" w:hAnsi="Times New Roman" w:cs="Times New Roman"/>
          <w:sz w:val="24"/>
          <w:lang w:val="uk-UA"/>
        </w:rPr>
        <w:t>олом’є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, по вулиці Миру </w:t>
      </w:r>
      <w:r w:rsidRPr="00FC0DC9">
        <w:rPr>
          <w:rFonts w:ascii="Times New Roman" w:eastAsia="Calibri" w:hAnsi="Times New Roman" w:cs="Times New Roman"/>
          <w:sz w:val="24"/>
        </w:rPr>
        <w:t>.</w:t>
      </w:r>
    </w:p>
    <w:p w:rsidR="000F4787" w:rsidRPr="00FC0DC9" w:rsidRDefault="000F4787" w:rsidP="000F478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  <w:lang w:val="uk-UA"/>
        </w:rPr>
        <w:t>. Власюк О.В.</w:t>
      </w:r>
      <w:r w:rsidRPr="00FC0DC9"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  <w:lang w:val="uk-UA"/>
        </w:rPr>
        <w:t>О</w:t>
      </w:r>
      <w:r>
        <w:rPr>
          <w:rFonts w:ascii="Times New Roman" w:eastAsia="Calibri" w:hAnsi="Times New Roman" w:cs="Times New Roman"/>
          <w:sz w:val="24"/>
          <w:lang w:val="uk-UA"/>
        </w:rPr>
        <w:t>.</w:t>
      </w:r>
      <w:r w:rsidRPr="00FC0DC9">
        <w:rPr>
          <w:rFonts w:ascii="Times New Roman" w:eastAsia="Calibri" w:hAnsi="Times New Roman" w:cs="Times New Roman"/>
          <w:sz w:val="24"/>
          <w:lang w:val="uk-UA"/>
        </w:rPr>
        <w:t>В</w:t>
      </w:r>
      <w:proofErr w:type="spellEnd"/>
      <w:r w:rsidRPr="00FC0DC9">
        <w:rPr>
          <w:rFonts w:ascii="Times New Roman" w:eastAsia="Calibri" w:hAnsi="Times New Roman" w:cs="Times New Roman"/>
          <w:sz w:val="24"/>
          <w:lang w:val="uk-UA"/>
        </w:rPr>
        <w:t>.,</w:t>
      </w:r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ради.</w:t>
      </w:r>
    </w:p>
    <w:p w:rsidR="000F4787" w:rsidRPr="00FC0DC9" w:rsidRDefault="000F4787" w:rsidP="000F478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C0DC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     3. Даний дозвіл дійсний на протязі року з дня прийняття даного рішення.</w:t>
      </w:r>
    </w:p>
    <w:p w:rsidR="000F4787" w:rsidRPr="00FC0DC9" w:rsidRDefault="000F4787" w:rsidP="000F478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FC0DC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F4787" w:rsidRPr="00FC0DC9" w:rsidRDefault="000F4787" w:rsidP="000F478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0F4787" w:rsidRPr="00FC0DC9" w:rsidRDefault="000F4787" w:rsidP="000F478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0F4787" w:rsidRPr="00FC0DC9" w:rsidRDefault="000F4787" w:rsidP="000F478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0F4787" w:rsidRPr="00FC0DC9" w:rsidRDefault="000F4787" w:rsidP="000F478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FC0DC9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p w:rsidR="00A4706B" w:rsidRDefault="00A4706B"/>
    <w:sectPr w:rsidR="00A4706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87"/>
    <w:rsid w:val="00001ACB"/>
    <w:rsid w:val="000F4787"/>
    <w:rsid w:val="00171A2E"/>
    <w:rsid w:val="00304C90"/>
    <w:rsid w:val="00505B6D"/>
    <w:rsid w:val="006D3977"/>
    <w:rsid w:val="007D6C18"/>
    <w:rsid w:val="00A4706B"/>
    <w:rsid w:val="00D1641A"/>
    <w:rsid w:val="00F51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237</Words>
  <Characters>1357</Characters>
  <Application>Microsoft Office Word</Application>
  <DocSecurity>0</DocSecurity>
  <Lines>11</Lines>
  <Paragraphs>3</Paragraphs>
  <ScaleCrop>false</ScaleCrop>
  <Company>Microsoft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dcterms:created xsi:type="dcterms:W3CDTF">2021-03-17T08:41:00Z</dcterms:created>
  <dcterms:modified xsi:type="dcterms:W3CDTF">2021-03-17T09:09:00Z</dcterms:modified>
</cp:coreProperties>
</file>