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25" w:rsidRDefault="00142E25" w:rsidP="00142E2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E25" w:rsidRDefault="00142E25" w:rsidP="0014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2E25" w:rsidRDefault="00142E25" w:rsidP="0014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2E25" w:rsidRDefault="00142E25" w:rsidP="00142E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2E25" w:rsidRDefault="00142E25" w:rsidP="0014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42E25" w:rsidRDefault="00142E25" w:rsidP="00142E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2E25" w:rsidRDefault="00142E25" w:rsidP="00142E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42E25" w:rsidRPr="0040253E" w:rsidRDefault="00142E25" w:rsidP="00142E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2E25" w:rsidRPr="00694EED" w:rsidRDefault="00142E25" w:rsidP="00142E2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42E25" w:rsidRPr="00694EED" w:rsidRDefault="00142E25" w:rsidP="00142E2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42E25" w:rsidRPr="00694EED" w:rsidRDefault="00142E25" w:rsidP="00142E2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42E25" w:rsidRPr="00694EED" w:rsidRDefault="00142E25" w:rsidP="00142E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Дем’янчуку Б.Л.</w:t>
      </w: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Дем’янчука Б.Л,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Демянчуку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Богдану Леонідовичу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індивідуального садівництва площею  0,1200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Демянчуку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Богдану Леонідовичу 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67C12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67C1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6823984000:03:012:0194,  для індивідуального садівництва 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142E25" w:rsidRPr="00694EED" w:rsidRDefault="00142E25" w:rsidP="00142E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Демя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’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нчуку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Б.Л,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42E25" w:rsidRPr="00694EED" w:rsidRDefault="00142E25" w:rsidP="00142E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2E25" w:rsidRPr="00694EED" w:rsidRDefault="00142E25" w:rsidP="0014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2E25" w:rsidRDefault="00142E25" w:rsidP="00142E2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57C44" w:rsidRDefault="00957C44"/>
    <w:sectPr w:rsidR="00957C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25"/>
    <w:rsid w:val="00142E25"/>
    <w:rsid w:val="00867C12"/>
    <w:rsid w:val="0095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2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42E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42E2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42E2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2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42E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42E2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42E2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273</Words>
  <Characters>1561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2021-07-07T07:01:00Z</dcterms:created>
  <dcterms:modified xsi:type="dcterms:W3CDTF">2021-07-07T08:44:00Z</dcterms:modified>
</cp:coreProperties>
</file>