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F7" w:rsidRPr="004102D1" w:rsidRDefault="00B143F7" w:rsidP="00B143F7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3F7" w:rsidRDefault="00B143F7" w:rsidP="00B143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43F7" w:rsidRDefault="00B143F7" w:rsidP="00B143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143F7" w:rsidRPr="000A4F3E" w:rsidRDefault="00B143F7" w:rsidP="00B143F7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43F7" w:rsidRPr="000A4F3E" w:rsidRDefault="00B143F7" w:rsidP="00B143F7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143F7" w:rsidRPr="000A4F3E" w:rsidRDefault="00B143F7" w:rsidP="00B143F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43F7" w:rsidRDefault="00B143F7" w:rsidP="00B143F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B143F7" w:rsidRPr="004102D1" w:rsidRDefault="00B143F7" w:rsidP="00B143F7">
      <w:pPr>
        <w:pStyle w:val="HTML0"/>
        <w:spacing w:line="276" w:lineRule="auto"/>
        <w:rPr>
          <w:rFonts w:ascii="Times New Roman" w:hAnsi="Times New Roman"/>
        </w:rPr>
      </w:pPr>
    </w:p>
    <w:p w:rsidR="00B143F7" w:rsidRPr="00CA5B65" w:rsidRDefault="00B143F7" w:rsidP="00B143F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B143F7" w:rsidRPr="00CA5B65" w:rsidRDefault="00B143F7" w:rsidP="00B143F7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B143F7" w:rsidRPr="00CA5B65" w:rsidRDefault="00B143F7" w:rsidP="00B143F7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B143F7" w:rsidRPr="00CA5B65" w:rsidRDefault="00B143F7" w:rsidP="00B143F7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Лук’янову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М.Д.</w:t>
      </w:r>
    </w:p>
    <w:p w:rsidR="00B143F7" w:rsidRPr="00CA5B65" w:rsidRDefault="00B143F7" w:rsidP="00B143F7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B143F7" w:rsidRPr="00CA5B65" w:rsidRDefault="00B143F7" w:rsidP="00B143F7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Лук’янова</w:t>
      </w:r>
      <w:proofErr w:type="spellEnd"/>
      <w:r>
        <w:rPr>
          <w:rFonts w:ascii="Times New Roman" w:eastAsia="Times New Roman" w:hAnsi="Times New Roman"/>
          <w:sz w:val="24"/>
        </w:rPr>
        <w:t xml:space="preserve"> М.Д. 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B143F7" w:rsidRPr="00CA5B65" w:rsidRDefault="00B143F7" w:rsidP="00B143F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B143F7" w:rsidRPr="00CA5B65" w:rsidRDefault="00B143F7" w:rsidP="00B143F7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Лук’янову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Миколі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Дмитровичу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</w:rPr>
        <w:t>який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ий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C262CE">
        <w:rPr>
          <w:rFonts w:ascii="Times New Roman" w:eastAsia="Times New Roman" w:hAnsi="Times New Roman"/>
          <w:sz w:val="24"/>
          <w:lang w:val="en-US"/>
        </w:rPr>
        <w:t>_________________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0,0100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індивідуального</w:t>
      </w:r>
      <w:proofErr w:type="spellEnd"/>
      <w:r>
        <w:rPr>
          <w:rFonts w:ascii="Times New Roman" w:eastAsia="Times New Roman" w:hAnsi="Times New Roman"/>
          <w:sz w:val="24"/>
        </w:rPr>
        <w:t xml:space="preserve"> гаражного </w:t>
      </w:r>
      <w:proofErr w:type="spellStart"/>
      <w:r>
        <w:rPr>
          <w:rFonts w:ascii="Times New Roman" w:eastAsia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Полянь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B143F7" w:rsidRPr="00CA5B65" w:rsidRDefault="00B143F7" w:rsidP="00B143F7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Лук’янову</w:t>
      </w:r>
      <w:proofErr w:type="spellEnd"/>
      <w:r>
        <w:rPr>
          <w:rFonts w:ascii="Times New Roman" w:eastAsia="Times New Roman" w:hAnsi="Times New Roman"/>
          <w:sz w:val="24"/>
        </w:rPr>
        <w:t xml:space="preserve"> М.Д.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B143F7" w:rsidRPr="00CA5B65" w:rsidRDefault="00B143F7" w:rsidP="00B143F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143F7" w:rsidRPr="00CA5B65" w:rsidRDefault="00B143F7" w:rsidP="00B143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143F7" w:rsidRPr="004102D1" w:rsidRDefault="00B143F7" w:rsidP="00B143F7">
      <w:pPr>
        <w:pStyle w:val="HTML0"/>
        <w:spacing w:line="276" w:lineRule="auto"/>
        <w:rPr>
          <w:rFonts w:ascii="Times New Roman" w:hAnsi="Times New Roman"/>
        </w:rPr>
      </w:pPr>
    </w:p>
    <w:p w:rsidR="00B143F7" w:rsidRDefault="00B143F7" w:rsidP="00B143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092D" w:rsidRPr="00B143F7" w:rsidRDefault="00B143F7" w:rsidP="00B143F7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4102D1">
        <w:rPr>
          <w:rFonts w:ascii="Times New Roman" w:hAnsi="Times New Roman"/>
        </w:rPr>
        <w:t xml:space="preserve">  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</w:t>
      </w:r>
    </w:p>
    <w:sectPr w:rsidR="0080092D" w:rsidRPr="00B143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7"/>
    <w:rsid w:val="00171A2E"/>
    <w:rsid w:val="00304C90"/>
    <w:rsid w:val="00505B6D"/>
    <w:rsid w:val="006D3977"/>
    <w:rsid w:val="007D6C18"/>
    <w:rsid w:val="0080092D"/>
    <w:rsid w:val="00B143F7"/>
    <w:rsid w:val="00C262C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143F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143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143F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143F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143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143F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243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2020-08-20T14:37:00Z</dcterms:created>
  <dcterms:modified xsi:type="dcterms:W3CDTF">2020-08-20T15:49:00Z</dcterms:modified>
</cp:coreProperties>
</file>