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7F" w:rsidRDefault="0044437F" w:rsidP="0044437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77E4E1" wp14:editId="2594585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5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37F" w:rsidRDefault="0044437F" w:rsidP="004443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BK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v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GLxSH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zIdghLDjvbz7ZXS50qZuka0Q3z5MoZjJzLMlTLMrWiHfa6UbsSSEkaYK6V38pd4yJXSDYuklCFX&#10;CjYRcfsacqV09BHbHuGQK2WQ9+uh0Mk8SiLE4WYVdS+qeCg0ssjDyzUiqmPI1dG3jaSOIVdHK24K&#10;Y66MvsMOvC27sVAGFpLwKRlzXWBHl4Y35rrAUVtccWOujL5vpY/dmCsDViVaC51a04rT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D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SJJ5Fmo1ztwfulQb8+5vSgZ82khv1p9rxA3wYEpecX3VfcKjPL4y74wr8AI2Spp&#10;RG6epIqZjEpgVDr8pXKlPNAolLzCFNKI9lX1dkI91rcU9QoFVIA0W0clVnaRszKN3Ul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5O43vD27L7x3fv5EE4IjWECZk&#10;RPKnTHdC8j/mNX0Tkj9QVwIMbIfUhbAwPqV4H4w1hUFN80DAnmg0eK/zkMsiWmoV4Xgr3JCKln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ipM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NK9sEq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WKs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8WK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MU8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d39OI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tM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+Lt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a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+L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KZc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c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y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6Xs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BaDi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6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vsMA&#10;AADdAAAADwAAAGRycy9kb3ducmV2LnhtbERPTUsDMRC9C/6HMEJvNmvr1rI2LVIriNCDVSjehs10&#10;d3EzCcm0u/57cxA8Pt73ajO6Xl0ops6zgbtpAYq49rbjxsDnx8vtElQSZIu9ZzLwQwk26+urFVbW&#10;D/xOl4M0KodwqtBAKxIqrVPdksM09YE4cycfHUqGsdE24pDDXa9nRbHQDjvODS0G2rZUfx/OzsB+&#10;2IW3h0V5Cl/xfqbTs5XjVoyZ3IxPj6CERvkX/7lfrYF5Web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RQ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V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51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hV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Rac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3gt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k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ut8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K8KHL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ut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sh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4y/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I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TO8IA&#10;AADdAAAADwAAAGRycy9kb3ducmV2LnhtbESP0YrCMBRE3xf2H8Jd8G2bqhuRrlFEUPTR6gdcmrtt&#10;sbmpTbT1742w4OMwM2eYxWqwjbhT52vHGsZJCoK4cKbmUsP5tP2eg/AB2WDjmDQ8yMNq+fmxwMy4&#10;no90z0MpIoR9hhqqENpMSl9UZNEnriWO3p/rLIYou1KaDvsIt42cpOlMWqw5LlTY0qai4pLfrIaf&#10;R7+75uqSbo2l8WHaHjgUSuvR17D+BRFoCO/wf3tvNEyVUvB6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hM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UUMQA&#10;AADdAAAADwAAAGRycy9kb3ducmV2LnhtbESPT4vCMBTE78J+h/AW9mbTdbFoNYqsKOJJ65/zo3m2&#10;xealNFHrtzcLCx6HmfkNM513phZ3al1lWcF3FIMgzq2uuFBwPKz6IxDOI2usLZOCJzmYzz56U0y1&#10;ffCe7pkvRICwS1FB6X2TSunykgy6yDbEwbvY1qAPsi2kbvER4KaWgzhOpMGKw0KJDf2WlF+zm1Fw&#10;S86DI1+2epctn+vxcrVw8lQo9fXZLSYgPHX+Hf5vb7SCn+Ewgb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lF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OzM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wGML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U7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YTcMA&#10;AADdAAAADwAAAGRycy9kb3ducmV2LnhtbERPy2rCQBTdC/2H4Qrd6UStQWIm0gfG0pW1BbeXzG0S&#10;mrkTMqNJ+vXOouDycN7pbjCNuFLnassKFvMIBHFhdc2lgu+v/WwDwnlkjY1lUjCSg132MEkx0bbn&#10;T7qefClCCLsEFVTet4mUrqjIoJvbljhwP7Yz6APsSqk77EO4aeQyimJpsObQUGFLrxUVv6eLUfAX&#10;n/HoDsuXt5X2ND5tcvtxzJV6nA7PWxCeBn8X/7vftYLVeh3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YT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ubsUA&#10;AADdAAAADwAAAGRycy9kb3ducmV2LnhtbESP0WrCQBRE3wX/YblC38xGa6RGVynFQt+q0Q+4ZG83&#10;wezdmN1q9Ou7BcHHYWbOMKtNbxtxoc7XjhVMkhQEcel0zUbB8fA5fgPhA7LGxjEpuJGHzXo4WGGu&#10;3ZX3dCmCERHCPkcFVQhtLqUvK7LoE9cSR+/HdRZDlJ2RusNrhNtGTtN0Li3WHBcqbOmjovJU/FoF&#10;ZzfNdF9s8fu0XexqY2bn+36m1Muof1+CCNSHZ/jR/tIKXrNsAf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u5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HJs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lGv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Q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RSc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eX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RS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xX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cV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Ys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Hvrd+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6S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Hr8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4Mo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Hr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e/c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k4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7R79yAAAAN0AAAAPAAAAAAAAAAAAAAAAAJgCAABk&#10;cnMvZG93bnJldi54bWxQSwUGAAAAAAQABAD1AAAAjQMAAAAA&#10;" fillcolor="black" stroked="f"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DhM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Ga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Q4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Yqs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p7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/Y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pas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Xa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p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Dtc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xPZ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D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AzRMIA&#10;AADdAAAADwAAAGRycy9kb3ducmV2LnhtbERPz2vCMBS+D/wfwhO8zcSNVanGMsYKwk7r9LDbI3m2&#10;1ealNJmt//1yGOz48f3eFZPrxI2G0HrWsFoqEMTG25ZrDcev8nEDIkRki51n0nCnAMV+9rDD3PqR&#10;P+lWxVqkEA45amhi7HMpg2nIYVj6njhxZz84jAkOtbQDjincdfJJqUw6bDk1NNjTW0PmWv04DZdS&#10;fnij0JyOp/Fg19/vGXVK68V8et2CiDTFf/Gf+2A1PL+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DN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8c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bjzw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U0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QVM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8F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RBUyAAAAN0AAAAPAAAAAAAAAAAAAAAAAJgCAABk&#10;cnMvZG93bnJldi54bWxQSwUGAAAAAAQABAD1AAAAjQMAAAAA&#10;" fillcolor="black" stroked="f"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Pzs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LuoY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1Pz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3SM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cze7h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DN0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437F" w:rsidRDefault="0044437F" w:rsidP="004443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437F" w:rsidRDefault="0044437F" w:rsidP="0044437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4437F" w:rsidRDefault="0044437F" w:rsidP="004443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4437F" w:rsidRDefault="0044437F" w:rsidP="004443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437F" w:rsidRDefault="0044437F" w:rsidP="004443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№127</w:t>
      </w:r>
    </w:p>
    <w:p w:rsidR="0044437F" w:rsidRPr="0086775D" w:rsidRDefault="0044437F" w:rsidP="0044437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4437F" w:rsidRPr="0086775D" w:rsidRDefault="0044437F" w:rsidP="0044437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Про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затвердження</w:t>
      </w:r>
      <w:proofErr w:type="spellEnd"/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44437F" w:rsidRPr="0086775D" w:rsidRDefault="0044437F" w:rsidP="0044437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4437F" w:rsidRPr="0086775D" w:rsidRDefault="0044437F" w:rsidP="0044437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та</w:t>
      </w:r>
    </w:p>
    <w:p w:rsidR="0044437F" w:rsidRPr="0086775D" w:rsidRDefault="0044437F" w:rsidP="0044437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передачі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її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</w:p>
    <w:p w:rsidR="0044437F" w:rsidRPr="0086775D" w:rsidRDefault="0044437F" w:rsidP="0044437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Гладуну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С.О.</w:t>
      </w: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20, 116, 118, 121, 122, 186  Земельного кодексу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С.О.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Гладуну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Олеговичу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16.00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запасу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01.03 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2,0000 га,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район,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Олеговичу, 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324D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______________</w:t>
      </w:r>
      <w:r w:rsidR="003324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bookmarkStart w:id="0" w:name="_GoBack"/>
      <w:bookmarkEnd w:id="0"/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324D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номер: 6823986800:05:011:0011,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44437F" w:rsidRPr="0086775D" w:rsidRDefault="0044437F" w:rsidP="004443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С.О.,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передана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посвідчити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законом порядку.</w:t>
      </w:r>
    </w:p>
    <w:p w:rsidR="0044437F" w:rsidRPr="0086775D" w:rsidRDefault="0044437F" w:rsidP="004443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виконанням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цього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покласти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постійну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комісію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питань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земельних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відносин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природокористування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планування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архітектури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охорони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пам’яток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історичного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середовища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благоустрою (Денисюк Т.В.)</w:t>
      </w:r>
    </w:p>
    <w:p w:rsidR="0044437F" w:rsidRPr="0086775D" w:rsidRDefault="0044437F" w:rsidP="004443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893" w:rsidRPr="0044437F" w:rsidRDefault="0044437F" w:rsidP="0044437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F7893" w:rsidRPr="0044437F" w:rsidSect="0044437F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7F"/>
    <w:rsid w:val="002F7893"/>
    <w:rsid w:val="003324DC"/>
    <w:rsid w:val="0044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443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443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4437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443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443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4437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2021-09-13T12:54:00Z</dcterms:created>
  <dcterms:modified xsi:type="dcterms:W3CDTF">2021-09-14T12:52:00Z</dcterms:modified>
</cp:coreProperties>
</file>