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CDC" w:rsidRPr="0081108E" w:rsidRDefault="00EF0CDC" w:rsidP="00EF0CDC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81108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EF0CDC" w:rsidRPr="0081108E" w:rsidRDefault="00EF0CDC" w:rsidP="00EF0CDC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EF0CDC" w:rsidRPr="0081108E" w:rsidRDefault="00F24A58" w:rsidP="00EF0CDC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noProof/>
        </w:rPr>
        <w:pict>
          <v:group id="Группа 10490" o:spid="_x0000_s1057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">
            <v:shape id="Freeform 3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DwEcIA&#10;AADeAAAADwAAAGRycy9kb3ducmV2LnhtbERPy6rCMBDdX/AfwgjurqkPrlqNIqLiQpD62A/N2Bab&#10;SWmi1r83gnB3czjPmS0aU4oH1a6wrKDXjUAQp1YXnCk4nza/YxDOI2ssLZOCFzlYzFs/M4y1fXJC&#10;j6PPRAhhF6OC3PsqltKlORl0XVsRB+5qa4M+wDqTusZnCDel7EfRnzRYcGjIsaJVTunteDcK7GC7&#10;21+yfjJY88jz8jC+Xpq9Up12s5yC8NT4f/HXvdNhfjSc9ODzTrhB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0PAR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bcxcYA&#10;AADeAAAADwAAAGRycy9kb3ducmV2LnhtbERPS2sCMRC+F/wPYYRepGYrRevWKEXYPjwIPqDXYTNu&#10;1m4mS5Lq1l9vhEJv8/E9Z7bobCNO5EPtWMHjMANBXDpdc6VgvysenkGEiKyxcUwKfinAYt67m2Gu&#10;3Zk3dNrGSqQQDjkqMDG2uZShNGQxDF1LnLiD8xZjgr6S2uM5hdtGjrJsLC3WnBoMtrQ0VH5vf6yC&#10;Y7E2X8vJ5c0Pphu6DIrVe/M5Vuq+372+gIjUxX/xn/tDp/nZ03QEt3fSDX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sbcx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ndX8UA&#10;AADeAAAADwAAAGRycy9kb3ducmV2LnhtbESP3YrCMBCF7xd8hzCCN4um6iJajSKii3gj/jzA0IxN&#10;sZmUJtr69mZB2LsZzpnznVmsWluKJ9W+cKxgOEhAEGdOF5wruF52/SkIH5A1lo5JwYs8rJadrwWm&#10;2jV8ouc55CKGsE9RgQmhSqX0mSGLfuAq4qjdXG0xxLXOpa6xieG2lKMkmUiLBUeCwYo2hrL7+WEj&#10;5DjG4+HWXHa/LTa4PRj+Xp+U6nXb9RxEoDb8mz/Xex3rJz+zMfy9E2eQy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md1f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RQEcQA&#10;AADeAAAADwAAAGRycy9kb3ducmV2LnhtbERPTUsDMRC9C/0PYQrebNayVrs2LaVVEMGDVSjehs10&#10;d3EzCcnYXf+9EQRv83ifs9qMrldniqnzbOB6VoAirr3tuDHw/vZ4dQcqCbLF3jMZ+KYEm/XkYoWV&#10;9QO/0vkgjcohnCo00IqESutUt+QwzXwgztzJR4eSYWy0jTjkcNfreVEstMOOc0OLgXYt1Z+HL2fg&#10;ZXgIz7eLm1P4iOVcp72V406MuZyO23tQQqP8i//cTzbPL8plCb/v5Bv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0UBH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zgsMcA&#10;AADeAAAADwAAAGRycy9kb3ducmV2LnhtbESP0WrCQBBF3wv+wzJCX0rd2FbRmI1IaUrxRdR+wJAd&#10;s8HsbMiuSfr33ULBtxnunXvuZNvRNqKnzteOFcxnCQji0umaKwXf5+J5BcIHZI2NY1LwQx62+eQh&#10;w1S7gY/Un0IlYgj7FBWYENpUSl8asuhnriWO2sV1FkNcu0rqDocYbhv5kiRLabHmSDDY0ruh8nq6&#10;2Qg5vOJhfxnOxeeIA37sDT/tjko9TsfdBkSgMdzN/9dfOtZP3tYL+Hsnzi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884LD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pr/cQA&#10;AADeAAAADwAAAGRycy9kb3ducmV2LnhtbERPTUsDMRC9C/0PYQrebNZSV7s2LaVVEMGDVSjehs10&#10;d3EzCcnYXf+9EQRv83ifs9qMrldniqnzbOB6VoAirr3tuDHw/vZ4dQcqCbLF3jMZ+KYEm/XkYoWV&#10;9QO/0vkgjcohnCo00IqESutUt+QwzXwgztzJR4eSYWy0jTjkcNfreVGU2mHHuaHFQLuW6s/DlzPw&#10;MjyE59vy5hQ+4mKu097KcSfGXE7H7T0ooVH+xX/uJ5vnF4tlCb/v5Bv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qa/3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PTj8YA&#10;AADeAAAADwAAAGRycy9kb3ducmV2LnhtbERP20oDMRB9F/oPYQRfpM1qta1r02KFUEGh9AK+Dpvp&#10;7tLNZElid/v3jSD4Nodznfmyt404kw+1YwUPowwEceFMzaWCw14PZyBCRDbYOCYFFwqwXAxu5pgb&#10;1/GWzrtYihTCIUcFVYxtLmUoKrIYRq4lTtzReYsxQV9K47FL4baRj1k2kRZrTg0VtvReUXHa/VgF&#10;q01Xjv19serd53H9/ay10V9aqbvb/u0VRKQ+/ov/3B8mzc+eXqbw+066QS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CPTj8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wNAsYA&#10;AADeAAAADwAAAGRycy9kb3ducmV2LnhtbESPQW/CMAyF70j7D5En7TbSITZBISC0qdI0cYHtB1iN&#10;aQqNUyWhdP9+PkziZus9v/d5vR19pwaKqQ1s4GVagCKug225MfDzXT0vQKWMbLELTAZ+KcF28zBZ&#10;Y2nDjQ80HHOjJIRTiQZczn2pdaodeUzT0BOLdgrRY5Y1NtpGvEm47/SsKN60x5alwWFP747qy/Hq&#10;DVRfs/1wudpYhd049/TqzosPZ8zT47hbgco05rv5//rTCn4xXwqvvCMz6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YwNAs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DiZsUA&#10;AADeAAAADwAAAGRycy9kb3ducmV2LnhtbERP22oCMRB9L/QfwhT6UjRrW0W3RqmFoNCCeIG+Dptx&#10;d3EzWZLUXf/eFAp9m8O5znzZ20ZcyIfasYLRMANBXDhTc6ngeNCDKYgQkQ02jknBlQIsF/d3c8yN&#10;63hHl30sRQrhkKOCKsY2lzIUFVkMQ9cSJ+7kvMWYoC+l8dilcNvI5yybSIs1p4YKW/qoqDjvf6yC&#10;1bYrX/xTserd52n9Pdba6C+t1OND//4GIlIf/8V/7o1J87PX2Qx+30k3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8OJm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bHsUA&#10;AADeAAAADwAAAGRycy9kb3ducmV2LnhtbESPQWvDMAyF74P+B6PBbqu9so6S1i2lIzDGLmv7A0Ss&#10;xVljOdhumv376TDYTUJP771vs5tCr0ZKuYts4WluQBE30XXcWjif6scVqFyQHfaRycIPZdhtZ3cb&#10;rFy88SeNx9IqMeFcoQVfylBpnRtPAfM8DsRy+4opYJE1tdolvIl56PXCmBcdsGNJ8DjQwVNzOV6D&#10;hfp98TFeri7VcT89B1r679Wrt/bhftqvQRWayr/47/vNSX2zNAIgODKD3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EZse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OgbcEA&#10;AADeAAAADwAAAGRycy9kb3ducmV2LnhtbERPS2rDMBDdF3IHMYXuaslJHYprJZRCQrOskwMM1tQ2&#10;sUaOpfhz+6pQ6G4e7zvFfradGGnwrWMNaaJAEFfOtFxruJwPz68gfEA22DkmDQt52O9WDwXmxk38&#10;RWMZahFD2OeooQmhz6X0VUMWfeJ64sh9u8FiiHCopRlwiuG2k2ulttJiy7GhwZ4+Gqqu5d1qeFmm&#10;463MrupgLKWnTX/iUGVaPz3O728gAs3hX/zn/jRxvspUCr/vxBvk7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ToG3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MotcMA&#10;AADeAAAADwAAAGRycy9kb3ducmV2LnhtbERPS2vCQBC+F/wPywje6q6BhjZ1FVEs0lObquchOyah&#10;2dmQXfP4991Cobf5+J6z3o62ET11vnasYbVUIIgLZ2ouNZy/jo/PIHxANtg4Jg0TedhuZg9rzIwb&#10;+JP6PJQihrDPUEMVQptJ6YuKLPqla4kjd3OdxRBhV0rT4RDDbSMTpVJpsebYUGFL+4qK7/xuNdzT&#10;a3Lm27v5yA/T28vhuPPyUmq9mI+7VxCBxvAv/nOfTJyvnlQCv+/E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Motc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A9M8YA&#10;AADeAAAADwAAAGRycy9kb3ducmV2LnhtbERPTU8CMRC9k/gfmiHxBi0iG1woRE1MhAME1AO3YTvs&#10;rm6ny7bA8u+tiQm3eXmfM523thJnanzpWMOgr0AQZ86UnGv4/HjrjUH4gGywckwaruRhPrvrTDE1&#10;7sIbOm9DLmII+xQ1FCHUqZQ+K8ii77uaOHIH11gMETa5NA1eYrit5INSibRYcmwosKbXgrKf7clq&#10;+FqPk6f1y+Lxe7na49Ca486Uidb33fZ5AiJQG27if/e7ifPVSA3h7514g5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mA9M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Ay08MA&#10;AADeAAAADwAAAGRycy9kb3ducmV2LnhtbERPS2sCMRC+C/0PYQreNKkvZDVKW9GKJ6uC12Ez7i5u&#10;Jssm6uqvbwSht/n4njOdN7YUV6p94VjDR1eBIE6dKTjTcNgvO2MQPiAbLB2Thjt5mM/eWlNMjLvx&#10;L113IRMxhH2CGvIQqkRKn+Zk0XddRRy5k6sthgjrTJoabzHclrKn1EhaLDg25FjRd07peXexGh6j&#10;I279T+9r0TeB7oPxym22K63b783nBESgJvyLX+61ifPVUA3g+U68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Ay08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X+5sMA&#10;AADeAAAADwAAAGRycy9kb3ducmV2LnhtbERP3WrCMBS+F3yHcAa702RiZaumIsOBd5vdHuDQHNPS&#10;5qQ2mdY9/TIYeHc+vt+z2Y6uExcaQuNZw9NcgSCuvGnYavj6fJs9gwgR2WDnmTTcKMC2mE42mBt/&#10;5SNdymhFCuGQo4Y6xj6XMlQ1OQxz3xMn7uQHhzHBwUoz4DWFu04ulFpJhw2nhhp7eq2pastvp+Hs&#10;F5kZyz2+t/uXj8ba5fnnuNT68WHcrUFEGuNd/O8+mDRfZSqDv3fSDbL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AX+5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sGesMA&#10;AADeAAAADwAAAGRycy9kb3ducmV2LnhtbERPPW/CMBDdK/EfrEPqVmxApCFgEEWqxAp06Hi1jyRt&#10;fA6xC2l/PUaq1O2e3uct171rxIW6UHvWMB4pEMTG25pLDW/H16ccRIjIFhvPpOGHAqxXg4clFtZf&#10;eU+XQyxFCuFQoIYqxraQMpiKHIaRb4kTd/Kdw5hgV0rb4TWFu0ZOlMqkw5pTQ4UtbSsyX4dvp2FX&#10;f9AsM6e5y1/M/v33HKfPn1brx2G/WYCI1Md/8Z97Z9N8NVMZ3N9JN8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sGe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ZaNsYA&#10;AADeAAAADwAAAGRycy9kb3ducmV2LnhtbERPXWsCMRB8F/wPYQXfNKlgW69GqYVCix9QFfu6XLaX&#10;o5fNcUnP898boeDb7M7OzM582blKtNSE0rOGh7ECQZx7U3Kh4Xh4Hz2DCBHZYOWZNFwowHLR780x&#10;M/7MX9TuYyGSCYcMNdgY60zKkFtyGMa+Jk7cj28cxjQ2hTQNnpO5q+REqUfpsOSUYLGmN0v57/7P&#10;aWhxd1HfdrWdfZabfLJbndYm7fVw0L2+gIjUxfvxv/rDpPfVVD3BrU7C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gZaN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QR3sUA&#10;AADeAAAADwAAAGRycy9kb3ducmV2LnhtbESPQU/DMAyF70j8h8hI3FiySiBUlk1o0hBHKBx2NI3X&#10;dDROlYS126/HByRutt7ze59XmzkM6kQp95EtLBcGFHEbXc+dhc+P3d0jqFyQHQ6RycKZMmzW11cr&#10;rF2c+J1OTemUhHCu0YIvZay1zq2ngHkRR2LRDjEFLLKmTruEk4SHQVfGPOiAPUuDx5G2ntrv5idY&#10;mF7ar2N12Dt/SWPcNW/xWA3R2tub+fkJVKG5/Jv/rl+d4Jt7I7zyjs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lBHe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CkUsUA&#10;AADeAAAADwAAAGRycy9kb3ducmV2LnhtbERP22oCMRB9L/gPYQTfaqLQardGsV6giFK07ft0M+5u&#10;m0yWTarr3zeC0Lc5nOtMZq2z4kRNqDxrGPQVCOLcm4oLDR/v6/sxiBCRDVrPpOFCAWbTzt0EM+PP&#10;vKfTIRYihXDIUEMZY51JGfKSHIa+r4kTd/SNw5hgU0jT4DmFOyuHSj1KhxWnhhJrWpSU/xx+nYb1&#10;29J+D3f7+aeMi9Xoy443L8ut1r1uO38GEamN/+Kb+9Wk+epBPcH1nXSDn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IKRS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VGhscA&#10;AADeAAAADwAAAGRycy9kb3ducmV2LnhtbESPQWvCQBCF70L/wzKFXkQ3WiwSXaUURAsVrApex+yY&#10;BLOzIbuN8d87h4K3GebNe++bLztXqZaaUHo2MBomoIgzb0vODRwPq8EUVIjIFivPZOBOAZaLl94c&#10;U+tv/EvtPuZKTDikaKCIsU61DllBDsPQ18Ryu/jGYZS1ybVt8CbmrtLjJPnQDkuWhAJr+ioou+7/&#10;nIF293PON22ov6/Tfpi8n9frrT0Z8/bafc5AReriU/z/vbFSP5mMBEBwZAa9e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I1Rob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WdAMUA&#10;AADeAAAADwAAAGRycy9kb3ducmV2LnhtbERPTWsCMRC9F/ofwgjearKiRVej1ILQS0FtD/U2bsbd&#10;xc1km0Td9tc3gtDbPN7nzJedbcSFfKgda8gGCgRx4UzNpYbPj/XTBESIyAYbx6ThhwIsF48Pc8yN&#10;u/KWLrtYihTCIUcNVYxtLmUoKrIYBq4lTtzReYsxQV9K4/Gawm0jh0o9S4s1p4YKW3qtqDjtzlbD&#10;ajpZfW9G/P67Pexp/3U4jYdead3vdS8zEJG6+C++u99Mmq/GWQa3d9IN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FZ0AxQAAAN4AAAAPAAAAAAAAAAAAAAAAAJgCAABkcnMv&#10;ZG93bnJldi54bWxQSwUGAAAAAAQABAD1AAAAigMAAAAA&#10;" fillcolor="black" stroked="f"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QNd8UA&#10;AADeAAAADwAAAGRycy9kb3ducmV2LnhtbERPS2vCQBC+F/wPywi91Y0BRaKrqK1Q0B58HDyO2TFZ&#10;kp0N2VVjf323UOhtPr7nzBadrcWdWm8cKxgOEhDEudOGCwWn4+ZtAsIHZI21Y1LwJA+Lee9lhpl2&#10;D97T/RAKEUPYZ6igDKHJpPR5SRb9wDXEkbu61mKIsC2kbvERw20t0yQZS4uGY0OJDa1LyqvDzSo4&#10;b8dmsjeUXnbfqw+9G1Wrr/dKqdd+t5yCCNSFf/Gf+1PH+clomMLvO/EG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BA13xQAAAN4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rF3sQA&#10;AADeAAAADwAAAGRycy9kb3ducmV2LnhtbERPTWsCMRC9F/ofwhS8aaLFIqtRpEXqxUNtS6/DZtxs&#10;dzPZJlFXf31TEHqbx/ucxap3rThRiLVnDeORAkFcelNzpeHjfTOcgYgJ2WDrmTRcKMJqeX+3wML4&#10;M7/RaZ8qkUM4FqjBptQVUsbSksM48h1x5g4+OEwZhkqagOcc7lo5UepJOqw5N1js6NlS2eyPTkNY&#10;f700Vz5+Nuq6u8TX7/5nhlbrwUO/noNI1Kd/8c29NXm+mo4f4e+dfIN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axd7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Lr4cQA&#10;AADeAAAADwAAAGRycy9kb3ducmV2LnhtbERP20oDMRB9F/yHMIIvxSYtWnVtWopQKFgKvXzAuBl3&#10;F5PJspm2W7/eCAXf5nCuM533wasTdamJbGE0NKCIy+gariwc9suHF1BJkB36yGThQgnms9ubKRYu&#10;nnlLp51UKodwKtBCLdIWWqeypoBpGFvizH3FLqBk2FXadXjO4cHrsTETHbDh3FBjS+81ld+7Y7Dg&#10;x5/+9eM5reVy0GvzE2Q72Dhr7+/6xRsooV7+xVf3yuX55mn0CH/v5Bv0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C6+HEAAAA3g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4PIMQA&#10;AADeAAAADwAAAGRycy9kb3ducmV2LnhtbERPTWvCQBC9F/wPywje6kZBKWk20ipCLj00tXgds9Ns&#10;6O5syK4a++u7QqG3ebzPKTajs+JCQ+g8K1jMMxDEjdcdtwoOH/vHJxAhImu0nknBjQJsyslDgbn2&#10;V36nSx1bkUI45KjAxNjnUobGkMMw9z1x4r784DAmOLRSD3hN4c7KZZatpcOOU4PBnraGmu/67BTs&#10;6t4uD5V5DcfPt9PJVj97Ou6Umk3Hl2cQkcb4L/5zVzrNz1aLFdzfSTfI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eDyDEAAAA3g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kjYcMA&#10;AADeAAAADwAAAGRycy9kb3ducmV2LnhtbERPTWvCQBC9F/wPywje6m4KppK6BpEKgqdaPXgbdqdJ&#10;2uxsyK4m/nu3UOhtHu9zVuXoWnGjPjSeNWRzBYLYeNtwpeH0uXtegggR2WLrmTTcKUC5njytsLB+&#10;4A+6HWMlUgiHAjXUMXaFlMHU5DDMfUecuC/fO4wJ9pW0PQ4p3LXyRalcOmw4NdTY0bYm83O8Og3f&#10;O3nwRqE5n87D3r5e3nNqldaz6bh5AxFpjP/iP/fepvlqkeXw+066Qa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kjY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11ncQA&#10;AADeAAAADwAAAGRycy9kb3ducmV2LnhtbERPTWvCQBC9C/0PyxS86UZLrURXsYWCtHgwFvE4Zsck&#10;JDsbdleN/94tCN7m8T5nvuxMIy7kfGVZwWiYgCDOra64UPC3+x5MQfiArLGxTApu5GG5eOnNMdX2&#10;ylu6ZKEQMYR9igrKENpUSp+XZNAPbUscuZN1BkOErpDa4TWGm0aOk2QiDVYcG0ps6aukvM7ORsHh&#10;/MunzdvPyn2Gve12vh4fp7VS/dduNQMRqAtP8cO91nF+8j76gP934g1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tdZ3EAAAA3g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80ncgA&#10;AADeAAAADwAAAGRycy9kb3ducmV2LnhtbESPQU8CMRCF7yb8h2ZMvEkLEQMLhYCJiRcTQQ5wG7bj&#10;7obtdG0rrP5652DibSbvzXvfLFa9b9WFYmoCWxgNDSjiMriGKwv79+f7KaiUkR22gcnCNyVYLQc3&#10;CyxcuPKWLrtcKQnhVKCFOueu0DqVNXlMw9ARi/YRoscsa6y0i3iVcN/qsTGP2mPD0lBjR081lefd&#10;l7ewmU03n28P/PqzPR3peDidJ+NorL277ddzUJn6/G/+u35xgm8mI+GVd2QGvfw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LzSdyAAAAN4AAAAPAAAAAAAAAAAAAAAAAJgCAABk&#10;cnMvZG93bnJldi54bWxQSwUGAAAAAAQABAD1AAAAjQMAAAAA&#10;" fillcolor="black" stroked="f"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WarMQA&#10;AADeAAAADwAAAGRycy9kb3ducmV2LnhtbERPTUsDMRC9C/6HMEJvNluLUtemZSmI4mlbK16nm+lm&#10;6WayJDFd/31TELzN433Ocj3aXiTyoXOsYDYtQBA3TnfcKth/vt4vQISIrLF3TAp+KcB6dXuzxFK7&#10;M28p7WIrcgiHEhWYGIdSytAYshimbiDO3NF5izFD30rt8ZzDbS8fiuJJWuw4NxgcaGOoOe1+rIJ0&#10;2NTVPH0ns/3wVetd/fZ1qJWa3I3VC4hIY/wX/7nfdZ5fPM6e4fpOvkGu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VmqzEAAAA3g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+9hcgA&#10;AADeAAAADwAAAGRycy9kb3ducmV2LnhtbESPQWvCQBCF74X+h2UKvdWNglKjq4i00vZSjYI9Dtlp&#10;NpidDdltTPvrO4dCbzPMm/fet1wPvlE9dbEObGA8ykARl8HWXBk4HZ8fHkHFhGyxCUwGvinCenV7&#10;s8TchisfqC9SpcSEY44GXEptrnUsHXmMo9ASy+0zdB6TrF2lbYdXMfeNnmTZTHusWRIctrR1VF6K&#10;L28gjrdP5zf/M+8/do7fi1c321fOmPu7YbMAlWhI/+K/7xcr9bPpRAAER2bQq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mL72FyAAAAN4AAAAPAAAAAAAAAAAAAAAAAJgCAABk&#10;cnMvZG93bnJldi54bWxQSwUGAAAAAAQABAD1AAAAjQ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F0CDC" w:rsidRPr="0081108E" w:rsidRDefault="00EF0CDC" w:rsidP="00EF0CD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EF0CDC" w:rsidRPr="0081108E" w:rsidRDefault="00EF0CDC" w:rsidP="00EF0CD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EF0CDC" w:rsidRPr="0081108E" w:rsidRDefault="00EF0CDC" w:rsidP="00EF0CD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EF0CDC" w:rsidRPr="0081108E" w:rsidRDefault="00EF0CDC" w:rsidP="00EF0CD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EF0CDC" w:rsidRPr="0081108E" w:rsidRDefault="00EF0CDC" w:rsidP="00EF0CDC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uk-UA"/>
        </w:rPr>
      </w:pPr>
    </w:p>
    <w:p w:rsidR="00EF0CDC" w:rsidRPr="0081108E" w:rsidRDefault="00EF0CDC" w:rsidP="00EF0CDC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EF0CDC" w:rsidRPr="0081108E" w:rsidRDefault="00EF0CDC" w:rsidP="00EF0CDC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EF0CDC" w:rsidRPr="0081108E" w:rsidRDefault="00EF0CDC" w:rsidP="00EF0CDC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EF0CDC" w:rsidRPr="0081108E" w:rsidRDefault="00EF0CDC" w:rsidP="00EF0CDC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EF0CDC" w:rsidRPr="0081108E" w:rsidRDefault="00EF0CDC" w:rsidP="00EF0CD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24A58">
        <w:rPr>
          <w:noProof/>
        </w:rPr>
        <w:pict>
          <v:group id="Группа 10521" o:spid="_x0000_s1026" style="position:absolute;margin-left:219.6pt;margin-top:717.85pt;width:42.8pt;height:57.85pt;z-index:251659264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">
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yoHMIA&#10;AADeAAAADwAAAGRycy9kb3ducmV2LnhtbERPS4vCMBC+C/6HMII3Ta2sK7VRRFQ8CKKr96GZPrCZ&#10;lCZq/fdmYWFv8/E9J111phZPal1lWcFkHIEgzqyuuFBw/dmN5iCcR9ZYWyYFb3KwWvZ7KSbavvhM&#10;z4svRAhhl6CC0vsmkdJlJRl0Y9sQBy63rUEfYFtI3eIrhJtaxlE0kwYrDg0lNrQpKbtfHkaBne4P&#10;x1sRn6db/va8Ps3zW3dUajjo1gsQnjr/L/5zH3SYH33FMfy+E26Qy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XKgc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S/JMcA&#10;AADeAAAADwAAAGRycy9kb3ducmV2LnhtbERPTWsCMRC9F/wPYYReRLO11LZboxRhbe2hoBZ6HTbT&#10;zepmsiSprv56IxR6m8f7nOm8s404kA+1YwV3owwEcel0zZWCr20xfAIRIrLGxjEpOFGA+ax3M8Vc&#10;uyOv6bCJlUghHHJUYGJscylDachiGLmWOHE/zluMCfpKao/HFG4bOc6yibRYc2ow2NLCULnf/FoF&#10;u+LTfC8ez0s/eF7TeVB8vDWriVK3/e71BUSkLv6L/9zvOs3PHsb3cH0n3S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TUvyT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6DUccA&#10;AADeAAAADwAAAGRycy9kb3ducmV2LnhtbESPzWrDMBCE74W+g9hCLyWR6zQhuFGCKXEouYT8PMBi&#10;bSxTa2UsxXbfPgoUettlZuebXW1G24ieOl87VvA+TUAQl07XXCm4nIvJEoQPyBobx6Tglzxs1s9P&#10;K8y0G/hI/SlUIoawz1CBCaHNpPSlIYt+6lriqF1dZzHEtauk7nCI4baRaZIspMWaI8FgS1+Gyp/T&#10;zUbIYYaH/XU4F7sRB9zuDb/lR6VeX8b8E0SgMfyb/66/dayfzNMPeLwTZ5D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ug1H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Yz8MQA&#10;AADeAAAADwAAAGRycy9kb3ducmV2LnhtbERPTUvDQBC9C/0Pywje7MZgWondllIVRPDQVhBvQ3aa&#10;BLOzy+7YxH/vCoK3ebzPWW0mN6gzxdR7NnAzL0ARN9723Bp4Oz5d34FKgmxx8EwGvinBZj27WGFt&#10;/ch7Oh+kVTmEU40GOpFQa52ajhymuQ/EmTv56FAyjK22Eccc7gZdFsVCO+w5N3QYaNdR83n4cgZe&#10;x8fwslxUp/ARb0udHqy878SYq8tpew9KaJJ/8Z/72eb5RVVW8PtOvkG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/mM/D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C4vcYA&#10;AADeAAAADwAAAGRycy9kb3ducmV2LnhtbESPwWrDMBBE74H+g9hCL6GR69BQXMshlCaEXIKdfMBi&#10;bSxTa2Us1Xb/PioUettlZufN5tvZdmKkwbeOFbysEhDEtdMtNwqul/3zGwgfkDV2jknBD3nYFg+L&#10;HDPtJi5prEIjYgj7DBWYEPpMSl8bsuhXrieO2s0NFkNch0bqAacYbjuZJslGWmw5Egz29GGo/qq+&#10;bYSc13g+3abL/jDjhJ8nw8tdqdTT47x7BxFoDv/mv+ujjvWT13QDv+/EGWR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rC4v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gIHMQA&#10;AADeAAAADwAAAGRycy9kb3ducmV2LnhtbERPS0sDMRC+C/0PYQrebNbFPlibltIqiODBKhRvw2a6&#10;u7iZhGTsrv/eCIK3+fies96OrlcXiqnzbOB2VoAirr3tuDHw/vZ4swKVBNli75kMfFOC7WZytcbK&#10;+oFf6XKURuUQThUaaEVCpXWqW3KYZj4QZ+7so0PJMDbaRhxyuOt1WRQL7bDj3NBioH1L9efxyxl4&#10;GR7C83IxP4ePeFfqdLBy2osx19Nxdw9KaJR/8Z/7yeb5xbxcwu87+Qa9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4CBz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KBh8cA&#10;AADeAAAADwAAAGRycy9kb3ducmV2LnhtbESPQUsDMRCF74L/IYzQi9isLRVZmxZbCC0oiFXwOmym&#10;u4ubyZKk3e2/7xwEbzO8N+99s1yPvlNniqkNbOBxWoAiroJruTbw/WUfnkGljOywC0wGLpRgvbq9&#10;WWLpwsCfdD7kWkkIpxINNDn3pdapashjmoaeWLRjiB6zrLHWLuIg4b7Ts6J40h5bloYGe9o2VP0e&#10;Tt7A5mOo5/G+2ozh7bj7WVjr7Ls1ZnI3vr6AyjTmf/Pf9d4JfrGYCa+8IzPo1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TigYf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5u48IA&#10;AADeAAAADwAAAGRycy9kb3ducmV2LnhtbERP3WrCMBS+H/gO4QjezdSiQ6tRRCmMsZupD3Bojk21&#10;OSlJrN3bL4PB7s7H93s2u8G2oicfGscKZtMMBHHldMO1gsu5fF2CCBFZY+uYFHxTgN129LLBQrsn&#10;f1F/irVIIRwKVGBi7AopQ2XIYpi6jjhxV+ctxgR9LbXHZwq3rcyz7E1abDg1GOzoYKi6nx5WQfmR&#10;f/b3h/al2w9zSwtzWx6NUpPxsF+DiDTEf/Gf+12n+dkiX8HvO+kG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nm7j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0bXMcA&#10;AADeAAAADwAAAGRycy9kb3ducmV2LnhtbESPQUsDMRCF7wX/Qxihl2KztlRkbVpsISgolFbB67CZ&#10;7i5uJkuSdtd/7xwEbzPMm/fet96OvlNXiqkNbOB+XoAiroJruTbw+WHvHkGljOywC0wGfijBdnMz&#10;WWPpwsBHup5yrcSEU4kGmpz7UutUNeQxzUNPLLdziB6zrLHWLuIg5r7Ti6J40B5bloQGe9o3VH2f&#10;Lt7A7jDUyzirdmN4O798rax19t0aM70dn59AZRrzv/jv+9VJ/WK1FADBkRn05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9NG1z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H0OMMA&#10;AADeAAAADwAAAGRycy9kb3ducmV2LnhtbERP3WrCMBS+H+wdwhl4N1N1itRGEaUgYzfTPcChOWtq&#10;m5OSxFrffhkMdnc+vt9T7EbbiYF8aBwrmE0zEMSV0w3XCr4u5esaRIjIGjvHpOBBAXbb56cCc+3u&#10;/EnDOdYihXDIUYGJsc+lDJUhi2HqeuLEfTtvMSboa6k93lO47eQ8y1bSYsOpwWBPB0NVe75ZBeX7&#10;/GNob9qXbj++WVqa6/polJq8jPsNiEhj/Bf/uU86zc+Wixn8vpNuk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H0O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30p8EA&#10;AADeAAAADwAAAGRycy9kb3ducmV2LnhtbERP24rCMBB9F/Yfwgj7ZhMvXZZqFBEUfbTuBwzNbFts&#10;Jt0m2vr3G0HwbQ7nOqvNYBtxp87XjjVMEwWCuHCm5lLDz2U/+QbhA7LBxjFpeJCHzfpjtMLMuJ7P&#10;dM9DKWII+ww1VCG0mZS+qMiiT1xLHLlf11kMEXalNB32Mdw2cqbUl7RYc2yosKVdRcU1v1kNi0d/&#10;+MvTq9obS9PTvD1xKFKtP8fDdgki0BDe4pf7aOJ8lc5n8Hwn3i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t9Kf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NHk8IA&#10;AADeAAAADwAAAGRycy9kb3ducmV2LnhtbERPy6rCMBDdX/AfwgjurqmKotUooiji6lof66EZ22Iz&#10;KU3U+vdGEO5uDuc5s0VjSvGg2hWWFfS6EQji1OqCMwWn4+Z3DMJ5ZI2lZVLwIgeLeetnhrG2Tz7Q&#10;I/GZCCHsYlSQe1/FUro0J4OuayviwF1tbdAHWGdS1/gM4aaU/SgaSYMFh4YcK1rllN6Su1FwH136&#10;J77u9V+yfm0n683SyXOmVKfdLKcgPDX+X/x173SYHw0HA/i8E26Q8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Y0eT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Vv+sYA&#10;AADeAAAADwAAAGRycy9kb3ducmV2LnhtbERPS2vCQBC+C/6HZYTedOOjQaOrqFBoe6jU6sHbmB2T&#10;aHY2Zrea/nu3UOhtPr7nzBaNKcWNaldYVtDvRSCIU6sLzhTsvl66YxDOI2ssLZOCH3KwmLdbM0y0&#10;vfMn3bY+EyGEXYIKcu+rREqX5mTQ9WxFHLiTrQ36AOtM6hrvIdyUchBFsTRYcGjIsaJ1Tull+20U&#10;7DfjeLJZvY3O7x9HHBp9PegiVuqp0yynIDw1/l/8537VYX70PBzB7zvhBjl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+Vv+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Bd9cIA&#10;AADeAAAADwAAAGRycy9kb3ducmV2LnhtbERPS4vCMBC+L/gfwgje1lRdRapRfLAqe/IFXodmbIvN&#10;pDRRq7/eCMLe5uN7znham0LcqHK5ZQWddgSCOLE651TB8fD7PQThPLLGwjIpeJCD6aTxNcZY2zvv&#10;6Lb3qQgh7GJUkHlfxlK6JCODrm1L4sCdbWXQB1ilUld4D+GmkN0oGkiDOYeGDEtaZJRc9lej4Dk4&#10;4datu/NlT3t6/AxX9m+7UqrVrGcjEJ5q/y/+uDc6zI/6vT683wk3yM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UF31wgAAAN4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uqLMIA&#10;AADeAAAADwAAAGRycy9kb3ducmV2LnhtbERP24rCMBB9F/Yfwizsm6Ze0WqUZXHBN7X6AUMzpsVm&#10;Upuo3f16Iwi+zeFcZ7FqbSVu1PjSsYJ+LwFBnDtdslFwPPx2pyB8QNZYOSYFf+RhtfzoLDDV7s57&#10;umXBiBjCPkUFRQh1KqXPC7Loe64mjtzJNRZDhI2RusF7DLeVHCTJRFosOTYUWNNPQfk5u1oFFzcY&#10;6zZb4/a8nu1KY0aX//1Iqa/P9nsOIlAb3uKXe6Pj/GQ8nMDznXiD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u6os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tpXMMA&#10;AADeAAAADwAAAGRycy9kb3ducmV2LnhtbERPS4vCMBC+C/6HMII3TVV8bDXKKghe1T3scTYZ22oz&#10;6TZRu/vrjSB4m4/vOYtVY0txo9oXjhUM+gkIYu1MwZmCr+O2NwPhA7LB0jEp+CMPq2W7tcDUuDvv&#10;6XYImYgh7FNUkIdQpVJ6nZNF33cVceROrrYYIqwzaWq8x3BbymGSTKTFgmNDjhVtctKXw9Uq2BU/&#10;NJ7o04edrfX++/83jKZno1S303zOQQRqwlv8cu9MnJ+MR1N4vhNv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tpX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UE+cUA&#10;AADeAAAADwAAAGRycy9kb3ducmV2LnhtbERPS0sDMRC+C/6HMEJvNrHFUtemxQqC0ge0il6HzbhZ&#10;3EyWTdxu/33nIHib+V7zzWI1hEb11KU6soW7sQFFXEZXc2Xh4/3ldg4qZWSHTWSycKYEq+X11QIL&#10;F098oP6YKyUhnAq04HNuC61T6SlgGseWWLjv2AXMsnaVdh2eJDw0emLMTAesWS54bOnZU/lz/A0W&#10;etyfzZdf7x7e6m052a8/N05wO7oZnh5BZRryv/jP/eqkvrmfSl95R2bQy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9QT5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R++MMA&#10;AADeAAAADwAAAGRycy9kb3ducmV2LnhtbERPTUvDQBC9C/0Pywje7MYURdNuSxFaPGr04HHMTrNp&#10;szNhd22iv94VBG/zeJ+z2ky+V2cKsRM2cDMvQBE3YjtuDby97q7vQcWEbLEXJgNfFGGznl2ssLIy&#10;8gud69SqHMKxQgMupaHSOjaOPMa5DMSZO0jwmDIMrbYBxxzue10WxZ322HFucDjQo6PmVH96A+O+&#10;+TiWh3frvsMgu/pZjmUvxlxdTtslqERT+hf/uZ9snl/cLh7g9518g1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7R++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C0D8gA&#10;AADeAAAADwAAAGRycy9kb3ducmV2LnhtbESPQU/DMAyF70j8h8hI3FjKxGDqmk5jY9KENqENdjeN&#10;aQuJUzVhK/8eH5C42fLze+8r5oN36kR9bAMbuB1loIirYFuuDby9rm+moGJCtugCk4EfijAvLy8K&#10;zG04855Oh1QrMeGYo4EmpS7XOlYNeYyj0BHL7SP0HpOsfa1tj2cx906Ps+xee2xZEhrsaNlQ9XX4&#10;9gbWLyv3Od7tF0edlk8P7276/LjaGnN9NSxmoBIN6V/8972xUj+b3AmA4MgMuvw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cLQP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rMAMQA&#10;AADeAAAADwAAAGRycy9kb3ducmV2LnhtbERPTYvCMBC9C/sfwix4EU1ddZGuUURYVFBwVfA6NrNt&#10;sZmUJtb6740geJvH+5zJrDGFqKlyuWUF/V4EgjixOudUwfHw2x2DcB5ZY2GZFNzJwWz60ZpgrO2N&#10;/6je+1SEEHYxKsi8L2MpXZKRQdezJXHg/m1l0AdYpVJXeAvhppBfUfQtDeYcGjIsaZFRctlfjYJ6&#10;tzmnq9qV68u440aD83K51Sel2p/N/AeEp8a/xS/3Sof50WjYh+c74QY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KzAD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QsasUA&#10;AADeAAAADwAAAGRycy9kb3ducmV2LnhtbERPTWsCMRC9C/6HMEJvmrho0dUotVDopaC2h3obN+Pu&#10;4mayTVLd9tc3gtDbPN7nLNedbcSFfKgdaxiPFAjiwpmaSw0f7y/DGYgQkQ02jknDDwVYr/q9JebG&#10;XXlHl30sRQrhkKOGKsY2lzIUFVkMI9cSJ+7kvMWYoC+l8XhN4baRmVKP0mLNqaHClp4rKs77b6th&#10;M59tvrYTfvvdHQ90+Dyep5lXWj8MuqcFiEhd/Bff3a8mzVfTSQa3d9IN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dCxqxQAAAN4AAAAPAAAAAAAAAAAAAAAAAJgCAABkcnMv&#10;ZG93bnJldi54bWxQSwUGAAAAAAQABAD1AAAAigMAAAAA&#10;" fillcolor="black" stroked="f"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uH8cYA&#10;AADeAAAADwAAAGRycy9kb3ducmV2LnhtbERPS2sCMRC+F/ofwhS81axPZGuUWlsQqgcfB4/Tzbgb&#10;djNZNlFXf30jFHqbj+8503lrK3GhxhvHCnrdBARx5rThXMFh//U6AeEDssbKMSm4kYf57Plpiql2&#10;V97SZRdyEUPYp6igCKFOpfRZQRZ919XEkTu5xmKIsMmlbvAaw20l+0kylhYNx4YCa/ooKCt3Z6vg&#10;+D02k62h/s/6vvjU61G52CxLpTov7fsbiEBt+Bf/uVc6zk9GwwE83ok3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uH8cYAAADe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Byt8QA&#10;AADeAAAADwAAAGRycy9kb3ducmV2LnhtbERPS2sCMRC+F/ofwhR6q4nFFlmNIi2lvfTgC6/DZtys&#10;u5lsk6irv94UCr3Nx/ec6bx3rThRiLVnDcOBAkFcelNzpWGz/ngag4gJ2WDrmTRcKMJ8dn83xcL4&#10;My/ptEqVyCEcC9RgU+oKKWNpyWEc+I44c3sfHKYMQyVNwHMOd618VupVOqw5N1js6M1S2ayOTkNY&#10;7N6bKx+3jbp+X+Lnof8Zo9X68aFfTEAk6tO/+M/9ZfJ89TIawe87+QY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Acrf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1hZ8QA&#10;AADeAAAADwAAAGRycy9kb3ducmV2LnhtbERPbUvDMBD+Lvgfwgl+EZc4nG612RBBEByDzf2AW3Nr&#10;i8mlNGfX+euNIPjtHp7XK1dj8GqgPrWRLdxNDCjiKrqWawv7j9fbOagkyA59ZLJwpgSr5eVFiYWL&#10;J97SsJNa5RBOBVpoRLpC61Q1FDBNYkecuWPsA0qGfa1dj6ccHryeGvOgA7acGxrs6KWh6nP3FSz4&#10;6cEv3h/TWs57vTbfQbY3G2ft9dX4/ARKaJR/8Z/7zeX5ZnY/g9938g16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9YWfEAAAA3g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++SsUA&#10;AADeAAAADwAAAGRycy9kb3ducmV2LnhtbERPTWsCMRC9F/wPYYTearZSRbZGaSvCXjy4bvE6bqab&#10;pclk2aS69dcbodDbPN7nLNeDs+JMfWg9K3ieZCCIa69bbhRUh+3TAkSIyBqtZ1LwSwHWq9HDEnPt&#10;L7yncxkbkUI45KjAxNjlUobakMMw8R1x4r587zAm2DdS93hJ4c7KaZbNpcOWU4PBjj4M1d/lj1Ow&#10;KTs7rQrzHo6fu9PJFtctHTdKPY6Ht1cQkYb4L/5zFzrNz2Yvc7i/k26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f75KxQAAAN4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ap58MA&#10;AADeAAAADwAAAGRycy9kb3ducmV2LnhtbERPS2sCMRC+F/wPYQRvNbFYldXsIqWC0FN9HLwNybi7&#10;upksm9Td/vumUOhtPr7nbIrBNeJBXag9a5hNFQhi423NpYbTcfe8AhEissXGM2n4pgBFPnraYGZ9&#10;z5/0OMRSpBAOGWqoYmwzKYOpyGGY+pY4cVffOYwJdqW0HfYp3DXyRamFdFhzaqiwpbeKzP3w5TTc&#10;dvLDG4XmfDr3e7u8vC+oUVpPxsN2DSLSEP/Ff+69TfPV63wJv++kG2T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Tap5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HO8scA&#10;AADeAAAADwAAAGRycy9kb3ducmV2LnhtbESPQWvCQBCF74X+h2WE3nSjrUWiq1hBKC09qEU8jtkx&#10;CcnOht1V03/fORR6m+G9ee+bxap3rbpRiLVnA+NRBoq48Lbm0sD3YTucgYoJ2WLrmQz8UITV8vFh&#10;gbn1d97RbZ9KJSEcczRQpdTlWseiIodx5Dti0S4+OEyyhlLbgHcJd62eZNmrdlizNFTY0aaiotlf&#10;nYHT9ZMvX88f6/CWjr4/xGZynjXGPA369RxUoj79m/+u363gZ9MX4ZV3ZAa9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VBzvLHAAAA3gAAAA8AAAAAAAAAAAAAAAAAmAIAAGRy&#10;cy9kb3ducmV2LnhtbFBLBQYAAAAABAAEAPUAAACM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C+G8UA&#10;AADeAAAADwAAAGRycy9kb3ducmV2LnhtbERPTWsCMRC9F/ofwhR66yYVFd0aRQWhl0K1PdTbuJnu&#10;Lm4ma5Lq6q83BcHbPN7nTGadbcSRfKgda3jNFAjiwpmaSw3fX6uXEYgQkQ02jknDmQLMpo8PE8yN&#10;O/GajptYihTCIUcNVYxtLmUoKrIYMtcSJ+7XeYsxQV9K4/GUwm0je0oNpcWaU0OFLS0rKvabP6th&#10;MR4tDp99/risd1va/uz2g55XWj8/dfM3EJG6eBff3O8mzVeD/hj+30k3yO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0L4bxQAAAN4AAAAPAAAAAAAAAAAAAAAAAJgCAABkcnMv&#10;ZG93bnJldi54bWxQSwUGAAAAAAQABAD1AAAAigMAAAAA&#10;" fillcolor="black" stroked="f"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K8cYA&#10;AADeAAAADwAAAGRycy9kb3ducmV2LnhtbESPQUsDMRCF74L/IYzgzWZVKrI2LUtBFE/bqnidbqab&#10;pZvJksR0/ffOQfA2w7x5732rzexHVSimIbCB20UFirgLduDewMf7880jqJSRLY6BycAPJdisLy9W&#10;WNtw5h2Vfe6VmHCq0YDLeaq1Tp0jj2kRJmK5HUP0mGWNvbYRz2LuR31XVQ/a48CS4HCiraPutP/2&#10;Bsph2zb35au43Vts+hjal89Da8z11dw8gco053/x3/erlfrVcikAgiMz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oWK8cYAAADeAAAADwAAAAAAAAAAAAAAAACYAgAAZHJz&#10;L2Rvd25yZXYueG1sUEsFBgAAAAAEAAQA9QAAAIs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VrY8UA&#10;AADeAAAADwAAAGRycy9kb3ducmV2LnhtbERPTWvCQBC9C/6HZYTedJOCUlNXEbGl7UWNhfY4ZMds&#10;MDsbstuY9te7BcHbPN7nLFa9rUVHra8cK0gnCQjiwumKSwWfx5fxEwgfkDXWjknBL3lYLYeDBWba&#10;XfhAXR5KEUPYZ6jAhNBkUvrCkEU/cQ1x5E6utRgibEupW7zEcFvLxySZSYsVxwaDDW0MFef8xyrw&#10;6Wb79WH/5t33q+Fd/m5m+9Io9TDq188gAvXhLr6533Scn0ynKfy/E2+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ZWtjxQAAAN4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F0CDC" w:rsidRDefault="00EF0CDC" w:rsidP="00EF0CD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EF0CDC" w:rsidRPr="0081108E" w:rsidRDefault="00EF0CDC" w:rsidP="00EF0CD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81108E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EF0CDC" w:rsidRPr="0081108E" w:rsidRDefault="00EF0CDC" w:rsidP="00EF0CD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EF0CDC" w:rsidRPr="0081108E" w:rsidRDefault="00EF0CDC" w:rsidP="00EF0CDC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proofErr w:type="gramStart"/>
      <w:r>
        <w:rPr>
          <w:rFonts w:ascii="Times New Roman" w:eastAsia="Calibri" w:hAnsi="Times New Roman" w:cs="Times New Roman"/>
          <w:lang w:val="en-US"/>
        </w:rPr>
        <w:t>I</w:t>
      </w:r>
      <w:r w:rsidRPr="0081108E">
        <w:rPr>
          <w:rFonts w:ascii="Times New Roman" w:eastAsia="Calibri" w:hAnsi="Times New Roman" w:cs="Times New Roman"/>
          <w:lang w:val="en-US"/>
        </w:rPr>
        <w:t>V</w:t>
      </w:r>
      <w:r w:rsidRPr="0081108E">
        <w:rPr>
          <w:rFonts w:ascii="Times New Roman" w:eastAsia="Calibri" w:hAnsi="Times New Roman" w:cs="Times New Roman"/>
          <w:color w:val="FF0000"/>
          <w:lang w:val="uk-UA"/>
        </w:rPr>
        <w:t xml:space="preserve">  </w:t>
      </w:r>
      <w:r w:rsidRPr="0081108E">
        <w:rPr>
          <w:rFonts w:ascii="Times New Roman" w:eastAsia="Calibri" w:hAnsi="Times New Roman" w:cs="Times New Roman"/>
          <w:lang w:val="uk-UA"/>
        </w:rPr>
        <w:t>сесії</w:t>
      </w:r>
      <w:proofErr w:type="gramEnd"/>
      <w:r w:rsidRPr="0081108E">
        <w:rPr>
          <w:rFonts w:ascii="Times New Roman" w:eastAsia="Calibri" w:hAnsi="Times New Roman" w:cs="Times New Roman"/>
          <w:lang w:val="uk-UA"/>
        </w:rPr>
        <w:t xml:space="preserve"> сільської ради  </w:t>
      </w:r>
      <w:r w:rsidRPr="0081108E">
        <w:rPr>
          <w:rFonts w:ascii="Times New Roman" w:eastAsia="Calibri" w:hAnsi="Times New Roman" w:cs="Times New Roman"/>
          <w:lang w:val="en-US"/>
        </w:rPr>
        <w:t>VIII</w:t>
      </w:r>
      <w:r w:rsidRPr="0081108E">
        <w:rPr>
          <w:rFonts w:ascii="Times New Roman" w:eastAsia="Calibri" w:hAnsi="Times New Roman" w:cs="Times New Roman"/>
          <w:lang w:val="uk-UA"/>
        </w:rPr>
        <w:t xml:space="preserve"> скликання</w:t>
      </w:r>
    </w:p>
    <w:p w:rsidR="00EF0CDC" w:rsidRPr="0081108E" w:rsidRDefault="00EF0CDC" w:rsidP="00EF0CDC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EF0CDC" w:rsidRPr="0081108E" w:rsidRDefault="00EF0CDC" w:rsidP="00EF0CDC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23.12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.2020р.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      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           Крупець                                        №_____</w:t>
      </w:r>
    </w:p>
    <w:p w:rsidR="00EF0CDC" w:rsidRDefault="00EF0CDC" w:rsidP="00EF0CD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EF0CDC" w:rsidRPr="001920C6" w:rsidRDefault="00EF0CDC" w:rsidP="00EF0C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EF0CDC" w:rsidRPr="001920C6" w:rsidRDefault="00EF0CDC" w:rsidP="00EF0C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EF0CDC" w:rsidRPr="001920C6" w:rsidRDefault="00EF0CDC" w:rsidP="00EF0C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EF0CDC" w:rsidRPr="001920C6" w:rsidRDefault="00EF0CDC" w:rsidP="00EF0C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uk-UA"/>
        </w:rPr>
        <w:t>Піжик</w:t>
      </w:r>
      <w:proofErr w:type="spellEnd"/>
      <w:r>
        <w:rPr>
          <w:rFonts w:ascii="Times New Roman" w:eastAsia="Calibri" w:hAnsi="Times New Roman" w:cs="Times New Roman"/>
          <w:b/>
          <w:sz w:val="24"/>
          <w:lang w:val="uk-UA"/>
        </w:rPr>
        <w:t xml:space="preserve"> Т.П.</w:t>
      </w:r>
    </w:p>
    <w:p w:rsidR="00EF0CDC" w:rsidRPr="001920C6" w:rsidRDefault="00EF0CDC" w:rsidP="00EF0C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EF0CDC" w:rsidRPr="001920C6" w:rsidRDefault="00EF0CDC" w:rsidP="00EF0C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F0CDC" w:rsidRPr="001920C6" w:rsidRDefault="00EF0CDC" w:rsidP="00EF0C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до пункту 34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lang w:val="uk-UA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lang w:val="uk-UA"/>
        </w:rPr>
        <w:t>іжик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Т.П.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рада </w:t>
      </w:r>
    </w:p>
    <w:p w:rsidR="00EF0CDC" w:rsidRPr="001920C6" w:rsidRDefault="00EF0CDC" w:rsidP="00EF0C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>ВИРІШИЛА:</w:t>
      </w:r>
    </w:p>
    <w:p w:rsidR="00EF0CDC" w:rsidRPr="001920C6" w:rsidRDefault="00EF0CDC" w:rsidP="00EF0C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F0CDC" w:rsidRPr="001920C6" w:rsidRDefault="00EF0CDC" w:rsidP="00EF0CD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EF0CDC" w:rsidRDefault="00EF0CDC" w:rsidP="00EF0C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       1. Надати 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Піжик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Тетяні Павлівні</w:t>
      </w: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яка  зареєстрована</w:t>
      </w: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  за адре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сою: </w:t>
      </w:r>
      <w:r w:rsidR="00F24A58">
        <w:rPr>
          <w:rFonts w:ascii="Times New Roman" w:eastAsia="Calibri" w:hAnsi="Times New Roman" w:cs="Times New Roman"/>
          <w:sz w:val="24"/>
          <w:lang w:val="en-US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val="uk-UA"/>
        </w:rPr>
        <w:t>,</w:t>
      </w: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 дозвіл на розробку проекту із землеустрою щодо відведення земельної ділянки для передачі її у власність, площею </w:t>
      </w:r>
      <w:r>
        <w:rPr>
          <w:rFonts w:ascii="Times New Roman" w:eastAsia="Calibri" w:hAnsi="Times New Roman" w:cs="Times New Roman"/>
          <w:sz w:val="24"/>
        </w:rPr>
        <w:t>0,</w:t>
      </w:r>
      <w:r>
        <w:rPr>
          <w:rFonts w:ascii="Times New Roman" w:eastAsia="Calibri" w:hAnsi="Times New Roman" w:cs="Times New Roman"/>
          <w:sz w:val="24"/>
          <w:lang w:val="uk-UA"/>
        </w:rPr>
        <w:t>1006</w:t>
      </w:r>
      <w:r w:rsidRPr="001920C6">
        <w:rPr>
          <w:rFonts w:ascii="Times New Roman" w:eastAsia="Calibri" w:hAnsi="Times New Roman" w:cs="Times New Roman"/>
          <w:sz w:val="24"/>
        </w:rPr>
        <w:t xml:space="preserve">га, </w:t>
      </w:r>
      <w:r w:rsidRPr="001920C6">
        <w:rPr>
          <w:rFonts w:ascii="Times New Roman" w:eastAsia="Calibri" w:hAnsi="Times New Roman" w:cs="Times New Roman"/>
          <w:sz w:val="24"/>
          <w:lang w:val="uk-UA"/>
        </w:rPr>
        <w:t>для ведення особистого селянського господарства</w:t>
      </w:r>
      <w:r w:rsidRPr="001920C6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за рахунок земель запасу сільськогосподарського призначення (кадастровий номер 6823984000:03:013:0052),</w:t>
      </w:r>
      <w:r w:rsidRPr="001920C6">
        <w:rPr>
          <w:rFonts w:ascii="Times New Roman" w:eastAsia="Calibri" w:hAnsi="Times New Roman" w:cs="Times New Roman"/>
          <w:sz w:val="24"/>
        </w:rPr>
        <w:t xml:space="preserve">  яка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Крупець</w:t>
      </w:r>
      <w:r>
        <w:rPr>
          <w:rFonts w:ascii="Times New Roman" w:eastAsia="Calibri" w:hAnsi="Times New Roman" w:cs="Times New Roman"/>
          <w:sz w:val="24"/>
        </w:rPr>
        <w:t>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ради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за межами населеного пункту села</w:t>
      </w:r>
      <w:r w:rsidRPr="001920C6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  <w:lang w:val="uk-UA"/>
        </w:rPr>
        <w:t>Крупець.</w:t>
      </w:r>
    </w:p>
    <w:p w:rsidR="00EF0CDC" w:rsidRPr="001920C6" w:rsidRDefault="00EF0CDC" w:rsidP="00EF0C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Піжик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Т.П.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ради.</w:t>
      </w:r>
    </w:p>
    <w:p w:rsidR="00EF0CDC" w:rsidRPr="001920C6" w:rsidRDefault="00EF0CDC" w:rsidP="00EF0CD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F0CDC" w:rsidRPr="001920C6" w:rsidRDefault="00EF0CDC" w:rsidP="00EF0C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F0CDC" w:rsidRPr="001920C6" w:rsidRDefault="00EF0CDC" w:rsidP="00EF0C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F0CDC" w:rsidRPr="001920C6" w:rsidRDefault="00EF0CDC" w:rsidP="00EF0CD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77EDE" w:rsidRPr="00EF0CDC" w:rsidRDefault="00EF0CDC" w:rsidP="00EF0CD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en-US" w:eastAsia="uk-UA"/>
        </w:rPr>
      </w:pPr>
      <w:r w:rsidRPr="001920C6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977EDE" w:rsidRPr="00EF0CD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F0CDC"/>
    <w:rsid w:val="00171A2E"/>
    <w:rsid w:val="00304C90"/>
    <w:rsid w:val="00505B6D"/>
    <w:rsid w:val="006D3977"/>
    <w:rsid w:val="007D6C18"/>
    <w:rsid w:val="00977EDE"/>
    <w:rsid w:val="00D1641A"/>
    <w:rsid w:val="00EF0CDC"/>
    <w:rsid w:val="00F2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CDC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243</Words>
  <Characters>1389</Characters>
  <Application>Microsoft Office Word</Application>
  <DocSecurity>0</DocSecurity>
  <Lines>11</Lines>
  <Paragraphs>3</Paragraphs>
  <ScaleCrop>false</ScaleCrop>
  <Company>Microsoft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Work</cp:lastModifiedBy>
  <cp:revision>2</cp:revision>
  <dcterms:created xsi:type="dcterms:W3CDTF">2020-12-10T13:14:00Z</dcterms:created>
  <dcterms:modified xsi:type="dcterms:W3CDTF">2020-12-11T07:24:00Z</dcterms:modified>
</cp:coreProperties>
</file>