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8D4" w:rsidRDefault="008E28D4" w:rsidP="008E28D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E0D4F4" wp14:editId="25565FF2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58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58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8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9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0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1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28D4" w:rsidRDefault="008E28D4" w:rsidP="008E28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0WbMQA&#10;AADdAAAADwAAAGRycy9kb3ducmV2LnhtbESPS4vCQBCE74L/YWhhbzrRoIZsRhFxFw+C+Lo3mc6D&#10;zfSEzKjZf+8sLHgsquorKlv3phEP6lxtWcF0EoEgzq2uuVRwvXyNExDOI2tsLJOCX3KwXg0HGaba&#10;PvlEj7MvRYCwS1FB5X2bSunyigy6iW2Jg1fYzqAPsiul7vAZ4KaRsyhaSIM1h4UKW9pWlP+c70aB&#10;jb/3h1s5O8U7XnreHJPi1h+U+hj1m08Qnnr/Dv+391rBYp7E8PcmPAG5e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dFm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KFskA&#10;AADdAAAADwAAAGRycy9kb3ducmV2LnhtbESPT0sDMRTE74V+h/AEL6XNKrrWtWmRwqr1IPQP9PrY&#10;PDdbNy9LEtu1n94IQo/DzPyGmS1624oj+dA4VnAzyUAQV043XCvYbcvxFESIyBpbx6TghwIs5sPB&#10;DAvtTrym4ybWIkE4FKjAxNgVUobKkMUwcR1x8j6dtxiT9LXUHk8Jblt5m2W5tNhwWjDY0dJQ9bX5&#10;tgoO5YfZLx/OL370uKbzqHx/bVe5UtdX/fMTiEh9vIT/229aQX4/vYO/N+kJyP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eJKFs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aN8sMA&#10;AADdAAAADwAAAGRycy9kb3ducmV2LnhtbESP3YrCMBCF7wXfIYywN7KmrihSG0VEF/FG1H2AoZk2&#10;xWZSmmi7b2+Ehb08nJ+Pk216W4sntb5yrGA6SUAQ505XXCr4uR0+lyB8QNZYOyYFv+Rhsx4OMky1&#10;6/hCz2soRRxhn6ICE0KTSulzQxb9xDXE0StcazFE2ZZSt9jFcVvLryRZSIsVR4LBhnaG8vv1YSPk&#10;PMPzqehuh+8eO9yfDI+3F6U+Rv12BSJQH/7Df+2jVrCYL+fwfhOfgF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3aN8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/GJcYA&#10;AADdAAAADwAAAGRycy9kb3ducmV2LnhtbESPQUsDMRSE70L/Q3gFbzbbYteyNi2lKojgwSqU3h6b&#10;193FzUtInt313xtB8DjMzDfMeju6Xl0ops6zgfmsAEVce9txY+Dj/elmBSoJssXeMxn4pgTbzeRq&#10;jZX1A7/R5SCNyhBOFRpoRUKldapbcphmPhBn7+yjQ8kyNtpGHDLc9XpRFKV22HFeaDHQvqX68/Dl&#10;DLwOj+HlrlyewyneLnR6sHLcizHX03F3D0polP/wX/vZGiiXq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/GJ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i2HsMA&#10;AADdAAAADwAAAGRycy9kb3ducmV2LnhtbESP3YrCMBCF74V9hzDC3oimu+IPXaOIrCLeFHUfYGjG&#10;pthMShNt9+2NIHh5OD8fZ7HqbCXu1PjSsYKvUQKCOHe65ELB33k7nIPwAVlj5ZgU/JOH1fKjt8BU&#10;u5aPdD+FQsQR9ikqMCHUqZQ+N2TRj1xNHL2LayyGKJtC6gbbOG4r+Z0kU2mx5EgwWNPGUH493WyE&#10;ZGPMDpf2vN112OLvwfBgfVTqs9+tf0AE6sI7/GrvtYLpZD6D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Oi2H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3zMMA&#10;AADdAAAADwAAAGRycy9kb3ducmV2LnhtbERPTUsDMRC9C/0PYQrebNZi17JtWkqrIIKHVkF6GzbT&#10;3cXNJCRjd/335iB4fLzv9XZ0vbpSTJ1nA/ezAhRx7W3HjYGP9+e7JagkyBZ7z2TghxJsN5ObNVbW&#10;D3yk60kalUM4VWigFQmV1qluyWGa+UCcuYuPDiXD2Ggbccjhrtfzoii1w45zQ4uB9i3VX6dvZ+Bt&#10;eAqvj+XiEs7xYa7TwcrnXoy5nY67FSihUf7Ff+4Xa6BcLP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Mz3z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DyKccA&#10;AADdAAAADwAAAGRycy9kb3ducmV2LnhtbESP3WoCMRSE7wu+QziF3ohm26Lo1ihaCBUqiD/Q28Pm&#10;uLt0c7Ikqbt9e1MQejnMzDfMYtXbRlzJh9qxgudxBoK4cKbmUsH5pEczECEiG2wck4JfCrBaDh4W&#10;mBvX8YGux1iKBOGQo4IqxjaXMhQVWQxj1xIn7+K8xZikL6Xx2CW4beRLlk2lxZrTQoUtvVdUfB9/&#10;rILNvitf/bDY9O7z8vE10dronVbq6bFfv4GI1Mf/8L29NQqmk9kc/t6kJ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UA8in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XLMAA&#10;AADdAAAADwAAAGRycy9kb3ducmV2LnhtbERPzYrCMBC+L/gOYQRva6qoaDWKKAVZ9rLqAwzN2FSb&#10;SUlirW+/OSzs8eP73+x624iOfKgdK5iMMxDEpdM1Vwqul+JzCSJEZI2NY1LwpgC77eBjg7l2L/6h&#10;7hwrkUI45KjAxNjmUobSkMUwdi1x4m7OW4wJ+kpqj68Ubhs5zbKFtFhzajDY0sFQ+Tg/rYLia/rd&#10;PZ7aF27fzyzNzX15NEqNhv1+DSJSH//Ff+6TVrCYr9L+9CY9Abn9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uXLM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9o8sYA&#10;AADdAAAADwAAAGRycy9kb3ducmV2LnhtbESPQWsCMRSE7wX/Q3hCL0Wztih2NYoKwUIF0RZ6fWye&#10;u4ublyWJ7vbfN4VCj8PMfMMs171txJ18qB0rmIwzEMSFMzWXCj4/9GgOIkRkg41jUvBNAdarwcMS&#10;c+M6PtH9HEuRIBxyVFDF2OZShqIii2HsWuLkXZy3GJP0pTQeuwS3jXzOspm0WHNaqLClXUXF9Xyz&#10;CrbHrnzxT8W2d++X/ddUa6MPWqnHYb9ZgIjUx//wX/vNKJhNXy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q9o8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WswMQA&#10;AADdAAAADwAAAGRycy9kb3ducmV2LnhtbESPUWvCMBSF3wf+h3AF32ZqmaLVKOIoyNjL3H7Apbk2&#10;1eamJLHWf28Ggz0ezjnf4Wx2g21FTz40jhXMphkI4srphmsFP9/l6xJEiMgaW8ek4EEBdtvRywYL&#10;7e78Rf0p1iJBOBSowMTYFVKGypDFMHUdcfLOzluMSfpaao/3BLetzLNsIS02nBYMdnQwVF1PN6ug&#10;/Mg/++tN+9LthzdLc3NZvhulJuNhvwYRaYj/4b/2UStYzFc5/L5JT0B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FrM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wTfcQA&#10;AADdAAAADwAAAGRycy9kb3ducmV2LnhtbESP0WqDQBRE3wv9h+UW8tas1hoS4yolkNA81vYDLu6N&#10;iu5d626j+ftsodDHYWbOMHm5mEFcaXKdZQXxOgJBXFvdcaPg6/P4vAXhPLLGwTIpuJGDsnh8yDHT&#10;duYPula+EQHCLkMFrfdjJqWrWzLo1nYkDt7FTgZ9kFMj9YRzgJtBvkTRRhrsOCy0ONKhpbqvfoyC&#10;19t8+q7SPjpqQ/E5Gc/s61Sp1dPytgfhafH/4b/2u1awSXcJ/L4JT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ME3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eSFcUA&#10;AADdAAAADwAAAGRycy9kb3ducmV2LnhtbESPQWvCQBSE7wX/w/KE3pqNoqGmriJKivTUpmnPj+wz&#10;CWbfhuwa47/vCkKPw8x8w6y3o2nFQL1rLCuYRTEI4tLqhisFxXf28grCeWSNrWVScCMH283kaY2p&#10;tlf+oiH3lQgQdikqqL3vUildWZNBF9mOOHgn2xv0QfaV1D1eA9y0ch7HiTTYcFiosaN9TeU5vxgF&#10;l+R3XvDpQ3/mh9v76pDtnPyplHqejrs3EJ5G/x9+tI9aQbJcLeD+JjwBuf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t5IV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hIiccA&#10;AADdAAAADwAAAGRycy9kb3ducmV2LnhtbESPQWvCQBSE74L/YXlCb7pRa9DoKioU2h4qte3B2zP7&#10;TKLZtzG71fTfuwXB4zAz3zCzRWNKcaHaFZYV9HsRCOLU6oIzBd9fL90xCOeRNZaWScEfOVjM260Z&#10;Jtpe+ZMuW5+JAGGXoILc+yqR0qU5GXQ9WxEH72Brgz7IOpO6xmuAm1IOoiiWBgsOCzlWtM4pPW1/&#10;jYKfzTiebFZvz8f3jz0OjT7vdBEr9dRpllMQnhr/CN/br1pBPJqM4P9NeAJyf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ZYSI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/IUDcYA&#10;AADdAAAADwAAAGRycy9kb3ducmV2LnhtbESPT2vCQBTE7wW/w/IEb3WjtkGjm2BbasWT/8DrI/tM&#10;gtm3IbvV2E/fLRQ8DjPzG2aRdaYWV2pdZVnBaBiBIM6trrhQcDx8Pk9BOI+ssbZMCu7kIEt7TwtM&#10;tL3xjq57X4gAYZeggtL7JpHS5SUZdEPbEAfvbFuDPsi2kLrFW4CbWo6jKJYGKw4LJTb0XlJ+2X8b&#10;BT/xCbfua/z2MdGe7i/Tld1sV0oN+t1yDsJT5x/h//ZaK4hfZzH8vQlPQK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/IUD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biLsYA&#10;AADdAAAADwAAAGRycy9kb3ducmV2LnhtbESP0WrCQBRE3wv9h+UW+lY3FbU1ZhOKWOibmvYDLtnr&#10;JiR7N2ZXTfv1XUHwcZiZM0xWjLYTZxp841jB6yQBQVw53bBR8PP9+fIOwgdkjZ1jUvBLHor88SHD&#10;VLsL7+lcBiMihH2KCuoQ+lRKX9Vk0U9cTxy9gxsshigHI/WAlwi3nZwmyUJabDgu1NjTuqaqLU9W&#10;wdFN53osN7htN8tdY8zs+LefKfX8NH6sQAQawz18a39pBYv58g2ub+ITk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GbiL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j8NMIA&#10;AADdAAAADwAAAGRycy9kb3ducmV2LnhtbERPPW/CMBDdK/U/WFeJDZwWJYWAE7WVkFgDHTpe7SMJ&#10;jc9p7ELg1+MBqePT+16Xo+3EiQbfOlbwPEtAEGtnWq4VfO430wUIH5ANdo5JwYU8lMXjwxpz485c&#10;0WkXahFD2OeooAmhz6X0uiGLfuZ64sgd3GAxRDjU0gx4juG2ky9JkkmLLceGBnv6aEj/7P6sgm37&#10;TWmmD0u7eNfV1/U3zF+PRqnJ0/i2AhFoDP/iu3trFGTpMs6Nb+ITk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2Pw0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2qW8IA&#10;AADdAAAADwAAAGRycy9kb3ducmV2LnhtbERPW2vCMBR+H/gfwhH2NtMJk7UayyoIG9sEL+jroTk2&#10;xeakNFmt/34ZDHz87nyLfLCN6KnztWMFz5MEBHHpdM2VgsN+/fQKwgdkjY1jUnAjD/ly9LDATLsr&#10;b6nfhUrEEvYZKjAhtJmUvjRk0U9cSxy1s+sshgi7SuoOr7HcNnKaJDNpsea4YLCllaHysvuxCnrc&#10;3JKTKb7Tj/qrnG6K46eOvHocD29zEIGGcDf/p9+1gtlLmsL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napb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NJXcEA&#10;AADdAAAADwAAAGRycy9kb3ducmV2LnhtbERPPU/DMBDdkfofrEPqRh0yRCjUrapKrRhpYGC8xtc4&#10;Jb6LbNMEfj0ekBif3vd6O/tB3SjEXtjA46oARdyK7bkz8P52eHgCFROyxUGYDHxThO1mcbfG2srE&#10;J7o1qVM5hGONBlxKY611bB15jCsZiTN3keAxZRg6bQNOOdwPuiyKSnvsOTc4HGnvqP1svryB6die&#10;r+Xlw7qfMMqheZVrOYgxy/t59wwq0Zz+xX/uF2ugqoq8P7/JT0Bv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zSV3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SqYcYA&#10;AADdAAAADwAAAGRycy9kb3ducmV2LnhtbESPT2sCMRTE74V+h/CE3mpWD1tZjeKfClIsotX7c/Pc&#10;XZu8LJuo67c3QqHHYWZ+w4wmrTXiSo2vHCvodRMQxLnTFRcK9j/L9wEIH5A1Gsek4E4eJuPXlxFm&#10;2t14S9ddKESEsM9QQRlCnUnp85Is+q6riaN3co3FEGVTSN3gLcKtkf0kSaXFiuNCiTXNS8p/dxer&#10;YLlZmHP/ezs9yDD//DiawddssVbqrdNOhyACteE//NdeaQVpmvTg+SY+AT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JSqY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H5r8UA&#10;AADdAAAADwAAAGRycy9kb3ducmV2LnhtbESP3YrCMBSE7wXfIRzBG9F0lS1SjSLCosIu+AfeHptj&#10;W2xOShNr9+03C4KXw8x8w8yXrSlFQ7UrLCv4GEUgiFOrC84UnE9fwykI55E1lpZJwS85WC66nTkm&#10;2j75QM3RZyJA2CWoIPe+SqR0aU4G3chWxMG72dqgD7LOpK7xGeCmlOMoiqXBgsNCjhWtc0rvx4dR&#10;0Oy/r9m2cdXuPh24z8l1s/nRF6X6vXY1A+Gp9e/wq73VCuI4GsP/m/AE5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4fmv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wg/cgA&#10;AADdAAAADwAAAGRycy9kb3ducmV2LnhtbESPQUvDQBSE74L/YXmCN7Nr1dDGbIstCF4EWz20t5fs&#10;MwnNvk131zb6692C4HGYmW+YcjHaXhzJh86xhttMgSCunem40fDx/nwzBREissHeMWn4pgCL+eVF&#10;iYVxJ17TcRMbkSAcCtTQxjgUUoa6JYshcwNx8j6dtxiT9I00Hk8Jbns5USqXFjtOCy0OtGqp3m++&#10;rIblbLo8vN3z68+62tFuW+0fJl5pfX01Pj2CiDTG//Bf+8VoyHN1B+c36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2DCD9yAAAAN0AAAAPAAAAAAAAAAAAAAAAAJgCAABk&#10;cnMvZG93bnJldi54bWxQSwUGAAAAAAQABAD1AAAAjQMAAAAA&#10;" fillcolor="black" stroked="f"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x7h8cA&#10;AADdAAAADwAAAGRycy9kb3ducmV2LnhtbESPQWvCQBSE74X+h+UVvNVNxYYQXaVWhUL1oPbQ4zP7&#10;mizJvg3ZVaO/vlsoeBxm5htmOu9tI87UeeNYwcswAUFcOG24VPB1WD9nIHxA1tg4JgVX8jCfPT5M&#10;Mdfuwjs670MpIoR9jgqqENpcSl9UZNEPXUscvR/XWQxRdqXUHV4i3DZylCSptGg4LlTY0ntFRb0/&#10;WQXfn6nJdoZGx81tsdKb13qxXdZKDZ76twmIQH24h//bH1pBmiZj+HsTn4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nMe4f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XgqcUA&#10;AADdAAAADwAAAGRycy9kb3ducmV2LnhtbESPQWsCMRSE70L/Q3iF3jRpwUW2RpGWUi89VC29Pjav&#10;m+1uXrZJ1NVf3wiCx2FmvmHmy8F14kAhNp41PE4UCOLKm4ZrDbvt23gGIiZkg51n0nCiCMvF3WiO&#10;pfFH/qTDJtUiQziWqMGm1JdSxsqSwzjxPXH2fnxwmLIMtTQBjxnuOvmkVCEdNpwXLPb0YqlqN3un&#10;Iay+X9sz779adf44xfff4W+GVuuH+2H1DCLRkG7ha3ttNBSFmsLlTX4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ZeCp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PbbMYA&#10;AADdAAAADwAAAGRycy9kb3ducmV2LnhtbESPzWrDMBCE74G+g9hCL6GRkoPTulFCCRQKCYX8PMDW&#10;2tqm0spY28TJ01eFQo7DzHzDLFZD8OpEfWojW5hODCjiKrqWawvHw9vjE6gkyA59ZLJwoQSr5d1o&#10;gaWLZ97RaS+1yhBOJVpoRLpS61Q1FDBNYkecva/YB5Qs+1q7Hs8ZHryeGVPogC3nhQY7WjdUfe9/&#10;ggU/+/TPm3nayuWot+YaZDf+cNY+3A+vL6CEBrmF/9vvzkJRmAL+3uQno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+PbbM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Nxs8UA&#10;AADdAAAADwAAAGRycy9kb3ducmV2LnhtbESPQWsCMRSE70L/Q3iF3jRbD2vZGsVWhL304Fbx+ty8&#10;bhaTl2WT6ra/3giCx2FmvmHmy8FZcaY+tJ4VvE4yEMS11y03Cnbfm/EbiBCRNVrPpOCPAiwXT6M5&#10;FtpfeEvnKjYiQTgUqMDE2BVShtqQwzDxHXHyfnzvMCbZN1L3eElwZ+U0y3LpsOW0YLCjT0P1qfp1&#10;CtZVZ6e70nyEw/7reLTl/4YOa6VenofVO4hIQ3yE7+1SK8jzbAa3N+kJ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I3Gz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uqcMAA&#10;AADdAAAADwAAAGRycy9kb3ducmV2LnhtbERPy4rCMBTdD/gP4QruxsRZVKlGEVEQXI2PhbtLcm2r&#10;zU1pMrb+vVkMuDyc92LVu1o8qQ2VZw2TsQJBbLytuNBwPu2+ZyBCRLZYeyYNLwqwWg6+Fphb3/Ev&#10;PY+xECmEQ44ayhibXMpgSnIYxr4hTtzNtw5jgm0hbYtdCne1/FEqkw4rTg0lNrQpyTyOf07DfScP&#10;3ig0l/Ol29vpdZtRrbQeDfv1HESkPn7E/+691ZBlKs1Nb9ITkM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Suqc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6txcUA&#10;AADdAAAADwAAAGRycy9kb3ducmV2LnhtbESPQWvCQBSE70L/w/IKvelGC0Gjq9iCIEoPaiken9ln&#10;EpJ9G3ZXjf/eLQgeh5n5hpktOtOIKzlfWVYwHCQgiHOrKy4U/B5W/TEIH5A1NpZJwZ08LOZvvRlm&#10;2t54R9d9KESEsM9QQRlCm0np85IM+oFtiaN3ts5giNIVUju8Rbhp5ChJUmmw4rhQYkvfJeX1/mIU&#10;HC9bPv98bpbuK/zZ7uDr0WlcK/Xx3i2nIAJ14RV+ttdaQZomE/h/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fq3F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coV8QA&#10;AADdAAAADwAAAGRycy9kb3ducmV2LnhtbERPz2vCMBS+C/4P4Qm7aaq44rpG0YGwy2A6D3p7bZ5t&#10;sXnpkky7/fXmIOz48f3OV71pxZWcbywrmE4SEMSl1Q1XCg5f2/EChA/IGlvLpOCXPKyWw0GOmbY3&#10;3tF1HyoRQ9hnqKAOocuk9GVNBv3EdsSRO1tnMEToKqkd3mK4aeUsSVJpsOHYUGNHbzWVl/2PUbB5&#10;WWy+P+f88bcrTnQ6FpfnmUuUehr161cQgfrwL36437WCNJ3G/fFNfAJye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HKFfEAAAA3QAAAA8AAAAAAAAAAAAAAAAAmAIAAGRycy9k&#10;b3ducmV2LnhtbFBLBQYAAAAABAAEAPUAAACJAwAAAAA=&#10;" fillcolor="black" stroked="f"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d3zcQA&#10;AADdAAAADwAAAGRycy9kb3ducmV2LnhtbESPUUvDMBSF34X9h3AF31xahSJ12SiDofjUzY293jXX&#10;ptjclCRm9d8bQfDxcM75Dme1me0oEvkwOFZQLgsQxJ3TA/cKju+7+ycQISJrHB2Tgm8KsFkvblZY&#10;a3flPaVD7EWGcKhRgYlxqqUMnSGLYekm4ux9OG8xZul7qT1eM9yO8qEoKmlx4LxgcKKtoe7z8GUV&#10;pMu2bR7TOZn9m29679qX06VV6u52bp5BRJrjf/iv/aoVVFVZwu+b/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3d83EAAAA3Q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IJSMYA&#10;AADdAAAADwAAAGRycy9kb3ducmV2LnhtbESPQWvCQBSE7wX/w/IKvdVNPASbukoRlbYXNRb0+Mi+&#10;ZkOzb0N2G1N/vSsUPA4z8w0zWwy2ET11vnasIB0nIIhLp2uuFHwd1s9TED4ga2wck4I/8rCYjx5m&#10;mGt35j31RahEhLDPUYEJoc2l9KUhi37sWuLofbvOYoiyq6Tu8BzhtpGTJMmkxZrjgsGWlobKn+LX&#10;KvDpcnX8tJeX/rQxvC0+TLarjFJPj8PbK4hAQ7iH/9vvWkGWpRO4vYlPQM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IJSM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28D4" w:rsidRDefault="008E28D4" w:rsidP="008E28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28D4" w:rsidRDefault="008E28D4" w:rsidP="008E28D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28D4" w:rsidRDefault="008E28D4" w:rsidP="008E28D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28D4" w:rsidRDefault="008E28D4" w:rsidP="008E28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E28D4" w:rsidRDefault="008E28D4" w:rsidP="008E28D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28D4" w:rsidRDefault="008E28D4" w:rsidP="008E28D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№28</w:t>
      </w:r>
    </w:p>
    <w:p w:rsidR="008E28D4" w:rsidRPr="007D2B97" w:rsidRDefault="008E28D4" w:rsidP="008E28D4">
      <w:pPr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E28D4" w:rsidRPr="003937A2" w:rsidRDefault="008E28D4" w:rsidP="008E28D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В.О.</w:t>
      </w: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статей 12, </w:t>
      </w:r>
      <w:r>
        <w:rPr>
          <w:rFonts w:ascii="Times New Roman" w:eastAsia="Calibri" w:hAnsi="Times New Roman" w:cs="Times New Roman"/>
          <w:sz w:val="24"/>
        </w:rPr>
        <w:t>116, 118, 121,122,186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8E28D4" w:rsidRPr="007B576C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8E28D4" w:rsidRPr="003937A2" w:rsidRDefault="008E28D4" w:rsidP="008E28D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Чміль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В</w:t>
      </w:r>
      <w:proofErr w:type="gramEnd"/>
      <w:r>
        <w:rPr>
          <w:rFonts w:ascii="Times New Roman" w:eastAsia="Calibri" w:hAnsi="Times New Roman" w:cs="Times New Roman"/>
          <w:sz w:val="24"/>
        </w:rPr>
        <w:t>іктору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Олександровичу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>
        <w:rPr>
          <w:rFonts w:ascii="Times New Roman" w:eastAsia="Calibri" w:hAnsi="Times New Roman" w:cs="Times New Roman"/>
          <w:sz w:val="24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D3693">
        <w:rPr>
          <w:rFonts w:ascii="Times New Roman" w:eastAsia="Calibri" w:hAnsi="Times New Roman" w:cs="Times New Roman"/>
          <w:sz w:val="24"/>
          <w:lang w:val="uk-UA"/>
        </w:rPr>
        <w:t>________________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0,1200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в с.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Стригани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Чміль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В.О.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8E28D4" w:rsidRPr="003937A2" w:rsidRDefault="008E28D4" w:rsidP="008E28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8E28D4" w:rsidRPr="003937A2" w:rsidRDefault="008E28D4" w:rsidP="008E28D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E28D4" w:rsidRPr="003937A2" w:rsidRDefault="008E28D4" w:rsidP="008E28D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456F" w:rsidRPr="008E28D4" w:rsidRDefault="008E28D4" w:rsidP="008E28D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E6456F" w:rsidRPr="008E28D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8D4"/>
    <w:rsid w:val="008E28D4"/>
    <w:rsid w:val="00DD3693"/>
    <w:rsid w:val="00E64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8D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28D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28D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28D4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8D4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E28D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28D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E28D4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243</Words>
  <Characters>1387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2021-09-13T07:45:00Z</dcterms:created>
  <dcterms:modified xsi:type="dcterms:W3CDTF">2021-09-13T13:04:00Z</dcterms:modified>
</cp:coreProperties>
</file>