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A4F" w:rsidRPr="004A2C6A" w:rsidRDefault="003C5A4F" w:rsidP="003C5A4F">
      <w:pPr>
        <w:shd w:val="clear" w:color="auto" w:fill="FFFFFF"/>
        <w:spacing w:after="113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eastAsia="Times New Roman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D5024F3" wp14:editId="56A643AA">
                <wp:simplePos x="0" y="0"/>
                <wp:positionH relativeFrom="column">
                  <wp:posOffset>2888615</wp:posOffset>
                </wp:positionH>
                <wp:positionV relativeFrom="paragraph">
                  <wp:posOffset>130175</wp:posOffset>
                </wp:positionV>
                <wp:extent cx="444500" cy="610870"/>
                <wp:effectExtent l="0" t="0" r="0" b="0"/>
                <wp:wrapNone/>
                <wp:docPr id="251" name="Группа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5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7.45pt;margin-top:10.2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v6n8QA&#10;AADcAAAADwAAAGRycy9kb3ducmV2LnhtbESPQWsCMRSE7wX/Q3iCt5o1oi1bo5SKIvRUbcXjY/O6&#10;u7h5WZK4rv/eFAoeh5n5hlmsetuIjnyoHWuYjDMQxIUzNZcavg+b51cQISIbbByThhsFWC0HTwvM&#10;jbvyF3X7WIoE4ZCjhirGNpcyFBVZDGPXEifv13mLMUlfSuPxmuC2kSrL5tJizWmhwpY+KirO+4vV&#10;8Nmp+fG0XdvDtFQvvpj+rFXdaD0a9u9vICL18RH+b++MBjVT8HcmHQG5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b+p/EAAAA3A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PmUMYA&#10;AADcAAAADwAAAGRycy9kb3ducmV2LnhtbESPQWvCQBSE74L/YXlCL6VukmIr0VUkINQKQqPg9ZF9&#10;TWKzb8PuVtN/3y0UPA4z8w2zXA+mE1dyvrWsIJ0mIIgrq1uuFZyO26c5CB+QNXaWScEPeVivxqMl&#10;5tre+IOuZahFhLDPUUETQp9L6auGDPqp7Ymj92mdwRClq6V2eItw08ksSV6kwZbjQoM9FQ1VX+W3&#10;USCP5S7sXlvzmL6fD0NqL8W+uij1MBk2CxCBhnAP/7fftIJs9gx/Z+IR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qPmUMYAAADc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VFvMYA&#10;AADcAAAADwAAAGRycy9kb3ducmV2LnhtbESPQWsCMRSE74X+h/AKXkrNVrTYrVGqoIgHQW3vr5vn&#10;7urmZU2irv56Iwg9DjPzDTMYNaYSJ3K+tKzgvZ2AIM6sLjlX8LOZvvVB+ICssbJMCi7kYTR8fhpg&#10;qu2ZV3Rah1xECPsUFRQh1KmUPivIoG/bmjh6W+sMhihdLrXDc4SbSnaS5EMaLDkuFFjTpKBsvz4a&#10;BdM57T9/68Ose3W9vL/7Wy7Gm1elWi/N9xeIQE34Dz/ac62g0+vC/Uw8AnJ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lVFvMYAAADc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INL8QA&#10;AADcAAAADwAAAGRycy9kb3ducmV2LnhtbESPQWvCQBSE74X+h+UVvNVNApGQukqpKIIn09Jen9ln&#10;Es2+DdnVxH/vCkKPw8x8w8yXo2nFlXrXWFYQTyMQxKXVDVcKfr7X7xkI55E1tpZJwY0cLBevL3PM&#10;tR14T9fCVyJA2OWooPa+y6V0ZU0G3dR2xME72t6gD7KvpO5xCHDTyiSKZtJgw2Ghxo6+airPxcUo&#10;iHZpezj+8pj9rTbl+TSseWhipSZv4+cHCE+j/w8/21utIElTeJw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CDS/EAAAA3A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t+UMYA&#10;AADcAAAADwAAAGRycy9kb3ducmV2LnhtbESPQWsCMRSE74X+h/AKXkrNVlTs1ihVUMSDUG3vr5vn&#10;7urmZU2irv56Iwg9DjPzDTMcN6YSJ3K+tKzgvZ2AIM6sLjlX8LOZvQ1A+ICssbJMCi7kYTx6fhpi&#10;qu2Zv+m0DrmIEPYpKihCqFMpfVaQQd+2NXH0ttYZDFG6XGqH5wg3lewkSV8aLDkuFFjTtKBsvz4a&#10;BbMF7T9+68O8e3W9fLD7Wy0nm1elWi/N1yeIQE34Dz/aC62g0+vD/Uw8AnJ0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ct+UMYAAADc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w2w8UA&#10;AADcAAAADwAAAGRycy9kb3ducmV2LnhtbESPW2vCQBSE3wv9D8sp9E03EbwQXaVULAWfvGBfT3eP&#10;SUz2bMiuJv33riD0cZiZb5jFqre1uFHrS8cK0mECglg7U3Ku4HjYDGYgfEA2WDsmBX/kYbV8fVlg&#10;ZlzHO7rtQy4ihH2GCooQmkxKrwuy6IeuIY7e2bUWQ5RtLk2LXYTbWo6SZCItlhwXCmzosyBd7a9W&#10;QbId17/nE/ezn/WXri7dhrsyVer9rf+YgwjUh//ws/1tFIzGU3iciUdAL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3DbDxQAAANw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ddGMEA&#10;AADcAAAADwAAAGRycy9kb3ducmV2LnhtbERPPW/CMBDdK/EfrENiKw5BVBAwCKUgdYWmA9sRH0mU&#10;+BzFbgj99XhA6vj0vje7wTSip85VlhXMphEI4tzqigsF2ffxfQnCeWSNjWVS8CAHu+3obYOJtnc+&#10;UX/2hQgh7BJUUHrfJlK6vCSDbmpb4sDdbGfQB9gVUnd4D+GmkXEUfUiDFYeGEltKS8rr869R8PNZ&#10;1/MVR/O/S58uXXrNsvh2UGoyHvZrEJ4G/y9+ub+0gngR1oYz4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9nXRjBAAAA3AAAAA8AAAAAAAAAAAAAAAAAmAIAAGRycy9kb3du&#10;cmV2LnhtbFBLBQYAAAAABAAEAPUAAACG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nc48gA&#10;AADcAAAADwAAAGRycy9kb3ducmV2LnhtbESPQWvCQBSE70L/w/IKvYjZKFps6ioiLSjoobZUe3tk&#10;n0lo9m3MbmP017uC0OMwM98wk1lrStFQ7QrLCvpRDII4tbrgTMHX53tvDMJ5ZI2lZVJwJgez6UNn&#10;gom2J/6gZuszESDsElSQe18lUro0J4MushVx8A62NuiDrDOpazwFuCnlII6fpcGCw0KOFS1ySn+3&#10;f0bBkJr9fH352Xzvj2/eHrq7levvlHp6bOevIDy1/j98by+1gsHoBW5nwhGQ0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OdzjyAAAANw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2bo8IA&#10;AADcAAAADwAAAGRycy9kb3ducmV2LnhtbERPPWvDMBDdC/kP4grZaqkOhNS1EorTQNam7pDtYl1s&#10;Y+tkLNVx+uurodDx8b7z3Wx7MdHoW8canhMFgrhypuVaQ/l5eNqA8AHZYO+YNNzJw267eMgxM+7G&#10;HzSdQi1iCPsMNTQhDJmUvmrIok/cQBy5qxsthgjHWpoRbzHc9jJVai0tthwbGhyoaKjqTt9Ww9e+&#10;61YvrFY/56nY+OJSlun1Xevl4/z2CiLQHP7Ff+6j0ZCu4/x4Jh4B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fZujwgAAANwAAAAPAAAAAAAAAAAAAAAAAJgCAABkcnMvZG93&#10;bnJldi54bWxQSwUGAAAAAAQABAD1AAAAhw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MaWMcA&#10;AADcAAAADwAAAGRycy9kb3ducmV2LnhtbESPT2vCQBTE7wW/w/IKvUjdRIpIdCMiFSzUQ1Wq3h7Z&#10;lz80+zbNbmPqp+8KQo/DzPyGmS96U4uOWldZVhCPIhDEmdUVFwoO+/XzFITzyBpry6Tglxws0sHD&#10;HBNtL/xB3c4XIkDYJaig9L5JpHRZSQbdyDbEwctta9AH2RZSt3gJcFPLcRRNpMGKw0KJDa1Kyr52&#10;P0bBC3Wn5fv1vP08fb96mw+Pby4+KvX02C9nIDz1/j98b2+0gvEkhtuZcARk+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ojGljHAAAA3AAAAA8AAAAAAAAAAAAAAAAAmAIAAGRy&#10;cy9kb3ducmV2LnhtbFBLBQYAAAAABAAEAPUAAACM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NjNscA&#10;AADcAAAADwAAAGRycy9kb3ducmV2LnhtbESP3WrCQBSE7wu+w3KE3tWNadESXUUs/QGhYFrq7SF7&#10;zEazZ9PsalKfvlsoeDnMzDfMfNnbWpyp9ZVjBeNRAoK4cLriUsHnx/PdIwgfkDXWjknBD3lYLgY3&#10;c8y063hL5zyUIkLYZ6jAhNBkUvrCkEU/cg1x9PautRiibEupW+wi3NYyTZKJtFhxXDDY0NpQccxP&#10;VsHu4f7dmdfcnbqnl8tx+z09fK03St0O+9UMRKA+XMP/7TetIJ2k8HcmHgG5+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UjYzbHAAAA3AAAAA8AAAAAAAAAAAAAAAAAmAIAAGRy&#10;cy9kb3ducmV2LnhtbFBLBQYAAAAABAAEAPUAAACM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bzXMUA&#10;AADcAAAADwAAAGRycy9kb3ducmV2LnhtbESPzWrDMBCE74W8g9hAb40ch4bgRAlJaYxpT83PfbE2&#10;tom1ci3VVt++KhR6HGbmG2azC6YVA/WusaxgPktAEJdWN1wpuJyPTysQziNrbC2Tgm9ysNtOHjaY&#10;aTvyBw0nX4kIYZehgtr7LpPSlTUZdDPbEUfvZnuDPsq+krrHMcJNK9MkWUqDDceFGjt6qam8n76M&#10;gsXb82euD9Xr0K5y917cjqEJV6Uep2G/BuEp+P/wX7vQCtLlAn7PxCM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1vNcxQAAANw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IHIcMA&#10;AADcAAAADwAAAGRycy9kb3ducmV2LnhtbESPQYvCMBSE78L+h/AEb5oqS127RpGVBUE8WPewx0fz&#10;bIrNS2lirf/eCILHYWa+YZbr3taio9ZXjhVMJwkI4sLpiksFf6ff8RcIH5A11o5JwZ08rFcfgyVm&#10;2t34SF0eShEh7DNUYEJoMil9Yciin7iGOHpn11oMUbal1C3eItzWcpYkqbRYcVww2NCPoeKSX62C&#10;/8VhMe3NNtl3880uFIx46VKlRsN+8w0iUB/e4Vd7pxXM0k94nolH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IHIcMAAADc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rOoccA&#10;AADcAAAADwAAAGRycy9kb3ducmV2LnhtbESPQWvCQBSE7wX/w/IK3uomEYOmbkQKFi8eqrb2+Mi+&#10;Jmmzb2N21dhf7wqFHoeZ+YaZL3rTiDN1rrasIB5FIIgLq2suFex3q6cpCOeRNTaWScGVHCzywcMc&#10;M20v/EbnrS9FgLDLUEHlfZtJ6YqKDLqRbYmD92U7gz7IrpS6w0uAm0YmUZRKgzWHhQpbeqmo+Nme&#10;jIJDvPmdteP+Pfn0x/V38nosVh+pUsPHfvkMwlPv/8N/7bVWkKQTuJ8JR0Dm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XqzqHHAAAA3A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Y36sIA&#10;AADcAAAADwAAAGRycy9kb3ducmV2LnhtbESPUWvCMBSF3wf+h3AF32Y6kU46oxRFcOzJ6g+4NHdt&#10;XXMTkmjrvzeDwR4P55zvcNbb0fTiTj50lhW8zTMQxLXVHTcKLufD6wpEiMgae8uk4EEBtpvJyxoL&#10;bQc+0b2KjUgQDgUqaGN0hZShbslgmFtHnLxv6w3GJH0jtcchwU0vF1mWS4Mdp4UWHe1aqn+qm1GA&#10;3r3vXSWHU379wuP1s6SlLZWaTcfyA0SkMf6H/9pHrWCR5/B7Jh0Bu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NjfqwgAAANw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DB1scA&#10;AADcAAAADwAAAGRycy9kb3ducmV2LnhtbESPT2vCQBTE70K/w/IK3nSjgkrqRuyfgGgute3B2yP7&#10;moRm34bsxqT99K4g9DjMzG+YzXYwtbhQ6yrLCmbTCARxbnXFhYLPj3SyBuE8ssbaMin4JQfb5GG0&#10;wVjbnt/pcvKFCBB2MSoovW9iKV1ekkE3tQ1x8L5ta9AH2RZSt9gHuKnlPIqW0mDFYaHEhl5Kyn9O&#10;nVGQpVmTHfltfX7tnhfn/d/Xig+pUuPHYfcEwtPg/8P39l4rmC9XcDsTjoBM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1AwdbHAAAA3A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w0KMIA&#10;AADcAAAADwAAAGRycy9kb3ducmV2LnhtbERPz2vCMBS+C/4P4Qm7aaqHslWjDEFU2ISpoMe35q0t&#10;a15qEmv9781B8Pjx/Z4tOlOLlpyvLCsYjxIQxLnVFRcKjofV8B2ED8gaa8uk4E4eFvN+b4aZtjf+&#10;oXYfChFD2GeooAyhyaT0eUkG/cg2xJH7s85giNAVUju8xXBTy0mSpNJgxbGhxIaWJeX/+6tRsLuk&#10;16/2dF7/um7VXOrt8lt/VEq9DbrPKYhAXXiJn+6NVjBJ49p4Jh4BO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rDQowgAAANwAAAAPAAAAAAAAAAAAAAAAAJgCAABkcnMvZG93&#10;bnJldi54bWxQSwUGAAAAAAQABAD1AAAAhw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V91sMA&#10;AADcAAAADwAAAGRycy9kb3ducmV2LnhtbESP3YrCMBSE7wXfIRzBuzVV0HW7RhHBH0RYtvoAh+Zs&#10;U7Y5KU3U6tMbQfBymJlvmNmitZW4UONLxwqGgwQEce50yYWC03H9MQXhA7LGyjEpuJGHxbzbmWGq&#10;3ZV/6ZKFQkQI+xQVmBDqVEqfG7LoB64mjt6fayyGKJtC6gavEW4rOUqSibRYclwwWNPKUP6fna0C&#10;TuT655BXWm7up8/91mT78TlTqt9rl98gArXhHX61d1rBaPIFzzPxCM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2V91sMAAADc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WwKsMA&#10;AADcAAAADwAAAGRycy9kb3ducmV2LnhtbERPy2rCQBTdF/yH4Qrd6URbX9FRWltB3RkFcXfJXJNg&#10;5k7ITDX69c5C6PJw3rNFY0pxpdoVlhX0uhEI4tTqgjMFh/2qMwbhPLLG0jIpuJODxbz1NsNY2xvv&#10;6Jr4TIQQdjEqyL2vYildmpNB17UVceDOtjboA6wzqWu8hXBTyn4UDaXBgkNDjhUtc0ovyZ9RkJxP&#10;J/3Nv5+b8cAtt9uPx+S4+lHqvd18TUF4avy/+OVeawX9UZgfzoQjIO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3WwKsMAAADc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LBNcMA&#10;AADcAAAADwAAAGRycy9kb3ducmV2LnhtbESP3YrCMBSE74V9h3CEvbOpCrp0G0VEwYu98O8BDs2x&#10;aW1Ouk3U7ttvBMHLYeabYfJlbxtxp85XjhWMkxQEceF0xaWC82k7+gLhA7LGxjEp+CMPy8XHIMdM&#10;uwcf6H4MpYgl7DNUYEJoMyl9YciiT1xLHL2L6yyGKLtS6g4fsdw2cpKmM2mx4rhgsKW1oeJ6vFkF&#10;k/OqXl/205/6d5ryxpp+czsYpT6H/eobRKA+vMMveqcjNx/D80w8An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LBNcMAAADc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B6wMYA&#10;AADcAAAADwAAAGRycy9kb3ducmV2LnhtbESPQWvCQBSE70L/w/IKvZlNg201ukoVCr0Iaj3o7Zl9&#10;TYLZt+nuVlN/vSsUPA4z8w0zmXWmESdyvras4DlJQRAXVtdcKth+ffSHIHxA1thYJgV/5GE2fehN&#10;MNf2zGs6bUIpIoR9jgqqENpcSl9UZNAntiWO3rd1BkOUrpTa4TnCTSOzNH2VBmuOCxW2tKioOG5+&#10;jYL5aDj/WQ14eVkf9rTfHY4vmUuVenrs3scgAnXhHv5vf2oF2VsGtzPxCMjp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BB6wMYAAADcAAAADwAAAAAAAAAAAAAAAACYAgAAZHJz&#10;L2Rvd25yZXYueG1sUEsFBgAAAAAEAAQA9QAAAIsDAAAAAA==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dpyMYA&#10;AADcAAAADwAAAGRycy9kb3ducmV2LnhtbESPQWvCQBSE74L/YXlCL1I3icVK6ioiLWgvkrSFHh/Z&#10;1ySYfRuy2yT9911B8DjMzDfMZjeaRvTUudqygngRgSAurK65VPD58fa4BuE8ssbGMin4Iwe77XSy&#10;wVTbgTPqc1+KAGGXooLK+zaV0hUVGXQL2xIH78d2Bn2QXSl1h0OAm0YmUbSSBmsOCxW2dKiouOS/&#10;RsG7LPr56Ynic9l/X17P6y+zymKlHmbj/gWEp9Hfw7f2UStInpdwPROOgN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VdpyMYAAADcAAAADwAAAAAAAAAAAAAAAACYAgAAZHJz&#10;L2Rvd25yZXYueG1sUEsFBgAAAAAEAAQA9QAAAIsDAAAAAA=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vaw8UA&#10;AADcAAAADwAAAGRycy9kb3ducmV2LnhtbESP3WrCQBSE7wu+w3IK3tVNpVYbXUWkQgsF8ecBDrun&#10;STB7NmSPJvr03UKhl8PMN8MsVr2v1ZXaWAU28DzKQBHb4CouDJyO26cZqCjIDuvAZOBGEVbLwcMC&#10;cxc63tP1IIVKJRxzNFCKNLnW0ZbkMY5CQ5y879B6lCTbQrsWu1Tuaz3OslftseK0UGJDm5Ls+XDx&#10;BsYXK9a/fd6/3k8y2R2bLpvM1sYMH/v1HJRQL//hP/rDJW76Ar9n0hH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a9rDxQAAANw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IHwMYA&#10;AADcAAAADwAAAGRycy9kb3ducmV2LnhtbESPQWsCMRSE74L/IbxCbzXbLbZlaxSRVhS2FW0vvT2S&#10;52Zx87Jsoq7/3hQKHoeZ+YaZzHrXiBN1ofas4HGUgSDW3tRcKfj5/nh4BREissHGMym4UIDZdDiY&#10;YGH8mbd02sVKJAiHAhXYGNtCyqAtOQwj3xInb+87hzHJrpKmw3OCu0bmWfYsHdacFiy2tLCkD7uj&#10;U6CXT+X7uvy1+phvPqv6a1O67V6p+7t+/gYiUh9v4f/2yijIX8bwdyYdAT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kIHwMYAAADcAAAADwAAAAAAAAAAAAAAAACYAgAAZHJz&#10;L2Rvd25yZXYueG1sUEsFBgAAAAAEAAQA9QAAAIsDAAAAAA=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t4ZMMA&#10;AADcAAAADwAAAGRycy9kb3ducmV2LnhtbESPT4vCMBTE7wt+h/AEb9vUHrpSjSKC4F4E/6HHR/Ns&#10;i81LabJtdz+9WRA8DjPzG2axGkwtOmpdZVnBNIpBEOdWV1woOJ+2nzMQziNrrC2Tgl9ysFqOPhaY&#10;advzgbqjL0SAsMtQQel9k0np8pIMusg2xMG729agD7ItpG6xD3BTyySOU2mw4rBQYkObkvLH8cco&#10;aMzf5Xz73nfx9IqJ7jfcP1JWajIe1nMQngb/Dr/aO60g+Urh/0w4An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t4ZMMAAADcAAAADwAAAAAAAAAAAAAAAACYAgAAZHJzL2Rv&#10;d25yZXYueG1sUEsFBgAAAAAEAAQA9QAAAIg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kt7sUA&#10;AADcAAAADwAAAGRycy9kb3ducmV2LnhtbESPT4vCMBTE78J+h/AW9mbTFfFPNYosKJ4ErVC9PZpn&#10;W2xeShO166c3Cwseh5n5DTNfdqYWd2pdZVnBdxSDIM6trrhQcEzX/QkI55E11pZJwS85WC4+enNM&#10;tH3wnu4HX4gAYZeggtL7JpHS5SUZdJFtiIN3sa1BH2RbSN3iI8BNLQdxPJIGKw4LJTb0U1J+PdyM&#10;guFpukozOj+v2cZmcpvu7G59U+rrs1vNQHjq/Dv8395qBYPxGP7OhCMgF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S3uxQAAANw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Jc1cIA&#10;AADcAAAADwAAAGRycy9kb3ducmV2LnhtbERPXWvCMBR9H/gfwhV8m6kVOqlGEcdAGQzmBF+vzbWt&#10;bW5qErX+++VhsMfD+V6setOKOzlfW1YwGScgiAuray4VHH4+XmcgfEDW2FomBU/ysFoOXhaYa/vg&#10;b7rvQyliCPscFVQhdLmUvqjIoB/bjjhyZ+sMhghdKbXDRww3rUyTJJMGa44NFXa0qaho9jej4Dp9&#10;b77c6Xg5fe5mz6wprqncZUqNhv16DiJQH/7Ff+6tVpC+xbXxTDwC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clzVwgAAANwAAAAPAAAAAAAAAAAAAAAAAJgCAABkcnMvZG93&#10;bnJldi54bWxQSwUGAAAAAAQABAD1AAAAhw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ToscYA&#10;AADcAAAADwAAAGRycy9kb3ducmV2LnhtbESPQWsCMRSE7wX/Q3iCt5rtUquuRtGC4KVQbQ96e25e&#10;dxc3L2sSde2vb4SCx2FmvmGm89bU4kLOV5YVvPQTEMS51RUXCr6/Vs8jED4ga6wtk4IbeZjPOk9T&#10;zLS98oYu21CICGGfoYIyhCaT0uclGfR92xBH78c6gyFKV0jt8BrhppZpkrxJgxXHhRIbei8pP27P&#10;RsFyPFqePl/543dz2NN+dzgOUpco1eu2iwmIQG14hP/ba60gHY7hfiYeAT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ToscYAAADc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vT7sIA&#10;AADcAAAADwAAAGRycy9kb3ducmV2LnhtbERP3WrCMBS+F3yHcITdyEzXi6G1qQxxsLFCUfcAx+bY&#10;liUnJcm0e/vlYrDLj++/3E3WiBv5MDhW8LTKQBC3Tg/cKfg8vz6uQYSIrNE4JgU/FGBXzWclFtrd&#10;+Ui3U+xECuFQoII+xrGQMrQ9WQwrNxIn7uq8xZig76T2eE/h1sg8y56lxYFTQ48j7Xtqv07fVsEh&#10;v/jmgh+mzc6dqd+berlpaqUeFtPLFkSkKf6L/9xvWkG+TvPTmXQEZP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S9PuwgAAANwAAAAPAAAAAAAAAAAAAAAAAJgCAABkcnMvZG93&#10;bnJldi54bWxQSwUGAAAAAAQABAD1AAAAhwMAAAAA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agzcYA&#10;AADcAAAADwAAAGRycy9kb3ducmV2LnhtbESPQWvCQBSE74X+h+UJ3urGFESjq9hCoBBoNe3B4zP7&#10;zAazb9Psqum/7wqFHoeZ+YZZbQbbiiv1vnGsYDpJQBBXTjdcK/j6zJ/mIHxA1tg6JgU/5GGzfnxY&#10;Yabdjfd0LUMtIoR9hgpMCF0mpa8MWfQT1xFH7+R6iyHKvpa6x1uE21amSTKTFhuOCwY7ejVUncuL&#10;VWAlHo71LK/et8/FR7FoXnbfuVFqPBq2SxCBhvAf/mu/aQXpfAr3M/EI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8agzcYAAADcAAAADwAAAAAAAAAAAAAAAACYAgAAZHJz&#10;L2Rvd25yZXYueG1sUEsFBgAAAAAEAAQA9QAAAIsDAAAAAA=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3C5A4F" w:rsidRPr="004A2C6A" w:rsidRDefault="003C5A4F" w:rsidP="003C5A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360"/>
        <w:jc w:val="center"/>
        <w:rPr>
          <w:rFonts w:ascii="Times New Roman" w:eastAsiaTheme="minorHAnsi" w:hAnsi="Times New Roman"/>
          <w:sz w:val="24"/>
          <w:szCs w:val="24"/>
          <w:lang w:val="ru-RU" w:eastAsia="ru-RU"/>
        </w:rPr>
      </w:pPr>
    </w:p>
    <w:p w:rsidR="003C5A4F" w:rsidRPr="004A2C6A" w:rsidRDefault="003C5A4F" w:rsidP="003C5A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360"/>
        <w:jc w:val="center"/>
        <w:rPr>
          <w:rFonts w:ascii="Times New Roman" w:eastAsiaTheme="minorHAnsi" w:hAnsi="Times New Roman"/>
          <w:sz w:val="24"/>
          <w:szCs w:val="24"/>
          <w:lang w:val="ru-RU" w:eastAsia="ru-RU"/>
        </w:rPr>
      </w:pPr>
    </w:p>
    <w:p w:rsidR="003C5A4F" w:rsidRPr="004A2C6A" w:rsidRDefault="003C5A4F" w:rsidP="003C5A4F">
      <w:pPr>
        <w:tabs>
          <w:tab w:val="left" w:pos="2520"/>
        </w:tabs>
        <w:spacing w:after="0"/>
        <w:ind w:left="720"/>
        <w:contextualSpacing/>
        <w:rPr>
          <w:rFonts w:ascii="Times New Roman" w:eastAsiaTheme="minorHAnsi" w:hAnsi="Times New Roman"/>
          <w:b/>
          <w:sz w:val="24"/>
          <w:szCs w:val="24"/>
          <w:lang w:val="ru-RU" w:eastAsia="en-US"/>
        </w:rPr>
      </w:pPr>
    </w:p>
    <w:p w:rsidR="003C5A4F" w:rsidRPr="004A2C6A" w:rsidRDefault="003C5A4F" w:rsidP="003C5A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360"/>
        <w:jc w:val="center"/>
        <w:rPr>
          <w:rFonts w:ascii="Times New Roman" w:eastAsiaTheme="minorHAnsi" w:hAnsi="Times New Roman"/>
          <w:b/>
          <w:sz w:val="24"/>
          <w:szCs w:val="24"/>
          <w:lang w:val="ru-RU" w:eastAsia="en-US"/>
        </w:rPr>
      </w:pPr>
      <w:r w:rsidRPr="004A2C6A">
        <w:rPr>
          <w:rFonts w:ascii="Times New Roman" w:eastAsiaTheme="minorHAnsi" w:hAnsi="Times New Roman"/>
          <w:b/>
          <w:sz w:val="24"/>
          <w:szCs w:val="24"/>
          <w:lang w:val="ru-RU" w:eastAsia="en-US"/>
        </w:rPr>
        <w:t xml:space="preserve">У К </w:t>
      </w:r>
      <w:proofErr w:type="gramStart"/>
      <w:r w:rsidRPr="004A2C6A">
        <w:rPr>
          <w:rFonts w:ascii="Times New Roman" w:eastAsiaTheme="minorHAnsi" w:hAnsi="Times New Roman"/>
          <w:b/>
          <w:sz w:val="24"/>
          <w:szCs w:val="24"/>
          <w:lang w:val="ru-RU" w:eastAsia="en-US"/>
        </w:rPr>
        <w:t>Р</w:t>
      </w:r>
      <w:proofErr w:type="gramEnd"/>
      <w:r w:rsidRPr="004A2C6A">
        <w:rPr>
          <w:rFonts w:ascii="Times New Roman" w:eastAsiaTheme="minorHAnsi" w:hAnsi="Times New Roman"/>
          <w:b/>
          <w:sz w:val="24"/>
          <w:szCs w:val="24"/>
          <w:lang w:val="ru-RU" w:eastAsia="en-US"/>
        </w:rPr>
        <w:t xml:space="preserve"> А Ї Н А</w:t>
      </w:r>
    </w:p>
    <w:p w:rsidR="003C5A4F" w:rsidRPr="004A2C6A" w:rsidRDefault="003C5A4F" w:rsidP="003C5A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360"/>
        <w:jc w:val="center"/>
        <w:rPr>
          <w:rFonts w:ascii="Times New Roman" w:eastAsiaTheme="minorHAnsi" w:hAnsi="Times New Roman"/>
          <w:b/>
          <w:sz w:val="24"/>
          <w:szCs w:val="24"/>
          <w:lang w:val="ru-RU" w:eastAsia="en-US"/>
        </w:rPr>
      </w:pPr>
      <w:r w:rsidRPr="004A2C6A">
        <w:rPr>
          <w:rFonts w:ascii="Times New Roman" w:eastAsiaTheme="minorHAnsi" w:hAnsi="Times New Roman"/>
          <w:b/>
          <w:sz w:val="24"/>
          <w:szCs w:val="24"/>
          <w:lang w:val="ru-RU" w:eastAsia="en-US"/>
        </w:rPr>
        <w:t>КРУПЕЦЬКА СІЛЬСЬКА РАДА</w:t>
      </w:r>
    </w:p>
    <w:p w:rsidR="003C5A4F" w:rsidRPr="004A2C6A" w:rsidRDefault="003C5A4F" w:rsidP="003C5A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360"/>
        <w:jc w:val="center"/>
        <w:rPr>
          <w:rFonts w:ascii="Times New Roman" w:eastAsiaTheme="minorHAnsi" w:hAnsi="Times New Roman"/>
          <w:b/>
          <w:sz w:val="24"/>
          <w:szCs w:val="24"/>
          <w:lang w:val="ru-RU" w:eastAsia="en-US"/>
        </w:rPr>
      </w:pPr>
      <w:r w:rsidRPr="004A2C6A">
        <w:rPr>
          <w:rFonts w:ascii="Times New Roman" w:eastAsiaTheme="minorHAnsi" w:hAnsi="Times New Roman"/>
          <w:b/>
          <w:sz w:val="24"/>
          <w:szCs w:val="24"/>
          <w:lang w:val="ru-RU" w:eastAsia="en-US"/>
        </w:rPr>
        <w:t>СЛАВУТСЬКОГО РАЙОНУ</w:t>
      </w:r>
    </w:p>
    <w:p w:rsidR="003C5A4F" w:rsidRPr="004A2C6A" w:rsidRDefault="003C5A4F" w:rsidP="003C5A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Theme="minorHAnsi" w:hAnsi="Times New Roman"/>
          <w:b/>
          <w:sz w:val="24"/>
          <w:szCs w:val="24"/>
          <w:lang w:val="ru-RU" w:eastAsia="en-US"/>
        </w:rPr>
      </w:pPr>
      <w:r w:rsidRPr="004A2C6A">
        <w:rPr>
          <w:rFonts w:ascii="Times New Roman" w:eastAsiaTheme="minorHAnsi" w:hAnsi="Times New Roman"/>
          <w:b/>
          <w:sz w:val="24"/>
          <w:szCs w:val="24"/>
          <w:lang w:val="ru-RU" w:eastAsia="en-US"/>
        </w:rPr>
        <w:t>ХМЕЛЬНИЦЬКОЇ ОБЛАСТІ</w:t>
      </w:r>
    </w:p>
    <w:p w:rsidR="003C5A4F" w:rsidRPr="004A2C6A" w:rsidRDefault="003C5A4F" w:rsidP="003C5A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Theme="minorHAnsi" w:hAnsi="Times New Roman"/>
          <w:b/>
          <w:sz w:val="24"/>
          <w:szCs w:val="24"/>
          <w:lang w:val="ru-RU" w:eastAsia="en-US"/>
        </w:rPr>
      </w:pPr>
    </w:p>
    <w:p w:rsidR="003C5A4F" w:rsidRPr="004A2C6A" w:rsidRDefault="003C5A4F" w:rsidP="003C5A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Theme="minorHAnsi" w:hAnsi="Times New Roman"/>
          <w:b/>
          <w:sz w:val="24"/>
          <w:szCs w:val="24"/>
          <w:lang w:val="ru-RU" w:eastAsia="en-US"/>
        </w:rPr>
      </w:pPr>
      <w:r w:rsidRPr="004A2C6A">
        <w:rPr>
          <w:rFonts w:ascii="Times New Roman" w:eastAsiaTheme="minorHAnsi" w:hAnsi="Times New Roman"/>
          <w:b/>
          <w:sz w:val="24"/>
          <w:szCs w:val="24"/>
          <w:lang w:val="ru-RU" w:eastAsia="en-US"/>
        </w:rPr>
        <w:t>ВИКОНАВЧИЙ КОМІТЕТ</w:t>
      </w:r>
    </w:p>
    <w:p w:rsidR="003C5A4F" w:rsidRPr="004A2C6A" w:rsidRDefault="003C5A4F" w:rsidP="003C5A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Theme="minorHAnsi" w:hAnsi="Times New Roman"/>
          <w:b/>
          <w:sz w:val="24"/>
          <w:szCs w:val="24"/>
          <w:lang w:val="ru-RU" w:eastAsia="en-US"/>
        </w:rPr>
      </w:pPr>
    </w:p>
    <w:p w:rsidR="003C5A4F" w:rsidRPr="004A2C6A" w:rsidRDefault="003C5A4F" w:rsidP="003C5A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Theme="minorHAnsi" w:hAnsi="Times New Roman"/>
          <w:b/>
          <w:sz w:val="24"/>
          <w:szCs w:val="24"/>
          <w:lang w:val="ru-RU" w:eastAsia="en-US"/>
        </w:rPr>
      </w:pPr>
      <w:proofErr w:type="gramStart"/>
      <w:r w:rsidRPr="004A2C6A">
        <w:rPr>
          <w:rFonts w:ascii="Times New Roman" w:eastAsiaTheme="minorHAnsi" w:hAnsi="Times New Roman"/>
          <w:b/>
          <w:sz w:val="24"/>
          <w:szCs w:val="24"/>
          <w:lang w:val="ru-RU" w:eastAsia="en-US"/>
        </w:rPr>
        <w:t>Р</w:t>
      </w:r>
      <w:proofErr w:type="gramEnd"/>
      <w:r w:rsidRPr="004A2C6A">
        <w:rPr>
          <w:rFonts w:ascii="Times New Roman" w:eastAsiaTheme="minorHAnsi" w:hAnsi="Times New Roman"/>
          <w:b/>
          <w:sz w:val="24"/>
          <w:szCs w:val="24"/>
          <w:lang w:val="ru-RU" w:eastAsia="en-US"/>
        </w:rPr>
        <w:t>ІШЕННЯ</w:t>
      </w:r>
    </w:p>
    <w:p w:rsidR="003C5A4F" w:rsidRPr="004A2C6A" w:rsidRDefault="003C5A4F" w:rsidP="003C5A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360"/>
        <w:jc w:val="center"/>
        <w:rPr>
          <w:rFonts w:ascii="Times New Roman" w:eastAsiaTheme="minorHAnsi" w:hAnsi="Times New Roman"/>
          <w:sz w:val="24"/>
          <w:szCs w:val="24"/>
          <w:lang w:val="ru-RU" w:eastAsia="en-US"/>
        </w:rPr>
      </w:pPr>
    </w:p>
    <w:p w:rsidR="003C5A4F" w:rsidRPr="004A2C6A" w:rsidRDefault="003C5A4F" w:rsidP="003C5A4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left="360"/>
        <w:rPr>
          <w:rFonts w:ascii="Times New Roman" w:eastAsiaTheme="minorHAnsi" w:hAnsi="Times New Roman"/>
          <w:sz w:val="24"/>
          <w:szCs w:val="24"/>
          <w:lang w:eastAsia="en-US"/>
        </w:rPr>
      </w:pPr>
      <w:r w:rsidRPr="004A2C6A">
        <w:rPr>
          <w:rFonts w:ascii="Times New Roman" w:eastAsiaTheme="minorHAnsi" w:hAnsi="Times New Roman"/>
          <w:sz w:val="24"/>
          <w:szCs w:val="24"/>
          <w:lang w:eastAsia="en-US"/>
        </w:rPr>
        <w:t>19.08</w:t>
      </w:r>
      <w:r w:rsidRPr="004A2C6A"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.2021                                                </w:t>
      </w:r>
      <w:proofErr w:type="spellStart"/>
      <w:r w:rsidRPr="004A2C6A">
        <w:rPr>
          <w:rFonts w:ascii="Times New Roman" w:eastAsiaTheme="minorHAnsi" w:hAnsi="Times New Roman"/>
          <w:sz w:val="24"/>
          <w:szCs w:val="24"/>
          <w:lang w:val="ru-RU" w:eastAsia="en-US"/>
        </w:rPr>
        <w:t>Крупець</w:t>
      </w:r>
      <w:proofErr w:type="spellEnd"/>
      <w:r w:rsidRPr="004A2C6A"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                                     </w:t>
      </w:r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           </w:t>
      </w:r>
      <w:r w:rsidRPr="004A2C6A"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        </w:t>
      </w:r>
      <w:r>
        <w:rPr>
          <w:rFonts w:ascii="Times New Roman" w:eastAsiaTheme="minorHAnsi" w:hAnsi="Times New Roman"/>
          <w:sz w:val="24"/>
          <w:szCs w:val="24"/>
          <w:lang w:val="ru-RU" w:eastAsia="en-US"/>
        </w:rPr>
        <w:t xml:space="preserve">  </w:t>
      </w:r>
      <w:r w:rsidRPr="004A2C6A">
        <w:rPr>
          <w:rFonts w:ascii="Times New Roman" w:eastAsiaTheme="minorHAnsi" w:hAnsi="Times New Roman"/>
          <w:sz w:val="24"/>
          <w:szCs w:val="24"/>
          <w:lang w:val="ru-RU" w:eastAsia="en-US"/>
        </w:rPr>
        <w:t>№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79</w:t>
      </w:r>
    </w:p>
    <w:p w:rsidR="003C5A4F" w:rsidRPr="004A2C6A" w:rsidRDefault="003C5A4F" w:rsidP="003C5A4F">
      <w:pPr>
        <w:jc w:val="both"/>
        <w:rPr>
          <w:rFonts w:ascii="Times New Roman" w:eastAsiaTheme="minorHAnsi" w:hAnsi="Times New Roman" w:cs="Times New Roman"/>
          <w:sz w:val="24"/>
          <w:lang w:eastAsia="en-US"/>
        </w:rPr>
      </w:pPr>
    </w:p>
    <w:p w:rsidR="003C5A4F" w:rsidRPr="004A2C6A" w:rsidRDefault="003C5A4F" w:rsidP="003C5A4F">
      <w:pPr>
        <w:ind w:right="4535"/>
        <w:jc w:val="both"/>
        <w:rPr>
          <w:rFonts w:ascii="Times New Roman" w:eastAsiaTheme="minorHAnsi" w:hAnsi="Times New Roman" w:cs="Times New Roman"/>
          <w:b/>
          <w:bCs/>
          <w:sz w:val="24"/>
          <w:lang w:eastAsia="en-US"/>
        </w:rPr>
      </w:pPr>
      <w:r w:rsidRPr="004A2C6A">
        <w:rPr>
          <w:rFonts w:ascii="Times New Roman" w:eastAsiaTheme="minorHAnsi" w:hAnsi="Times New Roman" w:cs="Times New Roman"/>
          <w:b/>
          <w:bCs/>
          <w:sz w:val="24"/>
          <w:lang w:eastAsia="en-US"/>
        </w:rPr>
        <w:t>Про зарахування на квартирний облік Давиденко А.М.</w:t>
      </w:r>
    </w:p>
    <w:p w:rsidR="003C5A4F" w:rsidRPr="004A2C6A" w:rsidRDefault="003C5A4F" w:rsidP="003C5A4F">
      <w:pPr>
        <w:ind w:firstLine="360"/>
        <w:jc w:val="both"/>
        <w:rPr>
          <w:rFonts w:ascii="Times New Roman" w:eastAsiaTheme="minorHAnsi" w:hAnsi="Times New Roman" w:cs="Times New Roman"/>
          <w:sz w:val="24"/>
          <w:lang w:eastAsia="en-US"/>
        </w:rPr>
      </w:pPr>
      <w:r w:rsidRPr="004A2C6A">
        <w:rPr>
          <w:rFonts w:ascii="Times New Roman" w:eastAsiaTheme="minorHAnsi" w:hAnsi="Times New Roman" w:cs="Times New Roman"/>
          <w:sz w:val="24"/>
          <w:lang w:eastAsia="en-US"/>
        </w:rPr>
        <w:t xml:space="preserve">Відповідно до підпункту 2 пункту «а» ст. 30 Закону України «Про місцеве самоврядування в Україні» Житлового кодексу України, правил обліку громадян, які потребують поліпшення житлових умов, та надання їм жилих приміщень в Українській РСР, затверджених постановою Ради Міністрів УРСР і </w:t>
      </w:r>
      <w:proofErr w:type="spellStart"/>
      <w:r w:rsidRPr="004A2C6A">
        <w:rPr>
          <w:rFonts w:ascii="Times New Roman" w:eastAsiaTheme="minorHAnsi" w:hAnsi="Times New Roman" w:cs="Times New Roman"/>
          <w:sz w:val="24"/>
          <w:lang w:eastAsia="en-US"/>
        </w:rPr>
        <w:t>Укрпрофради</w:t>
      </w:r>
      <w:proofErr w:type="spellEnd"/>
      <w:r w:rsidRPr="004A2C6A">
        <w:rPr>
          <w:rFonts w:ascii="Times New Roman" w:eastAsiaTheme="minorHAnsi" w:hAnsi="Times New Roman" w:cs="Times New Roman"/>
          <w:sz w:val="24"/>
          <w:lang w:eastAsia="en-US"/>
        </w:rPr>
        <w:t xml:space="preserve"> від 11 грудня 1984 року №470, ст. 33 Закону України «Про забезпечення організаційно правових умов соціального захисту дітей сиріт та дітей позбавлених батьківського піклування», Положення про квартирний облік при виконавчому комітеті </w:t>
      </w:r>
      <w:proofErr w:type="spellStart"/>
      <w:r w:rsidRPr="004A2C6A">
        <w:rPr>
          <w:rFonts w:ascii="Times New Roman" w:eastAsiaTheme="minorHAnsi" w:hAnsi="Times New Roman" w:cs="Times New Roman"/>
          <w:sz w:val="24"/>
          <w:lang w:eastAsia="en-US"/>
        </w:rPr>
        <w:t>Крупецької</w:t>
      </w:r>
      <w:proofErr w:type="spellEnd"/>
      <w:r w:rsidRPr="004A2C6A">
        <w:rPr>
          <w:rFonts w:ascii="Times New Roman" w:eastAsiaTheme="minorHAnsi" w:hAnsi="Times New Roman" w:cs="Times New Roman"/>
          <w:sz w:val="24"/>
          <w:lang w:eastAsia="en-US"/>
        </w:rPr>
        <w:t xml:space="preserve"> сільської ради, затвердженого рішенням виконавчого комітету </w:t>
      </w:r>
      <w:proofErr w:type="spellStart"/>
      <w:r w:rsidRPr="004A2C6A">
        <w:rPr>
          <w:rFonts w:ascii="Times New Roman" w:eastAsiaTheme="minorHAnsi" w:hAnsi="Times New Roman" w:cs="Times New Roman"/>
          <w:sz w:val="24"/>
          <w:lang w:eastAsia="en-US"/>
        </w:rPr>
        <w:t>Крупецької</w:t>
      </w:r>
      <w:proofErr w:type="spellEnd"/>
      <w:r w:rsidRPr="004A2C6A">
        <w:rPr>
          <w:rFonts w:ascii="Times New Roman" w:eastAsiaTheme="minorHAnsi" w:hAnsi="Times New Roman" w:cs="Times New Roman"/>
          <w:sz w:val="24"/>
          <w:lang w:eastAsia="en-US"/>
        </w:rPr>
        <w:t xml:space="preserve"> сільської ради від 12 липня 2019 року №54, виконавчий комітет сільської ради вирішив:</w:t>
      </w:r>
    </w:p>
    <w:p w:rsidR="003C5A4F" w:rsidRPr="004A2C6A" w:rsidRDefault="003C5A4F" w:rsidP="003C5A4F">
      <w:pPr>
        <w:numPr>
          <w:ilvl w:val="0"/>
          <w:numId w:val="12"/>
        </w:numPr>
        <w:contextualSpacing/>
        <w:jc w:val="both"/>
        <w:rPr>
          <w:rFonts w:ascii="Times New Roman" w:eastAsiaTheme="minorHAnsi" w:hAnsi="Times New Roman" w:cs="Times New Roman"/>
          <w:sz w:val="24"/>
          <w:lang w:eastAsia="en-US"/>
        </w:rPr>
      </w:pPr>
      <w:r w:rsidRPr="004A2C6A">
        <w:rPr>
          <w:rFonts w:ascii="Times New Roman" w:eastAsiaTheme="minorHAnsi" w:hAnsi="Times New Roman" w:cs="Times New Roman"/>
          <w:sz w:val="24"/>
          <w:lang w:eastAsia="en-US"/>
        </w:rPr>
        <w:t xml:space="preserve">Зарахувати на квартирний облік Давиденко Ангеліну Максимівну 05.05.2005  року народження, якій розпорядженням голови </w:t>
      </w:r>
      <w:proofErr w:type="spellStart"/>
      <w:r w:rsidRPr="004A2C6A">
        <w:rPr>
          <w:rFonts w:ascii="Times New Roman" w:eastAsiaTheme="minorHAnsi" w:hAnsi="Times New Roman" w:cs="Times New Roman"/>
          <w:sz w:val="24"/>
          <w:lang w:eastAsia="en-US"/>
        </w:rPr>
        <w:t>Славутської</w:t>
      </w:r>
      <w:proofErr w:type="spellEnd"/>
      <w:r w:rsidRPr="004A2C6A">
        <w:rPr>
          <w:rFonts w:ascii="Times New Roman" w:eastAsiaTheme="minorHAnsi" w:hAnsi="Times New Roman" w:cs="Times New Roman"/>
          <w:sz w:val="24"/>
          <w:lang w:eastAsia="en-US"/>
        </w:rPr>
        <w:t xml:space="preserve"> РДА №183/2013-р від 20.03.2013 року надано статус дитини позбавленої батьківського піклування.</w:t>
      </w:r>
    </w:p>
    <w:p w:rsidR="003C5A4F" w:rsidRPr="001A388F" w:rsidRDefault="003C5A4F" w:rsidP="003C5A4F">
      <w:pPr>
        <w:numPr>
          <w:ilvl w:val="0"/>
          <w:numId w:val="12"/>
        </w:numPr>
        <w:contextualSpacing/>
        <w:jc w:val="both"/>
        <w:rPr>
          <w:rFonts w:ascii="Times New Roman" w:eastAsiaTheme="minorHAnsi" w:hAnsi="Times New Roman" w:cs="Times New Roman"/>
          <w:sz w:val="24"/>
          <w:lang w:eastAsia="en-US"/>
        </w:rPr>
      </w:pPr>
      <w:r w:rsidRPr="004A2C6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Контроль за виконанням цього рішення покласти на начальника служби у справах дітей – </w:t>
      </w:r>
      <w:proofErr w:type="spellStart"/>
      <w:r w:rsidRPr="004A2C6A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Самчука</w:t>
      </w:r>
      <w:proofErr w:type="spellEnd"/>
      <w:r w:rsidRPr="004A2C6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В.М.</w:t>
      </w:r>
    </w:p>
    <w:p w:rsidR="003C5A4F" w:rsidRDefault="003C5A4F" w:rsidP="003C5A4F">
      <w:pPr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C5A4F" w:rsidRDefault="003C5A4F" w:rsidP="003C5A4F">
      <w:pPr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C5A4F" w:rsidRDefault="003C5A4F" w:rsidP="003C5A4F">
      <w:pPr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C5A4F" w:rsidRDefault="003C5A4F" w:rsidP="003C5A4F">
      <w:pPr>
        <w:contextualSpacing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C5A4F" w:rsidRPr="0058617D" w:rsidRDefault="003C5A4F" w:rsidP="003C5A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17D">
        <w:rPr>
          <w:rFonts w:ascii="Times New Roman" w:hAnsi="Times New Roman" w:cs="Times New Roman"/>
          <w:sz w:val="24"/>
          <w:szCs w:val="24"/>
        </w:rPr>
        <w:t xml:space="preserve">Заступник сільського голови </w:t>
      </w:r>
    </w:p>
    <w:p w:rsidR="003C5A4F" w:rsidRDefault="003C5A4F" w:rsidP="003C5A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17D">
        <w:rPr>
          <w:rFonts w:ascii="Times New Roman" w:hAnsi="Times New Roman" w:cs="Times New Roman"/>
          <w:sz w:val="24"/>
          <w:szCs w:val="24"/>
        </w:rPr>
        <w:t xml:space="preserve">з питань діяльності виконавчих </w:t>
      </w:r>
    </w:p>
    <w:p w:rsidR="003C5A4F" w:rsidRDefault="003C5A4F" w:rsidP="003C5A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617D">
        <w:rPr>
          <w:rFonts w:ascii="Times New Roman" w:hAnsi="Times New Roman" w:cs="Times New Roman"/>
          <w:sz w:val="24"/>
          <w:szCs w:val="24"/>
        </w:rPr>
        <w:t xml:space="preserve">органів ради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58617D">
        <w:rPr>
          <w:rFonts w:ascii="Times New Roman" w:hAnsi="Times New Roman" w:cs="Times New Roman"/>
          <w:sz w:val="24"/>
          <w:szCs w:val="24"/>
        </w:rPr>
        <w:t xml:space="preserve">                 Любов ЛІПСЬКА  </w:t>
      </w:r>
    </w:p>
    <w:p w:rsidR="00E440C8" w:rsidRDefault="00E440C8">
      <w:bookmarkStart w:id="0" w:name="_GoBack"/>
      <w:bookmarkEnd w:id="0"/>
    </w:p>
    <w:sectPr w:rsidR="00E440C8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4B10" w:rsidRDefault="00E24B10">
      <w:pPr>
        <w:spacing w:after="0" w:line="240" w:lineRule="auto"/>
      </w:pPr>
      <w:r>
        <w:separator/>
      </w:r>
    </w:p>
  </w:endnote>
  <w:endnote w:type="continuationSeparator" w:id="0">
    <w:p w:rsidR="00E24B10" w:rsidRDefault="00E24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4B10" w:rsidRDefault="00E24B10">
      <w:pPr>
        <w:spacing w:after="0" w:line="240" w:lineRule="auto"/>
      </w:pPr>
      <w:r>
        <w:separator/>
      </w:r>
    </w:p>
  </w:footnote>
  <w:footnote w:type="continuationSeparator" w:id="0">
    <w:p w:rsidR="00E24B10" w:rsidRDefault="00E24B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34C2886"/>
    <w:multiLevelType w:val="multilevel"/>
    <w:tmpl w:val="CD64EF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A4F"/>
    <w:rsid w:val="003C5A4F"/>
    <w:rsid w:val="00E24B10"/>
    <w:rsid w:val="00E4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A4F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A4F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2021-09-29T04:17:00Z</dcterms:created>
  <dcterms:modified xsi:type="dcterms:W3CDTF">2021-09-29T04:17:00Z</dcterms:modified>
</cp:coreProperties>
</file>