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C29" w:rsidRPr="008D31FA" w:rsidRDefault="00645C29" w:rsidP="00645C29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C29" w:rsidRDefault="00645C29" w:rsidP="00645C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C29" w:rsidRDefault="00645C29" w:rsidP="00645C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C29" w:rsidRDefault="00645C29" w:rsidP="00645C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C29" w:rsidRDefault="00645C29" w:rsidP="00645C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C29" w:rsidRDefault="00645C29" w:rsidP="00645C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C29" w:rsidRDefault="00645C29" w:rsidP="00645C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C29" w:rsidRDefault="00645C29" w:rsidP="00645C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C29" w:rsidRDefault="00645C29" w:rsidP="00645C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C29" w:rsidRDefault="00645C29" w:rsidP="00645C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C29" w:rsidRDefault="00645C29" w:rsidP="00645C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C29" w:rsidRDefault="00645C29" w:rsidP="00645C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C29" w:rsidRDefault="00645C29" w:rsidP="00645C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C29" w:rsidRDefault="00645C29" w:rsidP="00645C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C29" w:rsidRDefault="00645C29" w:rsidP="00645C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C29" w:rsidRDefault="00645C29" w:rsidP="00645C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C29" w:rsidRDefault="00645C29" w:rsidP="00645C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C29" w:rsidRDefault="00645C29" w:rsidP="00645C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C29" w:rsidRDefault="00645C29" w:rsidP="00645C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C29" w:rsidRDefault="00645C29" w:rsidP="00645C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C29" w:rsidRDefault="00645C29" w:rsidP="00645C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C29" w:rsidRDefault="00645C29" w:rsidP="00645C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C29" w:rsidRDefault="00645C29" w:rsidP="00645C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C29" w:rsidRDefault="00645C29" w:rsidP="00645C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C29" w:rsidRDefault="00645C29" w:rsidP="00645C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C29" w:rsidRDefault="00645C29" w:rsidP="00645C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C29" w:rsidRDefault="00645C29" w:rsidP="00645C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C29" w:rsidRDefault="00645C29" w:rsidP="00645C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C29" w:rsidRDefault="00645C29" w:rsidP="00645C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C29" w:rsidRDefault="00645C29" w:rsidP="00645C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C29" w:rsidRDefault="00645C29" w:rsidP="00645C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45C29" w:rsidRDefault="00645C29" w:rsidP="00645C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45C29" w:rsidRDefault="00645C29" w:rsidP="00645C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45C29" w:rsidRDefault="00645C29" w:rsidP="00645C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45C29" w:rsidRDefault="00645C29" w:rsidP="00645C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45C29" w:rsidRDefault="00645C29" w:rsidP="00645C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45C29" w:rsidRDefault="00645C29" w:rsidP="00645C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45C29" w:rsidRDefault="00645C29" w:rsidP="00645C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45C29" w:rsidRDefault="00645C29" w:rsidP="00645C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45C29" w:rsidRDefault="00645C29" w:rsidP="00645C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45C29" w:rsidRDefault="00645C29" w:rsidP="00645C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45C29" w:rsidRDefault="00645C29" w:rsidP="00645C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45C29" w:rsidRDefault="00645C29" w:rsidP="00645C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45C29" w:rsidRDefault="00645C29" w:rsidP="00645C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45C29" w:rsidRDefault="00645C29" w:rsidP="00645C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45C29" w:rsidRDefault="00645C29" w:rsidP="00645C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45C29" w:rsidRDefault="00645C29" w:rsidP="00645C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45C29" w:rsidRDefault="00645C29" w:rsidP="00645C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45C29" w:rsidRDefault="00645C29" w:rsidP="00645C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45C29" w:rsidRDefault="00645C29" w:rsidP="00645C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45C29" w:rsidRDefault="00645C29" w:rsidP="00645C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45C29" w:rsidRDefault="00645C29" w:rsidP="00645C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45C29" w:rsidRDefault="00645C29" w:rsidP="00645C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45C29" w:rsidRDefault="00645C29" w:rsidP="00645C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45C29" w:rsidRDefault="00645C29" w:rsidP="00645C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45C29" w:rsidRDefault="00645C29" w:rsidP="00645C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45C29" w:rsidRDefault="00645C29" w:rsidP="00645C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45C29" w:rsidRDefault="00645C29" w:rsidP="00645C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45C29" w:rsidRDefault="00645C29" w:rsidP="00645C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45C29" w:rsidRDefault="00645C29" w:rsidP="00645C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45C29" w:rsidRDefault="00645C29" w:rsidP="00645C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45C29" w:rsidRPr="000A4F3E" w:rsidRDefault="00645C29" w:rsidP="00645C2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5C29" w:rsidRPr="000A4F3E" w:rsidRDefault="00645C29" w:rsidP="00645C2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5C29" w:rsidRPr="000A4F3E" w:rsidRDefault="00645C29" w:rsidP="00645C2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5C29" w:rsidRPr="000A4F3E" w:rsidRDefault="00645C29" w:rsidP="00645C2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5C29" w:rsidRPr="000A4F3E" w:rsidRDefault="00645C29" w:rsidP="00645C2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45C29" w:rsidRPr="000A4F3E" w:rsidRDefault="00645C29" w:rsidP="00645C29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45C29" w:rsidRPr="000A4F3E" w:rsidRDefault="00645C29" w:rsidP="00645C2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45C29" w:rsidRPr="000A4F3E" w:rsidRDefault="00645C29" w:rsidP="00645C2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45C29" w:rsidRPr="000A4F3E" w:rsidRDefault="00645C29" w:rsidP="00645C2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5C29" w:rsidRPr="000A4F3E" w:rsidRDefault="00645C29" w:rsidP="00645C2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45C29" w:rsidRPr="000A4F3E" w:rsidRDefault="00645C29" w:rsidP="00645C2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5C29" w:rsidRPr="000A4F3E" w:rsidRDefault="00645C29" w:rsidP="00645C29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45C29" w:rsidRPr="000A4F3E" w:rsidRDefault="00645C29" w:rsidP="00645C29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45C29" w:rsidRDefault="00645C29" w:rsidP="00645C29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№47</w:t>
      </w:r>
    </w:p>
    <w:p w:rsidR="00645C29" w:rsidRDefault="00645C29" w:rsidP="00645C29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45C29" w:rsidRPr="00CA5B65" w:rsidRDefault="00645C29" w:rsidP="00645C29">
      <w:pPr>
        <w:spacing w:after="0"/>
        <w:rPr>
          <w:rFonts w:ascii="Times New Roman" w:hAnsi="Times New Roman"/>
          <w:b/>
          <w:sz w:val="24"/>
        </w:rPr>
      </w:pPr>
      <w:r w:rsidRPr="00CA5B65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645C29" w:rsidRPr="00CA5B65" w:rsidRDefault="00645C29" w:rsidP="00645C29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техн</w:t>
      </w:r>
      <w:proofErr w:type="gramEnd"/>
      <w:r w:rsidRPr="00CA5B65">
        <w:rPr>
          <w:rFonts w:ascii="Times New Roman" w:hAnsi="Times New Roman"/>
          <w:b/>
          <w:sz w:val="24"/>
        </w:rPr>
        <w:t>ічної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645C29" w:rsidRPr="00CA5B65" w:rsidRDefault="00645C29" w:rsidP="00645C29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b/>
          <w:sz w:val="24"/>
        </w:rPr>
        <w:t>відновлення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) меж </w:t>
      </w:r>
    </w:p>
    <w:p w:rsidR="00645C29" w:rsidRDefault="00645C29" w:rsidP="00645C29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ділянки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b/>
          <w:sz w:val="24"/>
        </w:rPr>
        <w:t>натурі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м</w:t>
      </w:r>
      <w:proofErr w:type="gramEnd"/>
      <w:r w:rsidRPr="00CA5B65">
        <w:rPr>
          <w:rFonts w:ascii="Times New Roman" w:hAnsi="Times New Roman"/>
          <w:b/>
          <w:sz w:val="24"/>
        </w:rPr>
        <w:t>ісцевості</w:t>
      </w:r>
      <w:proofErr w:type="spellEnd"/>
      <w:r w:rsidRPr="00CA5B65">
        <w:rPr>
          <w:rFonts w:ascii="Times New Roman" w:hAnsi="Times New Roman"/>
          <w:b/>
          <w:sz w:val="24"/>
        </w:rPr>
        <w:t>)</w:t>
      </w:r>
    </w:p>
    <w:p w:rsidR="00645C29" w:rsidRDefault="00645C29" w:rsidP="00645C29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Гришину</w:t>
      </w:r>
      <w:proofErr w:type="gramStart"/>
      <w:r>
        <w:rPr>
          <w:rFonts w:ascii="Times New Roman" w:hAnsi="Times New Roman"/>
          <w:b/>
          <w:sz w:val="24"/>
        </w:rPr>
        <w:t xml:space="preserve"> І.</w:t>
      </w:r>
      <w:proofErr w:type="gramEnd"/>
      <w:r>
        <w:rPr>
          <w:rFonts w:ascii="Times New Roman" w:hAnsi="Times New Roman"/>
          <w:b/>
          <w:sz w:val="24"/>
        </w:rPr>
        <w:t>Р.</w:t>
      </w:r>
    </w:p>
    <w:p w:rsidR="00645C29" w:rsidRPr="00CA5B65" w:rsidRDefault="00645C29" w:rsidP="00645C29">
      <w:pPr>
        <w:spacing w:after="0"/>
        <w:rPr>
          <w:rFonts w:ascii="Times New Roman" w:hAnsi="Times New Roman"/>
          <w:b/>
          <w:sz w:val="24"/>
        </w:rPr>
      </w:pPr>
    </w:p>
    <w:p w:rsidR="00645C29" w:rsidRPr="00CA5B65" w:rsidRDefault="00645C29" w:rsidP="00645C29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        </w:t>
      </w:r>
      <w:proofErr w:type="spellStart"/>
      <w:r w:rsidRPr="00CA5B65">
        <w:rPr>
          <w:rFonts w:ascii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gramStart"/>
      <w:r w:rsidRPr="00CA5B65">
        <w:rPr>
          <w:rFonts w:ascii="Times New Roman" w:hAnsi="Times New Roman"/>
          <w:sz w:val="24"/>
        </w:rPr>
        <w:t>до</w:t>
      </w:r>
      <w:proofErr w:type="gramEnd"/>
      <w:r w:rsidRPr="00CA5B65">
        <w:rPr>
          <w:rFonts w:ascii="Times New Roman" w:hAnsi="Times New Roman"/>
          <w:sz w:val="24"/>
        </w:rPr>
        <w:t xml:space="preserve"> </w:t>
      </w:r>
      <w:proofErr w:type="gramStart"/>
      <w:r w:rsidRPr="00CA5B65">
        <w:rPr>
          <w:rFonts w:ascii="Times New Roman" w:hAnsi="Times New Roman"/>
          <w:sz w:val="24"/>
        </w:rPr>
        <w:t>пункту</w:t>
      </w:r>
      <w:proofErr w:type="gramEnd"/>
      <w:r w:rsidRPr="00CA5B65">
        <w:rPr>
          <w:rFonts w:ascii="Times New Roman" w:hAnsi="Times New Roman"/>
          <w:sz w:val="24"/>
        </w:rPr>
        <w:t xml:space="preserve"> 34 </w:t>
      </w:r>
      <w:proofErr w:type="spellStart"/>
      <w:r w:rsidRPr="00CA5B65">
        <w:rPr>
          <w:rFonts w:ascii="Times New Roman" w:hAnsi="Times New Roman"/>
          <w:sz w:val="24"/>
        </w:rPr>
        <w:t>частини</w:t>
      </w:r>
      <w:proofErr w:type="spellEnd"/>
      <w:r w:rsidRPr="00CA5B65">
        <w:rPr>
          <w:rFonts w:ascii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hAnsi="Times New Roman"/>
          <w:sz w:val="24"/>
        </w:rPr>
        <w:t>місцеве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Україні</w:t>
      </w:r>
      <w:proofErr w:type="spellEnd"/>
      <w:r w:rsidRPr="00CA5B65">
        <w:rPr>
          <w:rFonts w:ascii="Times New Roman" w:hAnsi="Times New Roman"/>
          <w:sz w:val="24"/>
        </w:rPr>
        <w:t xml:space="preserve">»,  Земельного кодексу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hAnsi="Times New Roman"/>
          <w:sz w:val="24"/>
        </w:rPr>
        <w:t xml:space="preserve">»,  </w:t>
      </w:r>
      <w:proofErr w:type="spellStart"/>
      <w:r w:rsidRPr="00CA5B65"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z w:val="24"/>
        </w:rPr>
        <w:t>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 Гришину І.Р.</w:t>
      </w:r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сільська</w:t>
      </w:r>
      <w:proofErr w:type="spellEnd"/>
      <w:r w:rsidRPr="00CA5B65">
        <w:rPr>
          <w:rFonts w:ascii="Times New Roman" w:hAnsi="Times New Roman"/>
          <w:sz w:val="24"/>
        </w:rPr>
        <w:t xml:space="preserve"> рада</w:t>
      </w:r>
    </w:p>
    <w:p w:rsidR="00645C29" w:rsidRPr="00CA5B65" w:rsidRDefault="00645C29" w:rsidP="00645C29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>ВИРІШИЛА:</w:t>
      </w:r>
    </w:p>
    <w:p w:rsidR="00645C29" w:rsidRPr="00CA5B65" w:rsidRDefault="00645C29" w:rsidP="00645C29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1.Надати </w:t>
      </w:r>
      <w:r>
        <w:rPr>
          <w:rFonts w:ascii="Times New Roman" w:hAnsi="Times New Roman"/>
          <w:sz w:val="24"/>
        </w:rPr>
        <w:t xml:space="preserve">Гришину </w:t>
      </w:r>
      <w:proofErr w:type="spellStart"/>
      <w:r>
        <w:rPr>
          <w:rFonts w:ascii="Times New Roman" w:hAnsi="Times New Roman"/>
          <w:sz w:val="24"/>
        </w:rPr>
        <w:t>Івану</w:t>
      </w:r>
      <w:proofErr w:type="spellEnd"/>
      <w:r>
        <w:rPr>
          <w:rFonts w:ascii="Times New Roman" w:hAnsi="Times New Roman"/>
          <w:sz w:val="24"/>
        </w:rPr>
        <w:t xml:space="preserve"> Романовичу,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зар</w:t>
      </w:r>
      <w:r>
        <w:rPr>
          <w:rFonts w:ascii="Times New Roman" w:hAnsi="Times New Roman"/>
          <w:sz w:val="24"/>
        </w:rPr>
        <w:t>еєстрований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 w:rsidR="00F02E12">
        <w:rPr>
          <w:rFonts w:ascii="Times New Roman" w:hAnsi="Times New Roman"/>
          <w:sz w:val="24"/>
          <w:lang w:val="en-US"/>
        </w:rPr>
        <w:t>____________</w:t>
      </w:r>
      <w:bookmarkStart w:id="0" w:name="_GoBack"/>
      <w:bookmarkEnd w:id="0"/>
      <w:r w:rsidRPr="00CA5B65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дозвіл</w:t>
      </w:r>
      <w:proofErr w:type="spellEnd"/>
      <w:r w:rsidRPr="00CA5B65">
        <w:rPr>
          <w:rFonts w:ascii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sz w:val="24"/>
        </w:rPr>
        <w:t>розробку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техн</w:t>
      </w:r>
      <w:proofErr w:type="gramEnd"/>
      <w:r w:rsidRPr="00CA5B65">
        <w:rPr>
          <w:rFonts w:ascii="Times New Roman" w:hAnsi="Times New Roman"/>
          <w:sz w:val="24"/>
        </w:rPr>
        <w:t>ічної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), </w:t>
      </w:r>
      <w:proofErr w:type="spellStart"/>
      <w:r w:rsidRPr="00CA5B65">
        <w:rPr>
          <w:rFonts w:ascii="Times New Roman" w:hAnsi="Times New Roman"/>
          <w:sz w:val="24"/>
        </w:rPr>
        <w:t>площею</w:t>
      </w:r>
      <w:proofErr w:type="spellEnd"/>
      <w:r w:rsidRPr="00CA5B65">
        <w:rPr>
          <w:rFonts w:ascii="Times New Roman" w:hAnsi="Times New Roman"/>
          <w:sz w:val="24"/>
        </w:rPr>
        <w:t xml:space="preserve"> 0,2500 га, для </w:t>
      </w:r>
      <w:proofErr w:type="spellStart"/>
      <w:r w:rsidRPr="00CA5B65">
        <w:rPr>
          <w:rFonts w:ascii="Times New Roman" w:hAnsi="Times New Roman"/>
          <w:sz w:val="24"/>
        </w:rPr>
        <w:t>будівництва</w:t>
      </w:r>
      <w:proofErr w:type="spellEnd"/>
      <w:r w:rsidRPr="00CA5B65">
        <w:rPr>
          <w:rFonts w:ascii="Times New Roman" w:hAnsi="Times New Roman"/>
          <w:sz w:val="24"/>
        </w:rPr>
        <w:t xml:space="preserve"> та </w:t>
      </w:r>
      <w:proofErr w:type="spellStart"/>
      <w:r w:rsidRPr="00CA5B65">
        <w:rPr>
          <w:rFonts w:ascii="Times New Roman" w:hAnsi="Times New Roman"/>
          <w:sz w:val="24"/>
        </w:rPr>
        <w:t>обслуговування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житлового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будинку</w:t>
      </w:r>
      <w:proofErr w:type="spellEnd"/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господарських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будівель</w:t>
      </w:r>
      <w:proofErr w:type="spellEnd"/>
      <w:r w:rsidRPr="00CA5B65">
        <w:rPr>
          <w:rFonts w:ascii="Times New Roman" w:hAnsi="Times New Roman"/>
          <w:sz w:val="24"/>
        </w:rPr>
        <w:t xml:space="preserve"> і </w:t>
      </w:r>
      <w:proofErr w:type="spellStart"/>
      <w:r w:rsidRPr="00CA5B65">
        <w:rPr>
          <w:rFonts w:ascii="Times New Roman" w:hAnsi="Times New Roman"/>
          <w:sz w:val="24"/>
        </w:rPr>
        <w:t>споруд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присадибна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ділянка</w:t>
      </w:r>
      <w:proofErr w:type="spellEnd"/>
      <w:r w:rsidRPr="00CA5B65">
        <w:rPr>
          <w:rFonts w:ascii="Times New Roman" w:hAnsi="Times New Roman"/>
          <w:sz w:val="24"/>
        </w:rPr>
        <w:t xml:space="preserve">), </w:t>
      </w:r>
      <w:proofErr w:type="spellStart"/>
      <w:r>
        <w:rPr>
          <w:rFonts w:ascii="Times New Roman" w:hAnsi="Times New Roman"/>
          <w:sz w:val="24"/>
        </w:rPr>
        <w:t>кадастровий</w:t>
      </w:r>
      <w:proofErr w:type="spellEnd"/>
      <w:r>
        <w:rPr>
          <w:rFonts w:ascii="Times New Roman" w:hAnsi="Times New Roman"/>
          <w:sz w:val="24"/>
        </w:rPr>
        <w:t xml:space="preserve"> номер 6823984000:02:009:0002, </w:t>
      </w:r>
      <w:proofErr w:type="spellStart"/>
      <w:r w:rsidRPr="00CA5B65">
        <w:rPr>
          <w:rFonts w:ascii="Times New Roman" w:hAnsi="Times New Roman"/>
          <w:sz w:val="24"/>
        </w:rPr>
        <w:t>земельн</w:t>
      </w:r>
      <w:r>
        <w:rPr>
          <w:rFonts w:ascii="Times New Roman" w:hAnsi="Times New Roman"/>
          <w:sz w:val="24"/>
        </w:rPr>
        <w:t>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в с. </w:t>
      </w:r>
      <w:proofErr w:type="spellStart"/>
      <w:r>
        <w:rPr>
          <w:rFonts w:ascii="Times New Roman" w:hAnsi="Times New Roman"/>
          <w:sz w:val="24"/>
        </w:rPr>
        <w:t>Стригани</w:t>
      </w:r>
      <w:proofErr w:type="spellEnd"/>
      <w:r w:rsidRPr="00CA5B65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по </w:t>
      </w:r>
      <w:proofErr w:type="spellStart"/>
      <w:r>
        <w:rPr>
          <w:rFonts w:ascii="Times New Roman" w:hAnsi="Times New Roman"/>
          <w:sz w:val="24"/>
        </w:rPr>
        <w:t>вулиці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Г.Охман</w:t>
      </w:r>
      <w:proofErr w:type="spellEnd"/>
      <w:r>
        <w:rPr>
          <w:rFonts w:ascii="Times New Roman" w:hAnsi="Times New Roman"/>
          <w:sz w:val="24"/>
        </w:rPr>
        <w:t>, 29.</w:t>
      </w:r>
    </w:p>
    <w:p w:rsidR="00645C29" w:rsidRPr="00CA5B65" w:rsidRDefault="00645C29" w:rsidP="00645C29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2.Гришину І.Р.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розробити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техн</w:t>
      </w:r>
      <w:proofErr w:type="gramEnd"/>
      <w:r w:rsidRPr="00CA5B65">
        <w:rPr>
          <w:rFonts w:ascii="Times New Roman" w:hAnsi="Times New Roman"/>
          <w:sz w:val="24"/>
        </w:rPr>
        <w:t>ічну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CA5B65">
        <w:rPr>
          <w:rFonts w:ascii="Times New Roman" w:hAnsi="Times New Roman"/>
          <w:sz w:val="24"/>
        </w:rPr>
        <w:t>розгляд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сесії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сільської</w:t>
      </w:r>
      <w:proofErr w:type="spellEnd"/>
      <w:r w:rsidRPr="00CA5B65">
        <w:rPr>
          <w:rFonts w:ascii="Times New Roman" w:hAnsi="Times New Roman"/>
          <w:sz w:val="24"/>
        </w:rPr>
        <w:t xml:space="preserve"> ради.</w:t>
      </w:r>
    </w:p>
    <w:p w:rsidR="00645C29" w:rsidRPr="00CA5B65" w:rsidRDefault="00645C29" w:rsidP="00645C2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hAnsi="Times New Roman"/>
          <w:sz w:val="24"/>
        </w:rPr>
        <w:t xml:space="preserve">      </w:t>
      </w: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645C29" w:rsidRPr="00CA5B65" w:rsidRDefault="00645C29" w:rsidP="00645C2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645C29" w:rsidRDefault="00645C29" w:rsidP="00645C29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45C29" w:rsidRDefault="00645C29" w:rsidP="00645C29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66CCB" w:rsidRPr="00645C29" w:rsidRDefault="00645C29" w:rsidP="00645C29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8D31FA">
        <w:rPr>
          <w:rFonts w:ascii="Times New Roman" w:hAnsi="Times New Roman"/>
        </w:rPr>
        <w:t>Сільський</w:t>
      </w:r>
      <w:proofErr w:type="spellEnd"/>
      <w:r w:rsidRPr="008D31FA">
        <w:rPr>
          <w:rFonts w:ascii="Times New Roman" w:hAnsi="Times New Roman"/>
        </w:rPr>
        <w:t xml:space="preserve"> голова </w:t>
      </w:r>
      <w:r w:rsidRPr="008D31FA">
        <w:rPr>
          <w:rFonts w:ascii="Times New Roman" w:hAnsi="Times New Roman"/>
        </w:rPr>
        <w:tab/>
      </w:r>
      <w:r w:rsidRPr="008D31FA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</w:t>
      </w:r>
      <w:r w:rsidRPr="008D31FA">
        <w:rPr>
          <w:rFonts w:ascii="Times New Roman" w:hAnsi="Times New Roman"/>
        </w:rPr>
        <w:t xml:space="preserve"> </w:t>
      </w:r>
      <w:proofErr w:type="spellStart"/>
      <w:r w:rsidRPr="008D31FA">
        <w:rPr>
          <w:rFonts w:ascii="Times New Roman" w:hAnsi="Times New Roman"/>
        </w:rPr>
        <w:t>Валерій</w:t>
      </w:r>
      <w:proofErr w:type="spellEnd"/>
      <w:r w:rsidRPr="008D31FA">
        <w:rPr>
          <w:rFonts w:ascii="Times New Roman" w:hAnsi="Times New Roman"/>
        </w:rPr>
        <w:t xml:space="preserve">  МИХАЛЮК </w:t>
      </w:r>
    </w:p>
    <w:sectPr w:rsidR="00E66CCB" w:rsidRPr="00645C2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C29"/>
    <w:rsid w:val="00171A2E"/>
    <w:rsid w:val="00304C90"/>
    <w:rsid w:val="00505B6D"/>
    <w:rsid w:val="00645C29"/>
    <w:rsid w:val="006D3977"/>
    <w:rsid w:val="007D6C18"/>
    <w:rsid w:val="00D1641A"/>
    <w:rsid w:val="00E66CCB"/>
    <w:rsid w:val="00F0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45C2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645C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45C29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45C2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645C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45C29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245</Words>
  <Characters>1398</Characters>
  <Application>Microsoft Office Word</Application>
  <DocSecurity>0</DocSecurity>
  <Lines>11</Lines>
  <Paragraphs>3</Paragraphs>
  <ScaleCrop>false</ScaleCrop>
  <Company>Microsoft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2020-09-01T14:00:00Z</dcterms:created>
  <dcterms:modified xsi:type="dcterms:W3CDTF">2020-09-01T15:43:00Z</dcterms:modified>
</cp:coreProperties>
</file>