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7758" w:rsidRDefault="007F7758" w:rsidP="007F775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ПРОЕКТ</w:t>
      </w:r>
    </w:p>
    <w:p w:rsidR="007F7758" w:rsidRDefault="007F7758" w:rsidP="007F775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7F7758" w:rsidRPr="007F7758" w:rsidRDefault="007F7758" w:rsidP="007F775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7758" w:rsidRDefault="007F7758" w:rsidP="007F77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F7758" w:rsidRDefault="007F7758" w:rsidP="007F77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F7758" w:rsidRDefault="007F7758" w:rsidP="007F77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7758" w:rsidRDefault="007F7758" w:rsidP="007F77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7758" w:rsidRDefault="007F7758" w:rsidP="007F775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7758" w:rsidRDefault="007F7758" w:rsidP="007F77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F7758" w:rsidRDefault="007F7758" w:rsidP="007F775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F7758" w:rsidRDefault="007F7758" w:rsidP="007F77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F7758" w:rsidRDefault="007F7758" w:rsidP="007F77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F7758" w:rsidRDefault="007F7758" w:rsidP="007F77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7758" w:rsidRDefault="007F7758" w:rsidP="007F77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F7758" w:rsidRDefault="007F7758" w:rsidP="007F77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7758" w:rsidRDefault="007F7758" w:rsidP="007F77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F7758" w:rsidRDefault="007F7758" w:rsidP="007F775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F7758" w:rsidRDefault="007F7758" w:rsidP="007F775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25.03.2021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</w:t>
      </w:r>
    </w:p>
    <w:p w:rsidR="007F7758" w:rsidRDefault="007F7758" w:rsidP="007F775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F7758" w:rsidRDefault="007F7758" w:rsidP="007F775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7F7758" w:rsidRDefault="007F7758" w:rsidP="007F775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7F7758" w:rsidRDefault="007F7758" w:rsidP="007F775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7F7758" w:rsidRDefault="007F7758" w:rsidP="007F775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7F7758" w:rsidRDefault="007F7758" w:rsidP="007F775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Г.Р.</w:t>
      </w:r>
    </w:p>
    <w:p w:rsidR="007F7758" w:rsidRDefault="007F7758" w:rsidP="007F775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F7758" w:rsidRDefault="007F7758" w:rsidP="007F775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Г.Р.,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7F7758" w:rsidRDefault="007F7758" w:rsidP="007F775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F7758" w:rsidRDefault="007F7758" w:rsidP="007F775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Галині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Романівні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90D19">
        <w:rPr>
          <w:rFonts w:ascii="Times New Roman" w:eastAsia="Calibri" w:hAnsi="Times New Roman" w:cs="Times New Roman"/>
          <w:sz w:val="24"/>
        </w:rPr>
        <w:t>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90D1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0,1875 га,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6823986800:01:001:0079, 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Полянь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Незалежності</w:t>
      </w:r>
      <w:proofErr w:type="spellEnd"/>
      <w:r>
        <w:rPr>
          <w:rFonts w:ascii="Times New Roman" w:eastAsia="Calibri" w:hAnsi="Times New Roman" w:cs="Times New Roman"/>
          <w:sz w:val="24"/>
        </w:rPr>
        <w:t>,  32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F7758" w:rsidRDefault="007F7758" w:rsidP="007F775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Г.Р.,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7F7758" w:rsidRDefault="007F7758" w:rsidP="007F775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F7758" w:rsidRDefault="007F7758" w:rsidP="007F775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36214" w:rsidRPr="007F7758" w:rsidRDefault="007F7758" w:rsidP="007F775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736214" w:rsidRPr="007F775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758"/>
    <w:rsid w:val="00171A2E"/>
    <w:rsid w:val="00304C90"/>
    <w:rsid w:val="00505B6D"/>
    <w:rsid w:val="006D3977"/>
    <w:rsid w:val="00736214"/>
    <w:rsid w:val="007D6C18"/>
    <w:rsid w:val="007F7758"/>
    <w:rsid w:val="00D1641A"/>
    <w:rsid w:val="00D9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7F7758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7F775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F7758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7F7758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7F775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F7758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282</Words>
  <Characters>1613</Characters>
  <Application>Microsoft Office Word</Application>
  <DocSecurity>0</DocSecurity>
  <Lines>13</Lines>
  <Paragraphs>3</Paragraphs>
  <ScaleCrop>false</ScaleCrop>
  <Company>Microsoft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2021-03-18T06:12:00Z</dcterms:created>
  <dcterms:modified xsi:type="dcterms:W3CDTF">2021-03-18T06:19:00Z</dcterms:modified>
</cp:coreProperties>
</file>