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166" w:rsidRDefault="00D23166" w:rsidP="00D2316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937B52" wp14:editId="5FEED15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2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2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166" w:rsidRDefault="00D23166" w:rsidP="00D231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9U4RX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GakxpZG/hask8HYyztjdhFIMN&#10;gYdd1zvUzjyt7AGYdx5nY5wZRnIleBuyGIc1Kk0PlKg912cUPdeIgugnAbgpwuVinoycJXyGmHI0&#10;386WAd5RY5wDXwlmClmpOhp4hSBSpdt5qrcPUsLhxuAZ504ndf3tkSfleOqUcZzOyJcZ09ydYWkR&#10;32e9Wz7EsY+x4cWI1lATAS8l6hKgz4gOfv4LC4e0TtmxdwwRX4uS99E0GidAJAiHbxxYWruYE7vh&#10;hdG/xWjYl84hBiU6I4S5W3kww8J3OET69WshXMfBhiB7QJ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vM5MUA&#10;AADdAAAADwAAAGRycy9kb3ducmV2LnhtbESPQWuDQBSE74X+h+UFemvWKCSpdRUpafEglCTN/eG+&#10;qNR9K+4msf8+Wyj0OMzMN0xWzGYQV5pcb1nBahmBIG6s7rlV8HV8f96CcB5Z42CZFPyQgyJ/fMgw&#10;1fbGe7oefCsChF2KCjrvx1RK13Rk0C3tSBy8s50M+iCnVuoJbwFuBhlH0Voa7DksdDjSW0fN9+Fi&#10;FNjko6pPbbxPdrzxXH5uz6e5VuppMZevIDzN/j/81660giR+2cDvm/AEZH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68z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cmMUA&#10;AADdAAAADwAAAGRycy9kb3ducmV2LnhtbERPy2oCMRTdF/yHcIVupGaq4GM0ShGmtV0UtIVuL5Pr&#10;ZHRyMySpjn69WRS6PJz3ct3ZRpzJh9qxgudhBoK4dLrmSsH3V/E0AxEissbGMSm4UoD1qvewxFy7&#10;C+/ovI+VSCEcclRgYmxzKUNpyGIYupY4cQfnLcYEfSW1x0sKt40cZdlEWqw5NRhsaWOoPO1/rYJj&#10;8Wl+NtPbqx/Md3QbFB9vzftEqcd+97IAEamL/+I/91YrGI/m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pyY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Zbf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pWy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2W3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y9W8MA&#10;AADdAAAADwAAAGRycy9kb3ducmV2LnhtbERPTWsCMRC9F/ofwhS81Wy1VdkaRbSFUvBQK0hvw2bc&#10;XbqZhGR0t/++ORR6fLzv5XpwnbpSTK1nAw/jAhRx5W3LtYHj5+v9AlQSZIudZzLwQwnWq9ubJZbW&#10;9/xB14PUKodwKtFAIxJKrVPVkMM09oE4c2cfHUqGsdY2Yp/DXacnRTHTDlvODQ0G2jZUfR8uzsC+&#10;fwnv89nTOXzFx4lOOyunrRgzuhs2z6CEBvkX/7nfrIHptMj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y9W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vNYMIA&#10;AADdAAAADwAAAGRycy9kb3ducmV2LnhtbESP3YrCMBCF7xd8hzCCN4umWhCpRhFZRbwRfx5gaMam&#10;2ExKk7X17Y0geHk4Px9nsepsJR7U+NKxgvEoAUGcO11yoeB62Q5nIHxA1lg5JgVP8rBa9n4WmGnX&#10;8oke51CIOMI+QwUmhDqT0ueGLPqRq4mjd3ONxRBlU0jdYBvHbSUnSTKVFkuOBIM1bQzl9/O/jZBj&#10;isfDrb1sdx22+Hcw/Ls+KTXod+s5iEBd+IY/7b1WkKbJGN5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a81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KGt8YA&#10;AADdAAAADwAAAGRycy9kb3ducmV2LnhtbESPQUsDMRSE74L/ITzBW5t1q1W2TYtUBRE8WAvF22Pz&#10;urt08xKSZ3f990YoeBxm5htmuR5dr04UU+fZwM20AEVce9txY2D3+TJ5AJUE2WLvmQz8UIL16vJi&#10;iZX1A3/QaSuNyhBOFRpoRUKldapbcpimPhBn7+CjQ8kyNtpGHDLc9bosirl22HFeaDHQpqX6uP12&#10;Bt6H5/B2P787hK94W+r0ZGW/EWOur8bHBSihUf7D5/arNTCbFS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KGt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6DUsYA&#10;AADdAAAADwAAAGRycy9kb3ducmV2LnhtbESPUWvCMBSF3wf7D+EOfJGZanGMzig6CBMciE7w9dJc&#10;27LmpiSZ7f69EQZ7PJxzvsNZrAbbiiv50DhWMJ1kIIhLZxquFJy+9PMriBCRDbaOScEvBVgtHx8W&#10;WBjX84Gux1iJBOFQoII6xq6QMpQ1WQwT1xEn7+K8xZikr6Tx2Ce4beUsy16kxYbTQo0dvddUfh9/&#10;rILNvq9yPy43g9tdPs5zrY3+1EqNnob1G4hIQ/wP/7W3RkGeZz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6DU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9BY8QA&#10;AADdAAAADwAAAGRycy9kb3ducmV2LnhtbESP3WoCMRSE7wu+QzhC72rWnxZZjSKWBRFvan2Aw+a4&#10;Wd2cLElc17c3hYKXw8x8wyzXvW1ERz7UjhWMRxkI4tLpmisFp9/iYw4iRGSNjWNS8KAA69XgbYm5&#10;dnf+oe4YK5EgHHJUYGJscylDachiGLmWOHln5y3GJH0ltcd7gttGTrLsS1qsOS0YbGlrqLweb1ZB&#10;sZ8cuutN+8Jt+pmlT3OZfxul3of9ZgEiUh9f4f/2TiuYTrMZ/L1JT0C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fQW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u+vcYA&#10;AADdAAAADwAAAGRycy9kb3ducmV2LnhtbESPUWvCMBSF3wf+h3AHvoyZuqKMzigqBAcORDfY66W5&#10;tmXNTUky2/17Iwh7PJxzvsNZrAbbigv50DhWMJ1kIIhLZxquFHx96udXECEiG2wdk4I/CrBajh4W&#10;WBjX85Eup1iJBOFQoII6xq6QMpQ1WQwT1xEn7+y8xZikr6Tx2Ce4beVLls2lxYbTQo0dbWsqf06/&#10;VsHm0Fe5fyo3g9ufd98zrY3+0EqNH4f1G4hIQ/wP39vvRkGeZzO4vU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u+v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F6j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H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F6j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jFMsIA&#10;AADdAAAADwAAAGRycy9kb3ducmV2LnhtbESP0YrCMBRE3xf8h3AF39ZEu7pL1ygiKOuj1Q+4NHfb&#10;YnNTm2jr3xtB8HGYmTPMYtXbWtyo9ZVjDZOxAkGcO1NxoeF03H7+gPAB2WDtmDTcycNqOfhYYGpc&#10;xwe6ZaEQEcI+RQ1lCE0qpc9LsujHriGO3r9rLYYo20KaFrsIt7WcKjWXFiuOCyU2tCkpP2dXq+Hr&#10;3u0u2eystsbSZJ80ew75TOvRsF//ggjUh3f41f4zGpJEfcPzTX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MUy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IX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Ir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0FSFy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qSwMcA&#10;AADdAAAADwAAAGRycy9kb3ducmV2LnhtbESPQWvCQBSE7wX/w/KE3urGRoKmrtIKBfWg1Oqht2f2&#10;mcRm38bsqvHfu0Khx2FmvmHG09ZU4kKNKy0r6PciEMSZ1SXnCrbfny9DEM4ja6wsk4IbOZhOOk9j&#10;TLW98hddNj4XAcIuRQWF93UqpcsKMuh6tiYO3sE2Bn2QTS51g9cAN5V8jaJEGiw5LBRY06yg7Hdz&#10;Ngp262EyWn8sBsflao+x0acfXSZKPXfb9zcQnlr/H/5rz7WCOI5G8HgTnoC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qksD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Fvc8IA&#10;AADdAAAADwAAAGRycy9kb3ducmV2LnhtbERPTWvCQBC9F/wPywi91Y2JiERX0RbT0pNVweuQHZNg&#10;djZkV5P467uHQo+P973a9KYWD2pdZVnBdBKBIM6trrhQcD7t3xYgnEfWWFsmBQM52KxHLytMte34&#10;hx5HX4gQwi5FBaX3TSqly0sy6Ca2IQ7c1bYGfYBtIXWLXQg3tYyjaC4NVhwaSmzovaT8drwbBc/5&#10;BQ/uM959JNrTMFtk9vuQKfU67rdLEJ56/y/+c39pBUkyDfvDm/A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cW9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WZUMQA&#10;AADdAAAADwAAAGRycy9kb3ducmV2LnhtbESP0WrCQBRE3wv+w3KFvtVN1EobXUVEoW/W6AdcstdN&#10;MHs3Zrca+/WuIPg4zMwZZrbobC0u1PrKsYJ0kIAgLpyu2Cg47DcfXyB8QNZYOyYFN/KwmPfeZphp&#10;d+UdXfJgRISwz1BBGUKTSemLkiz6gWuIo3d0rcUQZWukbvEa4baWwySZSIsVx4USG1qVVJzyP6vg&#10;7IafusvXuD2tv38rY8bn/91Yqfd+t5yCCNSFV/jZ/tEKRqM0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lmV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aNT8UA&#10;AADdAAAADwAAAGRycy9kb3ducmV2LnhtbESPzW7CMBCE75X6DtZW6q04EAEhYBBUqsSVnwPHxV6S&#10;tPE6xAZSnh4jVepxNDPfaGaLztbiSq2vHCvo9xIQxNqZigsF+93XRwbCB2SDtWNS8EseFvPXlxnm&#10;xt14Q9dtKESEsM9RQRlCk0vpdUkWfc81xNE7udZiiLItpGnxFuG2loMkGUmLFceFEhv6LEn/bC9W&#10;wbo60nCkTxObrfTmcD+HdPxtlHp/65ZTEIG68B/+a6+NgjTtD+D5Jj4BO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o1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PbIMEA&#10;AADdAAAADwAAAGRycy9kb3ducmV2LnhtbERPXWvCMBR9H/gfwhV8m6kWhnZGUUFQtgm6MV8vzbUp&#10;NjelibX++2Ug+Hi+ObNFZyvRUuNLxwpGwwQEce50yYWCn+/N6wSED8gaK8ek4E4eFvPeywwz7W58&#10;oPYYChFL2GeowIRQZ1L63JBFP3Q1cdTOrrEYImwKqRu8xXJbyXGSvEmLJccFgzWtDeWX49UqaHF/&#10;T05m9TXdlZ/5eL/6/dCRV4N+t3wHEagLT/MjvdUK0nSUwv+b+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NT2yD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H9NMUA&#10;AADdAAAADwAAAGRycy9kb3ducmV2LnhtbESPQUvDQBSE70L/w/IK3uymqYjEbosUKh419uDxmX3N&#10;pmbfC7vbJvrrXUHwOMzMN8x6O/leXSjETtjAclGAIm7EdtwaOLztb+5BxYRssRcmA18UYbuZXa2x&#10;sjLyK13q1KoM4VihAZfSUGkdG0ce40IG4uwdJXhMWYZW24Bjhvtel0Vxpz12nBccDrRz1HzWZ29g&#10;fGo+TuXx3brvMMi+fpFT2Ysx1/Pp8QFUoin9h//az9bAarW8hd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f0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YeCMcA&#10;AADdAAAADwAAAGRycy9kb3ducmV2LnhtbESP3WoCMRSE7wu+QzhC77pZFa1sjWK1QhFL8af3x81x&#10;d9vkZNmkun17Iwi9HGbmG2Yya60RZ2p85VhBL0lBEOdOV1woOOxXT2MQPiBrNI5JwR95mE07DxPM&#10;tLvwls67UIgIYZ+hgjKEOpPS5yVZ9ImriaN3co3FEGVTSN3gJcKtkf00HUmLFceFEmtalJT/7H6t&#10;gtXn0nz3P7bzLxkWb89HM16/LjdKPXbb+QuIQG34D9/b71rBYNAbwu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mHg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NNxsUA&#10;AADdAAAADwAAAGRycy9kb3ducmV2LnhtbESPQYvCMBSE78L+h/AW9iKaukWRapRFEBUUXFfw+mze&#10;tsXmpTSx1n9vBMHjMDPfMNN5a0rRUO0KywoG/QgEcWp1wZmC49+yNwbhPLLG0jIpuJOD+eyjM8VE&#10;2xv/UnPwmQgQdgkqyL2vEildmpNB17cVcfD+bW3QB1lnUtd4C3BTyu8oGkmDBYeFHCta5JReDlej&#10;oNlvz9m6cdXmMu66YXxerXb6pNTXZ/szAeGp9e/wq73WCuJ4MILnm/AE5O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003G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UlMgA&#10;AADdAAAADwAAAGRycy9kb3ducmV2LnhtbESPzWsCMRTE74X+D+EVeqtZtfVjNUotCL0U/Dro7bl5&#10;7i5uXrZJ1K1/fSMIHoeZ+Q0znjamEmdyvrSsoN1KQBBnVpecK9is528DED4ga6wsk4I/8jCdPD+N&#10;MdX2wks6r0IuIoR9igqKEOpUSp8VZNC3bE0cvYN1BkOULpfa4SXCTSU7SdKTBkuOCwXW9FVQdlyd&#10;jILZcDD7Xbzzz3W539Fuuz9+dFyi1OtL8zkCEagJj/C9/a0VdLvtPtzexCcgJ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PpSUyAAAAN0AAAAPAAAAAAAAAAAAAAAAAJgCAABk&#10;cnMvZG93bnJldi54bWxQSwUGAAAAAAQABAD1AAAAjQMAAAAA&#10;" fillcolor="black" stroked="f"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jD6MUA&#10;AADdAAAADwAAAGRycy9kb3ducmV2LnhtbERPy2rCQBTdC/7DcAvd6URFkTQTqS8Qahc+Fl3eZm6T&#10;IZk7ITPV2K/vLApdHs47W/W2ETfqvHGsYDJOQBAXThsuFVwv+9EShA/IGhvHpOBBHlb5cJBhqt2d&#10;T3Q7h1LEEPYpKqhCaFMpfVGRRT92LXHkvlxnMUTYlVJ3eI/htpHTJFlIi4ZjQ4UtbSoq6vO3VfDx&#10;tjDLk6Hp5/FnvdPHeb1+39ZKPT/1ry8gAvXhX/znPmgFs9kkzo1v4hO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iMPo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FYxsYA&#10;AADdAAAADwAAAGRycy9kb3ducmV2LnhtbESPT2sCMRTE70K/Q3iF3jRrhaJbo0il1IsH/5ReH5vX&#10;zXY3L2sSdfXTN4LgcZiZ3zDTeWcbcSIfKscKhoMMBHHhdMWlgv3usz8GESKyxsYxKbhQgPnsqTfF&#10;XLszb+i0jaVIEA45KjAxtrmUoTBkMQxcS5y8X+ctxiR9KbXHc4LbRr5m2Zu0WHFaMNjSh6Gi3h6t&#10;Ar/4WdZXPn7X2XV9CV9/3WGMRqmX527xDiJSFx/he3ulFYxGwwnc3q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FY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OeVMMA&#10;AADdAAAADwAAAGRycy9kb3ducmV2LnhtbERP22rCQBB9F/oPyxT6IroxgpfUVaRQKFQELx8wZsck&#10;dHc2ZKca+/Xdh0IfD+e+2vTeqRt1sQlsYDLOQBGXwTZcGTif3kcLUFGQLbrAZOBBETbrp8EKCxvu&#10;fKDbUSqVQjgWaKAWaQutY1mTxzgOLXHirqHzKAl2lbYd3lO4dzrPspn22HBqqLGlt5rKr+O3N+Dy&#10;i1t+zuNOHme9y368HIZ7a8zLc799BSXUy7/4z/1hDUynedqf3qQno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OeV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M0i8YA&#10;AADdAAAADwAAAGRycy9kb3ducmV2LnhtbESPQWvCQBSE70L/w/IKvenGCEVSV2krQi49GFO8PrPP&#10;bHD3bchuNe2vdwuFHoeZ+YZZbUZnxZWG0HlWMJ9lIIgbrztuFdSH3XQJIkRkjdYzKfimAJv1w2SF&#10;hfY33tO1iq1IEA4FKjAx9oWUoTHkMMx8T5y8sx8cxiSHVuoBbwnurMyz7Fk67DgtGOzp3VBzqb6c&#10;gm3V27wuzVs4fn6cTrb82dFxq9TT4/j6AiLSGP/Df+1SK1gs8j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+M0i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zq8UA&#10;AADdAAAADwAAAGRycy9kb3ducmV2LnhtbESPT2sCMRTE7wW/Q3hCbzWxS1VWo4hUEHqqfw7eHslz&#10;d3XzsmxSd/32plDocZiZ3zCLVe9qcac2VJ41jEcKBLHxtuJCw/GwfZuBCBHZYu2ZNDwowGo5eFlg&#10;bn3H33Tfx0IkCIccNZQxNrmUwZTkMIx8Q5y8i28dxiTbQtoWuwR3tXxXaiIdVpwWSmxoU5K57X+c&#10;hutWfnmj0JyOp25np+fPCdVK69dhv56DiNTH//Bfe2c1ZNlHBr9v0hOQy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7DOr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wJ8cYA&#10;AADdAAAADwAAAGRycy9kb3ducmV2LnhtbESPT2vCQBTE7wW/w/KE3nSjaUWiq2ihUCo9+Afx+Mw+&#10;k5Ds27C7avrtu4LQ4zAzv2Hmy8404kbOV5YVjIYJCOLc6ooLBYf952AKwgdkjY1lUvBLHpaL3ssc&#10;M23vvKXbLhQiQthnqKAMoc2k9HlJBv3QtsTRu1hnMETpCqkd3iPcNHKcJBNpsOK4UGJLHyXl9e5q&#10;FJyuG778pN8rtw5H2+19PT5Pa6Ve+91qBiJQF/7Dz/aXVpCm72/weBOf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hwJ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oWuMcA&#10;AADdAAAADwAAAGRycy9kb3ducmV2LnhtbESPQWsCMRSE7wX/Q3hCbzWrdouuRtGC0ItQbQ/19tw8&#10;dxc3L2sSdfXXm0Khx2FmvmGm89bU4kLOV5YV9HsJCOLc6ooLBd9fq5cRCB+QNdaWScGNPMxnnacp&#10;ZtpeeUOXbShEhLDPUEEZQpNJ6fOSDPqebYijd7DOYIjSFVI7vEa4qeUgSd6kwYrjQokNvZeUH7dn&#10;o2A5Hi1Pn6+8vm/2O9r97I/pwCVKPXfbxQREoDb8h//aH1rBcJim8PsmPgE5e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KFrjHAAAA3QAAAA8AAAAAAAAAAAAAAAAAmAIAAGRy&#10;cy9kb3ducmV2LnhtbFBLBQYAAAAABAAEAPUAAACMAwAAAAA=&#10;" fillcolor="black" stroked="f"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RyzsUA&#10;AADdAAAADwAAAGRycy9kb3ducmV2LnhtbESPQUsDMRSE70L/Q3gFbzZbF4usTctSKIqnbVW8vm5e&#10;N0s3L0sS0/XfG0HwOMzMN8x6O9lBJPKhd6xguShAELdO99wpeH/b3z2CCBFZ4+CYFHxTgO1mdrPG&#10;SrsrHygdYycyhEOFCkyMYyVlaA1ZDAs3Emfv7LzFmKXvpPZ4zXA7yPuiWEmLPecFgyPtDLWX45dV&#10;kE67pi7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ZHL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3p8cA&#10;AADdAAAADwAAAGRycy9kb3ducmV2LnhtbESPQUvDQBSE7wX/w/IEb3YTS1uN2RYpWqoXayzU4yP7&#10;zAazb0N2TdP++q4g9DjMzDdMvhxsI3rqfO1YQTpOQBCXTtdcKdh9vtzeg/ABWWPjmBQcycNycTXK&#10;MdPuwB/UF6ESEcI+QwUmhDaT0peGLPqxa4mj9+06iyHKrpK6w0OE20beJclMWqw5LhhsaWWo/Cl+&#10;rQKfrp73b/b00H+tDb8Xr2a2rYxSN9fD0yOIQEO4hP/bG61gMpnO4e9NfAJy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6vN6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3166" w:rsidRDefault="00D23166" w:rsidP="00D231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3166" w:rsidRDefault="00D23166" w:rsidP="00D231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23166" w:rsidRDefault="00D23166" w:rsidP="00D231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23.07.2021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D23166" w:rsidRPr="00F42D2B" w:rsidRDefault="00D23166" w:rsidP="00D231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tbl>
      <w:tblPr>
        <w:tblW w:w="5000" w:type="pct"/>
        <w:shd w:val="clear" w:color="auto" w:fill="FFFFFF"/>
        <w:tblLook w:val="04A0" w:firstRow="1" w:lastRow="0" w:firstColumn="1" w:lastColumn="0" w:noHBand="0" w:noVBand="1"/>
      </w:tblPr>
      <w:tblGrid>
        <w:gridCol w:w="4495"/>
        <w:gridCol w:w="881"/>
        <w:gridCol w:w="4014"/>
      </w:tblGrid>
      <w:tr w:rsidR="00D23166" w:rsidRPr="00F42D2B" w:rsidTr="00B240C7">
        <w:tc>
          <w:tcPr>
            <w:tcW w:w="449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3166" w:rsidRPr="00F42D2B" w:rsidRDefault="00D23166" w:rsidP="00B240C7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Про </w:t>
            </w:r>
            <w:proofErr w:type="spellStart"/>
            <w:proofErr w:type="gram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вступ</w:t>
            </w:r>
            <w:proofErr w:type="spellEnd"/>
            <w:proofErr w:type="gram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до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місцевої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асоціації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органів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місцевого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самоврядування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Асоціація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громад зон </w:t>
            </w:r>
            <w:proofErr w:type="spellStart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спостереження</w:t>
            </w:r>
            <w:proofErr w:type="spellEnd"/>
            <w:r w:rsidRPr="00F42D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АЕС»</w:t>
            </w:r>
          </w:p>
          <w:p w:rsidR="00D23166" w:rsidRPr="00F42D2B" w:rsidRDefault="00D23166" w:rsidP="00B240C7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81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3166" w:rsidRPr="00F42D2B" w:rsidRDefault="00D23166" w:rsidP="00B240C7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4012" w:type="dxa"/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D23166" w:rsidRPr="00F42D2B" w:rsidRDefault="00D23166" w:rsidP="00B240C7">
            <w:pPr>
              <w:spacing w:after="0"/>
              <w:rPr>
                <w:sz w:val="24"/>
                <w:szCs w:val="24"/>
              </w:rPr>
            </w:pPr>
          </w:p>
        </w:tc>
      </w:tr>
    </w:tbl>
    <w:p w:rsidR="00D23166" w:rsidRPr="00F42D2B" w:rsidRDefault="00D23166" w:rsidP="00D23166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Відповідно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Закону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асоціації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з метою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більш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ефективного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здійснення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своїх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повноважень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узгодження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дій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щодо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захисту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 та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інтересів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територіальних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громад та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відновлення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населення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яке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проживає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км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зоні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атомних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електростанцій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входять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зони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спостереження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АЕС,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керуючись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15, п. 21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частини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першої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ст. 26 Закону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proofErr w:type="gram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ісцеве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Украї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рада ВИРІШИЛА:</w:t>
      </w:r>
    </w:p>
    <w:p w:rsidR="00D23166" w:rsidRPr="00F42D2B" w:rsidRDefault="00D23166" w:rsidP="00D231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1.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Вступити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до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Місцевої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асоціації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Асоціація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громад зон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спостереження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АЕС».</w:t>
      </w:r>
    </w:p>
    <w:p w:rsidR="00D23166" w:rsidRPr="00F42D2B" w:rsidRDefault="00D23166" w:rsidP="00D231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2.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Уповноважити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голову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Валерія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МИХАЛЮКА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представляти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нтереси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ради</w:t>
      </w:r>
      <w:proofErr w:type="gram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proofErr w:type="gram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відносинах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Місцевою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асоціацією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органів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місцевого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Асоціація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громад зон </w:t>
      </w:r>
      <w:proofErr w:type="spellStart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спостереження</w:t>
      </w:r>
      <w:proofErr w:type="spellEnd"/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АЕС».</w:t>
      </w:r>
    </w:p>
    <w:p w:rsidR="00D23166" w:rsidRPr="00F42D2B" w:rsidRDefault="00D23166" w:rsidP="00D23166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Pr="00F42D2B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Контроль за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прав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людини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законності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депутатської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діяльності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етики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регламенту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Л.І.Кравчук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D23166" w:rsidRPr="00F42D2B" w:rsidRDefault="00D23166" w:rsidP="00D23166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66" w:rsidRDefault="00D23166" w:rsidP="00D23166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66" w:rsidRPr="00F42D2B" w:rsidRDefault="00D23166" w:rsidP="00D23166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23166" w:rsidRPr="00F42D2B" w:rsidRDefault="00D23166" w:rsidP="00D23166">
      <w:pPr>
        <w:tabs>
          <w:tab w:val="left" w:pos="7088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голова    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Валерій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МИХАЛЮК</w:t>
      </w:r>
    </w:p>
    <w:p w:rsidR="00A93FAA" w:rsidRDefault="00A93FAA">
      <w:bookmarkStart w:id="0" w:name="_GoBack"/>
      <w:bookmarkEnd w:id="0"/>
    </w:p>
    <w:sectPr w:rsidR="00A93FA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166"/>
    <w:rsid w:val="00A93FAA"/>
    <w:rsid w:val="00D2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6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316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D2316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D23166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16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23166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, Знак2"/>
    <w:basedOn w:val="a"/>
    <w:link w:val="HTML"/>
    <w:unhideWhenUsed/>
    <w:rsid w:val="00D23166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1">
    <w:name w:val="Стандартный HTML Знак1"/>
    <w:basedOn w:val="a0"/>
    <w:uiPriority w:val="99"/>
    <w:semiHidden/>
    <w:rsid w:val="00D23166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222</Words>
  <Characters>1267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2021-07-15T05:44:00Z</dcterms:created>
  <dcterms:modified xsi:type="dcterms:W3CDTF">2021-07-15T05:44:00Z</dcterms:modified>
</cp:coreProperties>
</file>