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8CD" w:rsidRPr="00694EED" w:rsidRDefault="006508CD" w:rsidP="006508CD">
      <w:pPr>
        <w:jc w:val="right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ПРОЕКТ</w:t>
      </w:r>
    </w:p>
    <w:p w:rsidR="006508CD" w:rsidRPr="00694EED" w:rsidRDefault="006508CD" w:rsidP="00650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6508CD" w:rsidRPr="00694EED" w:rsidRDefault="006508CD" w:rsidP="006508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694EED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11BF0E" wp14:editId="11DB4A50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6112" name="Группа 16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611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8CD" w:rsidRDefault="006508CD" w:rsidP="006508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1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08CD" w:rsidRDefault="006508CD" w:rsidP="006508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1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8CD" w:rsidRDefault="006508CD" w:rsidP="006508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1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08CD" w:rsidRDefault="006508CD" w:rsidP="006508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1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8CD" w:rsidRDefault="006508CD" w:rsidP="006508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1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08CD" w:rsidRDefault="006508CD" w:rsidP="006508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1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8CD" w:rsidRDefault="006508CD" w:rsidP="006508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2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08CD" w:rsidRDefault="006508CD" w:rsidP="006508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2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8CD" w:rsidRDefault="006508CD" w:rsidP="006508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2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08CD" w:rsidRDefault="006508CD" w:rsidP="006508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2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8CD" w:rsidRDefault="006508CD" w:rsidP="006508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2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08CD" w:rsidRDefault="006508CD" w:rsidP="006508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2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8CD" w:rsidRDefault="006508CD" w:rsidP="006508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2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08CD" w:rsidRDefault="006508CD" w:rsidP="006508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2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8CD" w:rsidRDefault="006508CD" w:rsidP="006508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2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08CD" w:rsidRDefault="006508CD" w:rsidP="006508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2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8CD" w:rsidRDefault="006508CD" w:rsidP="006508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3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08CD" w:rsidRDefault="006508CD" w:rsidP="006508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3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8CD" w:rsidRDefault="006508CD" w:rsidP="006508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3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08CD" w:rsidRDefault="006508CD" w:rsidP="006508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3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8CD" w:rsidRDefault="006508CD" w:rsidP="006508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3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8CD" w:rsidRDefault="006508CD" w:rsidP="006508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3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8CD" w:rsidRDefault="006508CD" w:rsidP="006508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3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8CD" w:rsidRDefault="006508CD" w:rsidP="006508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3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8CD" w:rsidRDefault="006508CD" w:rsidP="006508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3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8CD" w:rsidRDefault="006508CD" w:rsidP="006508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3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8CD" w:rsidRDefault="006508CD" w:rsidP="006508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4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8CD" w:rsidRDefault="006508CD" w:rsidP="006508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4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8CD" w:rsidRDefault="006508CD" w:rsidP="006508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4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8CD" w:rsidRDefault="006508CD" w:rsidP="006508C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112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eRAcIA&#10;AADeAAAADwAAAGRycy9kb3ducmV2LnhtbERPS4vCMBC+C/sfwgjeNK0Fla6pyOIuHgSxrvehmT6w&#10;mZQmav33mwXB23x8z1lvBtOKO/WusawgnkUgiAurG64U/J6/pysQziNrbC2Tgic52GQfozWm2j74&#10;RPfcVyKEsEtRQe19l0rpipoMupntiANX2t6gD7CvpO7xEcJNK+dRtJAGGw4NNXb0VVNxzW9GgU1+&#10;9odLNT8lO1563h5X5WU4KDUZD9tPEJ4G/xa/3Hsd5i/iOIH/d8INM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J5EB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508CD" w:rsidRDefault="006508CD" w:rsidP="006508CD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q71scA&#10;AADeAAAADwAAAGRycy9kb3ducmV2LnhtbERP30vDMBB+F/wfwgm+DJdWpGq3bMig0/kgbAp7PZpb&#10;09lcSpJtdX+9EQa+3cf386bzwXbiSD60jhXk4wwEce10y42Cr8/q7glEiMgaO8ek4IcCzGfXV1Ms&#10;tTvxmo6b2IgUwqFEBSbGvpQy1IYshrHriRO3c95iTNA3Uns8pXDbyfssK6TFllODwZ4WhurvzcEq&#10;2FcfZrt4PC/96HlN51H1/tqtCqVub4aXCYhIQ/wXX9xvOs0v8vwB/t5JN8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wKu9b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508CD" w:rsidRDefault="006508CD" w:rsidP="006508CD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W6TMYA&#10;AADeAAAADwAAAGRycy9kb3ducmV2LnhtbESPzWrDMBCE74W+g9hCLiWR3dIQ3MjGhCaUXEJ+HmCx&#10;NpaptTKWYjtvHxUKve0ys/PNrovJtmKg3jeOFaSLBARx5XTDtYLLeTtfgfABWWPrmBTcyUORPz+t&#10;MdNu5CMNp1CLGMI+QwUmhC6T0leGLPqF64ijdnW9xRDXvpa6xzGG21a+JclSWmw4Egx2tDFU/Zxu&#10;NkIO73jYX8fzdjfhiF97w6/lUanZy1R+ggg0hX/z3/W3jvWXafoBv+/EGWT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VW6T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508CD" w:rsidRDefault="006508CD" w:rsidP="006508CD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MxAcQA&#10;AADeAAAADwAAAGRycy9kb3ducmV2LnhtbERPTUvDQBC9C/6HZQRvdpOiqcRuS2kVRPDQVhBvQ3aa&#10;BLOzy+7YxH/vCoK3ebzPWa4nN6gzxdR7NlDOClDEjbc9twbejk8396CSIFscPJOBb0qwXl1eLLG2&#10;fuQ9nQ/SqhzCqUYDnUiotU5NRw7TzAfizJ18dCgZxlbbiGMOd4OeF0WlHfacGzoMtO2o+Tx8OQOv&#10;42N4WVR3p/ARb+c67ay8b8WY66tp8wBKaJJ/8Z/72eb5VVlW8PtOvkG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DMQH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508CD" w:rsidRDefault="006508CD" w:rsidP="006508CD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uBoMUA&#10;AADeAAAADwAAAGRycy9kb3ducmV2LnhtbESP0YrCMBBF34X9hzDCvoimXUGXahRZdBFfpLofMDRj&#10;U2wmpYm2+/dGEHyb4d65585y3dta3Kn1lWMF6SQBQVw4XXGp4O+8G3+D8AFZY+2YFPyTh/XqY7DE&#10;TLuOc7qfQiliCPsMFZgQmkxKXxiy6CeuIY7axbUWQ1zbUuoWuxhua/mVJDNpseJIMNjQj6HierrZ&#10;CDlO8Xi4dOfdb48dbg+GR5tcqc9hv1mACNSHt/l1vdex/ixN5/B8J84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4Gg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508CD" w:rsidRDefault="006508CD" w:rsidP="006508CD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AA6McA&#10;AADeAAAADwAAAGRycy9kb3ducmV2LnhtbESPQUvDQBCF74L/YRnBm92k1LTEbovUCiJ4aBWKtyE7&#10;TYLZ2WV3beK/dw6Ctxnem/e+WW8nN6gLxdR7NlDOClDEjbc9twY+3p/vVqBSRrY4eCYDP5Rgu7m+&#10;WmNt/cgHuhxzqySEU40GupxDrXVqOnKYZj4Qi3b20WGWNbbaRhwl3A16XhSVdtizNHQYaNdR83X8&#10;dgbexn14XVb35/AZF3Odnmw+7bIxtzfT4wOoTFP+N/9dv1jBr8pSeOUdmUF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QAOj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508CD" w:rsidRDefault="006508CD" w:rsidP="006508CD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m4msUA&#10;AADeAAAADwAAAGRycy9kb3ducmV2LnhtbERPW2vCMBR+H/gfwhnsZWjajYl2RtFBmLDB8AJ7PTTH&#10;tqw5KUlm6783wmBv5+O7nsVqsK04kw+NYwX5JANBXDrTcKXgeNDjGYgQkQ22jknBhQKslqO7BRbG&#10;9byj8z5WIoVwKFBBHWNXSBnKmiyGieuIE3dy3mJM0FfSeOxTuG3lU5ZNpcWGU0ONHb3VVP7sf62C&#10;zVdfPfvHcjO4j9P794vWRn9qpR7uh/UriEhD/Bf/ubcmzZ/m+Rxu76Qb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mbia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508CD" w:rsidRDefault="006508CD" w:rsidP="006508CD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+RRcUA&#10;AADeAAAADwAAAGRycy9kb3ducmV2LnhtbESPQWvDMAyF74P9B6NCb6vT0JWS1S1lIzDGLuv2A0Ss&#10;xWljOdhumv776jDYTUJP771vu598r0aKqQtsYLkoQBE3wXbcGvj5rp82oFJGttgHJgM3SrDfPT5s&#10;sbLhyl80HnOrxIRThQZczkOldWoceUyLMBDL7TdEj1nW2Gob8SrmvtdlUay1x44lweFAr46a8/Hi&#10;DdQf5ed4vthYh8O08vTsTps3Z8x8Nh1eQGWa8r/47/vdSv31shQAwZEZ9O4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/5FF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508CD" w:rsidRDefault="006508CD" w:rsidP="006508CD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N+IcQA&#10;AADeAAAADwAAAGRycy9kb3ducmV2LnhtbERP32vCMBB+H/g/hBN8GTOtMpHOKDoIDhyM6WCvR3O2&#10;xeZSksx2/70RBnu7j+/nrTaDbcWVfGgcK8inGQji0pmGKwVfJ/20BBEissHWMSn4pQCb9ehhhYVx&#10;PX/S9RgrkUI4FKigjrErpAxlTRbD1HXEiTs7bzEm6CtpPPYp3LZylmULabHh1FBjR681lZfjj1Ww&#10;++iruX8sd4M7nPffz1ob/a6VmoyH7QuISEP8F/+530yav8hnOdzfSTfI9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DfiH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508CD" w:rsidRDefault="006508CD" w:rsidP="006508CD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GqqcIA&#10;AADeAAAADwAAAGRycy9kb3ducmV2LnhtbERPzYrCMBC+L/gOYQRva2pxRapRRCnIspdVH2Boxqba&#10;TEoSa337zcLC3ubj+531drCt6MmHxrGC2TQDQVw53XCt4HIu35cgQkTW2DomBS8KsN2M3tZYaPfk&#10;b+pPsRYphEOBCkyMXSFlqAxZDFPXESfu6rzFmKCvpfb4TOG2lXmWLaTFhlODwY72hqr76WEVlJ/5&#10;V39/aF+63TC39GFuy4NRajIedisQkYb4L/5zH3Wav5jlOfy+k26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Yaqp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508CD" w:rsidRDefault="006508CD" w:rsidP="006508CD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OR2sEA&#10;AADeAAAADwAAAGRycy9kb3ducmV2LnhtbERP24rCMBB9F/yHMAu+2bReinQbZVlQ1setfsDQjG2x&#10;mdQm2vr3ZkHYtzmc6+S70bTiQb1rLCtIohgEcWl1w5WC82k/34BwHllja5kUPMnBbjud5JhpO/Av&#10;PQpfiRDCLkMFtfddJqUrazLoItsRB+5ie4M+wL6SuschhJtWLuI4lQYbDg01dvRdU3kt7kbB6jkc&#10;bsX6Gu+1oeS47I7sy7VSs4/x6xOEp9H/i9/uHx3mp8liCX/vhBvk9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3jkdr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508CD" w:rsidRDefault="006508CD" w:rsidP="006508CD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gfAcIA&#10;AADeAAAADwAAAGRycy9kb3ducmV2LnhtbERPTYvCMBC9C/sfwgh709Qixe0aRVaUxZPW7p6HZmyL&#10;zaQ0Ueu/N4LgbR7vc+bL3jTiSp2rLSuYjCMQxIXVNZcK8uNmNAPhPLLGxjIpuJOD5eJjMMdU2xsf&#10;6Jr5UoQQdikqqLxvUyldUZFBN7YtceBOtjPoA+xKqTu8hXDTyDiKEmmw5tBQYUs/FRXn7GIUXJL/&#10;OOfTTu+z9X37td6snPwrlfoc9qtvEJ56/xa/3L86zE8m8RSe74Qb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CB8B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508CD" w:rsidRDefault="006508CD" w:rsidP="006508CD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sKh8YA&#10;AADeAAAADwAAAGRycy9kb3ducmV2LnhtbERPS2vCQBC+F/wPywi91Y3WBo2uYgsF20ODr4O3MTsm&#10;0exsmt1q+u+7BcHbfHzPmc5bU4kLNa60rKDfi0AQZ1aXnCvYbt6fRiCcR9ZYWSYFv+RgPus8TDHR&#10;9soruqx9LkIIuwQVFN7XiZQuK8ig69maOHBH2xj0ATa51A1eQ7ip5CCKYmmw5NBQYE1vBWXn9Y9R&#10;sEtH8Th9/RiePr8O+Gz0916XsVKP3XYxAeGp9Xfxzb3UYX7cH7zA/zvhBj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CsKh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508CD" w:rsidRDefault="006508CD" w:rsidP="006508CD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ADZMMA&#10;AADeAAAADwAAAGRycy9kb3ducmV2LnhtbERPS4vCMBC+C/6HMII3Ta1SpBrFB+qyJ1cFr0MztsVm&#10;UpqodX/9ZmFhb/PxPWe+bE0lntS40rKC0TACQZxZXXKu4HLeDaYgnEfWWFkmBW9ysFx0O3NMtX3x&#10;Fz1PPhchhF2KCgrv61RKlxVk0A1tTRy4m20M+gCbXOoGXyHcVDKOokQaLDk0FFjTpqDsfnoYBd/J&#10;FY/uEK+3Y+3pPZnu7edxr1S/165mIDy1/l/85/7QYX4yihP4fSfc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ADZM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508CD" w:rsidRDefault="006508CD" w:rsidP="006508CD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XPUcMA&#10;AADeAAAADwAAAGRycy9kb3ducmV2LnhtbERPzWrCQBC+F/oOyxS8NRuDtRpdRUSht2r0AYbsuAlm&#10;Z2N21din7xaE3ubj+535sreNuFHna8cKhkkKgrh0umaj4HjYvk9A+ICssXFMCh7kYbl4fZljrt2d&#10;93QrghExhH2OCqoQ2lxKX1Zk0SeuJY7cyXUWQ4SdkbrDewy3jczSdCwt1hwbKmxpXVF5Lq5WwcVl&#10;H7ovNvh93kx3tTGjy89+pNTgrV/NQATqw7/46f7Scf54mH3C3zvxBr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XPU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508CD" w:rsidRDefault="006508CD" w:rsidP="006508CD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Y9yMYA&#10;AADeAAAADwAAAGRycy9kb3ducmV2LnhtbESPT2/CMAzF75P2HSJP2g1SmChQCGhMmsSVP4cdvcS0&#10;3RqnawKUffr5gLSbrff83s/Lde8bdaEu1oENjIYZKGIbXM2lgePhfTADFROywyYwGbhRhPXq8WGJ&#10;hQtX3tFln0olIRwLNFCl1BZaR1uRxzgMLbFop9B5TLJ2pXYdXiXcN3qcZbn2WLM0VNjSW0X2e3/2&#10;Brb1J01ye5r72cbuPn5/0sv0yxnz/NS/LkAl6tO/+X69dYKfj8bCK+/IDHr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lY9y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508CD" w:rsidRDefault="006508CD" w:rsidP="006508CD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thhMUA&#10;AADeAAAADwAAAGRycy9kb3ducmV2LnhtbERPXYvCMBB8F/wPYYV709Q+yFmNcgoHJ3cKfnD3ujR7&#10;TbHZlCbW+u+NIPg2u7MzszNfdrYSLTW+dKxgPEpAEOdOl1woOB0/h+8gfEDWWDkmBTfysFz0e3PM&#10;tLvyntpDKEQ0YZ+hAhNCnUnpc0MW/cjVxJH7d43FEMemkLrBazS3lUyTZCItlhwTDNa0NpSfDxer&#10;oMXdLfkzq+10U/7k6W71+63jXr0Nuo8ZiEBdeB0/1V86vj8Zp1N41IkY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O2GE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508CD" w:rsidRDefault="006508CD" w:rsidP="006508CD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WBXsYA&#10;AADeAAAADwAAAGRycy9kb3ducmV2LnhtbESPQU/DMAyF70j7D5GRuLF0RZpQt2yakDZxhMJhx6zx&#10;mm6NXSVhLfx6fEDiZsvP771vvZ1Cr24YU8dkYDEvQCE17DpqDXx+7B+fQaVsydmeCQ18Y4LtZna3&#10;tpXjkd7xVudWiQmlyhrwOQ+V1qnxGGya84AktzPHYLOssdUu2lHMQ6/LoljqYDuSBG8HfPHYXOuv&#10;YGA8NKdLeT46/xMH3tdvfCl7NubhftqtQGWc8r/47/vVSf3l4kk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9WBX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508CD" w:rsidRDefault="006508CD" w:rsidP="006508CD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E00sUA&#10;AADeAAAADwAAAGRycy9kb3ducmV2LnhtbERP22oCMRB9F/oPYQq+aXYVVFajWK1QxFK8vY+bcXfb&#10;ZLJsUl3/vikU+jaHc53ZorVG3KjxlWMFaT8BQZw7XXGh4HTc9CYgfEDWaByTggd5WMyfOjPMtLvz&#10;nm6HUIgYwj5DBWUIdSalz0uy6PuuJo7c1TUWQ4RNIXWD9xhujRwkyUharDg2lFjTqqT86/BtFWw+&#10;1uZz8L5fnmVYvY4vZrJ9We+U6j63yymIQG34F/+533ScP0qHKfy+E2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YTTS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508CD" w:rsidRDefault="006508CD" w:rsidP="006508CD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V3McQA&#10;AADeAAAADwAAAGRycy9kb3ducmV2LnhtbERP24rCMBB9F/Yfwizsi2iqYpFqFBEWXVjBG/g6NmNb&#10;bCalydb692ZB8G0O5zqzRWtK0VDtCssKBv0IBHFqdcGZgtPxuzcB4TyyxtIyKXiQg8X8ozPDRNs7&#10;76k5+EyEEHYJKsi9rxIpXZqTQde3FXHgrrY26AOsM6lrvIdwU8phFMXSYMGhIceKVjmlt8OfUdDs&#10;fi/ZpnHVz23SdePRZb3e6rNSX5/tcgrCU+vf4pd7o8P8eDAawv874QY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FdzH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508CD" w:rsidRDefault="006508CD" w:rsidP="006508CD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Wst8UA&#10;AADeAAAADwAAAGRycy9kb3ducmV2LnhtbERPS2sCMRC+F/wPYQRvNatW0dUoVSj0UvB10Nu4GXcX&#10;N5Ntkuq2v74RBG/z8T1ntmhMJa7kfGlZQa+bgCDOrC45V7DffbyOQfiArLGyTAp+ycNi3nqZYart&#10;jTd03YZcxBD2KSooQqhTKX1WkEHftTVx5M7WGQwRulxqh7cYbirZT5KRNFhybCiwplVB2WX7YxQs&#10;J+Pl9/qNv/42pyMdD6fLsO8SpTrt5n0KIlATnuKH+1PH+aPeYAD3d+IN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Zay3xQAAAN4AAAAPAAAAAAAAAAAAAAAAAJgCAABkcnMv&#10;ZG93bnJldi54bWxQSwUGAAAAAAQABAD1AAAAigMAAAAA&#10;" fillcolor="black" stroked="f">
                  <v:textbox>
                    <w:txbxContent>
                      <w:p w:rsidR="006508CD" w:rsidRDefault="006508CD" w:rsidP="006508CD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86w8YA&#10;AADeAAAADwAAAGRycy9kb3ducmV2LnhtbERPS2vCQBC+F/wPyxR6qxutDZK6irYVhOrBx8HjNDtN&#10;lmRnQ3arsb++Kwje5uN7zmTW2VqcqPXGsYJBPwFBnDttuFBw2C+fxyB8QNZYOyYFF/Iwm/YeJphp&#10;d+YtnXahEDGEfYYKyhCaTEqfl2TR911DHLkf11oMEbaF1C2eY7it5TBJUmnRcGwosaH3kvJq92sV&#10;HL9SM94aGn6v/xafev1aLTYflVJPj938DUSgLtzFN/dKx/np4GUE13fiDXL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086w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508CD" w:rsidRDefault="006508CD" w:rsidP="006508CD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HyasQA&#10;AADeAAAADwAAAGRycy9kb3ducmV2LnhtbERPS2sCMRC+C/6HMEJvNaulIlujiCL20kN90OuwmW62&#10;u5msSdTVX98UCt7m43vObNHZRlzIh8qxgtEwA0FcOF1xqeCw3zxPQYSIrLFxTApuFGAx7/dmmGt3&#10;5U+67GIpUgiHHBWYGNtcylAYshiGriVO3LfzFmOCvpTa4zWF20aOs2wiLVacGgy2tDJU1LuzVeCX&#10;X+v6zudjnd0/bmH7052maJR6GnTLNxCRuvgQ/7vfdZo/Gb28wt876QY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R8mr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508CD" w:rsidRDefault="006508CD" w:rsidP="006508CD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LaVsQA&#10;AADeAAAADwAAAGRycy9kb3ducmV2LnhtbERP22rCQBB9L/gPyxR8KXWjhbSmriIFQagUtH7AmJ0m&#10;obuzITvV6Ne7QsG3OZzrzBa9d+pIXWwCGxiPMlDEZbANVwb236vnN1BRkC26wGTgTBEW88HDDAsb&#10;Tryl404qlUI4FmigFmkLrWNZk8c4Ci1x4n5C51ES7CptOzylcO/0JMty7bHh1FBjSx81lb+7P2/A&#10;TQ5u+vkaN3Le60128bJ9+rLGDB/75TsooV7u4n/32qb5+fglh9s76QY9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y2lb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508CD" w:rsidRDefault="006508CD" w:rsidP="006508CD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4+l8UA&#10;AADeAAAADwAAAGRycy9kb3ducmV2LnhtbERPTWsCMRC9C/0PYQq91awKtmyNYivCXnrousXruJlu&#10;FpPJsom67a9vBMHbPN7nLFaDs+JMfWg9K5iMMxDEtdctNwqq3fb5FUSIyBqtZ1LwSwFWy4fRAnPt&#10;L/xF5zI2IoVwyFGBibHLpQy1IYdh7DvixP343mFMsG+k7vGSwp2V0yybS4ctpwaDHX0Yqo/lySnY&#10;lJ2dVoV5D/vvz8PBFn9b2m+Uenoc1m8gIg3xLr65C53mzyezF7i+k26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bj6X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508CD" w:rsidRDefault="006508CD" w:rsidP="006508CD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QY08YA&#10;AADeAAAADwAAAGRycy9kb3ducmV2LnhtbESPT2vDMAzF74V9B6PBbq3dDdKS1S1lrFDYaf1z2E3Y&#10;apI2lkPsNdm3nw6D3STe03s/rTZjaNWd+tREtjCfGVDELvqGKwun4266BJUyssc2Mln4oQSb9cNk&#10;haWPA3/S/ZArJSGcSrRQ59yVWidXU8A0ix2xaJfYB8yy9pX2PQ4SHlr9bEyhAzYsDTV29FaTux2+&#10;g4XrTn9EZ9CdT+dh7xdf7wW1xtqnx3H7CirTmP/Nf9d7L/jF/EV45R2ZQa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fQY08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508CD" w:rsidRDefault="006508CD" w:rsidP="006508CD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BOL8MA&#10;AADeAAAADwAAAGRycy9kb3ducmV2LnhtbERPTYvCMBC9C/6HMAveNFVBtGsUXVgQxcOqyB5nm7Et&#10;bSYliVr/vREWvM3jfc582Zpa3Mj50rKC4SABQZxZXXKu4HT87k9B+ICssbZMCh7kYbnoduaYanvn&#10;H7odQi5iCPsUFRQhNKmUPivIoB/YhjhyF+sMhghdLrXDeww3tRwlyUQaLDk2FNjQV0FZdbgaBb/X&#10;HV/24+3KrcPZtkdfjf6mlVK9j3b1CSJQG97if/dGx/mT4XgGr3fiDX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1BOL8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508CD" w:rsidRDefault="006508CD" w:rsidP="006508CD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FBvcgA&#10;AADeAAAADwAAAGRycy9kb3ducmV2LnhtbESPQW/CMAyF75P2HyJP4jZSECDWEdBAQuKCNNgO42Ya&#10;r61onC4JUPbr58Mkbrb8/N77ZovONepCIdaeDQz6GSjiwtuaSwOfH+vnKaiYkC02nsnAjSIs5o8P&#10;M8ytv/KOLvtUKjHhmKOBKqU21zoWFTmMfd8Sy+3bB4dJ1lBqG/Aq5q7RwyybaIc1S0KFLa0qKk77&#10;szOwfJkuf95HvP3dHQ90+DqexsOQGdN76t5eQSXq0l38/72xUn8yGAmA4MgMev4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dsUG9yAAAAN4AAAAPAAAAAAAAAAAAAAAAAJgCAABk&#10;cnMvZG93bnJldi54bWxQSwUGAAAAAAQABAD1AAAAjQMAAAAA&#10;" fillcolor="black" stroked="f">
                  <v:textbox>
                    <w:txbxContent>
                      <w:p w:rsidR="006508CD" w:rsidRDefault="006508CD" w:rsidP="006508CD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vvjMMA&#10;AADeAAAADwAAAGRycy9kb3ducmV2LnhtbERP30vDMBB+F/Y/hBv45tJOGVKXjTIYik/dVHy9Nbem&#10;rLmUJGb1vzeC4Nt9fD9vvZ3sIBL50DtWUC4KEMSt0z13Ct7f9nePIEJE1jg4JgXfFGC7md2ssdLu&#10;ygdKx9iJHMKhQgUmxrGSMrSGLIaFG4kzd3beYszQd1J7vOZwO8hlUaykxZ5zg8GRdobay/HLKkin&#10;XVPfp89kDq++7rxrnj9OjVK386l+AhFpiv/iP/eLzvNX5UMJv+/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UvvjM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508CD" w:rsidRDefault="006508CD" w:rsidP="006508CD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U18sUA&#10;AADeAAAADwAAAGRycy9kb3ducmV2LnhtbERPTWvCQBC9F/wPyxR6002kBI2uUsSW6qVtLNTjkJ1m&#10;Q7OzIbuN0V/fFYTe5vE+Z7kebCN66nztWEE6SUAQl07XXCn4PDyPZyB8QNbYOCYFZ/KwXo3ulphr&#10;d+IP6otQiRjCPkcFJoQ2l9KXhiz6iWuJI/ftOoshwq6SusNTDLeNnCZJJi3WHBsMtrQxVP4Uv1aB&#10;Tzfbr729zPvji+G3Ymey98oo9XA/PC1ABBrCv/jmftVxfpY+TuH6TrxB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NTXy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508CD" w:rsidRDefault="006508CD" w:rsidP="006508CD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508CD" w:rsidRPr="00694EED" w:rsidRDefault="006508CD" w:rsidP="006508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6508CD" w:rsidRPr="00694EED" w:rsidRDefault="006508CD" w:rsidP="006508C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6508CD" w:rsidRPr="00694EED" w:rsidRDefault="006508CD" w:rsidP="006508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6508CD" w:rsidRPr="00694EED" w:rsidRDefault="006508CD" w:rsidP="006508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6508CD" w:rsidRPr="00694EED" w:rsidRDefault="006508CD" w:rsidP="006508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6508CD" w:rsidRPr="00694EED" w:rsidRDefault="006508CD" w:rsidP="006508C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6508CD" w:rsidRPr="00694EED" w:rsidRDefault="006508CD" w:rsidP="006508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6508CD" w:rsidRPr="00694EED" w:rsidRDefault="006508CD" w:rsidP="006508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6508CD" w:rsidRPr="00694EED" w:rsidRDefault="006508CD" w:rsidP="006508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6508CD" w:rsidRPr="00694EED" w:rsidRDefault="006508CD" w:rsidP="006508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6508CD" w:rsidRPr="00694EED" w:rsidRDefault="006508CD" w:rsidP="006508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6508CD" w:rsidRPr="00694EED" w:rsidRDefault="006508CD" w:rsidP="006508C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ХІІ сесії сільської ради 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6508CD" w:rsidRPr="00694EED" w:rsidRDefault="006508CD" w:rsidP="006508C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6508CD" w:rsidRPr="00694EED" w:rsidRDefault="006508CD" w:rsidP="006508C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.06.2021 року                                            Крупець                                                 №___</w:t>
      </w:r>
    </w:p>
    <w:p w:rsidR="006508CD" w:rsidRPr="00694EED" w:rsidRDefault="006508CD" w:rsidP="006508C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6508CD" w:rsidRPr="00694EED" w:rsidRDefault="006508CD" w:rsidP="006508C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6508CD" w:rsidRPr="00694EED" w:rsidRDefault="006508CD" w:rsidP="006508C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6508CD" w:rsidRPr="00694EED" w:rsidRDefault="006508CD" w:rsidP="006508C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6508CD" w:rsidRPr="00694EED" w:rsidRDefault="006508CD" w:rsidP="006508CD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6508CD" w:rsidRPr="00694EED" w:rsidRDefault="006508CD" w:rsidP="006508C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Миронюк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В.М.</w:t>
      </w:r>
    </w:p>
    <w:p w:rsidR="006508CD" w:rsidRPr="00694EED" w:rsidRDefault="006508CD" w:rsidP="006508C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508CD" w:rsidRPr="00694EED" w:rsidRDefault="006508CD" w:rsidP="006508C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508CD" w:rsidRPr="00694EED" w:rsidRDefault="006508CD" w:rsidP="006508C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 w:rsidRPr="00694EED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Миронюк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В.М., 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6508CD" w:rsidRPr="00694EED" w:rsidRDefault="006508CD" w:rsidP="006508C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6508CD" w:rsidRPr="00694EED" w:rsidRDefault="006508CD" w:rsidP="006508C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508CD" w:rsidRPr="00694EED" w:rsidRDefault="006508CD" w:rsidP="006508C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Миронюк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Валентині Миколаївні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0,0820га,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508CD" w:rsidRPr="00694EED" w:rsidRDefault="006508CD" w:rsidP="006508C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Миронюк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Валентині Миколаївні, 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 w:rsidRPr="00694EED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C626F4">
        <w:rPr>
          <w:rFonts w:ascii="Times New Roman" w:eastAsia="Calibri" w:hAnsi="Times New Roman" w:cs="Times New Roman"/>
          <w:sz w:val="24"/>
          <w:lang w:eastAsia="en-US"/>
        </w:rPr>
        <w:t>_________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C626F4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</w:t>
      </w:r>
      <w:bookmarkStart w:id="0" w:name="_GoBack"/>
      <w:bookmarkEnd w:id="0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0,0820 га, кадастровий номер: 6823984000:03:018:0325,  для ведення особистого селянського господарства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6508CD" w:rsidRPr="00694EED" w:rsidRDefault="006508CD" w:rsidP="006508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Миронюк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В.М.,</w:t>
      </w:r>
      <w:r w:rsidRPr="00694EE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6508CD" w:rsidRPr="00694EED" w:rsidRDefault="006508CD" w:rsidP="006508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508CD" w:rsidRPr="00694EED" w:rsidRDefault="006508CD" w:rsidP="006508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508CD" w:rsidRPr="00694EED" w:rsidRDefault="006508CD" w:rsidP="006508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508CD" w:rsidRPr="00694EED" w:rsidRDefault="006508CD" w:rsidP="006508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508CD" w:rsidRPr="00694EED" w:rsidRDefault="006508CD" w:rsidP="006508C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694EED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D22174" w:rsidRDefault="00D22174"/>
    <w:sectPr w:rsidR="00D2217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8CD"/>
    <w:rsid w:val="006508CD"/>
    <w:rsid w:val="00C626F4"/>
    <w:rsid w:val="00D2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8C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8C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275</Words>
  <Characters>1573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2021-06-22T10:27:00Z</dcterms:created>
  <dcterms:modified xsi:type="dcterms:W3CDTF">2021-06-22T13:25:00Z</dcterms:modified>
</cp:coreProperties>
</file>