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7A94" w:rsidRPr="00B623A8" w:rsidRDefault="006D7A94" w:rsidP="006D7A94">
      <w:pPr>
        <w:pStyle w:val="HTML0"/>
        <w:spacing w:line="276" w:lineRule="auto"/>
        <w:rPr>
          <w:rFonts w:ascii="Times New Roman" w:hAnsi="Times New Roman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1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D7A94" w:rsidRDefault="006D7A94" w:rsidP="006D7A9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D7A94" w:rsidRDefault="006D7A94" w:rsidP="006D7A9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D7A94" w:rsidRDefault="006D7A94" w:rsidP="006D7A9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D7A94" w:rsidRDefault="006D7A94" w:rsidP="006D7A9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D7A94" w:rsidRDefault="006D7A94" w:rsidP="006D7A9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D7A94" w:rsidRDefault="006D7A94" w:rsidP="006D7A9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D7A94" w:rsidRDefault="006D7A94" w:rsidP="006D7A9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D7A94" w:rsidRDefault="006D7A94" w:rsidP="006D7A9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D7A94" w:rsidRDefault="006D7A94" w:rsidP="006D7A9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D7A94" w:rsidRDefault="006D7A94" w:rsidP="006D7A9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D7A94" w:rsidRDefault="006D7A94" w:rsidP="006D7A9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D7A94" w:rsidRDefault="006D7A94" w:rsidP="006D7A9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D7A94" w:rsidRDefault="006D7A94" w:rsidP="006D7A9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D7A94" w:rsidRDefault="006D7A94" w:rsidP="006D7A9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D7A94" w:rsidRDefault="006D7A94" w:rsidP="006D7A9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D7A94" w:rsidRDefault="006D7A94" w:rsidP="006D7A9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D7A94" w:rsidRDefault="006D7A94" w:rsidP="006D7A9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D7A94" w:rsidRDefault="006D7A94" w:rsidP="006D7A9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D7A94" w:rsidRDefault="006D7A94" w:rsidP="006D7A9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D7A94" w:rsidRDefault="006D7A94" w:rsidP="006D7A9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D7A94" w:rsidRDefault="006D7A94" w:rsidP="006D7A9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D7A94" w:rsidRDefault="006D7A94" w:rsidP="006D7A9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D7A94" w:rsidRDefault="006D7A94" w:rsidP="006D7A9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D7A94" w:rsidRDefault="006D7A94" w:rsidP="006D7A9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D7A94" w:rsidRDefault="006D7A94" w:rsidP="006D7A9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D7A94" w:rsidRDefault="006D7A94" w:rsidP="006D7A9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D7A94" w:rsidRDefault="006D7A94" w:rsidP="006D7A9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D7A94" w:rsidRDefault="006D7A94" w:rsidP="006D7A9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D7A94" w:rsidRDefault="006D7A94" w:rsidP="006D7A9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D7A94" w:rsidRDefault="006D7A94" w:rsidP="006D7A9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oghL4A&#10;AADaAAAADwAAAGRycy9kb3ducmV2LnhtbESPzQrCMBCE74LvEFbwpqkVVKpRRFQ8COLffWnWtths&#10;ShO1vr0RBI/DzHzDzBaNKcWTaldYVjDoRyCIU6sLzhRczpveBITzyBpLy6TgTQ4W83Zrhom2Lz7S&#10;8+QzESDsElSQe18lUro0J4Oubyvi4N1sbdAHWWdS1/gKcFPKOIpG0mDBYSHHilY5pffTwyiww+1u&#10;f83i43DNY8/Lw+R2bfZKdTvNcgrCU+P/4V97pxXE8L0SboCcf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IKIIS+AAAA2g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6D7A94" w:rsidRDefault="006D7A94" w:rsidP="006D7A9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bOyMUA&#10;AADaAAAADwAAAGRycy9kb3ducmV2LnhtbESPQWsCMRSE74L/IbxCL1KzbUHbrVGKsK16ELSFXh+b&#10;183WzcuSpLr6640geBxm5htmMutsI/bkQ+1YweMwA0FcOl1zpeD7q3h4AREissbGMSk4UoDZtN+b&#10;YK7dgTe038ZKJAiHHBWYGNtcylAashiGriVO3q/zFmOSvpLa4yHBbSOfsmwkLdacFgy2NDdU7rb/&#10;VsFfsTY/8/Hpww9eN3QaFKvPZjlS6v6ue38DEamLt/C1vdAKnuFyJd0AOT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5s7IxQAAANo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6D7A94" w:rsidRDefault="006D7A94" w:rsidP="006D7A9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U2SxsEA&#10;AADaAAAADwAAAGRycy9kb3ducmV2LnhtbESP3YrCMBCF7wXfIYywN6Kp7iJSG0VEZfFG/HmAoZk2&#10;xWZSmmi7b28WFvbycH4+TrbpbS1e1PrKsYLZNAFBnDtdcangfjtMliB8QNZYOyYFP+Rhsx4OMky1&#10;6/hCr2soRRxhn6ICE0KTSulzQxb91DXE0StcazFE2ZZSt9jFcVvLeZIspMWKI8FgQztD+eP6tBFy&#10;/sTzqehuh2OPHe5Phsfbi1Ifo367AhGoD//hv/a3VvAFv1fiDZDr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lNksbBAAAA2gAAAA8AAAAAAAAAAAAAAAAAmAIAAGRycy9kb3du&#10;cmV2LnhtbFBLBQYAAAAABAAEAPUAAACG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6D7A94" w:rsidRDefault="006D7A94" w:rsidP="006D7A9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+nqMQA&#10;AADaAAAADwAAAGRycy9kb3ducmV2LnhtbESPX0sDMRDE3wW/Q1ihbzZnaaucTYv0D0jBh1ZBfFsu&#10;27vDyyYk29757RtB8HGYmd8wi9XgOnWhmFrPBh7GBSjiytuWawMf77v7J1BJkC12nsnADyVYLW9v&#10;Flha3/OBLkepVYZwKtFAIxJKrVPVkMM09oE4eycfHUqWsdY2Yp/hrtOTophrhy3nhQYDrRuqvo9n&#10;Z+Ct34b943x2Cl9xOtFpY+VzLcaM7oaXZ1BCg/yH/9qv1sAMfq/kG6C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Vvp6jEAAAA2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6D7A94" w:rsidRDefault="006D7A94" w:rsidP="006D7A9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OpKsAA&#10;AADaAAAADwAAAGRycy9kb3ducmV2LnhtbESP3YrCMBCF7xd8hzCCN8uaroJINUoRK4s3Yt0HGJqx&#10;KTaT0mRtffuNIHh5OD8fZ70dbCPu1PnasYLvaQKCuHS65krB7yX/WoLwAVlj45gUPMjDdjP6WGOq&#10;Xc9nuhehEnGEfYoKTAhtKqUvDVn0U9cSR+/qOoshyq6SusM+jttGzpJkIS3WHAkGW9oZKm/Fn42Q&#10;0xxPx2t/yQ8D9rg/Gv7MzkpNxkO2AhFoCO/wq/2jFSzgeSXeALn5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tOpKsAAAADaAAAADwAAAAAAAAAAAAAAAACYAgAAZHJzL2Rvd25y&#10;ZXYueG1sUEsFBgAAAAAEAAQA9QAAAIU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6D7A94" w:rsidRDefault="006D7A94" w:rsidP="006D7A9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vGcRMQA&#10;AADaAAAADwAAAGRycy9kb3ducmV2LnhtbESPQUsDMRSE7wX/Q3iCtzZrsa2sTYtUhVLwYBXE22Pz&#10;uru4eQnJs7v9901B6HGYmW+Y5XpwnTpSTK1nA/eTAhRx5W3LtYGvz7fxI6gkyBY7z2TgRAnWq5vR&#10;Ekvre/6g415qlSGcSjTQiIRS61Q15DBNfCDO3sFHh5JlrLWN2Ge46/S0KObaYct5ocFAm4aq3/2f&#10;M/Dev4bdYj47hJ/4MNXpxcr3Roy5ux2en0AJDXIN/7e31sACLlfyDdCrM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rxnETEAAAA2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6D7A94" w:rsidRDefault="006D7A94" w:rsidP="006D7A9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+g5MEA&#10;AADaAAAADwAAAGRycy9kb3ducmV2LnhtbERPXWvCMBR9F/Yfwh3sRTTdhkOqaZmDsIGC6ARfL821&#10;LTY3Jcls9+/Nw2CPh/O9LkfbiRv50DpW8DzPQBBXzrRcKzh969kSRIjIBjvHpOCXApTFw2SNuXED&#10;H+h2jLVIIRxyVNDE2OdShqohi2HueuLEXZy3GBP0tTQehxRuO/mSZW/SYsupocGePhqqrscfq2Cz&#10;H+pXP602o9tePs8LrY3eaaWeHsf3FYhIY/wX/7m/jIK0NV1JN0AW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HPoOT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6D7A94" w:rsidRDefault="006D7A94" w:rsidP="006D7A9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zmXcEA&#10;AADaAAAADwAAAGRycy9kb3ducmV2LnhtbESPUWvCMBSF3wX/Q7iCb5oqbrjOKKIUZOxl1R9wae6a&#10;zuamJLHWf28Ggz0ezjnf4Wx2g21FTz40jhUs5hkI4srphmsFl3MxW4MIEVlj65gUPCjAbjsebTDX&#10;7s5f1JexFgnCIUcFJsYulzJUhiyGueuIk/ftvMWYpK+l9nhPcNvKZZa9SosNpwWDHR0MVdfyZhUU&#10;H8vP/nrTvnD7YWXpxfysj0ap6WTYv4OINMT/8F/7pBW8we+VdAPk9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oc5l3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6D7A94" w:rsidRDefault="006D7A94" w:rsidP="006D7A9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FCgsUA&#10;AADbAAAADwAAAGRycy9kb3ducmV2LnhtbESPQUsDMRCF74L/IYzgRdqsilK2TYsVgkKF0lroddhM&#10;d5duJksSu+u/7xwEbzO8N+99s1iNvlMXiqkNbOBxWoAiroJruTZw+LaTGaiUkR12gcnALyVYLW9v&#10;Fli6MPCOLvtcKwnhVKKBJue+1DpVDXlM09ATi3YK0WOWNdbaRRwk3Hf6qShetceWpaHBnt4bqs77&#10;H29gvR3q5/hQrcewOX0cX6x19ssac383vs1BZRrzv/nv+tMJvtDLLzKAXl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kUKCxQAAANs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6D7A94" w:rsidRDefault="006D7A94" w:rsidP="006D7A9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h7mMAA&#10;AADbAAAADwAAAGRycy9kb3ducmV2LnhtbERPS2rDMBDdF3oHMYHuGtmmLcGJEkyLoZRumuQAgzWx&#10;nFgjI8mOc/uoUOhuHu87m91sezGRD51jBfkyA0HcON1xq+B4qJ9XIEJE1tg7JgU3CrDbPj5ssNTu&#10;yj807WMrUgiHEhWYGIdSytAYshiWbiBO3Ml5izFB30rt8ZrCbS+LLHuTFjtODQYHejfUXPajVVB/&#10;Fd/TZdS+dtX8YunVnFcfRqmnxVytQUSa47/4z/2p0/wcfn9JB8jt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yh7mMAAAADbAAAADwAAAAAAAAAAAAAAAACYAgAAZHJzL2Rvd25y&#10;ZXYueG1sUEsFBgAAAAAEAAQA9QAAAIU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6D7A94" w:rsidRDefault="006D7A94" w:rsidP="006D7A9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uAlrsA&#10;AADbAAAADwAAAGRycy9kb3ducmV2LnhtbERPSwrCMBDdC94hjOBOU79INYoIii6tHmBoxrbYTGoT&#10;bb29EQR383jfWW1aU4oX1a6wrGA0jEAQp1YXnCm4XvaDBQjnkTWWlknBmxxs1t3OCmNtGz7TK/GZ&#10;CCHsYlSQe1/FUro0J4NuaCviwN1sbdAHWGdS19iEcFPKcRTNpcGCQ0OOFe1ySu/J0yiYvpvDI5nd&#10;o702NDpNqhP7dKZUv9dulyA8tf4v/rmPOswfw/eXcIBcfwA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HZrgJa7AAAA2wAAAA8AAAAAAAAAAAAAAAAAmAIAAGRycy9kb3ducmV2Lnht&#10;bFBLBQYAAAAABAAEAPUAAACA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6D7A94" w:rsidRDefault="006D7A94" w:rsidP="006D7A9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+pNlMEA&#10;AADbAAAADwAAAGRycy9kb3ducmV2LnhtbERPyWrDMBC9F/IPYgq9NXJdCIkb2ZiYlNJT4iznwRov&#10;1BoZS0mcv68Chd7m8dZZZ5PpxZVG11lW8DaPQBBXVnfcKDgetq9LEM4ja+wtk4I7OcjS2dMaE21v&#10;vKdr6RsRQtglqKD1fkikdFVLBt3cDsSBq+1o0Ac4NlKPeAvhppdxFC2kwY5DQ4sDbVqqfsqLUXBZ&#10;nOMj1996Vxb3z1WxzZ08NUq9PE/5BwhPk/8X/7m/dJj/Do9fwgEy/Q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vqTZTBAAAA2w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6D7A94" w:rsidRDefault="006D7A94" w:rsidP="006D7A9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c1MMMA&#10;AADbAAAADwAAAGRycy9kb3ducmV2LnhtbERPS2vCQBC+C/6HZYTedGOVoNFVWkFoPVR8HbyN2TGJ&#10;zc7G7FbTf98VCt7m43vOdN6YUtyodoVlBf1eBII4tbrgTMF+t+yOQDiPrLG0TAp+ycF81m5NMdH2&#10;zhu6bX0mQgi7BBXk3leJlC7NyaDr2Yo4cGdbG/QB1pnUNd5DuCnlaxTF0mDBoSHHihY5pd/bH6Pg&#10;sB7F4/X75/Cy+jrhwOjrURexUi+d5m0CwlPjn+J/94cO84fw+CUcIG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Vc1MMMAAADb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6D7A94" w:rsidRDefault="006D7A94" w:rsidP="006D7A9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d6E8IA&#10;AADbAAAADwAAAGRycy9kb3ducmV2LnhtbERPTWvCQBC9C/6HZQRvujFWCdFVtKVaerJpodchOybB&#10;7GzIbmPsr3cLQm/zeJ+z3vamFh21rrKsYDaNQBDnVldcKPj6fJ0kIJxH1lhbJgU3crDdDAdrTLW9&#10;8gd1mS9ECGGXooLS+yaV0uUlGXRT2xAH7mxbgz7AtpC6xWsIN7WMo2gpDVYcGkps6Lmk/JL9GAW/&#10;y288uWO8f5lrT7en5GDfTwelxqN+twLhqff/4of7TYf5C/j7JRwgN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p3oTwgAAANsAAAAPAAAAAAAAAAAAAAAAAJgCAABkcnMvZG93&#10;bnJldi54bWxQSwUGAAAAAAQABAD1AAAAhw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6D7A94" w:rsidRDefault="006D7A94" w:rsidP="006D7A9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5iF8EA&#10;AADbAAAADwAAAGRycy9kb3ducmV2LnhtbERPzWrCQBC+F3yHZQre6qYhSk1dRYqCNzX1AYbsdBPM&#10;zibZrYl9+q5Q6G0+vt9ZbUbbiBv1vnas4HWWgCAuna7ZKLh87l/eQPiArLFxTAru5GGznjytMNdu&#10;4DPdimBEDGGfo4IqhDaX0pcVWfQz1xJH7sv1FkOEvZG6xyGG20amSbKQFmuODRW29FFReS2+rYLO&#10;pXM9Fjs8XnfLU21M1v2cM6Wmz+P2HUSgMfyL/9wHHecv4PFLPEC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uYhfBAAAA2wAAAA8AAAAAAAAAAAAAAAAAmAIAAGRycy9kb3du&#10;cmV2LnhtbFBLBQYAAAAABAAEAPUAAACG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6D7A94" w:rsidRDefault="006D7A94" w:rsidP="006D7A9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VPdsIA&#10;AADbAAAADwAAAGRycy9kb3ducmV2LnhtbERPPW/CMBDdkfofrKvEBk6LIGmKE9FKlViBDh2v9pGk&#10;jc8hdiHl12MkJLZ7ep+3LAfbiiP1vnGs4GmagCDWzjRcKfjcfUwyED4gG2wdk4J/8lAWD6Ml5sad&#10;eEPHbahEDGGfo4I6hC6X0uuaLPqp64gjt3e9xRBhX0nT4ymG21Y+J8lCWmw4NtTY0XtN+nf7ZxWs&#10;m2+aL/T+xWZvevN1PoRZ+mOUGj8Oq1cQgYZwF9/caxPnp3D9JR4giw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1U92wgAAANs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6D7A94" w:rsidRDefault="006D7A94" w:rsidP="006D7A9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YqusIA&#10;AADbAAAADwAAAGRycy9kb3ducmV2LnhtbERPTWvCQBC9F/oflhF6qxs9FJu6Si0UKlrBKPU6ZMds&#10;aHY2ZNcY/71zKPQ2877mzXw5+Eb11MU6sIHJOANFXAZbc2XgePh8noGKCdliE5gM3CjCcvH4MMfc&#10;hivvqS9SpSSEY44GXEptrnUsHXmM49ASC3cOnccka1dp2+FVwn2jp1n2oj3WLBcctvThqPwtLt5A&#10;j7tbdnKr79d1vS2nu9XPxgpunkbD+xuoREP6F/+5v6zUl7LyiwygF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9iq6wgAAANs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6D7A94" w:rsidRDefault="006D7A94" w:rsidP="006D7A9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dTT8AA&#10;AADbAAAADwAAAGRycy9kb3ducmV2LnhtbERPPU/DMBDdkfgP1iGxUYcMqIS6FUIqYoSUoeM1vsYp&#10;8V1kmybw6+tKlbrd0/u8xWryvTpSiJ2wgcdZAYq4Edtxa+B7s36Yg4oJ2WIvTAb+KMJqeXuzwMrK&#10;yF90rFOrcgjHCg24lIZK69g48hhnMhBnbi/BY8owtNoGHHO473VZFE/aY8e5weFAb46an/rXGxjf&#10;m92h3G+t+w+DrOtPOZS9GHN/N72+gEo0pav44v6wef4znH/JB+jl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hdTT8AAAADbAAAADwAAAAAAAAAAAAAAAACYAgAAZHJzL2Rvd25y&#10;ZXYueG1sUEsFBgAAAAAEAAQA9QAAAIU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6D7A94" w:rsidRDefault="006D7A94" w:rsidP="006D7A9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A7lsEA&#10;AADbAAAADwAAAGRycy9kb3ducmV2LnhtbERPy2rCQBTdF/oPwy24q5NmYSV1FJ8gopRY3V8z1yR2&#10;5k7IjJr+vbMQujyc92jSWSNu1PrasYKPfgKCuHC65lLB4Wf1PgThA7JG45gU/JGHyfj1ZYSZdnfO&#10;6bYPpYgh7DNUUIXQZFL6oiKLvu8a4sidXWsxRNiWUrd4j+HWyDRJBtJizbGhwobmFRW/+6tVsPpe&#10;mEu6y6dHGebLz5MZbmaLrVK9t276BSJQF/7FT/daK0jj+vgl/gA5f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0QO5bBAAAA2wAAAA8AAAAAAAAAAAAAAAAAmAIAAGRycy9kb3du&#10;cmV2LnhtbFBLBQYAAAAABAAEAPUAAACG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6D7A94" w:rsidRDefault="006D7A94" w:rsidP="006D7A9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Mjr8UA&#10;AADbAAAADwAAAGRycy9kb3ducmV2LnhtbESPQWvCQBSE7wX/w/IEL0U3plQkuooUSlKw0Krg9Zl9&#10;JsHs25Bdk/Tfd4VCj8PMfMOst4OpRUetqywrmM8iEMS51RUXCk7H9+kShPPIGmvLpOCHHGw3o6c1&#10;Jtr2/E3dwRciQNglqKD0vkmkdHlJBt3MNsTBu9rWoA+yLaRusQ9wU8s4ihbSYMVhocSG3krKb4e7&#10;UdB97S9F1rnm47Z8dq8vlzT91GelJuNhtwLhafD/4b92phXEc3h8CT9Ab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cyOvxQAAANs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6D7A94" w:rsidRDefault="006D7A94" w:rsidP="006D7A9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>
                  <v:textbox>
                    <w:txbxContent>
                      <w:p w:rsidR="006D7A94" w:rsidRDefault="006D7A94" w:rsidP="006D7A9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4PvsYA&#10;AADbAAAADwAAAGRycy9kb3ducmV2LnhtbESPT2vCQBTE7wW/w/IKvdVNUyoSXaX+KRTUg9pDj8/s&#10;a7Ik+zZktxr99K4geBxm5jfMeNrZWhyp9caxgrd+AoI4d9pwoeBn//U6BOEDssbaMSk4k4fppPc0&#10;xky7E2/puAuFiBD2GSooQ2gyKX1ekkXfdw1x9P5cazFE2RZSt3iKcFvLNEkG0qLhuFBiQ/OS8mr3&#10;bxX8rgZmuDWUHtaX2VKvP6rZZlEp9fLcfY5ABOrCI3xvf2sF6TvcvsQfIC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G4PvsYAAADb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6D7A94" w:rsidRDefault="006D7A94" w:rsidP="006D7A9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Rbr7sQA&#10;AADbAAAADwAAAGRycy9kb3ducmV2LnhtbESPQWsCMRSE74L/IbxCbzVbKUW2ZhdRSnvxoLX0+ti8&#10;btbdvGyTqKu/vhEEj8PMfMPMy8F24kg+NI4VPE8yEMSV0w3XCnZf708zECEia+wck4IzBSiL8WiO&#10;uXYn3tBxG2uRIBxyVGBi7HMpQ2XIYpi4njh5v85bjEn6WmqPpwS3nZxm2au02HBaMNjT0lDVbg9W&#10;gV/8rNoLH77b7LI+h4/98DdDo9Tjw7B4AxFpiPfwrf2pFUxf4Pol/QBZ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0W6+7EAAAA2w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6D7A94" w:rsidRDefault="006D7A94" w:rsidP="006D7A9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QEncQA&#10;AADbAAAADwAAAGRycy9kb3ducmV2LnhtbESP3WrCQBSE74W+w3IEb6RuGrC2qauUQkFQCv48wGn2&#10;NAnung3ZU40+vVsoeDnMzDfMfNl7p07UxSawgadJBoq4DLbhysBh//n4AioKskUXmAxcKMJy8TCY&#10;Y2HDmbd02kmlEoRjgQZqkbbQOpY1eYyT0BIn7yd0HiXJrtK2w3OCe6fzLHvWHhtOCzW29FFTedz9&#10;egMu/3av61ncyOWgN9nVy3b8ZY0ZDfv3N1BCvdzD/+2VNZBP4e9L+gF6c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WUBJ3EAAAA2w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6D7A94" w:rsidRDefault="006D7A94" w:rsidP="006D7A9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vIkMMA&#10;AADbAAAADwAAAGRycy9kb3ducmV2LnhtbESPQWsCMRSE74X+h/AK3mq2e5CyGkUrwl566Kp4fW6e&#10;m8XkZdmkuvbXN4LgcZiZb5jZYnBWXKgPrWcFH+MMBHHtdcuNgt128/4JIkRkjdYzKbhRgMX89WWG&#10;hfZX/qFLFRuRIBwKVGBi7AopQ23IYRj7jjh5J987jEn2jdQ9XhPcWZln2UQ6bDktGOzoy1B9rn6d&#10;gnXV2XxXmlU47L+PR1v+beiwVmr0NiynICIN8Rl+tEutIJ/A/Uv6AXL+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gvIkMMAAADbAAAADwAAAAAAAAAAAAAAAACYAgAAZHJzL2Rv&#10;d25yZXYueG1sUEsFBgAAAAAEAAQA9QAAAIg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6D7A94" w:rsidRDefault="006D7A94" w:rsidP="006D7A9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/OccEA&#10;AADbAAAADwAAAGRycy9kb3ducmV2LnhtbESPQYvCMBSE78L+h/AWvGmyHnSpRpFlBcGTrj14eyTP&#10;ttq8lCZr6783guBxmJlvmMWqd7W4URsqzxq+xgoEsfG24kLD8W8z+gYRIrLF2jNpuFOA1fJjsMDM&#10;+o73dDvEQiQIhww1lDE2mZTBlOQwjH1DnLyzbx3GJNtC2ha7BHe1nCg1lQ4rTgslNvRTkrke/p2G&#10;y0buvFFo8mPebe3s9DulWmk9/OzXcxCR+vgOv9pbq2Eyg+eX9APk8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kPznHBAAAA2w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6D7A94" w:rsidRDefault="006D7A94" w:rsidP="006D7A9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6iPe8IA&#10;AADbAAAADwAAAGRycy9kb3ducmV2LnhtbERPz2vCMBS+C/sfwhvsZlM7GNI1ig4GY8ODVsaOb82z&#10;LW1eSpLW7r83h4HHj+93sZ1NLyZyvrWsYJWkIIgrq1uuFZzL9+UahA/IGnvLpOCPPGw3D4sCc22v&#10;fKTpFGoRQ9jnqKAJYcil9FVDBn1iB+LIXawzGCJ0tdQOrzHc9DJL0xdpsOXY0OBAbw1V3Wk0Cn7G&#10;L74cnj93bh++7Vz6Lvtdd0o9Pc67VxCB5nAX/7s/tIIsjo1f4g+Qm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qI97wgAAANsAAAAPAAAAAAAAAAAAAAAAAJgCAABkcnMvZG93&#10;bnJldi54bWxQSwUGAAAAAAQABAD1AAAAhw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6D7A94" w:rsidRDefault="006D7A94" w:rsidP="006D7A9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>
                  <v:textbox>
                    <w:txbxContent>
                      <w:p w:rsidR="006D7A94" w:rsidRDefault="006D7A94" w:rsidP="006D7A9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u7uu8AA&#10;AADbAAAADwAAAGRycy9kb3ducmV2LnhtbERPz2vCMBS+C/sfwhvspqkTxqhGKcLY2Kk6xeuzeTbF&#10;5qUkWez+++UgePz4fq82o+1FIh86xwrmswIEceN0x62Cw8/H9B1EiMgae8ek4I8CbNZPkxWW2t14&#10;R2kfW5FDOJSowMQ4lFKGxpDFMHMDceYuzluMGfpWao+3HG57+VoUb9Jix7nB4EBbQ811/2sVpPO2&#10;rhbplMzu21etd/Xn8Vwr9fI8VksQkcb4EN/dX1rBIq/PX/IPkO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u7uu8AAAADbAAAADwAAAAAAAAAAAAAAAACYAgAAZHJzL2Rvd25y&#10;ZXYueG1sUEsFBgAAAAAEAAQA9QAAAIU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6D7A94" w:rsidRDefault="006D7A94" w:rsidP="006D7A9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zD9r8QA&#10;AADbAAAADwAAAGRycy9kb3ducmV2LnhtbESPQWvCQBSE74X+h+UVvOkmCmKjqxSxpXqpjYI9PrKv&#10;2dDs25Ddxuiv7wpCj8PMfMMsVr2tRUetrxwrSEcJCOLC6YpLBcfD63AGwgdkjbVjUnAhD6vl48MC&#10;M+3O/EldHkoRIewzVGBCaDIpfWHIoh+5hjh63661GKJsS6lbPEe4reU4SabSYsVxwWBDa0PFT/5r&#10;Ffh0vTnt7PW5+3oz/JFvzXRfGqUGT/3LHESgPvyH7+13rWCSwu1L/AFy+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8w/a/EAAAA2wAAAA8AAAAAAAAAAAAAAAAAmAIAAGRycy9k&#10;b3ducmV2LnhtbFBLBQYAAAAABAAEAPUAAACJ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6D7A94" w:rsidRDefault="006D7A94" w:rsidP="006D7A9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6D7A94" w:rsidRDefault="006D7A94" w:rsidP="006D7A9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D7A94" w:rsidRDefault="006D7A94" w:rsidP="006D7A9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D7A94" w:rsidRDefault="006D7A94" w:rsidP="006D7A9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D7A94" w:rsidRDefault="006D7A94" w:rsidP="006D7A9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D7A94" w:rsidRDefault="006D7A94" w:rsidP="006D7A9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6D7A94" w:rsidRDefault="006D7A94" w:rsidP="006D7A94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6D7A94" w:rsidRDefault="006D7A94" w:rsidP="006D7A9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6D7A94" w:rsidRDefault="006D7A94" w:rsidP="006D7A9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6D7A94" w:rsidRDefault="006D7A94" w:rsidP="006D7A9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D7A94" w:rsidRDefault="006D7A94" w:rsidP="006D7A9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6D7A94" w:rsidRDefault="006D7A94" w:rsidP="006D7A9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D7A94" w:rsidRDefault="006D7A94" w:rsidP="006D7A9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ХХХХІІ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6D7A94" w:rsidRDefault="006D7A94" w:rsidP="006D7A94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6D7A94" w:rsidRPr="00FC4B24" w:rsidRDefault="006D7A94" w:rsidP="006D7A94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12.10.2020 року                                         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</w:t>
      </w:r>
    </w:p>
    <w:p w:rsidR="006D7A94" w:rsidRPr="00315CF3" w:rsidRDefault="006D7A94" w:rsidP="006D7A94">
      <w:pPr>
        <w:tabs>
          <w:tab w:val="left" w:pos="2160"/>
        </w:tabs>
        <w:spacing w:after="0" w:line="240" w:lineRule="auto"/>
        <w:rPr>
          <w:rFonts w:ascii="Times New Roman" w:eastAsia="Arial Unicode MS" w:hAnsi="Times New Roman"/>
          <w:color w:val="FF0000"/>
          <w:sz w:val="24"/>
          <w:szCs w:val="24"/>
        </w:rPr>
      </w:pPr>
    </w:p>
    <w:p w:rsidR="006D7A94" w:rsidRPr="00315CF3" w:rsidRDefault="006D7A94" w:rsidP="006D7A94">
      <w:pPr>
        <w:spacing w:after="0" w:line="240" w:lineRule="auto"/>
        <w:rPr>
          <w:rFonts w:ascii="Times New Roman" w:eastAsia="Arial Unicode MS" w:hAnsi="Times New Roman"/>
          <w:b/>
          <w:color w:val="000000"/>
          <w:sz w:val="24"/>
          <w:szCs w:val="24"/>
        </w:rPr>
      </w:pPr>
      <w:bookmarkStart w:id="0" w:name="_GoBack"/>
      <w:r w:rsidRPr="00315CF3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Про </w:t>
      </w:r>
      <w:proofErr w:type="spellStart"/>
      <w:r w:rsidRPr="00315CF3">
        <w:rPr>
          <w:rFonts w:ascii="Times New Roman" w:eastAsia="Arial Unicode MS" w:hAnsi="Times New Roman"/>
          <w:b/>
          <w:color w:val="000000"/>
          <w:sz w:val="24"/>
          <w:szCs w:val="24"/>
        </w:rPr>
        <w:t>внесення</w:t>
      </w:r>
      <w:proofErr w:type="spellEnd"/>
      <w:r w:rsidRPr="00315CF3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spellStart"/>
      <w:r w:rsidRPr="00315CF3">
        <w:rPr>
          <w:rFonts w:ascii="Times New Roman" w:eastAsia="Arial Unicode MS" w:hAnsi="Times New Roman"/>
          <w:b/>
          <w:color w:val="000000"/>
          <w:sz w:val="24"/>
          <w:szCs w:val="24"/>
        </w:rPr>
        <w:t>змін</w:t>
      </w:r>
      <w:proofErr w:type="spellEnd"/>
      <w:r w:rsidRPr="00315CF3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до </w:t>
      </w:r>
      <w:proofErr w:type="spellStart"/>
      <w:proofErr w:type="gramStart"/>
      <w:r w:rsidRPr="00315CF3"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 w:rsidRPr="00315CF3"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  <w:proofErr w:type="spellEnd"/>
      <w:r w:rsidRPr="00315CF3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</w:p>
    <w:p w:rsidR="006D7A94" w:rsidRPr="00315CF3" w:rsidRDefault="006D7A94" w:rsidP="006D7A94">
      <w:pPr>
        <w:spacing w:after="0" w:line="240" w:lineRule="auto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315CF3">
        <w:rPr>
          <w:rFonts w:ascii="Times New Roman" w:eastAsia="Arial Unicode MS" w:hAnsi="Times New Roman"/>
          <w:b/>
          <w:color w:val="000000"/>
          <w:sz w:val="24"/>
          <w:szCs w:val="24"/>
        </w:rPr>
        <w:t>№</w:t>
      </w: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78  </w:t>
      </w:r>
      <w:proofErr w:type="spell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від</w:t>
      </w:r>
      <w:proofErr w:type="spell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22.11.2019</w:t>
      </w:r>
      <w:r w:rsidRPr="00315CF3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року</w:t>
      </w:r>
    </w:p>
    <w:p w:rsidR="006D7A94" w:rsidRPr="00315CF3" w:rsidRDefault="006D7A94" w:rsidP="006D7A94">
      <w:pPr>
        <w:spacing w:after="0" w:line="240" w:lineRule="auto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315CF3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«Про </w:t>
      </w:r>
      <w:proofErr w:type="spellStart"/>
      <w:r w:rsidRPr="00315CF3">
        <w:rPr>
          <w:rFonts w:ascii="Times New Roman" w:eastAsia="Arial Unicode MS" w:hAnsi="Times New Roman"/>
          <w:b/>
          <w:color w:val="000000"/>
          <w:sz w:val="24"/>
          <w:szCs w:val="24"/>
        </w:rPr>
        <w:t>надання</w:t>
      </w:r>
      <w:proofErr w:type="spellEnd"/>
      <w:r w:rsidRPr="00315CF3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spellStart"/>
      <w:r w:rsidRPr="00315CF3">
        <w:rPr>
          <w:rFonts w:ascii="Times New Roman" w:eastAsia="Arial Unicode MS" w:hAnsi="Times New Roman"/>
          <w:b/>
          <w:color w:val="000000"/>
          <w:sz w:val="24"/>
          <w:szCs w:val="24"/>
        </w:rPr>
        <w:t>дозволу</w:t>
      </w:r>
      <w:proofErr w:type="spellEnd"/>
      <w:r w:rsidRPr="00315CF3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на </w:t>
      </w:r>
      <w:proofErr w:type="spellStart"/>
      <w:r w:rsidRPr="00315CF3">
        <w:rPr>
          <w:rFonts w:ascii="Times New Roman" w:eastAsia="Arial Unicode MS" w:hAnsi="Times New Roman"/>
          <w:b/>
          <w:color w:val="000000"/>
          <w:sz w:val="24"/>
          <w:szCs w:val="24"/>
        </w:rPr>
        <w:t>розробку</w:t>
      </w:r>
      <w:proofErr w:type="spellEnd"/>
      <w:r w:rsidRPr="00315CF3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проекту </w:t>
      </w:r>
    </w:p>
    <w:p w:rsidR="006D7A94" w:rsidRPr="00315CF3" w:rsidRDefault="006D7A94" w:rsidP="006D7A94">
      <w:pPr>
        <w:spacing w:after="0" w:line="240" w:lineRule="auto"/>
        <w:rPr>
          <w:rFonts w:ascii="Times New Roman" w:eastAsia="Arial Unicode MS" w:hAnsi="Times New Roman"/>
          <w:b/>
          <w:color w:val="000000"/>
          <w:sz w:val="24"/>
          <w:szCs w:val="24"/>
        </w:rPr>
      </w:pPr>
      <w:proofErr w:type="spellStart"/>
      <w:proofErr w:type="gramStart"/>
      <w:r w:rsidRPr="00315CF3">
        <w:rPr>
          <w:rFonts w:ascii="Times New Roman" w:eastAsia="Arial Unicode MS" w:hAnsi="Times New Roman"/>
          <w:b/>
          <w:color w:val="000000"/>
          <w:sz w:val="24"/>
          <w:szCs w:val="24"/>
        </w:rPr>
        <w:t>i</w:t>
      </w:r>
      <w:proofErr w:type="gramEnd"/>
      <w:r w:rsidRPr="00315CF3">
        <w:rPr>
          <w:rFonts w:ascii="Times New Roman" w:eastAsia="Arial Unicode MS" w:hAnsi="Times New Roman"/>
          <w:b/>
          <w:color w:val="000000"/>
          <w:sz w:val="24"/>
          <w:szCs w:val="24"/>
        </w:rPr>
        <w:t>з</w:t>
      </w:r>
      <w:proofErr w:type="spellEnd"/>
      <w:r w:rsidRPr="00315CF3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spellStart"/>
      <w:r w:rsidRPr="00315CF3">
        <w:rPr>
          <w:rFonts w:ascii="Times New Roman" w:eastAsia="Arial Unicode MS" w:hAnsi="Times New Roman"/>
          <w:b/>
          <w:color w:val="000000"/>
          <w:sz w:val="24"/>
          <w:szCs w:val="24"/>
        </w:rPr>
        <w:t>землеустрою</w:t>
      </w:r>
      <w:proofErr w:type="spellEnd"/>
      <w:r w:rsidRPr="00315CF3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spellStart"/>
      <w:r w:rsidRPr="00315CF3">
        <w:rPr>
          <w:rFonts w:ascii="Times New Roman" w:eastAsia="Arial Unicode MS" w:hAnsi="Times New Roman"/>
          <w:b/>
          <w:color w:val="000000"/>
          <w:sz w:val="24"/>
          <w:szCs w:val="24"/>
        </w:rPr>
        <w:t>щодо</w:t>
      </w:r>
      <w:proofErr w:type="spellEnd"/>
      <w:r w:rsidRPr="00315CF3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spellStart"/>
      <w:r w:rsidRPr="00315CF3">
        <w:rPr>
          <w:rFonts w:ascii="Times New Roman" w:eastAsia="Arial Unicode MS" w:hAnsi="Times New Roman"/>
          <w:b/>
          <w:color w:val="000000"/>
          <w:sz w:val="24"/>
          <w:szCs w:val="24"/>
        </w:rPr>
        <w:t>вiдведення</w:t>
      </w:r>
      <w:proofErr w:type="spellEnd"/>
      <w:r w:rsidRPr="00315CF3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spellStart"/>
      <w:r w:rsidRPr="00315CF3">
        <w:rPr>
          <w:rFonts w:ascii="Times New Roman" w:eastAsia="Arial Unicode MS" w:hAnsi="Times New Roman"/>
          <w:b/>
          <w:color w:val="000000"/>
          <w:sz w:val="24"/>
          <w:szCs w:val="24"/>
        </w:rPr>
        <w:t>земельної</w:t>
      </w:r>
      <w:proofErr w:type="spellEnd"/>
    </w:p>
    <w:p w:rsidR="006D7A94" w:rsidRPr="00315CF3" w:rsidRDefault="006D7A94" w:rsidP="006D7A94">
      <w:pPr>
        <w:spacing w:after="0" w:line="240" w:lineRule="auto"/>
        <w:rPr>
          <w:rFonts w:ascii="Times New Roman" w:eastAsia="Arial Unicode MS" w:hAnsi="Times New Roman"/>
          <w:b/>
          <w:color w:val="000000"/>
          <w:sz w:val="24"/>
          <w:szCs w:val="24"/>
        </w:rPr>
      </w:pPr>
      <w:proofErr w:type="spell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ділянки</w:t>
      </w:r>
      <w:proofErr w:type="spell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Ковал</w:t>
      </w:r>
      <w:proofErr w:type="gram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i</w:t>
      </w:r>
      <w:proofErr w:type="gram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>нськiй</w:t>
      </w:r>
      <w:proofErr w:type="spell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С.П</w:t>
      </w:r>
      <w:r w:rsidRPr="00315CF3">
        <w:rPr>
          <w:rFonts w:ascii="Times New Roman" w:eastAsia="Arial Unicode MS" w:hAnsi="Times New Roman"/>
          <w:b/>
          <w:color w:val="000000"/>
          <w:sz w:val="24"/>
          <w:szCs w:val="24"/>
        </w:rPr>
        <w:t>.»</w:t>
      </w:r>
    </w:p>
    <w:bookmarkEnd w:id="0"/>
    <w:p w:rsidR="006D7A94" w:rsidRPr="00315CF3" w:rsidRDefault="006D7A94" w:rsidP="006D7A94">
      <w:pPr>
        <w:tabs>
          <w:tab w:val="left" w:pos="2160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6D7A94" w:rsidRPr="00315CF3" w:rsidRDefault="006D7A94" w:rsidP="006D7A94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315CF3">
        <w:rPr>
          <w:rFonts w:ascii="Times New Roman" w:eastAsia="Arial Unicode MS" w:hAnsi="Times New Roman"/>
          <w:color w:val="000000"/>
          <w:sz w:val="24"/>
          <w:szCs w:val="24"/>
        </w:rPr>
        <w:t xml:space="preserve">          </w:t>
      </w:r>
      <w:proofErr w:type="spellStart"/>
      <w:r w:rsidRPr="00315CF3">
        <w:rPr>
          <w:rFonts w:ascii="Times New Roman" w:eastAsia="Arial Unicode MS" w:hAnsi="Times New Roman"/>
          <w:color w:val="000000"/>
          <w:sz w:val="24"/>
          <w:szCs w:val="24"/>
        </w:rPr>
        <w:t>Відповідно</w:t>
      </w:r>
      <w:proofErr w:type="spellEnd"/>
      <w:r w:rsidRPr="00315CF3">
        <w:rPr>
          <w:rFonts w:ascii="Times New Roman" w:eastAsia="Arial Unicode MS" w:hAnsi="Times New Roman"/>
          <w:color w:val="000000"/>
          <w:sz w:val="24"/>
          <w:szCs w:val="24"/>
        </w:rPr>
        <w:t xml:space="preserve"> до пункту  34 </w:t>
      </w:r>
      <w:proofErr w:type="spellStart"/>
      <w:r w:rsidRPr="00315CF3">
        <w:rPr>
          <w:rFonts w:ascii="Times New Roman" w:eastAsia="Arial Unicode MS" w:hAnsi="Times New Roman"/>
          <w:color w:val="000000"/>
          <w:sz w:val="24"/>
          <w:szCs w:val="24"/>
        </w:rPr>
        <w:t>частини</w:t>
      </w:r>
      <w:proofErr w:type="spellEnd"/>
      <w:r w:rsidRPr="00315CF3">
        <w:rPr>
          <w:rFonts w:ascii="Times New Roman" w:eastAsia="Arial Unicode MS" w:hAnsi="Times New Roman"/>
          <w:color w:val="000000"/>
          <w:sz w:val="24"/>
          <w:szCs w:val="24"/>
        </w:rPr>
        <w:t xml:space="preserve">  1 </w:t>
      </w:r>
      <w:proofErr w:type="spellStart"/>
      <w:r w:rsidRPr="00315CF3">
        <w:rPr>
          <w:rFonts w:ascii="Times New Roman" w:eastAsia="Arial Unicode MS" w:hAnsi="Times New Roman"/>
          <w:color w:val="000000"/>
          <w:sz w:val="24"/>
          <w:szCs w:val="24"/>
        </w:rPr>
        <w:t>статті</w:t>
      </w:r>
      <w:proofErr w:type="spellEnd"/>
      <w:r w:rsidRPr="00315CF3">
        <w:rPr>
          <w:rFonts w:ascii="Times New Roman" w:eastAsia="Arial Unicode MS" w:hAnsi="Times New Roman"/>
          <w:color w:val="000000"/>
          <w:sz w:val="24"/>
          <w:szCs w:val="24"/>
        </w:rPr>
        <w:t xml:space="preserve"> 26,  </w:t>
      </w:r>
      <w:proofErr w:type="spellStart"/>
      <w:r w:rsidRPr="00315CF3">
        <w:rPr>
          <w:rFonts w:ascii="Times New Roman" w:eastAsia="Arial Unicode MS" w:hAnsi="Times New Roman"/>
          <w:color w:val="000000"/>
          <w:sz w:val="24"/>
          <w:szCs w:val="24"/>
        </w:rPr>
        <w:t>статті</w:t>
      </w:r>
      <w:proofErr w:type="spellEnd"/>
      <w:r w:rsidRPr="00315CF3">
        <w:rPr>
          <w:rFonts w:ascii="Times New Roman" w:eastAsia="Arial Unicode MS" w:hAnsi="Times New Roman"/>
          <w:color w:val="000000"/>
          <w:sz w:val="24"/>
          <w:szCs w:val="24"/>
        </w:rPr>
        <w:t xml:space="preserve"> 42 Закону </w:t>
      </w:r>
      <w:proofErr w:type="spellStart"/>
      <w:r w:rsidRPr="00315CF3">
        <w:rPr>
          <w:rFonts w:ascii="Times New Roman" w:eastAsia="Arial Unicode MS" w:hAnsi="Times New Roman"/>
          <w:color w:val="000000"/>
          <w:sz w:val="24"/>
          <w:szCs w:val="24"/>
        </w:rPr>
        <w:t>України</w:t>
      </w:r>
      <w:proofErr w:type="spellEnd"/>
      <w:r w:rsidRPr="00315CF3">
        <w:rPr>
          <w:rFonts w:ascii="Times New Roman" w:eastAsia="Arial Unicode MS" w:hAnsi="Times New Roman"/>
          <w:color w:val="000000"/>
          <w:sz w:val="24"/>
          <w:szCs w:val="24"/>
        </w:rPr>
        <w:t xml:space="preserve"> «Про </w:t>
      </w:r>
      <w:proofErr w:type="spellStart"/>
      <w:r w:rsidRPr="00315CF3">
        <w:rPr>
          <w:rFonts w:ascii="Times New Roman" w:eastAsia="Arial Unicode MS" w:hAnsi="Times New Roman"/>
          <w:color w:val="000000"/>
          <w:sz w:val="24"/>
          <w:szCs w:val="24"/>
        </w:rPr>
        <w:t>місцеве</w:t>
      </w:r>
      <w:proofErr w:type="spellEnd"/>
      <w:r w:rsidRPr="00315CF3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315CF3">
        <w:rPr>
          <w:rFonts w:ascii="Times New Roman" w:eastAsia="Arial Unicode MS" w:hAnsi="Times New Roman"/>
          <w:color w:val="000000"/>
          <w:sz w:val="24"/>
          <w:szCs w:val="24"/>
        </w:rPr>
        <w:t>самоврядування</w:t>
      </w:r>
      <w:proofErr w:type="spellEnd"/>
      <w:r w:rsidRPr="00315CF3">
        <w:rPr>
          <w:rFonts w:ascii="Times New Roman" w:eastAsia="Arial Unicode MS" w:hAnsi="Times New Roman"/>
          <w:color w:val="000000"/>
          <w:sz w:val="24"/>
          <w:szCs w:val="24"/>
        </w:rPr>
        <w:t xml:space="preserve"> в </w:t>
      </w:r>
      <w:proofErr w:type="spellStart"/>
      <w:r w:rsidRPr="00315CF3">
        <w:rPr>
          <w:rFonts w:ascii="Times New Roman" w:eastAsia="Arial Unicode MS" w:hAnsi="Times New Roman"/>
          <w:color w:val="000000"/>
          <w:sz w:val="24"/>
          <w:szCs w:val="24"/>
        </w:rPr>
        <w:t>Україні</w:t>
      </w:r>
      <w:proofErr w:type="spellEnd"/>
      <w:r w:rsidRPr="00315CF3">
        <w:rPr>
          <w:rFonts w:ascii="Times New Roman" w:eastAsia="Arial Unicode MS" w:hAnsi="Times New Roman"/>
          <w:color w:val="000000"/>
          <w:sz w:val="24"/>
          <w:szCs w:val="24"/>
        </w:rPr>
        <w:t xml:space="preserve">», статей 12, 116, 118, 121, 186, та 186-1 Земельного кодексу </w:t>
      </w:r>
      <w:proofErr w:type="spellStart"/>
      <w:r w:rsidRPr="00315CF3">
        <w:rPr>
          <w:rFonts w:ascii="Times New Roman" w:eastAsia="Arial Unicode MS" w:hAnsi="Times New Roman"/>
          <w:color w:val="000000"/>
          <w:sz w:val="24"/>
          <w:szCs w:val="24"/>
        </w:rPr>
        <w:t>України</w:t>
      </w:r>
      <w:proofErr w:type="spellEnd"/>
      <w:r w:rsidRPr="00315CF3">
        <w:rPr>
          <w:rFonts w:ascii="Times New Roman" w:eastAsia="Arial Unicode MS" w:hAnsi="Times New Roman"/>
          <w:color w:val="000000"/>
          <w:sz w:val="24"/>
          <w:szCs w:val="24"/>
        </w:rPr>
        <w:t xml:space="preserve">,  Закону </w:t>
      </w:r>
      <w:proofErr w:type="spellStart"/>
      <w:r w:rsidRPr="00315CF3">
        <w:rPr>
          <w:rFonts w:ascii="Times New Roman" w:eastAsia="Arial Unicode MS" w:hAnsi="Times New Roman"/>
          <w:color w:val="000000"/>
          <w:sz w:val="24"/>
          <w:szCs w:val="24"/>
        </w:rPr>
        <w:t>України</w:t>
      </w:r>
      <w:proofErr w:type="spellEnd"/>
      <w:r w:rsidRPr="00315CF3">
        <w:rPr>
          <w:rFonts w:ascii="Times New Roman" w:eastAsia="Arial Unicode MS" w:hAnsi="Times New Roman"/>
          <w:color w:val="000000"/>
          <w:sz w:val="24"/>
          <w:szCs w:val="24"/>
        </w:rPr>
        <w:t xml:space="preserve"> «Про  </w:t>
      </w:r>
      <w:proofErr w:type="spellStart"/>
      <w:r w:rsidRPr="00315CF3">
        <w:rPr>
          <w:rFonts w:ascii="Times New Roman" w:eastAsia="Arial Unicode MS" w:hAnsi="Times New Roman"/>
          <w:color w:val="000000"/>
          <w:sz w:val="24"/>
          <w:szCs w:val="24"/>
        </w:rPr>
        <w:t>землеустрій</w:t>
      </w:r>
      <w:proofErr w:type="spellEnd"/>
      <w:r w:rsidRPr="00315CF3">
        <w:rPr>
          <w:rFonts w:ascii="Times New Roman" w:eastAsia="Arial Unicode MS" w:hAnsi="Times New Roman"/>
          <w:color w:val="000000"/>
          <w:sz w:val="24"/>
          <w:szCs w:val="24"/>
        </w:rPr>
        <w:t xml:space="preserve">», </w:t>
      </w:r>
      <w:proofErr w:type="spellStart"/>
      <w:r w:rsidRPr="00315CF3">
        <w:rPr>
          <w:rFonts w:ascii="Times New Roman" w:eastAsia="Arial Unicode MS" w:hAnsi="Times New Roman"/>
          <w:color w:val="000000"/>
          <w:sz w:val="24"/>
          <w:szCs w:val="24"/>
        </w:rPr>
        <w:t>розглянувши</w:t>
      </w:r>
      <w:proofErr w:type="spellEnd"/>
      <w:r w:rsidRPr="00315CF3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315CF3">
        <w:rPr>
          <w:rFonts w:ascii="Times New Roman" w:eastAsia="Arial Unicode MS" w:hAnsi="Times New Roman"/>
          <w:color w:val="000000"/>
          <w:sz w:val="24"/>
          <w:szCs w:val="24"/>
        </w:rPr>
        <w:t>заяву</w:t>
      </w:r>
      <w:proofErr w:type="spellEnd"/>
      <w:proofErr w:type="gramStart"/>
      <w:r w:rsidRPr="00315CF3"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</w:t>
      </w:r>
      <w:proofErr w:type="gramEnd"/>
      <w:r>
        <w:rPr>
          <w:rFonts w:ascii="Times New Roman" w:eastAsia="Arial Unicode MS" w:hAnsi="Times New Roman"/>
          <w:color w:val="000000"/>
          <w:sz w:val="24"/>
          <w:szCs w:val="24"/>
        </w:rPr>
        <w:t>овалінської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С.П</w:t>
      </w:r>
      <w:r w:rsidRPr="00315CF3">
        <w:rPr>
          <w:rFonts w:ascii="Times New Roman" w:eastAsia="Arial Unicode MS" w:hAnsi="Times New Roman"/>
          <w:color w:val="000000"/>
          <w:sz w:val="24"/>
          <w:szCs w:val="24"/>
        </w:rPr>
        <w:t xml:space="preserve">., , </w:t>
      </w:r>
      <w:proofErr w:type="spellStart"/>
      <w:r w:rsidRPr="00315CF3">
        <w:rPr>
          <w:rFonts w:ascii="Times New Roman" w:eastAsia="Arial Unicode MS" w:hAnsi="Times New Roman"/>
          <w:color w:val="000000"/>
          <w:sz w:val="24"/>
          <w:szCs w:val="24"/>
        </w:rPr>
        <w:t>сільська</w:t>
      </w:r>
      <w:proofErr w:type="spellEnd"/>
      <w:r w:rsidRPr="00315CF3">
        <w:rPr>
          <w:rFonts w:ascii="Times New Roman" w:eastAsia="Arial Unicode MS" w:hAnsi="Times New Roman"/>
          <w:color w:val="000000"/>
          <w:sz w:val="24"/>
          <w:szCs w:val="24"/>
        </w:rPr>
        <w:t xml:space="preserve">   рада    </w:t>
      </w:r>
    </w:p>
    <w:p w:rsidR="006D7A94" w:rsidRPr="00315CF3" w:rsidRDefault="006D7A94" w:rsidP="006D7A94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315CF3">
        <w:rPr>
          <w:rFonts w:ascii="Times New Roman" w:eastAsia="Arial Unicode MS" w:hAnsi="Times New Roman"/>
          <w:color w:val="000000"/>
          <w:sz w:val="24"/>
          <w:szCs w:val="24"/>
        </w:rPr>
        <w:t>ВИРІШИЛА:</w:t>
      </w:r>
    </w:p>
    <w:p w:rsidR="006D7A94" w:rsidRPr="00315CF3" w:rsidRDefault="006D7A94" w:rsidP="006D7A94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6D7A94" w:rsidRPr="00315CF3" w:rsidRDefault="006D7A94" w:rsidP="006D7A94">
      <w:pPr>
        <w:spacing w:after="0" w:line="240" w:lineRule="auto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315CF3">
        <w:rPr>
          <w:rFonts w:ascii="Times New Roman" w:eastAsia="Arial Unicode MS" w:hAnsi="Times New Roman"/>
          <w:color w:val="000000"/>
          <w:sz w:val="24"/>
          <w:szCs w:val="24"/>
        </w:rPr>
        <w:t xml:space="preserve">          1. 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Внести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зміни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до </w:t>
      </w:r>
      <w:proofErr w:type="spellStart"/>
      <w:proofErr w:type="gramStart"/>
      <w:r>
        <w:rPr>
          <w:rFonts w:ascii="Times New Roman" w:eastAsia="Arial Unicode MS" w:hAnsi="Times New Roman"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/>
          <w:color w:val="000000"/>
          <w:sz w:val="24"/>
          <w:szCs w:val="24"/>
        </w:rPr>
        <w:t>ішення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№78</w:t>
      </w:r>
      <w:r w:rsidRPr="00315CF3"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 w:rsidRPr="00315CF3">
        <w:rPr>
          <w:rFonts w:ascii="Times New Roman" w:eastAsia="Arial Unicode MS" w:hAnsi="Times New Roman"/>
          <w:color w:val="000000"/>
          <w:sz w:val="24"/>
          <w:szCs w:val="24"/>
        </w:rPr>
        <w:t>від</w:t>
      </w:r>
      <w:proofErr w:type="spellEnd"/>
      <w:r w:rsidRPr="00315CF3">
        <w:rPr>
          <w:rFonts w:ascii="Times New Roman" w:eastAsia="Arial Unicode MS" w:hAnsi="Times New Roman"/>
          <w:color w:val="000000"/>
          <w:sz w:val="24"/>
          <w:szCs w:val="24"/>
        </w:rPr>
        <w:t xml:space="preserve"> 2</w:t>
      </w:r>
      <w:r>
        <w:rPr>
          <w:rFonts w:ascii="Times New Roman" w:eastAsia="Arial Unicode MS" w:hAnsi="Times New Roman"/>
          <w:color w:val="000000"/>
          <w:sz w:val="24"/>
          <w:szCs w:val="24"/>
        </w:rPr>
        <w:t>2.11.2019</w:t>
      </w:r>
      <w:r w:rsidRPr="00315CF3">
        <w:rPr>
          <w:rFonts w:ascii="Times New Roman" w:eastAsia="Arial Unicode MS" w:hAnsi="Times New Roman"/>
          <w:color w:val="000000"/>
          <w:sz w:val="24"/>
          <w:szCs w:val="24"/>
        </w:rPr>
        <w:t xml:space="preserve"> року, «Про </w:t>
      </w:r>
      <w:proofErr w:type="spellStart"/>
      <w:r w:rsidRPr="00315CF3">
        <w:rPr>
          <w:rFonts w:ascii="Times New Roman" w:eastAsia="Arial Unicode MS" w:hAnsi="Times New Roman"/>
          <w:color w:val="000000"/>
          <w:sz w:val="24"/>
          <w:szCs w:val="24"/>
        </w:rPr>
        <w:t>надання</w:t>
      </w:r>
      <w:proofErr w:type="spellEnd"/>
      <w:r w:rsidRPr="00315CF3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315CF3">
        <w:rPr>
          <w:rFonts w:ascii="Times New Roman" w:eastAsia="Arial Unicode MS" w:hAnsi="Times New Roman"/>
          <w:color w:val="000000"/>
          <w:sz w:val="24"/>
          <w:szCs w:val="24"/>
        </w:rPr>
        <w:t>дозволу</w:t>
      </w:r>
      <w:proofErr w:type="spellEnd"/>
      <w:r w:rsidRPr="00315CF3">
        <w:rPr>
          <w:rFonts w:ascii="Times New Roman" w:eastAsia="Arial Unicode MS" w:hAnsi="Times New Roman"/>
          <w:color w:val="000000"/>
          <w:sz w:val="24"/>
          <w:szCs w:val="24"/>
        </w:rPr>
        <w:t xml:space="preserve"> на </w:t>
      </w:r>
      <w:proofErr w:type="spellStart"/>
      <w:r w:rsidRPr="00315CF3">
        <w:rPr>
          <w:rFonts w:ascii="Times New Roman" w:eastAsia="Arial Unicode MS" w:hAnsi="Times New Roman"/>
          <w:color w:val="000000"/>
          <w:sz w:val="24"/>
          <w:szCs w:val="24"/>
        </w:rPr>
        <w:t>розробку</w:t>
      </w:r>
      <w:proofErr w:type="spellEnd"/>
      <w:r w:rsidRPr="00315CF3">
        <w:rPr>
          <w:rFonts w:ascii="Times New Roman" w:eastAsia="Arial Unicode MS" w:hAnsi="Times New Roman"/>
          <w:color w:val="000000"/>
          <w:sz w:val="24"/>
          <w:szCs w:val="24"/>
        </w:rPr>
        <w:t xml:space="preserve"> проекту </w:t>
      </w:r>
      <w:proofErr w:type="spellStart"/>
      <w:r w:rsidRPr="00315CF3">
        <w:rPr>
          <w:rFonts w:ascii="Times New Roman" w:eastAsia="Arial Unicode MS" w:hAnsi="Times New Roman"/>
          <w:color w:val="000000"/>
          <w:sz w:val="24"/>
          <w:szCs w:val="24"/>
        </w:rPr>
        <w:t>iз</w:t>
      </w:r>
      <w:proofErr w:type="spellEnd"/>
      <w:r w:rsidRPr="00315CF3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315CF3">
        <w:rPr>
          <w:rFonts w:ascii="Times New Roman" w:eastAsia="Arial Unicode MS" w:hAnsi="Times New Roman"/>
          <w:color w:val="000000"/>
          <w:sz w:val="24"/>
          <w:szCs w:val="24"/>
        </w:rPr>
        <w:t>землеустрою</w:t>
      </w:r>
      <w:proofErr w:type="spellEnd"/>
      <w:r w:rsidRPr="00315CF3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315CF3">
        <w:rPr>
          <w:rFonts w:ascii="Times New Roman" w:eastAsia="Arial Unicode MS" w:hAnsi="Times New Roman"/>
          <w:color w:val="000000"/>
          <w:sz w:val="24"/>
          <w:szCs w:val="24"/>
        </w:rPr>
        <w:t>щодо</w:t>
      </w:r>
      <w:proofErr w:type="spellEnd"/>
      <w:r w:rsidRPr="00315CF3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315CF3">
        <w:rPr>
          <w:rFonts w:ascii="Times New Roman" w:eastAsia="Arial Unicode MS" w:hAnsi="Times New Roman"/>
          <w:color w:val="000000"/>
          <w:sz w:val="24"/>
          <w:szCs w:val="24"/>
        </w:rPr>
        <w:t>вiдведення</w:t>
      </w:r>
      <w:proofErr w:type="spellEnd"/>
      <w:r w:rsidRPr="00315CF3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315CF3">
        <w:rPr>
          <w:rFonts w:ascii="Times New Roman" w:eastAsia="Arial Unicode MS" w:hAnsi="Times New Roman"/>
          <w:color w:val="000000"/>
          <w:sz w:val="24"/>
          <w:szCs w:val="24"/>
        </w:rPr>
        <w:t>зе</w:t>
      </w:r>
      <w:r>
        <w:rPr>
          <w:rFonts w:ascii="Times New Roman" w:eastAsia="Arial Unicode MS" w:hAnsi="Times New Roman"/>
          <w:color w:val="000000"/>
          <w:sz w:val="24"/>
          <w:szCs w:val="24"/>
        </w:rPr>
        <w:t>мельної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="00276BD3">
        <w:rPr>
          <w:rFonts w:ascii="Times New Roman" w:eastAsia="Arial Unicode MS" w:hAnsi="Times New Roman"/>
          <w:color w:val="000000"/>
          <w:sz w:val="24"/>
          <w:szCs w:val="24"/>
        </w:rPr>
        <w:t>ділянки</w:t>
      </w:r>
      <w:proofErr w:type="spellEnd"/>
      <w:r w:rsidR="00276BD3">
        <w:rPr>
          <w:rFonts w:ascii="Times New Roman" w:eastAsia="Arial Unicode MS" w:hAnsi="Times New Roman"/>
          <w:color w:val="000000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Ковалiнськiй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С.П</w:t>
      </w:r>
      <w:r w:rsidRPr="00315CF3">
        <w:rPr>
          <w:rFonts w:ascii="Times New Roman" w:eastAsia="Arial Unicode MS" w:hAnsi="Times New Roman"/>
          <w:color w:val="000000"/>
          <w:sz w:val="24"/>
          <w:szCs w:val="24"/>
        </w:rPr>
        <w:t xml:space="preserve">.» </w:t>
      </w:r>
      <w:proofErr w:type="spellStart"/>
      <w:r w:rsidRPr="00315CF3">
        <w:rPr>
          <w:rFonts w:ascii="Times New Roman" w:eastAsia="Arial Unicode MS" w:hAnsi="Times New Roman"/>
          <w:color w:val="000000"/>
          <w:sz w:val="24"/>
          <w:szCs w:val="24"/>
        </w:rPr>
        <w:t>замінивши</w:t>
      </w:r>
      <w:proofErr w:type="spellEnd"/>
      <w:r w:rsidRPr="00315CF3">
        <w:rPr>
          <w:rFonts w:ascii="Times New Roman" w:eastAsia="Arial Unicode MS" w:hAnsi="Times New Roman"/>
          <w:color w:val="000000"/>
          <w:sz w:val="24"/>
          <w:szCs w:val="24"/>
        </w:rPr>
        <w:t xml:space="preserve"> слова та </w:t>
      </w:r>
      <w:proofErr w:type="spellStart"/>
      <w:r w:rsidRPr="00315CF3">
        <w:rPr>
          <w:rFonts w:ascii="Times New Roman" w:eastAsia="Arial Unicode MS" w:hAnsi="Times New Roman"/>
          <w:color w:val="000000"/>
          <w:sz w:val="24"/>
          <w:szCs w:val="24"/>
        </w:rPr>
        <w:t>цифри</w:t>
      </w:r>
      <w:proofErr w:type="spellEnd"/>
      <w:r w:rsidRPr="00315CF3">
        <w:rPr>
          <w:rFonts w:ascii="Times New Roman" w:eastAsia="Arial Unicode MS" w:hAnsi="Times New Roman"/>
          <w:color w:val="000000"/>
          <w:sz w:val="24"/>
          <w:szCs w:val="24"/>
        </w:rPr>
        <w:t>, а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саме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>:  «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орієнтовною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площею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0,10</w:t>
      </w:r>
      <w:r w:rsidRPr="00315CF3">
        <w:rPr>
          <w:rFonts w:ascii="Times New Roman" w:eastAsia="Arial Unicode MS" w:hAnsi="Times New Roman"/>
          <w:color w:val="000000"/>
          <w:sz w:val="24"/>
          <w:szCs w:val="24"/>
        </w:rPr>
        <w:t xml:space="preserve">00га,» </w:t>
      </w:r>
      <w:proofErr w:type="spellStart"/>
      <w:r w:rsidRPr="00315CF3">
        <w:rPr>
          <w:rFonts w:ascii="Times New Roman" w:eastAsia="Arial Unicode MS" w:hAnsi="Times New Roman"/>
          <w:color w:val="000000"/>
          <w:sz w:val="24"/>
          <w:szCs w:val="24"/>
        </w:rPr>
        <w:t>замін</w:t>
      </w:r>
      <w:r>
        <w:rPr>
          <w:rFonts w:ascii="Times New Roman" w:eastAsia="Arial Unicode MS" w:hAnsi="Times New Roman"/>
          <w:color w:val="000000"/>
          <w:sz w:val="24"/>
          <w:szCs w:val="24"/>
        </w:rPr>
        <w:t>ити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на «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орієнтовною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площею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0,12</w:t>
      </w:r>
      <w:r w:rsidRPr="00315CF3">
        <w:rPr>
          <w:rFonts w:ascii="Times New Roman" w:eastAsia="Arial Unicode MS" w:hAnsi="Times New Roman"/>
          <w:color w:val="000000"/>
          <w:sz w:val="24"/>
          <w:szCs w:val="24"/>
        </w:rPr>
        <w:t>00га»</w:t>
      </w:r>
    </w:p>
    <w:p w:rsidR="006D7A94" w:rsidRPr="00315CF3" w:rsidRDefault="006D7A94" w:rsidP="006D7A94">
      <w:pPr>
        <w:spacing w:after="0" w:line="240" w:lineRule="auto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315CF3">
        <w:rPr>
          <w:rFonts w:ascii="Times New Roman" w:eastAsia="Arial Unicode MS" w:hAnsi="Times New Roman"/>
          <w:color w:val="000000"/>
          <w:sz w:val="24"/>
          <w:szCs w:val="24"/>
        </w:rPr>
        <w:t xml:space="preserve">          2. Контроль за </w:t>
      </w:r>
      <w:proofErr w:type="spellStart"/>
      <w:r w:rsidRPr="00315CF3">
        <w:rPr>
          <w:rFonts w:ascii="Times New Roman" w:eastAsia="Arial Unicode MS" w:hAnsi="Times New Roman"/>
          <w:color w:val="000000"/>
          <w:sz w:val="24"/>
          <w:szCs w:val="24"/>
        </w:rPr>
        <w:t>виконанням</w:t>
      </w:r>
      <w:proofErr w:type="spellEnd"/>
      <w:r w:rsidRPr="00315CF3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315CF3">
        <w:rPr>
          <w:rFonts w:ascii="Times New Roman" w:eastAsia="Arial Unicode MS" w:hAnsi="Times New Roman"/>
          <w:color w:val="000000"/>
          <w:sz w:val="24"/>
          <w:szCs w:val="24"/>
        </w:rPr>
        <w:t>цього</w:t>
      </w:r>
      <w:proofErr w:type="spellEnd"/>
      <w:r w:rsidRPr="00315CF3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315CF3">
        <w:rPr>
          <w:rFonts w:ascii="Times New Roman" w:eastAsia="Arial Unicode MS" w:hAnsi="Times New Roman"/>
          <w:color w:val="000000"/>
          <w:sz w:val="24"/>
          <w:szCs w:val="24"/>
        </w:rPr>
        <w:t>р</w:t>
      </w:r>
      <w:proofErr w:type="gramEnd"/>
      <w:r w:rsidRPr="00315CF3">
        <w:rPr>
          <w:rFonts w:ascii="Times New Roman" w:eastAsia="Arial Unicode MS" w:hAnsi="Times New Roman"/>
          <w:color w:val="000000"/>
          <w:sz w:val="24"/>
          <w:szCs w:val="24"/>
        </w:rPr>
        <w:t>ішення</w:t>
      </w:r>
      <w:proofErr w:type="spellEnd"/>
      <w:r w:rsidRPr="00315CF3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315CF3">
        <w:rPr>
          <w:rFonts w:ascii="Times New Roman" w:eastAsia="Arial Unicode MS" w:hAnsi="Times New Roman"/>
          <w:color w:val="000000"/>
          <w:sz w:val="24"/>
          <w:szCs w:val="24"/>
        </w:rPr>
        <w:t>покласти</w:t>
      </w:r>
      <w:proofErr w:type="spellEnd"/>
      <w:r w:rsidRPr="00315CF3">
        <w:rPr>
          <w:rFonts w:ascii="Times New Roman" w:eastAsia="Arial Unicode MS" w:hAnsi="Times New Roman"/>
          <w:color w:val="000000"/>
          <w:sz w:val="24"/>
          <w:szCs w:val="24"/>
        </w:rPr>
        <w:t xml:space="preserve"> на </w:t>
      </w:r>
      <w:proofErr w:type="spellStart"/>
      <w:r w:rsidRPr="00315CF3">
        <w:rPr>
          <w:rFonts w:ascii="Times New Roman" w:eastAsia="Arial Unicode MS" w:hAnsi="Times New Roman"/>
          <w:color w:val="000000"/>
          <w:sz w:val="24"/>
          <w:szCs w:val="24"/>
        </w:rPr>
        <w:t>постійну</w:t>
      </w:r>
      <w:proofErr w:type="spellEnd"/>
      <w:r w:rsidRPr="00315CF3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315CF3">
        <w:rPr>
          <w:rFonts w:ascii="Times New Roman" w:eastAsia="Arial Unicode MS" w:hAnsi="Times New Roman"/>
          <w:color w:val="000000"/>
          <w:sz w:val="24"/>
          <w:szCs w:val="24"/>
        </w:rPr>
        <w:t>комісію</w:t>
      </w:r>
      <w:proofErr w:type="spellEnd"/>
      <w:r w:rsidRPr="00315CF3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315CF3"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 w:rsidRPr="00315CF3">
        <w:rPr>
          <w:rFonts w:ascii="Times New Roman" w:eastAsia="Arial Unicode MS" w:hAnsi="Times New Roman"/>
          <w:color w:val="000000"/>
          <w:sz w:val="24"/>
          <w:szCs w:val="24"/>
        </w:rPr>
        <w:t xml:space="preserve"> ради з </w:t>
      </w:r>
      <w:proofErr w:type="spellStart"/>
      <w:r w:rsidRPr="00315CF3">
        <w:rPr>
          <w:rFonts w:ascii="Times New Roman" w:eastAsia="Arial Unicode MS" w:hAnsi="Times New Roman"/>
          <w:color w:val="000000"/>
          <w:sz w:val="24"/>
          <w:szCs w:val="24"/>
        </w:rPr>
        <w:t>питань</w:t>
      </w:r>
      <w:proofErr w:type="spellEnd"/>
      <w:r w:rsidRPr="00315CF3"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 w:rsidRPr="00315CF3">
        <w:rPr>
          <w:rFonts w:ascii="Times New Roman" w:eastAsia="Arial Unicode MS" w:hAnsi="Times New Roman"/>
          <w:color w:val="000000"/>
          <w:sz w:val="24"/>
          <w:szCs w:val="24"/>
        </w:rPr>
        <w:t>земельних</w:t>
      </w:r>
      <w:proofErr w:type="spellEnd"/>
      <w:r w:rsidRPr="00315CF3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315CF3">
        <w:rPr>
          <w:rFonts w:ascii="Times New Roman" w:eastAsia="Arial Unicode MS" w:hAnsi="Times New Roman"/>
          <w:color w:val="000000"/>
          <w:sz w:val="24"/>
          <w:szCs w:val="24"/>
        </w:rPr>
        <w:t>відносин</w:t>
      </w:r>
      <w:proofErr w:type="spellEnd"/>
      <w:r w:rsidRPr="00315CF3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315CF3">
        <w:rPr>
          <w:rFonts w:ascii="Times New Roman" w:eastAsia="Arial Unicode MS" w:hAnsi="Times New Roman"/>
          <w:color w:val="000000"/>
          <w:sz w:val="24"/>
          <w:szCs w:val="24"/>
        </w:rPr>
        <w:t>природокористування</w:t>
      </w:r>
      <w:proofErr w:type="spellEnd"/>
      <w:r w:rsidRPr="00315CF3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315CF3">
        <w:rPr>
          <w:rFonts w:ascii="Times New Roman" w:eastAsia="Arial Unicode MS" w:hAnsi="Times New Roman"/>
          <w:color w:val="000000"/>
          <w:sz w:val="24"/>
          <w:szCs w:val="24"/>
        </w:rPr>
        <w:t>планування</w:t>
      </w:r>
      <w:proofErr w:type="spellEnd"/>
      <w:r w:rsidRPr="00315CF3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315CF3">
        <w:rPr>
          <w:rFonts w:ascii="Times New Roman" w:eastAsia="Arial Unicode MS" w:hAnsi="Times New Roman"/>
          <w:color w:val="000000"/>
          <w:sz w:val="24"/>
          <w:szCs w:val="24"/>
        </w:rPr>
        <w:t>території</w:t>
      </w:r>
      <w:proofErr w:type="spellEnd"/>
      <w:r w:rsidRPr="00315CF3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315CF3">
        <w:rPr>
          <w:rFonts w:ascii="Times New Roman" w:eastAsia="Arial Unicode MS" w:hAnsi="Times New Roman"/>
          <w:color w:val="000000"/>
          <w:sz w:val="24"/>
          <w:szCs w:val="24"/>
        </w:rPr>
        <w:t>будівництва</w:t>
      </w:r>
      <w:proofErr w:type="spellEnd"/>
      <w:r w:rsidRPr="00315CF3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315CF3">
        <w:rPr>
          <w:rFonts w:ascii="Times New Roman" w:eastAsia="Arial Unicode MS" w:hAnsi="Times New Roman"/>
          <w:color w:val="000000"/>
          <w:sz w:val="24"/>
          <w:szCs w:val="24"/>
        </w:rPr>
        <w:t>архітектури</w:t>
      </w:r>
      <w:proofErr w:type="spellEnd"/>
      <w:r w:rsidRPr="00315CF3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315CF3">
        <w:rPr>
          <w:rFonts w:ascii="Times New Roman" w:eastAsia="Arial Unicode MS" w:hAnsi="Times New Roman"/>
          <w:color w:val="000000"/>
          <w:sz w:val="24"/>
          <w:szCs w:val="24"/>
        </w:rPr>
        <w:t>охорони</w:t>
      </w:r>
      <w:proofErr w:type="spellEnd"/>
      <w:r w:rsidRPr="00315CF3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315CF3">
        <w:rPr>
          <w:rFonts w:ascii="Times New Roman" w:eastAsia="Arial Unicode MS" w:hAnsi="Times New Roman"/>
          <w:color w:val="000000"/>
          <w:sz w:val="24"/>
          <w:szCs w:val="24"/>
        </w:rPr>
        <w:t>пам’яток</w:t>
      </w:r>
      <w:proofErr w:type="spellEnd"/>
      <w:r w:rsidRPr="00315CF3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315CF3">
        <w:rPr>
          <w:rFonts w:ascii="Times New Roman" w:eastAsia="Arial Unicode MS" w:hAnsi="Times New Roman"/>
          <w:color w:val="000000"/>
          <w:sz w:val="24"/>
          <w:szCs w:val="24"/>
        </w:rPr>
        <w:t>історичного</w:t>
      </w:r>
      <w:proofErr w:type="spellEnd"/>
      <w:r w:rsidRPr="00315CF3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315CF3">
        <w:rPr>
          <w:rFonts w:ascii="Times New Roman" w:eastAsia="Arial Unicode MS" w:hAnsi="Times New Roman"/>
          <w:color w:val="000000"/>
          <w:sz w:val="24"/>
          <w:szCs w:val="24"/>
        </w:rPr>
        <w:t>середовища</w:t>
      </w:r>
      <w:proofErr w:type="spellEnd"/>
      <w:r w:rsidRPr="00315CF3">
        <w:rPr>
          <w:rFonts w:ascii="Times New Roman" w:eastAsia="Arial Unicode MS" w:hAnsi="Times New Roman"/>
          <w:color w:val="000000"/>
          <w:sz w:val="24"/>
          <w:szCs w:val="24"/>
        </w:rPr>
        <w:t xml:space="preserve"> та благоустрою (Денисюк Т.В.)</w:t>
      </w:r>
    </w:p>
    <w:p w:rsidR="006D7A94" w:rsidRPr="00315CF3" w:rsidRDefault="006D7A94" w:rsidP="006D7A94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6D7A94" w:rsidRPr="00315CF3" w:rsidRDefault="006D7A94" w:rsidP="006D7A94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6D7A94" w:rsidRPr="00315CF3" w:rsidRDefault="006D7A94" w:rsidP="006D7A94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6D7A94" w:rsidRPr="00315CF3" w:rsidRDefault="006D7A94" w:rsidP="006D7A94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6D7A94" w:rsidRDefault="006D7A94" w:rsidP="006D7A94">
      <w:pPr>
        <w:tabs>
          <w:tab w:val="left" w:pos="2160"/>
        </w:tabs>
        <w:spacing w:after="0" w:line="240" w:lineRule="auto"/>
        <w:rPr>
          <w:rFonts w:ascii="Times New Roman" w:eastAsia="Arial Unicode MS" w:hAnsi="Times New Roman"/>
          <w:sz w:val="24"/>
          <w:szCs w:val="24"/>
        </w:rPr>
      </w:pPr>
      <w:proofErr w:type="spellStart"/>
      <w:r w:rsidRPr="00E12288">
        <w:rPr>
          <w:rFonts w:ascii="Times New Roman" w:eastAsia="Arial Unicode MS" w:hAnsi="Times New Roman"/>
          <w:sz w:val="24"/>
          <w:szCs w:val="24"/>
        </w:rPr>
        <w:t>Сільський</w:t>
      </w:r>
      <w:proofErr w:type="spellEnd"/>
      <w:r w:rsidRPr="00E12288">
        <w:rPr>
          <w:rFonts w:ascii="Times New Roman" w:eastAsia="Arial Unicode MS" w:hAnsi="Times New Roman"/>
          <w:sz w:val="24"/>
          <w:szCs w:val="24"/>
        </w:rPr>
        <w:t xml:space="preserve">   голова                                                                        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Валерій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  МИХАЛЮК</w:t>
      </w:r>
    </w:p>
    <w:p w:rsidR="009D3A76" w:rsidRDefault="009D3A76"/>
    <w:sectPr w:rsidR="009D3A76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7A94"/>
    <w:rsid w:val="00171A2E"/>
    <w:rsid w:val="00276BD3"/>
    <w:rsid w:val="00304C90"/>
    <w:rsid w:val="00505B6D"/>
    <w:rsid w:val="006D3977"/>
    <w:rsid w:val="006D7A94"/>
    <w:rsid w:val="007D6C18"/>
    <w:rsid w:val="009D3A76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6D7A94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nhideWhenUsed/>
    <w:rsid w:val="006D7A9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6D7A94"/>
    <w:rPr>
      <w:rFonts w:ascii="Consolas" w:hAnsi="Consolas"/>
      <w:sz w:val="20"/>
      <w:szCs w:val="20"/>
      <w:lang w:val="ru-RU"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6D7A94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nhideWhenUsed/>
    <w:rsid w:val="006D7A9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6D7A94"/>
    <w:rPr>
      <w:rFonts w:ascii="Consolas" w:hAnsi="Consolas"/>
      <w:sz w:val="20"/>
      <w:szCs w:val="20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1</TotalTime>
  <Pages>1</Pages>
  <Words>206</Words>
  <Characters>1179</Characters>
  <Application>Microsoft Office Word</Application>
  <DocSecurity>0</DocSecurity>
  <Lines>9</Lines>
  <Paragraphs>2</Paragraphs>
  <ScaleCrop>false</ScaleCrop>
  <Company>Microsoft</Company>
  <LinksUpToDate>false</LinksUpToDate>
  <CharactersWithSpaces>1383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2020-10-10T16:06:00Z</dcterms:created>
  <dcterms:modified xsi:type="dcterms:W3CDTF">2020-10-10T17:12:00Z</dcterms:modified>
</cp:coreProperties>
</file>