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778" w:rsidRDefault="000D6778" w:rsidP="000D677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ПРОЕКТ</w:t>
      </w:r>
    </w:p>
    <w:p w:rsidR="000D6778" w:rsidRDefault="000D6778" w:rsidP="000D677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0D6778" w:rsidRPr="000D6778" w:rsidRDefault="000D6778" w:rsidP="000D677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6778" w:rsidRDefault="000D6778" w:rsidP="000D6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D6778" w:rsidRDefault="000D6778" w:rsidP="000D6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D6778" w:rsidRDefault="000D6778" w:rsidP="000D67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6778" w:rsidRDefault="000D6778" w:rsidP="000D67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6778" w:rsidRDefault="000D6778" w:rsidP="000D677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6778" w:rsidRDefault="000D6778" w:rsidP="000D67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D6778" w:rsidRDefault="000D6778" w:rsidP="000D677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D6778" w:rsidRDefault="000D6778" w:rsidP="000D67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D6778" w:rsidRDefault="000D6778" w:rsidP="000D67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D6778" w:rsidRDefault="000D6778" w:rsidP="000D67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6778" w:rsidRDefault="000D6778" w:rsidP="000D67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D6778" w:rsidRDefault="000D6778" w:rsidP="000D67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6778" w:rsidRDefault="000D6778" w:rsidP="000D67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D6778" w:rsidRDefault="000D6778" w:rsidP="000D677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D6778" w:rsidRDefault="000D6778" w:rsidP="000D677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25.03.2021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</w:t>
      </w:r>
    </w:p>
    <w:p w:rsidR="000D6778" w:rsidRDefault="000D6778" w:rsidP="000D6778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D6778" w:rsidRDefault="000D6778" w:rsidP="000D677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0D6778" w:rsidRDefault="000D6778" w:rsidP="000D677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0D6778" w:rsidRDefault="000D6778" w:rsidP="000D677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0D6778" w:rsidRDefault="000D6778" w:rsidP="000D677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0D6778" w:rsidRDefault="000D6778" w:rsidP="000D677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Цикальчук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Л.М.</w:t>
      </w:r>
    </w:p>
    <w:p w:rsidR="000D6778" w:rsidRDefault="000D6778" w:rsidP="000D677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6778" w:rsidRDefault="000D6778" w:rsidP="000D677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Цикальчук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Л.М.,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0D6778" w:rsidRDefault="000D6778" w:rsidP="000D677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D6778" w:rsidRDefault="000D6778" w:rsidP="000D677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Цикальчук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Людмилі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Михайлівні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2C1CD9">
        <w:rPr>
          <w:rFonts w:ascii="Times New Roman" w:eastAsia="Calibri" w:hAnsi="Times New Roman" w:cs="Times New Roman"/>
          <w:sz w:val="24"/>
        </w:rPr>
        <w:t>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2C1CD9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Славутського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</w:rPr>
        <w:t>Шепетівського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) </w:t>
      </w:r>
      <w:proofErr w:type="spellStart"/>
      <w:r>
        <w:rPr>
          <w:rFonts w:ascii="Times New Roman" w:eastAsia="Calibri" w:hAnsi="Times New Roman" w:cs="Times New Roman"/>
          <w:sz w:val="24"/>
        </w:rPr>
        <w:t>району</w:t>
      </w:r>
      <w:proofErr w:type="gramStart"/>
      <w:r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Х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мельницької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0,2500 га,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6823982100:02:007:0016, 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 Миру,  16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0D6778" w:rsidRDefault="000D6778" w:rsidP="000D677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Цикальчук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Л.М.,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0D6778" w:rsidRDefault="000D6778" w:rsidP="000D677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0D6778" w:rsidRDefault="000D6778" w:rsidP="000D677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C7442" w:rsidRPr="000D6778" w:rsidRDefault="000D6778" w:rsidP="000D677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BC7442" w:rsidRPr="000D677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778"/>
    <w:rsid w:val="000D6778"/>
    <w:rsid w:val="00171A2E"/>
    <w:rsid w:val="002C1CD9"/>
    <w:rsid w:val="00304C90"/>
    <w:rsid w:val="00505B6D"/>
    <w:rsid w:val="006D3977"/>
    <w:rsid w:val="007D6C18"/>
    <w:rsid w:val="00BC744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0D6778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0D677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0D6778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0D6778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0D677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0D6778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293</Words>
  <Characters>1675</Characters>
  <Application>Microsoft Office Word</Application>
  <DocSecurity>0</DocSecurity>
  <Lines>13</Lines>
  <Paragraphs>3</Paragraphs>
  <ScaleCrop>false</ScaleCrop>
  <Company>Microsoft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2021-03-18T06:14:00Z</dcterms:created>
  <dcterms:modified xsi:type="dcterms:W3CDTF">2021-03-18T06:20:00Z</dcterms:modified>
</cp:coreProperties>
</file>