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548" w:rsidRPr="008D31FA" w:rsidRDefault="00801548" w:rsidP="00801548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548" w:rsidRDefault="00801548" w:rsidP="00801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1548" w:rsidRDefault="00801548" w:rsidP="00801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548" w:rsidRDefault="00801548" w:rsidP="00801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1548" w:rsidRDefault="00801548" w:rsidP="00801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548" w:rsidRDefault="00801548" w:rsidP="00801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1548" w:rsidRDefault="00801548" w:rsidP="00801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548" w:rsidRDefault="00801548" w:rsidP="00801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1548" w:rsidRDefault="00801548" w:rsidP="00801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548" w:rsidRDefault="00801548" w:rsidP="00801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1548" w:rsidRDefault="00801548" w:rsidP="00801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548" w:rsidRDefault="00801548" w:rsidP="00801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1548" w:rsidRDefault="00801548" w:rsidP="00801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548" w:rsidRDefault="00801548" w:rsidP="00801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1548" w:rsidRDefault="00801548" w:rsidP="00801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548" w:rsidRDefault="00801548" w:rsidP="00801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1548" w:rsidRDefault="00801548" w:rsidP="00801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548" w:rsidRDefault="00801548" w:rsidP="00801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1548" w:rsidRDefault="00801548" w:rsidP="00801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548" w:rsidRDefault="00801548" w:rsidP="00801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1548" w:rsidRDefault="00801548" w:rsidP="00801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548" w:rsidRDefault="00801548" w:rsidP="00801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548" w:rsidRDefault="00801548" w:rsidP="00801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548" w:rsidRDefault="00801548" w:rsidP="00801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548" w:rsidRDefault="00801548" w:rsidP="00801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548" w:rsidRDefault="00801548" w:rsidP="00801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548" w:rsidRDefault="00801548" w:rsidP="00801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548" w:rsidRDefault="00801548" w:rsidP="00801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548" w:rsidRDefault="00801548" w:rsidP="00801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548" w:rsidRDefault="00801548" w:rsidP="00801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548" w:rsidRDefault="00801548" w:rsidP="00801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01548" w:rsidRDefault="00801548" w:rsidP="00801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01548" w:rsidRDefault="00801548" w:rsidP="00801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01548" w:rsidRDefault="00801548" w:rsidP="00801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01548" w:rsidRDefault="00801548" w:rsidP="00801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01548" w:rsidRDefault="00801548" w:rsidP="00801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01548" w:rsidRDefault="00801548" w:rsidP="00801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01548" w:rsidRDefault="00801548" w:rsidP="00801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01548" w:rsidRDefault="00801548" w:rsidP="00801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01548" w:rsidRDefault="00801548" w:rsidP="00801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01548" w:rsidRDefault="00801548" w:rsidP="00801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01548" w:rsidRDefault="00801548" w:rsidP="00801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01548" w:rsidRDefault="00801548" w:rsidP="00801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01548" w:rsidRDefault="00801548" w:rsidP="00801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01548" w:rsidRDefault="00801548" w:rsidP="00801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01548" w:rsidRDefault="00801548" w:rsidP="00801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01548" w:rsidRDefault="00801548" w:rsidP="00801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01548" w:rsidRDefault="00801548" w:rsidP="00801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01548" w:rsidRDefault="00801548" w:rsidP="00801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01548" w:rsidRDefault="00801548" w:rsidP="00801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01548" w:rsidRDefault="00801548" w:rsidP="00801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01548" w:rsidRDefault="00801548" w:rsidP="00801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01548" w:rsidRDefault="00801548" w:rsidP="00801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01548" w:rsidRDefault="00801548" w:rsidP="00801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01548" w:rsidRDefault="00801548" w:rsidP="00801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01548" w:rsidRDefault="00801548" w:rsidP="00801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01548" w:rsidRDefault="00801548" w:rsidP="00801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01548" w:rsidRDefault="00801548" w:rsidP="00801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01548" w:rsidRDefault="00801548" w:rsidP="00801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01548" w:rsidRDefault="00801548" w:rsidP="00801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01548" w:rsidRDefault="00801548" w:rsidP="00801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01548" w:rsidRPr="000A4F3E" w:rsidRDefault="00801548" w:rsidP="0080154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1548" w:rsidRPr="000A4F3E" w:rsidRDefault="00801548" w:rsidP="0080154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1548" w:rsidRPr="000A4F3E" w:rsidRDefault="00801548" w:rsidP="0080154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1548" w:rsidRPr="000A4F3E" w:rsidRDefault="00801548" w:rsidP="0080154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1548" w:rsidRPr="000A4F3E" w:rsidRDefault="00801548" w:rsidP="0080154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01548" w:rsidRPr="000A4F3E" w:rsidRDefault="00801548" w:rsidP="00801548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01548" w:rsidRPr="000A4F3E" w:rsidRDefault="00801548" w:rsidP="0080154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01548" w:rsidRPr="000A4F3E" w:rsidRDefault="00801548" w:rsidP="0080154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01548" w:rsidRPr="000A4F3E" w:rsidRDefault="00801548" w:rsidP="0080154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1548" w:rsidRPr="000A4F3E" w:rsidRDefault="00801548" w:rsidP="0080154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01548" w:rsidRPr="000A4F3E" w:rsidRDefault="00801548" w:rsidP="0080154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1548" w:rsidRPr="000A4F3E" w:rsidRDefault="00801548" w:rsidP="00801548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01548" w:rsidRPr="000A4F3E" w:rsidRDefault="00801548" w:rsidP="00801548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01548" w:rsidRPr="000E440C" w:rsidRDefault="00801548" w:rsidP="00801548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№62</w:t>
      </w:r>
    </w:p>
    <w:p w:rsidR="00801548" w:rsidRPr="001869AA" w:rsidRDefault="00801548" w:rsidP="00801548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01548" w:rsidRPr="001869AA" w:rsidRDefault="00801548" w:rsidP="00801548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техн</w:t>
      </w:r>
      <w:proofErr w:type="gram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ічної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документації</w:t>
      </w:r>
      <w:proofErr w:type="spellEnd"/>
    </w:p>
    <w:p w:rsidR="00801548" w:rsidRPr="001869AA" w:rsidRDefault="00801548" w:rsidP="00801548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встановлення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801548" w:rsidRPr="001869AA" w:rsidRDefault="00801548" w:rsidP="00801548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(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відновлення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меж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</w:p>
    <w:p w:rsidR="00801548" w:rsidRPr="001869AA" w:rsidRDefault="00801548" w:rsidP="00801548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натурі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м</w:t>
      </w:r>
      <w:proofErr w:type="gram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ісцевості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Лаврук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Є.О.</w:t>
      </w:r>
    </w:p>
    <w:p w:rsidR="00801548" w:rsidRPr="001869AA" w:rsidRDefault="00801548" w:rsidP="00801548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01548" w:rsidRDefault="00801548" w:rsidP="0080154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34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«Про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прав  на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ро</w:t>
      </w:r>
      <w:r>
        <w:rPr>
          <w:rFonts w:ascii="Times New Roman" w:eastAsia="Arial Unicode MS" w:hAnsi="Times New Roman"/>
          <w:color w:val="000000"/>
          <w:sz w:val="24"/>
          <w:szCs w:val="24"/>
        </w:rPr>
        <w:t>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Лаврук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Є.О.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  <w:proofErr w:type="gramEnd"/>
    </w:p>
    <w:p w:rsidR="00801548" w:rsidRPr="001869AA" w:rsidRDefault="00801548" w:rsidP="0080154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801548" w:rsidRPr="001869AA" w:rsidRDefault="00801548" w:rsidP="0080154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1.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Лаврук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Євгенії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Олександрівні</w:t>
      </w:r>
      <w:proofErr w:type="spellEnd"/>
      <w:r>
        <w:rPr>
          <w:rFonts w:ascii="Times New Roman" w:hAnsi="Times New Roman"/>
          <w:sz w:val="24"/>
        </w:rPr>
        <w:t xml:space="preserve">, яка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 w:rsidRPr="001869AA">
        <w:rPr>
          <w:rFonts w:ascii="Times New Roman" w:hAnsi="Times New Roman"/>
          <w:sz w:val="24"/>
        </w:rPr>
        <w:t xml:space="preserve"> за </w:t>
      </w:r>
      <w:proofErr w:type="spellStart"/>
      <w:r w:rsidRPr="001869AA">
        <w:rPr>
          <w:rFonts w:ascii="Times New Roman" w:hAnsi="Times New Roman"/>
          <w:sz w:val="24"/>
        </w:rPr>
        <w:t>адресою</w:t>
      </w:r>
      <w:proofErr w:type="spellEnd"/>
      <w:r w:rsidR="006C737A">
        <w:rPr>
          <w:rFonts w:ascii="Times New Roman" w:hAnsi="Times New Roman"/>
          <w:sz w:val="24"/>
          <w:lang w:val="en-US"/>
        </w:rPr>
        <w:t>_____________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/>
          <w:color w:val="000000"/>
          <w:sz w:val="24"/>
          <w:szCs w:val="24"/>
        </w:rPr>
        <w:t>дентифікаційний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6C737A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____________</w:t>
      </w:r>
      <w:bookmarkStart w:id="0" w:name="_GoBack"/>
      <w:bookmarkEnd w:id="0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техн</w:t>
      </w:r>
      <w:proofErr w:type="gram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ічну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документацію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) меж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(на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), та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її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</w:t>
      </w:r>
      <w:r>
        <w:rPr>
          <w:rFonts w:ascii="Times New Roman" w:eastAsia="Arial Unicode MS" w:hAnsi="Times New Roman"/>
          <w:color w:val="000000"/>
          <w:sz w:val="24"/>
          <w:szCs w:val="24"/>
        </w:rPr>
        <w:t>риватну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0,1186 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га, (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к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адастровий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6823984000:01:007:0046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), для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обслуговування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житлового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будинку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господарських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будівель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споруд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proofErr w:type="gram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присадибна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ділянка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), яка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ь,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вулиця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Гуменюка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Олександра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, 25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.</w:t>
      </w:r>
      <w:r w:rsidRPr="001869AA">
        <w:rPr>
          <w:rFonts w:ascii="Times New Roman" w:eastAsia="Arial Unicode MS" w:hAnsi="Times New Roman"/>
          <w:color w:val="FF0000"/>
          <w:sz w:val="24"/>
          <w:szCs w:val="24"/>
        </w:rPr>
        <w:t xml:space="preserve">  </w:t>
      </w:r>
      <w:proofErr w:type="gramEnd"/>
    </w:p>
    <w:p w:rsidR="00801548" w:rsidRPr="001869AA" w:rsidRDefault="00801548" w:rsidP="0080154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FF0000"/>
          <w:sz w:val="24"/>
          <w:szCs w:val="24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Лаврук</w:t>
      </w:r>
      <w:proofErr w:type="spellEnd"/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Є.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О.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,</w:t>
      </w:r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801548" w:rsidRPr="001869AA" w:rsidRDefault="00801548" w:rsidP="0080154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801548" w:rsidRPr="00801548" w:rsidRDefault="00801548" w:rsidP="0080154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801548" w:rsidRPr="001869AA" w:rsidRDefault="00801548" w:rsidP="0080154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01548" w:rsidRPr="001869AA" w:rsidRDefault="00801548" w:rsidP="0080154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B26C2" w:rsidRPr="00801548" w:rsidRDefault="00801548" w:rsidP="00801548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Сільський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голова                                          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МИХАЛЮК</w:t>
      </w:r>
    </w:p>
    <w:sectPr w:rsidR="006B26C2" w:rsidRPr="0080154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548"/>
    <w:rsid w:val="00171A2E"/>
    <w:rsid w:val="00304C90"/>
    <w:rsid w:val="00505B6D"/>
    <w:rsid w:val="006B26C2"/>
    <w:rsid w:val="006C737A"/>
    <w:rsid w:val="006D3977"/>
    <w:rsid w:val="007D6C18"/>
    <w:rsid w:val="0080154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0154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8015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01548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0154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8015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01548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264</Words>
  <Characters>1511</Characters>
  <Application>Microsoft Office Word</Application>
  <DocSecurity>0</DocSecurity>
  <Lines>12</Lines>
  <Paragraphs>3</Paragraphs>
  <ScaleCrop>false</ScaleCrop>
  <Company>Microsoft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2020-09-01T14:17:00Z</dcterms:created>
  <dcterms:modified xsi:type="dcterms:W3CDTF">2020-09-01T15:46:00Z</dcterms:modified>
</cp:coreProperties>
</file>