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DF" w:rsidRPr="008329DF" w:rsidRDefault="00D50F1D" w:rsidP="008329DF">
      <w:pPr>
        <w:jc w:val="both"/>
        <w:rPr>
          <w:rFonts w:ascii="Times New Roman" w:hAnsi="Times New Roman" w:cs="Times New Roman"/>
          <w:lang w:val="en-US"/>
        </w:rPr>
      </w:pPr>
      <w:r w:rsidRPr="00D50F1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329DF" w:rsidRDefault="008329DF" w:rsidP="008329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329DF" w:rsidRDefault="008329DF" w:rsidP="008329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29DF" w:rsidRDefault="008329DF" w:rsidP="008329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29DF" w:rsidRDefault="008329DF" w:rsidP="008329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29DF" w:rsidRDefault="008329DF" w:rsidP="008329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329DF" w:rsidRDefault="008329DF" w:rsidP="008329D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329DF" w:rsidRDefault="008329DF" w:rsidP="008329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329DF" w:rsidRDefault="008329DF" w:rsidP="008329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329DF" w:rsidRDefault="008329DF" w:rsidP="008329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29DF" w:rsidRDefault="008329DF" w:rsidP="008329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329DF" w:rsidRDefault="008329DF" w:rsidP="008329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29DF" w:rsidRDefault="008329DF" w:rsidP="008329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329DF" w:rsidRPr="0005326B" w:rsidRDefault="008329DF" w:rsidP="008329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329DF" w:rsidRPr="00867B7E" w:rsidRDefault="008329DF" w:rsidP="008329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№58</w:t>
      </w:r>
    </w:p>
    <w:p w:rsidR="008329DF" w:rsidRPr="001D783B" w:rsidRDefault="008329DF" w:rsidP="008329D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8329DF" w:rsidRPr="001D783B" w:rsidRDefault="008329DF" w:rsidP="008329D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329DF" w:rsidRPr="001D783B" w:rsidRDefault="008329DF" w:rsidP="008329D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8329DF" w:rsidRPr="001D783B" w:rsidRDefault="008329DF" w:rsidP="008329D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329DF" w:rsidRPr="001D783B" w:rsidRDefault="008329DF" w:rsidP="008329D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Маліновському С.М.</w:t>
      </w:r>
    </w:p>
    <w:p w:rsidR="008329DF" w:rsidRPr="001D783B" w:rsidRDefault="008329DF" w:rsidP="008329D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8329DF" w:rsidRPr="001D783B" w:rsidRDefault="008329DF" w:rsidP="008329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Маліновського С.М.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8329DF" w:rsidRPr="001D783B" w:rsidRDefault="008329DF" w:rsidP="008329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8329DF" w:rsidRPr="00855D05" w:rsidRDefault="008329DF" w:rsidP="008329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 xml:space="preserve">Маліновському Сергію Миколайовичу, який зареєстрований за адресою: </w:t>
      </w:r>
      <w:r w:rsidR="00E5495A" w:rsidRPr="00E5495A">
        <w:rPr>
          <w:rFonts w:ascii="Times New Roman" w:eastAsia="Calibri" w:hAnsi="Times New Roman" w:cs="Times New Roman"/>
          <w:sz w:val="24"/>
        </w:rPr>
        <w:t>_</w:t>
      </w:r>
      <w:r w:rsidR="00E5495A">
        <w:rPr>
          <w:rFonts w:ascii="Times New Roman" w:eastAsia="Calibri" w:hAnsi="Times New Roman" w:cs="Times New Roman"/>
          <w:sz w:val="24"/>
          <w:lang w:val="en-US"/>
        </w:rPr>
        <w:t>___________________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1D783B">
        <w:rPr>
          <w:rFonts w:ascii="Times New Roman" w:eastAsia="Calibri" w:hAnsi="Times New Roman" w:cs="Times New Roman"/>
          <w:sz w:val="24"/>
        </w:rPr>
        <w:t>дозвіл на розробку проекту із землеустрою щодо відведення земельної ділянки, для передачі її у власність, орієнтовною площею</w:t>
      </w:r>
      <w:r>
        <w:rPr>
          <w:rFonts w:ascii="Times New Roman" w:eastAsia="Calibri" w:hAnsi="Times New Roman" w:cs="Times New Roman"/>
          <w:sz w:val="24"/>
        </w:rPr>
        <w:t xml:space="preserve"> 0,30 </w:t>
      </w:r>
      <w:r w:rsidRPr="001D783B">
        <w:rPr>
          <w:rFonts w:ascii="Times New Roman" w:eastAsia="Calibri" w:hAnsi="Times New Roman" w:cs="Times New Roman"/>
          <w:sz w:val="24"/>
        </w:rPr>
        <w:t>га, для ведення особистого селянського господарства, з</w:t>
      </w:r>
      <w:r>
        <w:rPr>
          <w:rFonts w:ascii="Times New Roman" w:eastAsia="Calibri" w:hAnsi="Times New Roman" w:cs="Times New Roman"/>
          <w:sz w:val="24"/>
        </w:rPr>
        <w:t>емельна ділянка розташована на території  Крупецької сільської ради.</w:t>
      </w:r>
    </w:p>
    <w:p w:rsidR="008329DF" w:rsidRPr="001D783B" w:rsidRDefault="008329DF" w:rsidP="008329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Маліновському С.М.</w:t>
      </w:r>
      <w:r w:rsidRPr="001D783B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8329DF" w:rsidRDefault="008329DF" w:rsidP="008329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8329DF" w:rsidRDefault="008329DF" w:rsidP="008329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329DF" w:rsidRDefault="008329DF" w:rsidP="008329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329DF" w:rsidRPr="008329DF" w:rsidRDefault="008329DF" w:rsidP="008329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8329DF" w:rsidRPr="00855D05" w:rsidRDefault="008329DF" w:rsidP="008329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93CB1" w:rsidRPr="008329DF" w:rsidRDefault="008329DF" w:rsidP="008329D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Сільський голова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В.А.Михалюк</w:t>
      </w:r>
    </w:p>
    <w:sectPr w:rsidR="00C93CB1" w:rsidRPr="008329DF" w:rsidSect="00C93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8329DF"/>
    <w:rsid w:val="00171A2E"/>
    <w:rsid w:val="00304C90"/>
    <w:rsid w:val="003E2A22"/>
    <w:rsid w:val="00505B6D"/>
    <w:rsid w:val="006D3977"/>
    <w:rsid w:val="007D6C18"/>
    <w:rsid w:val="008329DF"/>
    <w:rsid w:val="00A0160E"/>
    <w:rsid w:val="00C93CB1"/>
    <w:rsid w:val="00D1641A"/>
    <w:rsid w:val="00D50F1D"/>
    <w:rsid w:val="00E54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D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2020-01-21T07:02:00Z</dcterms:created>
  <dcterms:modified xsi:type="dcterms:W3CDTF">2020-01-21T07:47:00Z</dcterms:modified>
</cp:coreProperties>
</file>