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263" w:rsidRDefault="00105263" w:rsidP="0010526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880C02" wp14:editId="2D41B0DF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4445"/>
                <wp:wrapNone/>
                <wp:docPr id="14139" name="Группа 14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9735" cy="624205"/>
                          <a:chOff x="0" y="0"/>
                          <a:chExt cx="1142" cy="1718"/>
                        </a:xfrm>
                      </wpg:grpSpPr>
                      <wps:wsp>
                        <wps:cNvPr id="1414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139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emw8UA&#10;AADeAAAADwAAAGRycy9kb3ducmV2LnhtbESPS4vCQBCE7wv+h6EFb+vEB6tERxFxxYOw+Lo3mTYJ&#10;ZnpCZlbjv7cPgrduurqqvvmydZW6UxNKzwYG/QQUceZtybmB8+n3ewoqRGSLlWcy8KQAy0Xna46p&#10;9Q8+0P0YcyUmHFI0UMRYp1qHrCCHoe9rYrldfeMwytrk2jb4EHNX6WGS/GiHJUtCgTWtC8pux39n&#10;wI+2u/0lHx5GG55EXv1Nr5d2b0yv265moCK18SN+f++s1B8PxgIgODKDXr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96bD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+x+8cA&#10;AADeAAAADwAAAGRycy9kb3ducmV2LnhtbERP0WoCMRB8F/yHsIW+SM21FG2vRinCteqDoC30dbls&#10;L1cvmyNJ9fTrjSDIvOwyOzM7k1lnG7EnH2rHCh6HGQji0umaKwXfX8XDC4gQkTU2jknBkQLMpv3e&#10;BHPtDryh/TZWIplwyFGBibHNpQylIYth6FrixP06bzGm1VdSezwkc9vIpywbSYs1pwSDLc0Nlbvt&#10;v1XwV6zNz3x8+vCD1w2dBsXqs1mOlLq/697fQETq4u34ql7o9P5zAlzqpBnk9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/sf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6LjcUA&#10;AADeAAAADwAAAGRycy9kb3ducmV2LnhtbESP3YrCMBCF74V9hzAL3sia+oMstVFk0UW8EX8eYGim&#10;TbGZlCZru29vBMG7Gc6Z853J1r2txZ1aXzlWMBknIIhzpysuFVwvu69vED4ga6wdk4J/8rBefQwy&#10;TLXr+ET3cyhFDGGfogITQpNK6XNDFv3YNcRRK1xrMcS1LaVusYvhtpbTJFlIixVHgsGGfgzlt/Of&#10;jZDjDI+HorvsfnvscHswPNqclBp+9psliEB9eJtf13sd688n8yk834kz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ouN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Y7LMUA&#10;AADeAAAADwAAAGRycy9kb3ducmV2LnhtbERPTUsDMRC9C/0PYQRvNtu6VlmbllIVitCDVRBvw2a6&#10;u7iZhGTsrv/eFARv83ifs1yPrlcniqnzbGA2LUAR19523Bh4f3u+vgeVBNli75kM/FCC9WpyscTK&#10;+oFf6XSQRuUQThUaaEVCpXWqW3KYpj4QZ+7oo0PJMDbaRhxyuOv1vCgW2mHHuaHFQNuW6q/DtzOw&#10;H57Cy93i9hg+YznX6dHKx1aMubocNw+ghEb5F/+5dzbPL2flDZzfyTf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djs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u2YsYA&#10;AADeAAAADwAAAGRycy9kb3ducmV2LnhtbESPwWrDMBBE74H+g9hCL6GR05pQ3CjGlLgEX4KTfsBi&#10;bSxTa2UsJXb/PioUettlZufNbvPZ9uJGo+8cK1ivEhDEjdMdtwq+zuXzGwgfkDX2jknBD3nIdw+L&#10;LWbaTVzT7RRaEUPYZ6jAhDBkUvrGkEW/cgNx1C5utBjiOrZSjzjFcNvLlyTZSIsdR4LBgT4MNd+n&#10;q42Q4yseq8t0Lj9nnHBfGV4WtVJPj3PxDiLQHP7Nf9cHHeun6zSF33fiDHJ3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u2Y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MGw8QA&#10;AADeAAAADwAAAGRycy9kb3ducmV2LnhtbERPTUsDMRC9C/6HMII3m23ZtrI2LaVVEMFDW0G8DZvp&#10;7uJmEpKxu/57Iwje5vE+Z7UZXa8uFFPn2cB0UoAirr3tuDHwdnq6uweVBNli75kMfFOCzfr6aoWV&#10;9QMf6HKURuUQThUaaEVCpXWqW3KYJj4QZ+7so0PJMDbaRhxyuOv1rCgW2mHHuaHFQLuW6s/jlzPw&#10;OjyGl+Vifg4fsZzptLfyvhNjbm/G7QMooVH+xX/uZ5vnl9NyDr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TBs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SFXcUA&#10;AADeAAAADwAAAGRycy9kb3ducmV2LnhtbERP22oCMRB9F/oPYQp9KZq1VSlbo6gQKlQQL9DXYTPu&#10;Lt1MliR1t39vCgXf5nCuM1/2thFX8qF2rGA8ykAQF87UXCo4n/TwDUSIyAYbx6TglwIsFw+DOebG&#10;dXyg6zGWIoVwyFFBFWObSxmKiiyGkWuJE3dx3mJM0JfSeOxSuG3kS5bNpMWaU0OFLW0qKr6PP1bB&#10;et+Vr/65WPfu8/LxNdXa6J1W6umxX72DiNTHu/jfvTVp/mQ8mcH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IV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hqOcIA&#10;AADeAAAADwAAAGRycy9kb3ducmV2LnhtbERP3WrCMBS+H/gO4QjezVSpUzqjiFIY4s10D3BozprO&#10;5qQksda3XwYD787H93vW28G2oicfGscKZtMMBHHldMO1gq9L+boCESKyxtYxKXhQgO1m9LLGQrs7&#10;f1J/jrVIIRwKVGBi7AopQ2XIYpi6jjhx385bjAn6WmqP9xRuWznPsjdpseHUYLCjvaHqer5ZBeVx&#10;fuqvN+1LtxtySwvzszoYpSbjYfcOItIQn+J/94dO8/NZvoS/d9IN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eGo5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e0tMgA&#10;AADeAAAADwAAAGRycy9kb3ducmV2LnhtbESPQUsDMRCF74L/IUzBi7TZahXZNi1WCAoWxFboddhM&#10;d5duJksSu+u/dw6Ctxnem/e+WW1G36kLxdQGNjCfFaCIq+Barg18Hez0CVTKyA67wGTghxJs1tdX&#10;KyxdGPiTLvtcKwnhVKKBJue+1DpVDXlMs9ATi3YK0WOWNdbaRRwk3Hf6rigetceWpaHBnl4aqs77&#10;b29g+zHU9/G22o7h/fR6fLDW2Z015mYyPi9BZRrzv/nv+s0J/mK+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17S0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tb0MIA&#10;AADeAAAADwAAAGRycy9kb3ducmV2LnhtbERP3WrCMBS+H/gO4QjezVSpw3VGEaUwxJupD3BozprO&#10;5qQksda3XwYD787H93tWm8G2oicfGscKZtMMBHHldMO1gsu5fF2CCBFZY+uYFDwowGY9ellhod2d&#10;v6g/xVqkEA4FKjAxdoWUoTJkMUxdR5y4b+ctxgR9LbXHewq3rZxn2Zu02HBqMNjRzlB1Pd2sgvIw&#10;P/bXm/al2w65pYX5We6NUpPxsP0AEWmIT/G/+1On+fksf4e/d9IN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1vQ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b6eMQA&#10;AADeAAAADwAAAGRycy9kb3ducmV2LnhtbESPwW7CQAxE75X4h5Ur9VY2KQShlAUhJBAcG/gAK2uS&#10;iKw3ZLck/H19QOrNlscz81ab0bXqQX1oPBtIpwko4tLbhisDl/P+cwkqRGSLrWcy8KQAm/XkbYW5&#10;9QP/0KOIlRITDjkaqGPscq1DWZPDMPUdsdyuvncYZe0rbXscxNy1+itJFtphw5JQY0e7mspb8esM&#10;zJ/D4V5kt2RvHaWnWXfiWGbGfLyP229Qkcb4L359H63Un6eZAAiOzK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+n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hJTMIA&#10;AADeAAAADwAAAGRycy9kb3ducmV2LnhtbERPS4vCMBC+L/gfwgh707SislajiOIintz6OA/N2Bab&#10;SWmi1n9vBGFv8/E9Z7ZoTSXu1LjSsoK4H4EgzqwuOVdwPGx6PyCcR9ZYWSYFT3KwmHe+Zpho++A/&#10;uqc+FyGEXYIKCu/rREqXFWTQ9W1NHLiLbQz6AJtc6gYfIdxUchBFY2mw5NBQYE2rgrJrejMKbuPz&#10;4MiXnd6n6+fvZL1ZOnnKlfrutsspCE+t/xd/3Fsd5g/jUQzvd8IN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yEl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VnJscA&#10;AADeAAAADwAAAGRycy9kb3ducmV2LnhtbERPS2vCQBC+C/6HZYTedOOjwaauooKgPRiq9tDbNDtN&#10;0mZnY3bV9N+7hUJv8/E9Z7ZoTSWu1LjSsoLhIAJBnFldcq7gdNz0pyCcR9ZYWSYFP+RgMe92Zpho&#10;e+NXuh58LkIIuwQVFN7XiZQuK8igG9iaOHCftjHoA2xyqRu8hXBTyVEUxdJgyaGhwJrWBWXfh4tR&#10;8JZO46d0tZt8vew/cGz0+V2XsVIPvXb5DMJT6//Ff+6tDvMnw8cR/L4Tbp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1Zyb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BVKcUA&#10;AADeAAAADwAAAGRycy9kb3ducmV2LnhtbERPS2vCQBC+C/6HZQRvuvFRCamrtEq1eLJpodchOybB&#10;7GzIrknsr3cLhd7m43vOetubSrTUuNKygtk0AkGcWV1yruDr820Sg3AeWWNlmRTcycF2MxysMdG2&#10;4w9qU5+LEMIuQQWF93UipcsKMuimtiYO3MU2Bn2ATS51g10IN5WcR9FKGiw5NBRY066g7JrejIKf&#10;1Tee3XH+ul9oT/dlfLCn80Gp8ah/eQbhqff/4j/3uw7zl7OnBfy+E26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wFUp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Ck88IA&#10;AADeAAAADwAAAGRycy9kb3ducmV2LnhtbERPzYrCMBC+C/sOYYS9aapUWatRFnFhb2rdBxiaMS02&#10;k9pE7fr0RhC8zcf3O4tVZ2txpdZXjhWMhgkI4sLpio2Cv8PP4AuED8gaa8ek4J88rJYfvQVm2t14&#10;T9c8GBFD2GeooAyhyaT0RUkW/dA1xJE7utZiiLA1Urd4i+G2luMkmUqLFceGEhtal1Sc8otVcHbj&#10;ie7yDW5Pm9muMiY93/epUp/97nsOIlAX3uKX+1fH+eloksLznXi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EKTz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L59MQA&#10;AADeAAAADwAAAGRycy9kb3ducmV2LnhtbERPyW7CMBC9V+o/WFOJW3EoECBgEFRC4spy4DjYQ5I2&#10;HqexCylfjyshcZunt85s0dpKXKjxpWMFvW4Cglg7U3Ku4LBfv49B+IBssHJMCv7Iw2L++jLDzLgr&#10;b+myC7mIIewzVFCEUGdSel2QRd91NXHkzq6xGCJscmkavMZwW8mPJEmlxZJjQ4E1fRakv3e/VsGm&#10;PNEw1eeJHa/09nj7Cf3Rl1Gq89YupyACteEpfrg3Js4f9IYp/L8Tb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0y+f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+luMYA&#10;AADeAAAADwAAAGRycy9kb3ducmV2LnhtbERPXWsCMRB8L/gfwgq+aU5pq55G0YLQ0lbwA31dLuvl&#10;8LI5Lul5/vumIPRtdmdnZme+bG0pGqp94VjBcJCAIM6cLjhXcDxs+hMQPiBrLB2Tgjt5WC46T3NM&#10;tbvxjpp9yEU0YZ+iAhNClUrpM0MW/cBVxJG7uNpiiGOdS13jLZrbUo6S5FVaLDgmGKzozVB23f9Y&#10;BQ1u78nZrL+nH8VXNtquT5867lWv265mIAK14f/4oX7X8f3n4csY/upEDH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+lu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3uUMYA&#10;AADeAAAADwAAAGRycy9kb3ducmV2LnhtbESPQU/DMAyF70j7D5EncWPpKkBTWTZNSEMcoeywo2m8&#10;pltjV0lYC7+eHJC42XrP731ebyffqyuF2AkbWC4KUMSN2I5bA4eP/d0KVEzIFnthMvBNEbab2c0a&#10;Kysjv9O1Tq3KIRwrNOBSGiqtY+PIY1zIQJy1kwSPKa+h1TbgmMN9r8uieNQeO84NDgd6dtRc6i9v&#10;YHxpPs/l6WjdTxhkX7/JuezFmNv5tHsClWhK/+a/61eb8e+XD5k3v5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3uU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lb3MYA&#10;AADeAAAADwAAAGRycy9kb3ducmV2LnhtbERP22oCMRB9L/gPYQTfalaxVVejeKkgYhFtfZ9uprvb&#10;JpNlk+r6941Q6NscznWm88YacaHal44V9LoJCOLM6ZJzBe9vm8cRCB+QNRrHpOBGHuaz1sMUU+2u&#10;fKTLKeQihrBPUUERQpVK6bOCLPquq4gj9+lqiyHCOpe6xmsMt0b2k+RZWiw5NhRY0aqg7Pv0YxVs&#10;Dmvz1X89Ls4yrF6GH2a0W673SnXazWICIlAT/sV/7q2O8we9pzHc34k3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lb3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nlaMgA&#10;AADeAAAADwAAAGRycy9kb3ducmV2LnhtbESPT2vCQBDF74V+h2UKvRTd2FaR6CoiFBUq+A+8jtkx&#10;CWZnQ3Yb02/vHAq9zTBv3nu/6bxzlWqpCaVnA4N+Aoo487bk3MDp+NUbgwoR2WLlmQz8UoD57Plp&#10;iqn1d95Te4i5EhMOKRooYqxTrUNWkMPQ9zWx3K6+cRhlbXJtG7yLuav0e5KMtMOSJaHAmpYFZbfD&#10;jzPQ7r4v+boN9eY2fgvDj8tqtbVnY15fusUEVKQu/ov/vtdW6n8ORgIgODKDnj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2eVo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k+7sUA&#10;AADeAAAADwAAAGRycy9kb3ducmV2LnhtbERPTWsCMRC9C/0PYQreNLtixW6NooLgRVDbQ72Nm+nu&#10;4mayJlG3/nojFHqbx/ucyaw1tbiS85VlBWk/AUGcW11xoeDrc9Ubg/ABWWNtmRT8kofZ9KUzwUzb&#10;G+/oug+FiCHsM1RQhtBkUvq8JIO+bxviyP1YZzBE6AqpHd5iuKnlIElG0mDFsaHEhpYl5af9xShY&#10;vI8X5+2QN/fd8UCH7+PpbeASpbqv7fwDRKA2/Iv/3Gsd5w/TUQr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+T7uxQAAAN4AAAAPAAAAAAAAAAAAAAAAAJgCAABkcnMv&#10;ZG93bnJldi54bWxQSwUGAAAAAAQABAD1AAAAigMAAAAA&#10;" fillcolor="black" stroked="f"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iumcYA&#10;AADeAAAADwAAAGRycy9kb3ducmV2LnhtbERPS2vCQBC+C/0Pywi96cbQBomuon1AoXrwcfA4Zsdk&#10;SXY2ZLea9td3CwVv8/E9Z77sbSOu1HnjWMFknIAgLpw2XCo4Ht5HUxA+IGtsHJOCb/KwXDwM5phr&#10;d+MdXfehFDGEfY4KqhDaXEpfVGTRj11LHLmL6yyGCLtS6g5vMdw2Mk2STFo0HBsqbOmloqLef1kF&#10;p8/MTHeG0vPmZ/2mN8/1evtaK/U47FczEIH6cBf/uz90nP80yVL4eyfe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ium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ZmMMQA&#10;AADeAAAADwAAAGRycy9kb3ducmV2LnhtbERPS2sCMRC+C/6HMEJvNastIlujiCL20kN90OuwmW62&#10;u5msSdTVX98UCt7m43vObNHZRlzIh8qxgtEwA0FcOF1xqeCw3zxPQYSIrLFxTApuFGAx7/dmmGt3&#10;5U+67GIpUgiHHBWYGNtcylAYshiGriVO3LfzFmOCvpTa4zWF20aOs2wiLVacGgy2tDJU1LuzVeCX&#10;X+v6zudjnd0/bmH7052maJR6GnTLNxCRuvgQ/7vfdZr/Opq8wN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2Zj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5ID8QA&#10;AADeAAAADwAAAGRycy9kb3ducmV2LnhtbERP22oCMRB9L/QfwhR8KZpVxNrVKKUgCJWClw8YN9Pd&#10;xWSybEZd+/VGKPRtDuc682XnnbpQG+vABoaDDBRxEWzNpYHDftWfgoqCbNEFJgM3irBcPD/NMbfh&#10;ylu67KRUKYRjjgYqkSbXOhYVeYyD0BAn7ie0HiXBttS2xWsK906PsmyiPdacGips6LOi4rQ7ewNu&#10;dHTvX29xI7eD3mS/Xrav39aY3kv3MQMl1Mm/+M+9tmn+eDgZw+OddIN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uSA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KszsUA&#10;AADeAAAADwAAAGRycy9kb3ducmV2LnhtbERPTWsCMRC9F/ofwhR606yiUrZGsRVhLz103eJ13Ew3&#10;i8lk2UTd9tebgtDbPN7nLNeDs+JCfWg9K5iMMxDEtdctNwqq/W70AiJEZI3WMyn4oQDr1ePDEnPt&#10;r/xJlzI2IoVwyFGBibHLpQy1IYdh7DvixH373mFMsG+k7vGawp2V0yxbSIctpwaDHb0bqk/l2SnY&#10;lp2dVoV5C4evj+PRFr87OmyVen4aNq8gIg3xX3x3FzrNn00Wc/h7J90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8qz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WAj8MA&#10;AADeAAAADwAAAGRycy9kb3ducmV2LnhtbERPyWrDMBC9B/oPYgq9JZJLcYoTxZTSQKCnbIfeBmli&#10;O7FGxlJj9++rQCC3ebx1luXoWnGlPjSeNWQzBYLYeNtwpeGwX0/fQYSIbLH1TBr+KEC5epossbB+&#10;4C1dd7ESKYRDgRrqGLtCymBqchhmviNO3Mn3DmOCfSVtj0MKd618VSqXDhtODTV29FmTuex+nYbz&#10;Wn57o9AcD8dhY+c/Xzm1SuuX5/FjASLSGB/iu3tj0/y3LM/h9k66Qa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WAj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HWc8UA&#10;AADeAAAADwAAAGRycy9kb3ducmV2LnhtbERPS2vCQBC+F/wPyxS81Y0PrKSuooIglh4aRTyO2TEJ&#10;yc6G3VXjv+8WCr3Nx/ec+bIzjbiT85VlBcNBAoI4t7riQsHxsH2bgfABWWNjmRQ8ycNy0XuZY6rt&#10;g7/pnoVCxBD2KSooQ2hTKX1ekkE/sC1x5K7WGQwRukJqh48Ybho5SpKpNFhxbCixpU1JeZ3djILz&#10;7ZOvX+P9yq3DyXYHX48us1qp/mu3+gARqAv/4j/3Tsf5k+H0HX7fiTfI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gdZz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OXc8gA&#10;AADeAAAADwAAAGRycy9kb3ducmV2LnhtbESPQW/CMAyF75P2HyJP4jZSECDWEdBAQuKCNNgO42Ya&#10;r61onC4JUPbr58Mkbrbe83ufZ4vONepCIdaeDQz6GSjiwtuaSwOfH+vnKaiYkC02nsnAjSIs5o8P&#10;M8ytv/KOLvtUKgnhmKOBKqU21zoWFTmMfd8Si/btg8Mkayi1DXiVcNfoYZZNtMOapaHCllYVFaf9&#10;2RlYvkyXP+8j3v7ujgc6fB1P42HIjOk9dW+voBJ16W7+v95YwR8NJsIr78gM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w5dzyAAAAN4AAAAPAAAAAAAAAAAAAAAAAJgCAABk&#10;cnMvZG93bnJldi54bWxQSwUGAAAAAAQABAD1AAAAjQMAAAAA&#10;" fillcolor="black" stroked="f"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k5QsQA&#10;AADeAAAADwAAAGRycy9kb3ducmV2LnhtbERPTUsDMRC9C/0PYQrebLZVil2blqUgiqdtVXqdbsbN&#10;0s1kSWK6/nsjCL3N433OejvaXiTyoXOsYD4rQBA3TnfcKvh4f757BBEissbeMSn4oQDbzeRmjaV2&#10;F95TOsRW5BAOJSowMQ6llKExZDHM3ECcuS/nLcYMfSu1x0sOt71cFMVSWuw4NxgcaGeoOR++rYJ0&#10;2tXVfToms3/zVetd/fJ5qpW6nY7VE4hIY7yK/92vOs9/mC9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5OU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ZCC8gA&#10;AADeAAAADwAAAGRycy9kb3ducmV2LnhtbESPQUvDQBCF74L/YRmhN7uJlFpjt0WKFfXSGgU9Dtkx&#10;G8zOhuw2jf31nYPgbYZ58977luvRt2qgPjaBDeTTDBRxFWzDtYGP9+31AlRMyBbbwGTglyKsV5cX&#10;SyxsOPIbDWWqlZhwLNCAS6krtI6VI49xGjpiuX2H3mOSta+17fEo5r7VN1k21x4blgSHHW0cVT/l&#10;wRuI+ebx89Wf7oavJ8e78sXN97UzZnI1PtyDSjSmf/Hf97OV+rP8VgAER2bQq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dkIL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05263" w:rsidRDefault="00105263" w:rsidP="001052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105263" w:rsidRDefault="00105263" w:rsidP="001052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105263" w:rsidRDefault="00105263" w:rsidP="0010526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105263" w:rsidRDefault="00105263" w:rsidP="001052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105263" w:rsidRDefault="00105263" w:rsidP="001052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C2B3680" wp14:editId="30D69E06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171" name="Группа 141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17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263" w:rsidRDefault="00105263" w:rsidP="001052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171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VXksIA&#10;AADeAAAADwAAAGRycy9kb3ducmV2LnhtbERPTYvCMBC9C/6HMII3TW0XlWqUIioeBNFd70MztsVm&#10;Upqo9d+bhYW9zeN9znLdmVo8qXWVZQWTcQSCOLe64kLBz/duNAfhPLLG2jIpeJOD9arfW2Kq7YvP&#10;9Lz4QoQQdikqKL1vUildXpJBN7YNceButjXoA2wLqVt8hXBTyziKptJgxaGhxIY2JeX3y8MosMn+&#10;cLwW8TnZ8sxzdprfrt1RqeGgyxYgPHX+X/znPugw/2syi+H3nXCDXH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BVeS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1AqscA&#10;AADeAAAADwAAAGRycy9kb3ducmV2LnhtbERPS2sCMRC+C/0PYQq9iGZtRe3WKEXYtvYg+ACvw2a6&#10;2XYzWZJUt/76piD0Nh/fc+bLzjbiRD7UjhWMhhkI4tLpmisFh30xmIEIEVlj45gU/FCA5eKmN8dc&#10;uzNv6bSLlUghHHJUYGJscylDachiGLqWOHEfzluMCfpKao/nFG4beZ9lE2mx5tRgsKWVofJr920V&#10;fBYbc1xNLy++/7ilS794f23WE6XubrvnJxCRuvgvvrrfdJo/Hk0f4O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+NQK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838cA&#10;AADeAAAADwAAAGRycy9kb3ducmV2LnhtbESPzWrDMBCE74W8g9hCLiWRk5o2OJFNCE0pvoT8PMBi&#10;bSxTa2UsNXbePioUettlZueb3RSjbcWNet84VrCYJyCIK6cbrhVczvvZCoQPyBpbx6TgTh6KfPK0&#10;wUy7gY90O4VaxBD2GSowIXSZlL4yZNHPXUcctavrLYa49rXUPQ4x3LZymSRv0mLDkWCwo52h6vv0&#10;YyPk8IqH8jqc958jDvhRGn7ZHpWaPo/bNYhAY/g3/11/6Vg/Xbyn8PtOnEH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3fN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/MfsQA&#10;AADeAAAADwAAAGRycy9kb3ducmV2LnhtbERPS0sDMRC+C/0PYYTebLalL9ampdQKIniwCsXbsJnu&#10;Lm4mIRm76783guBtPr7nbHaD69SVYmo9G5hOClDElbct1wbe3x7v1qCSIFvsPJOBb0qw245uNlha&#10;3/MrXU9SqxzCqUQDjUgotU5VQw7TxAfizF18dCgZxlrbiH0Od52eFcVSO2w5NzQY6NBQ9Xn6cgZe&#10;+mN4Xi0Xl/AR5zOdHqycD2LM+HbY34MSGuRf/Od+snn+fLpawO87+Qa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/zH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nS8sIA&#10;AADcAAAADwAAAGRycy9kb3ducmV2LnhtbESP3YrCMBCF7wXfIYzgjayprshajSKyLuJN8ecBhmZs&#10;is2kNFlb336zIHh5OD8fZ7XpbCUe1PjSsYLJOAFBnDtdcqHgetl/fIHwAVlj5ZgUPMnDZt3vrTDV&#10;ruUTPc6hEHGEfYoKTAh1KqXPDVn0Y1cTR+/mGoshyqaQusE2jttKTpNkLi2WHAkGa9oZyu/nXxsh&#10;2Sdmx1t72f902OL30fBoe1JqOOi2SxCBuvAOv9oHrWA6W8D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dLy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O0bcIA&#10;AADcAAAADwAAAGRycy9kb3ducmV2LnhtbERPTUsDMRC9C/6HMEJvNuvSVlmbFqktSMGDVRBvw2a6&#10;u7iZhGTa3f57cyh4fLzv5Xp0vTpTTJ1nAw/TAhRx7W3HjYGvz939E6gkyBZ7z2TgQgnWq9ubJVbW&#10;D/xB54M0KodwqtBAKxIqrVPdksM09YE4c0cfHUqGsdE24pDDXa/Lolhohx3nhhYDbVqqfw8nZ+B9&#10;2Ib942J+DD9xVur0auV7I8ZM7saXZ1BCo/yLr+43a6Cc5/n5TD4Ce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E7Rt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t58UA&#10;AADcAAAADwAAAGRycy9kb3ducmV2LnhtbESPQWsCMRSE70L/Q3iFXopmtVhkNYoKoQULpVbw+tg8&#10;dxc3L0uSutt/bwTB4zAz3zCLVW8bcSEfascKxqMMBHHhTM2lgsOvHs5AhIhssHFMCv4pwGr5NFhg&#10;blzHP3TZx1IkCIccFVQxtrmUoajIYhi5ljh5J+ctxiR9KY3HLsFtIydZ9i4t1pwWKmxpW1Fx3v9Z&#10;BZvvrnzzr8Wmd7vTx3GqtdFfWqmX5349BxGpj4/wvf1pFEymY7idSU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5O3n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qXFcMA&#10;AADcAAAADwAAAGRycy9kb3ducmV2LnhtbESPUWvCMBSF34X9h3AHvmlqmUM6UxGlMGQvc/sBl+au&#10;qW1uShJr/fdmMNjj4ZzzHc52N9lejORD61jBapmBIK6dbrlR8P1VLTYgQkTW2DsmBXcKsCufZlss&#10;tLvxJ43n2IgE4VCgAhPjUEgZakMWw9INxMn7cd5iTNI3Unu8JbjtZZ5lr9Jiy2nB4EAHQ3V3vloF&#10;1Sn/GLur9pXbTy+W1uayORql5s/T/g1EpCn+h//a71pBvs7h90w6ArJ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qXF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rWC8UA&#10;AADcAAAADwAAAGRycy9kb3ducmV2LnhtbESPQWsCMRSE7wX/Q3iCl6JZFUVWo2ghWGihVAWvj81z&#10;d3HzsiSpu/33TaHQ4zAz3zCbXW8b8SAfascKppMMBHHhTM2lgstZj1cgQkQ22DgmBd8UYLcdPG0w&#10;N67jT3qcYikShEOOCqoY21zKUFRkMUxcS5y8m/MWY5K+lMZjl+C2kbMsW0qLNaeFClt6qai4n76s&#10;gsNHV879c3Ho3dvteF1obfS7Vmo07PdrEJH6+B/+a78aBbPFHH7Pp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etYL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+q+sIA&#10;AADc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8NoXH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P6r6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6osIA&#10;AADcAAAADwAAAGRycy9kb3ducmV2LnhtbESP0WrCQBRE3wv+w3IF3+omsRGJriJCpD427Qdcstck&#10;mL0bs2sS/94tFPo4zMwZZneYTCsG6l1jWUG8jEAQl1Y3XCn4+c7fNyCcR9bYWiYFT3Jw2M/edphp&#10;O/IXDYWvRICwy1BB7X2XSenKmgy6pe2Ig3e1vUEfZF9J3eMY4KaVSRStpcGGw0KNHZ1qKm/Fwyj4&#10;eI7ne5Heolwbii+r7sK+TJVazKfjFoSnyf+H/9qfWkGSpvB7JhwBuX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mHqi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4PlsUA&#10;AADc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aw2L3A7E4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ng+W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vNH8cA&#10;AADcAAAADwAAAGRycy9kb3ducmV2LnhtbESPQWvCQBSE70L/w/IK3nTTqiFNXcUKgnpQqvbQ22v2&#10;NUnNvo3ZVeO/dwuFHoeZ+YYZT1tTiQs1rrSs4KkfgSDOrC45V3DYL3oJCOeRNVaWScGNHEwnD50x&#10;ptpe+Z0uO5+LAGGXooLC+zqV0mUFGXR9WxMH79s2Bn2QTS51g9cAN5V8jqJYGiw5LBRY07yg7Lg7&#10;GwUf2yR+2b6thj/rzRcOjD596jJWqvvYzl5BeGr9f/ivvdQKBskIfs+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/bzR/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haE8QA&#10;AADcAAAADwAAAGRycy9kb3ducmV2LnhtbESPSYvCQBSE74L/oXmCN+24EELGVlxwYU5uMNdH+k0S&#10;Jv06pFuN8+unhQGPRVV9Rc0WranEnRpXWlYwGkYgiDOrS84VXC/bQQLCeWSNlWVS8CQHi3m3M8NU&#10;2wef6H72uQgQdikqKLyvUyldVpBBN7Q1cfC+bWPQB9nkUjf4CHBTyXEUxdJgyWGhwJrWBWU/55tR&#10;8Bt/4dHtx6vNRHt6TpOd/TzulOr32uUHCE+tf4f/2wetYJLE8DoTj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IWhP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OCZsMA&#10;AADcAAAADwAAAGRycy9kb3ducmV2LnhtbESPzW7CMBCE75V4B2srcQOn/BMwCCEq9QYEHmAVL05E&#10;vA6xgbRPX1dC6nE0M99oluvWVuJBjS8dK/joJyCIc6dLNgrOp8/eDIQPyBorx6TgmzysV523Jaba&#10;PflIjywYESHsU1RQhFCnUvq8IIu+72ri6F1cYzFE2RipG3xGuK3kIEkm0mLJcaHAmrYF5dfsbhXc&#10;3GCs22yH++tufiiNGd1+jiOluu/tZgEiUBv+w6/2l1YwnE3h70w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OCZ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GEQ8AA&#10;AADcAAAADwAAAGRycy9kb3ducmV2LnhtbERPPW/CMBDdK/EfrENiAwcQkKYYBEhIrNAOjFf7SFLi&#10;c4gNBH49HpA6Pr3v+bK1lbhR40vHCoaDBASxdqbkXMHP97afgvAB2WDlmBQ8yMNy0fmYY2bcnfd0&#10;O4RcxBD2GSooQqgzKb0uyKIfuJo4cifXWAwRNrk0Dd5juK3kKEmm0mLJsaHAmjYF6fPhahXsyl+a&#10;TPXp06ZrvT8+L2E8+zNK9brt6gtEoDb8i9/unVEwTuPaeCYeAbl4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GEQ8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2d/8EA&#10;AADcAAAADwAAAGRycy9kb3ducmV2LnhtbERPXWvCMBR9H/gfwhX2NtM5EFuNMgeDjWlBHfP10tw1&#10;Zc1NabLa/nsjCD6eb85y3dtadNT6yrGC50kCgrhwuuJSwffx/WkOwgdkjbVjUjCQh/Vq9LDETLsz&#10;76k7hFLEEvYZKjAhNJmUvjBk0U9cQxy1X9daDBG2pdQtnmO5reU0SWbSYsVxwWBDb4aKv8O/VdBh&#10;PiQns9mln9W2mOabny8defU47l8XIAL14W6+pT+0gpd5Ctcz8QjI1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89nf/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oXscEA&#10;AADcAAAADwAAAGRycy9kb3ducmV2LnhtbERPPU/DMBDdkfgP1iGxUadBQpDWrSqkVh0hdOh4xNc4&#10;bXwX2aYJ/Ho8IDE+ve/levK9ulKInbCB+awARdyI7bg1cPjYPjyDignZYi9MBr4pwnp1e7PEysrI&#10;73StU6tyCMcKDbiUhkrr2DjyGGcyEGfuJMFjyjC02gYcc7jvdVkUT9pjx7nB4UCvjppL/eUNjLvm&#10;81yejtb9hEG29Zucy16Mub+bNgtQiab0L/5z762Bx5c8P5/JR0C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KF7H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n/C8YA&#10;AADcAAAADwAAAGRycy9kb3ducmV2LnhtbESP3WoCMRSE74W+QziF3mlWC1ZXo1itIKUi68/9cXPc&#10;3TY5WTapbt++KRS8HGbmG2Y6b60RV2p85VhBv5eAIM6drrhQcDysuyMQPiBrNI5JwQ95mM8eOlNM&#10;tbtxRtd9KESEsE9RQRlCnUrp85Is+p6riaN3cY3FEGVTSN3gLcKtkYMkGUqLFceFEmtalpR/7b+t&#10;gvVuZT4H22xxkmH59nI2o/fX1YdST4/tYgIiUBvu4f/2Rit4Hvfh70w8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n/C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sS18YA&#10;AADcAAAADwAAAGRycy9kb3ducmV2LnhtbESPQWvCQBSE74X+h+UVehHdaKikqatIoahQQaPQ6zP7&#10;mgSzb0N2m8R/3y0IPQ4z8w2zWA2mFh21rrKsYDqJQBDnVldcKDifPsYJCOeRNdaWScGNHKyWjw8L&#10;TLXt+Uhd5gsRIOxSVFB636RSurwkg25iG+LgfdvWoA+yLaRusQ9wU8tZFM2lwYrDQokNvZeUX7Mf&#10;o6A7fF6Kbeea3TUZuZf4stns9ZdSz0/D+g2Ep8H/h+/trVYQv87g70w4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sS1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E2PMgA&#10;AADcAAAADwAAAGRycy9kb3ducmV2LnhtbESPzWvCQBTE7wX/h+UJvdWNHxVNs4oKhV4KfvRQby/Z&#10;1ySYfRt3txr717uFQo/DzPyGyZadacSFnK8tKxgOEhDEhdU1lwo+Dq9PMxA+IGtsLJOCG3lYLnoP&#10;GabaXnlHl30oRYSwT1FBFUKbSumLigz6gW2Jo/dlncEQpSuldniNcNPIUZJMpcGa40KFLW0qKk77&#10;b6NgPZ+tz9sJv//s8iMdP/PT88glSj32u9ULiEBd+A//td+0gvF8DL9n4hGQi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sTY8yAAAANwAAAAPAAAAAAAAAAAAAAAAAJgCAABk&#10;cnMvZG93bnJldi54bWxQSwUGAAAAAAQABAD1AAAAjQMAAAAA&#10;" fillcolor="black" stroked="f"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oPUMcA&#10;AADcAAAADwAAAGRycy9kb3ducmV2LnhtbESPQWsCMRSE7wX/Q3hCbzVba0VXo6itUNAe1B56fG5e&#10;d8NuXpZNqqu/vhGEHoeZ+YaZzltbiRM13jhW8NxLQBBnThvOFXwd1k8jED4ga6wck4ILeZjPOg9T&#10;TLU7845O+5CLCGGfooIihDqV0mcFWfQ9VxNH78c1FkOUTS51g+cIt5XsJ8lQWjQcFwqsaVVQVu5/&#10;rYLvzdCMdob6x+11+a63r+Xy861U6rHbLiYgArXhP3xvf2gFL+MB3M7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qD1D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uAJcUA&#10;AADcAAAADwAAAGRycy9kb3ducmV2LnhtbESPQWsCMRSE7wX/Q3hCbzVrS4tdjSKK6KWHqsXrY/O6&#10;2e7mZZtEXf31Rij0OMzMN8xk1tlGnMiHyrGC4SADQVw4XXGpYL9bPY1AhIissXFMCi4UYDbtPUww&#10;1+7Mn3TaxlIkCIccFZgY21zKUBiyGAauJU7et/MWY5K+lNrjOcFtI5+z7E1arDgtGGxpYaiot0er&#10;wM8Py/rKx686u35cwvqn+x2hUeqx383HICJ18T/8195oBS/vr3A/k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O4Al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RBSsUA&#10;AADcAAAADwAAAGRycy9kb3ducmV2LnhtbESPUWvCQBCE3wv+h2OFvpR6qYLW6CmlUCgoBaM/YM2t&#10;SfBuL+S2Gvvre4WCj8PMfMMs17136kJdbAIbeBlloIjLYBuuDBz2H8+voKIgW3SBycCNIqxXg4cl&#10;5jZceUeXQiqVIBxzNFCLtLnWsazJYxyFljh5p9B5lCS7StsOrwnunR5n2VR7bDgt1NjSe03lufj2&#10;Btz46OabWdzK7aC32Y+X3dOXNeZx2L8tQAn1cg//tz+tgcl8Cn9n0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5EFK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VF2sYA&#10;AADcAAAADwAAAGRycy9kb3ducmV2LnhtbESPT2sCMRTE7wW/Q3gFbzVbC7bdGsU/CHvx0NXi9bl5&#10;3SxNXpZNqquf3hQKHoeZ+Q0znffOihN1ofGs4HmUgSCuvG64VrDfbZ7eQISIrNF6JgUXCjCfDR6m&#10;mGt/5k86lbEWCcIhRwUmxjaXMlSGHIaRb4mT9+07hzHJrpa6w3OCOyvHWTaRDhtOCwZbWhmqfspf&#10;p2Bdtna8L8wyHL62x6Mtrhs6rJUaPvaLDxCR+ngP/7cLreDl/RX+zq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VF2sYAAADc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Sv7MEA&#10;AADcAAAADwAAAGRycy9kb3ducmV2LnhtbERPu2rDMBTdC/kHcQPdGiktuKkbJYRQg6FT8xiyXaQb&#10;24l1ZSzVdv++GgodD+e93k6uFQP1ofGsYblQIIiNtw1XGk7H4mkFIkRki61n0vBDAbab2cMac+tH&#10;/qLhECuRQjjkqKGOsculDKYmh2HhO+LEXX3vMCbYV9L2OKZw18pnpTLpsOHUUGNH+5rM/fDtNNwK&#10;+emNQnM+ncfSvl4+MmqV1o/zafcOItIU/8V/7tJqeHlLa9OZdA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0r+z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IeYcQA&#10;AADcAAAADwAAAGRycy9kb3ducmV2LnhtbESPQYvCMBSE7wv+h/AEb2u6CqJdo6ggiOJhVWSPb5tn&#10;W9q8lCRq/fdGWPA4zMw3zHTemlrcyPnSsoKvfgKCOLO65FzB6bj+HIPwAVljbZkUPMjDfNb5mGKq&#10;7Z1/6HYIuYgQ9ikqKEJoUil9VpBB37cNcfQu1hkMUbpcaof3CDe1HCTJSBosOS4U2NCqoKw6XI2C&#10;3+uOL/vhduGW4Wzbo68Gf+NKqV63XXyDCNSGd/i/vdEKhpMJvM7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iHmH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PwqcQA&#10;AADcAAAADwAAAGRycy9kb3ducmV2LnhtbERPy2oCMRTdF/yHcAvd1aSixY6TERUK3Qj1sai76+Q6&#10;Mzi5GZNUp/36ZlFweTjvfN7bVlzJh8axhpehAkFcOtNwpWG/e3+egggR2WDrmDT8UIB5MXjIMTPu&#10;xhu6bmMlUgiHDDXUMXaZlKGsyWIYuo44cSfnLcYEfSWNx1sKt60cKfUqLTacGmrsaFVTed5+Ww3L&#10;t+ny8jnm9e/meKDD1/E8GXml9dNjv5iBiNTHu/jf/WE0jFWan86kIy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D8KnEAAAA3AAAAA8AAAAAAAAAAAAAAAAAmAIAAGRycy9k&#10;b3ducmV2LnhtbFBLBQYAAAAABAAEAPUAAACJAwAAAAA=&#10;" fillcolor="black" stroked="f"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dYE8QA&#10;AADcAAAADwAAAGRycy9kb3ducmV2LnhtbESPUUvDMBSF3wX/Q7gD31w6FZFuaSkDUXzqNsXXu+au&#10;KWtuShKz+u+NIPh4OOd8h7OpZzuKRD4MjhWslgUI4s7pgXsF74fn2ycQISJrHB2Tgm8KUFfXVxss&#10;tbvwjtI+9iJDOJSowMQ4lVKGzpDFsHQTcfZOzluMWfpeao+XDLejvCuKR2lx4LxgcKKtoe68/7IK&#10;0nHbNvfpM5ndm29679qXj2Or1M1ibtYgIs3xP/zXftUKHooV/J7JR0B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nWBP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dB5sUA&#10;AADcAAAADwAAAGRycy9kb3ducmV2LnhtbESPQWvCQBSE70L/w/IKvdWNUsRGVynSFvVimwp6fGSf&#10;2WD2bciuMfrrXaHgcZiZb5jpvLOVaKnxpWMFg34Cgjh3uuRCwfbv63UMwgdkjZVjUnAhD/PZU2+K&#10;qXZn/qU2C4WIEPYpKjAh1KmUPjdk0fddTRy9g2sshiibQuoGzxFuKzlMkpG0WHJcMFjTwlB+zE5W&#10;gR8sPndre31v99+GN9nKjH4Ko9TLc/cxARGoC4/wf3upFbwlQ7ifiUdA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d0Hm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5263" w:rsidRDefault="00105263" w:rsidP="001052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05263" w:rsidRDefault="00105263" w:rsidP="0010526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105263" w:rsidRDefault="00105263" w:rsidP="001052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05263" w:rsidRDefault="00105263" w:rsidP="00105263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05263" w:rsidRDefault="00105263" w:rsidP="001052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.07. 2021р.                                                   Крупець                                           №_____</w:t>
      </w: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Шарпіті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О.В, 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О.В</w:t>
      </w:r>
    </w:p>
    <w:p w:rsidR="00105263" w:rsidRDefault="00105263" w:rsidP="0010526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105263" w:rsidRDefault="00105263" w:rsidP="001052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Шарпіти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  сільська рада</w:t>
      </w:r>
    </w:p>
    <w:p w:rsidR="00105263" w:rsidRDefault="00105263" w:rsidP="001052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05263" w:rsidRDefault="00105263" w:rsidP="001052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5263" w:rsidRDefault="00105263" w:rsidP="001052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Шарпіті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Оксані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109A9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Олексію Володимировичу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109A9" w:rsidRPr="00C109A9">
        <w:rPr>
          <w:rFonts w:ascii="Times New Roman" w:eastAsia="Calibri" w:hAnsi="Times New Roman" w:cs="Times New Roman"/>
          <w:sz w:val="24"/>
          <w:lang w:eastAsia="en-US"/>
        </w:rPr>
        <w:t>_____________,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по вул. Лесі Українки,77, Шепетівського району, Хмельницької області..</w:t>
      </w:r>
    </w:p>
    <w:p w:rsidR="00105263" w:rsidRDefault="00105263" w:rsidP="001052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Шарпіті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05263" w:rsidRDefault="00105263" w:rsidP="001052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05263" w:rsidRDefault="00105263" w:rsidP="0010526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05263" w:rsidRPr="00105263" w:rsidRDefault="00105263" w:rsidP="001052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105263" w:rsidRDefault="00105263" w:rsidP="001052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05263" w:rsidRDefault="00105263" w:rsidP="00105263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E430C" w:rsidRPr="00105263" w:rsidRDefault="00105263" w:rsidP="001052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2E430C" w:rsidRPr="00105263" w:rsidSect="00105263">
      <w:pgSz w:w="12240" w:h="15840"/>
      <w:pgMar w:top="1440" w:right="1440" w:bottom="14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263"/>
    <w:rsid w:val="00105263"/>
    <w:rsid w:val="002E430C"/>
    <w:rsid w:val="00C10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6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26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289</Words>
  <Characters>1648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2021-07-19T05:38:00Z</dcterms:created>
  <dcterms:modified xsi:type="dcterms:W3CDTF">2021-07-19T06:27:00Z</dcterms:modified>
</cp:coreProperties>
</file>