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402" w:rsidRPr="003B50D1" w:rsidRDefault="00476402" w:rsidP="00476402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  <w:r w:rsidRPr="003B50D1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ПРОЕКТ</w:t>
      </w:r>
    </w:p>
    <w:p w:rsidR="00476402" w:rsidRPr="003B50D1" w:rsidRDefault="00476402" w:rsidP="00476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3B50D1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AF042BA" wp14:editId="7E3CB31B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22949" name="Группа 229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2295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6402" w:rsidRDefault="00476402" w:rsidP="004764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5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6402" w:rsidRDefault="00476402" w:rsidP="004764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5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6402" w:rsidRDefault="00476402" w:rsidP="004764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5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6402" w:rsidRDefault="00476402" w:rsidP="004764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5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6402" w:rsidRDefault="00476402" w:rsidP="004764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5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6402" w:rsidRDefault="00476402" w:rsidP="004764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5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6402" w:rsidRDefault="00476402" w:rsidP="004764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5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6402" w:rsidRDefault="00476402" w:rsidP="004764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5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6402" w:rsidRDefault="00476402" w:rsidP="004764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5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6402" w:rsidRDefault="00476402" w:rsidP="004764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6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6402" w:rsidRDefault="00476402" w:rsidP="004764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6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6402" w:rsidRDefault="00476402" w:rsidP="004764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6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6402" w:rsidRDefault="00476402" w:rsidP="004764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6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6402" w:rsidRDefault="00476402" w:rsidP="004764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6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6402" w:rsidRDefault="00476402" w:rsidP="004764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6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6402" w:rsidRDefault="00476402" w:rsidP="004764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6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6402" w:rsidRDefault="00476402" w:rsidP="004764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6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6402" w:rsidRDefault="00476402" w:rsidP="004764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6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6402" w:rsidRDefault="00476402" w:rsidP="004764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6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6402" w:rsidRDefault="00476402" w:rsidP="004764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7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6402" w:rsidRDefault="00476402" w:rsidP="004764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7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6402" w:rsidRDefault="00476402" w:rsidP="004764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7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6402" w:rsidRDefault="00476402" w:rsidP="004764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7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6402" w:rsidRDefault="00476402" w:rsidP="004764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7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6402" w:rsidRDefault="00476402" w:rsidP="004764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7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6402" w:rsidRDefault="00476402" w:rsidP="004764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7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6402" w:rsidRDefault="00476402" w:rsidP="004764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7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6402" w:rsidRDefault="00476402" w:rsidP="004764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7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6402" w:rsidRDefault="00476402" w:rsidP="004764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7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6402" w:rsidRDefault="00476402" w:rsidP="004764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2949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BbJsQA&#10;AADeAAAADwAAAGRycy9kb3ducmV2LnhtbESPy2rCQBSG9wXfYTiCuzppgrfoKEGsZBEQbd0fMsck&#10;NHMmZEZN376zKLj8+W98m91gWvGg3jWWFXxMIxDEpdUNVwq+vz7flyCcR9bYWiYFv+Rgtx29bTDV&#10;9slnelx8JcIIuxQV1N53qZSurMmgm9qOOHg32xv0QfaV1D0+w7hpZRxFc2mw4fBQY0f7msqfy90o&#10;sMkxL65VfE4OvPCcnZa361AoNRkP2RqEp8G/wv/tXCuI49UsAAScgAJy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QWyb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76402" w:rsidRDefault="00476402" w:rsidP="004764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hMHskA&#10;AADeAAAADwAAAGRycy9kb3ducmV2LnhtbESPQWsCMRSE74X+h/CEXqRmXdDWrVGKsNr2UNAWen1s&#10;XjdrNy9LEnXrrzdCocdhZr5h5svetuJIPjSOFYxHGQjiyumGawWfH+X9I4gQkTW2jknBLwVYLm5v&#10;5lhod+ItHXexFgnCoUAFJsaukDJUhiyGkeuIk/ftvMWYpK+l9nhKcNvKPMum0mLDacFgRytD1c/u&#10;YBXsy3fztXo4r/1wtqXzsHzbtK9Tpe4G/fMTiEh9/A//tV+0gjyfTcZwvZOugFxc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fdhMHs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76402" w:rsidRDefault="00476402" w:rsidP="004764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l2aMQA&#10;AADeAAAADwAAAGRycy9kb3ducmV2LnhtbESP3YrCMBCF7xd8hzCCN4umVlbcrlFEVMQbUfcBhmZs&#10;yjaT0kRb394Iwl4ezs/HmS87W4k7Nb50rGA8SkAQ506XXCj4vWyHMxA+IGusHJOCB3lYLnofc8y0&#10;a/lE93MoRBxhn6ECE0KdSelzQxb9yNXE0bu6xmKIsimkbrCN47aSaZJMpcWSI8FgTWtD+d/5ZiPk&#10;OMHj4dpetrsOW9wcDH+uTkoN+t3qB0SgLvyH3+29VpCm318pvO7EKyA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Zdmj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76402" w:rsidRDefault="00476402" w:rsidP="004764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HGyccA&#10;AADeAAAADwAAAGRycy9kb3ducmV2LnhtbESPQUsDMRSE74L/ITzBm8262mrXpqVUBSl4sArS22Pz&#10;urt08xKSZ3f990YQPA4z8w2zWI2uVyeKqfNs4HpSgCKuve24MfDx/nx1DyoJssXeMxn4pgSr5fnZ&#10;AivrB36j004alSGcKjTQioRK61S35DBNfCDO3sFHh5JlbLSNOGS463VZFDPtsOO80GKgTUv1cffl&#10;DLwOT2F7N5sewj7eljo9WvnciDGXF+P6AZTQKP/hv/aLNVCW8+kN/N7JV0Av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nRxsn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76402" w:rsidRDefault="00476402" w:rsidP="004764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xLh8UA&#10;AADeAAAADwAAAGRycy9kb3ducmV2LnhtbESP3WrCQBCF74W+wzKF3kjdNLZFo6uIVCneBH8eYMiO&#10;2dDsbMiuJr69Kwi9PJyfjzNf9rYWV2p95VjBxygBQVw4XXGp4HTcvE9A+ICssXZMCm7kYbl4Gcwx&#10;067jPV0PoRRxhH2GCkwITSalLwxZ9CPXEEfv7FqLIcq2lLrFLo7bWqZJ8i0tVhwJBhtaGyr+Dhcb&#10;IfkY8925O262PXb4szM8XO2VenvtVzMQgfrwH362f7WCNJ1+fcLjTrwCcn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vEuH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76402" w:rsidRDefault="00476402" w:rsidP="004764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T7JsYA&#10;AADeAAAADwAAAGRycy9kb3ducmV2LnhtbESPQUvDQBSE70L/w/IK3uzGYKqm3RapCiJ4sArS2yP7&#10;mgSzb5fdZxP/vSsIHoeZ+YZZbyc3qBPF1Hs2cLkoQBE33vbcGnh/e7y4AZUE2eLgmQx8U4LtZna2&#10;xtr6kV/ptJdWZQinGg10IqHWOjUdOUwLH4izd/TRoWQZW20jjhnuBl0WxVI77DkvdBho11Hzuf9y&#10;Bl7Gh/B8vayO4RCvSp3urXzsxJjz+XS3AiU0yX/4r/1kDZTlbVXB7518BfTm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XT7Js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76402" w:rsidRDefault="00476402" w:rsidP="004764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N4uMcA&#10;AADeAAAADwAAAGRycy9kb3ducmV2LnhtbESPUWvCMBSF3wf7D+EO9iKarkPRzihzEBxMGFPB10tz&#10;bcuam5JE2/37ZSDs8XDO+Q5nuR5sK67kQ+NYwdMkA0FcOtNwpeB40OM5iBCRDbaOScEPBViv7u+W&#10;WBjX8xdd97ESCcKhQAV1jF0hZShrshgmriNO3tl5izFJX0njsU9w28o8y2bSYsNpocaO3moqv/cX&#10;q2Dz2VfPflRuBvdx3p6mWhu900o9PgyvLyAiDfE/fGu/GwV5vpjO4O9OugJy9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yjeLj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76402" w:rsidRDefault="00476402" w:rsidP="004764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+X3MUA&#10;AADeAAAADwAAAGRycy9kb3ducmV2LnhtbESPUWvCMBSF3wf+h3CFvc3UMjetRhFHYYy9TP0Bl+ba&#10;VJubksTa/ftlIPh4OOd8h7PaDLYVPfnQOFYwnWQgiCunG64VHA/lyxxEiMgaW8ek4JcCbNajpxUW&#10;2t34h/p9rEWCcChQgYmxK6QMlSGLYeI64uSdnLcYk/S11B5vCW5bmWfZm7TYcFow2NHOUHXZX62C&#10;8iv/7i9X7Uu3HV4tzcx5/mGUeh4P2yWISEN8hO/tT60gzxezd/i/k66A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35fc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76402" w:rsidRDefault="00476402" w:rsidP="004764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BJUcQA&#10;AADeAAAADwAAAGRycy9kb3ducmV2LnhtbERPXWvCMBR9F/wP4Qp7GTNdh+KqUXQQNpgguoGvl+ba&#10;FpubkmS2+/fLw8DHw/lebQbbihv50DhW8DzNQBCXzjRcKfj+0k8LECEiG2wdk4JfCrBZj0crLIzr&#10;+Ui3U6xECuFQoII6xq6QMpQ1WQxT1xEn7uK8xZigr6Tx2Kdw28o8y+bSYsOpocaO3moqr6cfq2B3&#10;6KsX/1juBvd5eT/PtDZ6r5V6mAzbJYhIQ7yL/90fRkGev87S3nQnXQG5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wSVH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76402" w:rsidRDefault="00476402" w:rsidP="004764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ymNcUA&#10;AADeAAAADwAAAGRycy9kb3ducmV2LnhtbESPUWvCMBSF3wf+h3AF32Zq0aHVKKIUZOxlbj/g0lyb&#10;anNTkljrv18Ggz0ezjnf4Wx2g21FTz40jhXMphkI4srphmsF31/l6xJEiMgaW8ek4EkBdtvRywYL&#10;7R78Sf051iJBOBSowMTYFVKGypDFMHUdcfIuzluMSfpaao+PBLetzLPsTVpsOC0Y7OhgqLqd71ZB&#10;+Z5/9Le79qXbD3NLC3NdHo1Sk/GwX4OINMT/8F/7pBXk+Wqxgt876QrI7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DKY1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76402" w:rsidRDefault="00476402" w:rsidP="004764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Rb/cIA&#10;AADeAAAADwAAAGRycy9kb3ducmV2LnhtbESPzYrCMBSF9wO+Q7jC7MbUOhatTUUEB11O9QEuzbUt&#10;Nje1iba+vVkMzPJw/viy7Wha8aTeNZYVzGcRCOLS6oYrBZfz4WsFwnlkja1lUvAiB9t88pFhqu3A&#10;v/QsfCXCCLsUFdTed6mUrqzJoJvZjjh4V9sb9EH2ldQ9DmHctDKOokQabDg81NjRvqbyVjyMgu/X&#10;8HMvlrfooA3NT4vuxL5cKvU5HXcbEJ5G/x/+ax+1gjheJwEg4AQUkP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lFv9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76402" w:rsidRDefault="00476402" w:rsidP="004764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roycUA&#10;AADeAAAADwAAAGRycy9kb3ducmV2LnhtbESPQWvCQBSE7wX/w/IKvTUbcwg1dRWpKMVTG6PnR/aZ&#10;hGbfhuwmxn/vCkKPw8x8wyzXk2nFSL1rLCuYRzEI4tLqhisFxXH3/gHCeWSNrWVScCMH69XsZYmZ&#10;tlf+pTH3lQgQdhkqqL3vMildWZNBF9mOOHgX2xv0QfaV1D1eA9y0MonjVBpsOCzU2NFXTeVfPhgF&#10;Q3pOCr4c9E++ve0X293GyVOl1NvrtPkE4Wny/+Fn+1srSJJFOofHnXAF5Oo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2ujJ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76402" w:rsidRDefault="00476402" w:rsidP="004764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fGo8gA&#10;AADeAAAADwAAAGRycy9kb3ducmV2LnhtbESPQWvCQBSE7wX/w/IK3uqmUYJGV2kLhepB0erB2zP7&#10;TGKzb9PsVuO/dwWhx2FmvmEms9ZU4kyNKy0reO1FIIgzq0vOFWy/P1+GIJxH1lhZJgVXcjCbdp4m&#10;mGp74TWdNz4XAcIuRQWF93UqpcsKMuh6tiYO3tE2Bn2QTS51g5cAN5WMoyiRBksOCwXW9FFQ9rP5&#10;Mwp2q2EyWr3PB6fF8oB9o3/3ukyU6j63b2MQnlr/H360v7SCOB4lMdzvhCsgpz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6Z8ajyAAAAN4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76402" w:rsidRDefault="00476402" w:rsidP="004764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L0rMYA&#10;AADeAAAADwAAAGRycy9kb3ducmV2LnhtbESPQWvCQBSE74L/YXlCb7oxlhCjq2hLbfFkVfD6yD6T&#10;YPZtyG419te7QqHHYWa+YebLztTiSq2rLCsYjyIQxLnVFRcKjoePYQrCeWSNtWVScCcHy0W/N8dM&#10;2xt/03XvCxEg7DJUUHrfZFK6vCSDbmQb4uCdbWvQB9kWUrd4C3BTyziKEmmw4rBQYkNvJeWX/Y9R&#10;8JuccOc+4/X7RHu6v6Ybu91tlHoZdKsZCE+d/w//tb+0gjieJhN43glXQC4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dL0r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76402" w:rsidRDefault="00476402" w:rsidP="004764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IFdsUA&#10;AADeAAAADwAAAGRycy9kb3ducmV2LnhtbESP0WrCQBRE3wv+w3IF3+rGkIpGV5Gi0Ldq9AMu2esm&#10;mL0bs1tN+/VdQfBxmJkzzHLd20bcqPO1YwWTcQKCuHS6ZqPgdNy9z0D4gKyxcUwKfsnDejV4W2Ku&#10;3Z0PdCuCERHCPkcFVQhtLqUvK7Lox64ljt7ZdRZDlJ2RusN7hNtGpkkylRZrjgsVtvRZUXkpfqyC&#10;q0s/dF9s8fuyne9rY7Lr3yFTajTsNwsQgfrwCj/bX1pBms6nGTzuxCsgV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AgV2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76402" w:rsidRDefault="00476402" w:rsidP="004764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LGBsUA&#10;AADeAAAADwAAAGRycy9kb3ducmV2LnhtbESPwW7CMBBE70j8g7VI3MBpKlIIGEQrIXEFeuhxay9J&#10;aLwOsQuBr68rIXEczcwbzWLV2VpcqPWVYwUv4wQEsXam4kLB52EzmoLwAdlg7ZgU3MjDatnvLTA3&#10;7so7uuxDISKEfY4KyhCaXEqvS7Lox64hjt7RtRZDlG0hTYvXCLe1TJMkkxYrjgslNvRRkv7Z/1oF&#10;2+qbJpk+zuz0Xe++7ufw+nYySg0H3XoOIlAXnuFHe2sUpOksm8D/nXgF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8sYG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76402" w:rsidRDefault="00476402" w:rsidP="004764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GhpsMA&#10;AADeAAAADwAAAGRycy9kb3ducmV2LnhtbERPXWvCMBR9F/wP4Qp709Q+lNkZixUExzZhKtvrpblr&#10;is1NabJa//0yGOzxfHPWxWhbMVDvG8cKlosEBHHldMO1gst5P38E4QOyxtYxKbiTh2Iznawx1+7G&#10;7zScQi1iCfscFZgQulxKXxmy6BeuI47al+sthgj7Wuoeb7HctjJNkkxabDguGOxoZ6i6nr6tggGP&#10;9+TTlG+r5+a1So/lx4uOvHqYjdsnEIHG8G/+Sx+0gjRdZRn83olXQG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gGhp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76402" w:rsidRDefault="00476402" w:rsidP="004764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Dbp8UA&#10;AADeAAAADwAAAGRycy9kb3ducmV2LnhtbESPwU7DMBBE70j8g7VI3KhTHwqEulWFVMQRAgeOS7yN&#10;U+LdyDZN4OsxEhLH0cy80ay3cxjUiWLqhS0sFxUo4lZcz52F15f91Q2olJEdDsJk4YsSbDfnZ2us&#10;nUz8TKcmd6pAONVowec81lqn1lPAtJCRuHgHiQFzkbHTLuJU4GHQpqpWOmDPZcHjSPee2o/mM1iY&#10;Htr3ozm8Of8dR9k3T3I0g1h7eTHv7kBlmvN/+K/96CwYc7u6ht875Qr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QNun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76402" w:rsidRDefault="00476402" w:rsidP="004764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dfwsUA&#10;AADeAAAADwAAAGRycy9kb3ducmV2LnhtbERPyW7CMBC9I/UfrEHiBg45UJpiorBJVUVVQdv7NJ4m&#10;KfY4il0If48PSD0+vX2R99aIM3W+caxgOklAEJdON1wp+PzYjecgfEDWaByTgit5yJcPgwVm2l34&#10;QOdjqEQMYZ+hgjqENpPSlzVZ9BPXEkfux3UWQ4RdJXWHlxhujUyTZCYtNhwbamxpXVN5Ov5ZBbv3&#10;jflN3w7Flwzr7eO3mb+uNnulRsO+eAYRqA//4rv7RStI06dZ3BvvxCs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J1/C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76402" w:rsidRDefault="00476402" w:rsidP="004764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0nzcgA&#10;AADeAAAADwAAAGRycy9kb3ducmV2LnhtbESP3WrCQBSE7wt9h+UUelPMxpRKjK4ihaIFC/6BtyfZ&#10;YxLMng3ZbUzfvisUejnMzDfMfDmYRvTUudqygnEUgyAurK65VHA6foxSEM4ja2wsk4IfcrBcPD7M&#10;MdP2xnvqD74UAcIuQwWV920mpSsqMugi2xIH72I7gz7IrpS6w1uAm0YmcTyRBmsOCxW29F5RcT18&#10;GwX9bpuXm961n9f0xb295uv1lz4r9fw0rGYgPA3+P/zX3mgFSTKdTOF+J1wBufg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lnSfN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76402" w:rsidRDefault="00476402" w:rsidP="004764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JmkMYA&#10;AADeAAAADwAAAGRycy9kb3ducmV2LnhtbESPzWoCMRSF94LvEK7gTjMOWnVqFBUKbgpVu6i76+R2&#10;ZnByMyapTvv0zUJweTh/fItVa2pxI+crywpGwwQEcW51xYWCz+PbYAbCB2SNtWVS8EseVstuZ4GZ&#10;tnfe0+0QChFH2GeooAyhyaT0eUkG/dA2xNH7ts5giNIVUju8x3FTyzRJXqTBiuNDiQ1tS8ovhx+j&#10;YDOfba4fY37/259PdPo6XyapS5Tq99r1K4hAbXiGH+2dVpCm82kEiDgRBeTy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BJmkMYAAADeAAAADwAAAAAAAAAAAAAAAACYAgAAZHJz&#10;L2Rvd25yZXYueG1sUEsFBgAAAAAEAAQA9QAAAIsDAAAAAA==&#10;" fillcolor="black" stroked="f">
                  <v:textbox>
                    <w:txbxContent>
                      <w:p w:rsidR="00476402" w:rsidRDefault="00476402" w:rsidP="004764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3NC8kA&#10;AADeAAAADwAAAGRycy9kb3ducmV2LnhtbESPS2/CMBCE70j8B2sr9QYOkcojxSDoQ6pUOPA4cNzG&#10;28RKvI5iF9L++hoJieNoZr7RzJedrcWZWm8cKxgNExDEudOGCwXHw/tgCsIHZI21Y1LwSx6Wi35v&#10;jpl2F97ReR8KESHsM1RQhtBkUvq8JIt+6Bri6H271mKIsi2kbvES4baWaZKMpUXDcaHEhl5Kyqv9&#10;j1Vw+hyb6c5Q+rX5W7/pzVO13r5WSj0+dKtnEIG6cA/f2h9aQZrOJiO43olXQC7+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cp3NC8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76402" w:rsidRDefault="00476402" w:rsidP="004764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0+TscA&#10;AADeAAAADwAAAGRycy9kb3ducmV2LnhtbESPwW7CMBBE75X4B2uRuBWHHCikGISoEL30AC3qdRVv&#10;4zTxOrUNBL6+RqrU42hm3mgWq9624kw+1I4VTMYZCOLS6ZorBR/v28cZiBCRNbaOScGVAqyWg4cF&#10;FtpdeE/nQ6xEgnAoUIGJsSukDKUhi2HsOuLkfTlvMSbpK6k9XhLctjLPsqm0WHNaMNjRxlDZHE5W&#10;gV9/vjQ3Ph2b7PZ2Dbvv/meGRqnRsF8/g4jUx//wX/tVK8jz+VMO9zvpCsjl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QdPk7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76402" w:rsidRDefault="00476402" w:rsidP="004764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AtnsYA&#10;AADeAAAADwAAAGRycy9kb3ducmV2LnhtbESPUWvCQBCE3wv+h2MLvhS9NEKt0VOkUBAqBa0/YM2t&#10;SejdXshtNfbXe4WCj8PMfMMsVr136kxdbAIbeB5noIjLYBuuDBy+3kevoKIgW3SBycCVIqyWg4cF&#10;FjZceEfnvVQqQTgWaKAWaQutY1mTxzgOLXHyTqHzKEl2lbYdXhLcO51n2Yv22HBaqLGlt5rK7/2P&#10;N+Dyo5t9TONWrge9zX697J4+rTHDx349ByXUyz38395YA3k+m07g7066Anp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CAtnsYAAADe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76402" w:rsidRDefault="00476402" w:rsidP="004764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n0sMcA&#10;AADeAAAADwAAAGRycy9kb3ducmV2LnhtbESPS2vDMBCE74X8B7GF3Bq5JvThRgl5EPClh7opuW6s&#10;jWUirYylJE5/fVUo9DjMzDfMbDE4Ky7Uh9azgsdJBoK49rrlRsHuc/vwAiJEZI3WMym4UYDFfHQ3&#10;w0L7K3/QpYqNSBAOBSowMXaFlKE25DBMfEecvKPvHcYk+0bqHq8J7qzMs+xJOmw5LRjsaG2oPlVn&#10;p2BTdTbflWYV9l/vh4Mtv7e03yg1vh+WbyAiDfE//NcutYI8f32ewu+ddAXk/A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AZ9LD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76402" w:rsidRDefault="00476402" w:rsidP="004764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DjHcUA&#10;AADeAAAADwAAAGRycy9kb3ducmV2LnhtbESPQWsCMRSE7wX/Q3iCt5q4UK2rUaRUEHqq1YO3R/Lc&#10;Xd28LJvUXf99UxA8DjPzDbNc964WN2pD5VnDZKxAEBtvKy40HH62r+8gQkS2WHsmDXcKsF4NXpaY&#10;W9/xN932sRAJwiFHDWWMTS5lMCU5DGPfECfv7FuHMcm2kLbFLsFdLTOlptJhxWmhxIY+SjLX/a/T&#10;cNnKL28UmuPh2O3s7PQ5pVppPRr2mwWISH18hh/tndWQZfPZG/zfSVd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UOMd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76402" w:rsidRDefault="00476402" w:rsidP="004764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qODccA&#10;AADeAAAADwAAAGRycy9kb3ducmV2LnhtbESPT2vCQBTE7wW/w/KE3urGCFajq6gglJYe/IN4fGaf&#10;SUj2bdhdNf323ULB4zAzv2Hmy8404k7OV5YVDAcJCOLc6ooLBcfD9m0CwgdkjY1lUvBDHpaL3ssc&#10;M20fvKP7PhQiQthnqKAMoc2k9HlJBv3AtsTRu1pnMETpCqkdPiLcNDJNkrE0WHFcKLGlTUl5vb8Z&#10;BefbF1+/R58rtw4n2x18nV4mtVKv/W41AxGoC8/wf/tDK0jT6fsY/u7EKy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tqjg3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76402" w:rsidRDefault="00476402" w:rsidP="004764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v+5MgA&#10;AADeAAAADwAAAGRycy9kb3ducmV2LnhtbESPT2sCMRTE7wW/Q3iCt5p1sVVXo2ih0Euh/jno7bl5&#10;7i5uXrZJqls/vSkUPA4z8xtmtmhNLS7kfGVZwaCfgCDOra64ULDbvj+PQfiArLG2TAp+ycNi3nma&#10;Yabtldd02YRCRAj7DBWUITSZlD4vyaDv24Y4eifrDIYoXSG1w2uEm1qmSfIqDVYcF0ps6K2k/Lz5&#10;MQpWk/Hq+2vIn7f18UCH/fH8krpEqV63XU5BBGrDI/zf/tAK0nQyGsHfnXgF5PwO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7+/7kyAAAAN4AAAAPAAAAAAAAAAAAAAAAAJgCAABk&#10;cnMvZG93bnJldi54bWxQSwUGAAAAAAQABAD1AAAAjQMAAAAA&#10;" fillcolor="black" stroked="f">
                  <v:textbox>
                    <w:txbxContent>
                      <w:p w:rsidR="00476402" w:rsidRDefault="00476402" w:rsidP="004764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JhPMMA&#10;AADeAAAADwAAAGRycy9kb3ducmV2LnhtbERPW0vDMBR+F/Yfwhn45tJV8NItG2UwFJ+6TdnrWXNs&#10;is1JSWJW/715EHz8+O7r7WQHkciH3rGC5aIAQdw63XOn4P20v3sCESKyxsExKfihANvN7GaNlXZX&#10;PlA6xk7kEA4VKjAxjpWUoTVkMSzcSJy5T+ctxgx9J7XHaw63gyyL4kFa7Dk3GBxpZ6j9On5bBemy&#10;a+r7dE7m8Obrzrvm5ePSKHU7n+oViEhT/Bf/uV+1grJ8fsx78518Be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dJhPM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76402" w:rsidRDefault="00476402" w:rsidP="004764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KArscA&#10;AADeAAAADwAAAGRycy9kb3ducmV2LnhtbESPQWvCQBSE7wX/w/KE3urGHGwTXaWIltZLbRTs8ZF9&#10;zYZm34bsNkZ/vVso9DjMzDfMYjXYRvTU+dqxgukkAUFcOl1zpeB42D48gfABWWPjmBRcyMNqObpb&#10;YK7dmT+oL0IlIoR9jgpMCG0upS8NWfQT1xJH78t1FkOUXSV1h+cIt41Mk2QmLdYcFwy2tDZUfhc/&#10;VoGfrjennb1m/eeL4ffizcz2lVHqfjw8z0EEGsJ/+K/9qhWkafaYwe+deAXk8g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oygK7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76402" w:rsidRDefault="00476402" w:rsidP="004764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76402" w:rsidRPr="003B50D1" w:rsidRDefault="00476402" w:rsidP="0047640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76402" w:rsidRPr="003B50D1" w:rsidRDefault="00476402" w:rsidP="0047640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76402" w:rsidRPr="003B50D1" w:rsidRDefault="00476402" w:rsidP="0047640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76402" w:rsidRPr="003B50D1" w:rsidRDefault="00476402" w:rsidP="0047640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76402" w:rsidRPr="003B50D1" w:rsidRDefault="00476402" w:rsidP="0047640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476402" w:rsidRPr="003B50D1" w:rsidRDefault="00476402" w:rsidP="00476402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476402" w:rsidRPr="003B50D1" w:rsidRDefault="00476402" w:rsidP="0047640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ШЕПЕТІВСЬКОГО РАЙОНУ</w:t>
      </w:r>
    </w:p>
    <w:p w:rsidR="00476402" w:rsidRPr="003B50D1" w:rsidRDefault="00476402" w:rsidP="0047640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476402" w:rsidRPr="003B50D1" w:rsidRDefault="00476402" w:rsidP="0047640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76402" w:rsidRPr="003B50D1" w:rsidRDefault="00476402" w:rsidP="0047640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476402" w:rsidRPr="003B50D1" w:rsidRDefault="00476402" w:rsidP="0047640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76402" w:rsidRPr="003B50D1" w:rsidRDefault="00476402" w:rsidP="0047640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476402" w:rsidRPr="003B50D1" w:rsidRDefault="00476402" w:rsidP="00476402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476402" w:rsidRPr="003B50D1" w:rsidRDefault="00476402" w:rsidP="00476402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476402" w:rsidRPr="003B50D1" w:rsidRDefault="00476402" w:rsidP="0047640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__.02</w:t>
      </w:r>
      <w:r w:rsidRPr="003B50D1">
        <w:rPr>
          <w:rFonts w:ascii="Times New Roman" w:eastAsia="Calibri" w:hAnsi="Times New Roman" w:cs="Times New Roman"/>
          <w:sz w:val="24"/>
        </w:rPr>
        <w:t>.2022р.                         Крупець                                        №_____</w:t>
      </w:r>
    </w:p>
    <w:p w:rsidR="00476402" w:rsidRPr="003B50D1" w:rsidRDefault="00476402" w:rsidP="0047640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476402" w:rsidRPr="003B50D1" w:rsidRDefault="00476402" w:rsidP="00476402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476402" w:rsidRPr="003B50D1" w:rsidRDefault="00476402" w:rsidP="0047640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476402" w:rsidRPr="003B50D1" w:rsidRDefault="00476402" w:rsidP="0047640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476402" w:rsidRPr="003B50D1" w:rsidRDefault="00476402" w:rsidP="0047640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Дмитрук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М. І.</w:t>
      </w:r>
    </w:p>
    <w:p w:rsidR="00476402" w:rsidRPr="003B50D1" w:rsidRDefault="00476402" w:rsidP="0047640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476402" w:rsidRPr="003B50D1" w:rsidRDefault="00476402" w:rsidP="0047640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476402" w:rsidRPr="003B50D1" w:rsidRDefault="00476402" w:rsidP="0047640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     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3B50D1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3B50D1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», статей 12,  118, 121 та 123 Земельного кодексу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uk-UA"/>
        </w:rPr>
        <w:t>Дмитрук М. 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476402" w:rsidRPr="003B50D1" w:rsidRDefault="00476402" w:rsidP="0047640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3B50D1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476402" w:rsidRPr="003B50D1" w:rsidRDefault="00476402" w:rsidP="0047640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476402" w:rsidRPr="003B50D1" w:rsidRDefault="00476402" w:rsidP="0047640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 xml:space="preserve">       1. 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Дмитрук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Марії Іванівні,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4526EE" w:rsidRPr="004526EE">
        <w:rPr>
          <w:rFonts w:ascii="Times New Roman" w:eastAsia="Calibri" w:hAnsi="Times New Roman" w:cs="Times New Roman"/>
          <w:sz w:val="24"/>
        </w:rPr>
        <w:t>_</w:t>
      </w:r>
      <w:r w:rsidR="004526EE">
        <w:rPr>
          <w:rFonts w:ascii="Times New Roman" w:eastAsia="Calibri" w:hAnsi="Times New Roman" w:cs="Times New Roman"/>
          <w:sz w:val="24"/>
          <w:lang w:val="ru-RU"/>
        </w:rPr>
        <w:t>__________________________________________</w:t>
      </w:r>
      <w:bookmarkStart w:id="0" w:name="_GoBack"/>
      <w:bookmarkEnd w:id="0"/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 w:rsidRPr="003B50D1">
        <w:rPr>
          <w:rFonts w:ascii="Times New Roman" w:eastAsia="Calibri" w:hAnsi="Times New Roman" w:cs="Times New Roman"/>
          <w:sz w:val="24"/>
        </w:rPr>
        <w:t xml:space="preserve"> дозвіл на розробку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</w:t>
      </w:r>
      <w:r>
        <w:rPr>
          <w:rFonts w:ascii="Times New Roman" w:eastAsia="Calibri" w:hAnsi="Times New Roman" w:cs="Times New Roman"/>
          <w:sz w:val="24"/>
        </w:rPr>
        <w:t>асність, орієнтовною площею 0,4200</w:t>
      </w:r>
      <w:r w:rsidRPr="003B50D1">
        <w:rPr>
          <w:rFonts w:ascii="Times New Roman" w:eastAsia="Calibri" w:hAnsi="Times New Roman" w:cs="Times New Roman"/>
          <w:sz w:val="24"/>
        </w:rPr>
        <w:t xml:space="preserve"> га, для </w:t>
      </w:r>
      <w:r w:rsidRPr="00B01A79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</w:rPr>
        <w:t>,  яка розташована Хмельницька область Шепетівський район, с. Лисиче</w:t>
      </w:r>
      <w:r w:rsidRPr="003B50D1">
        <w:rPr>
          <w:rFonts w:ascii="Times New Roman" w:eastAsia="Calibri" w:hAnsi="Times New Roman" w:cs="Times New Roman"/>
          <w:sz w:val="24"/>
        </w:rPr>
        <w:t>.</w:t>
      </w:r>
    </w:p>
    <w:p w:rsidR="00476402" w:rsidRPr="003B50D1" w:rsidRDefault="00476402" w:rsidP="0047640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Дмитрук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М. І.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3B50D1">
        <w:rPr>
          <w:rFonts w:ascii="Times New Roman" w:eastAsia="Calibri" w:hAnsi="Times New Roman" w:cs="Times New Roman"/>
          <w:sz w:val="24"/>
        </w:rPr>
        <w:t xml:space="preserve">розробити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476402" w:rsidRPr="003B50D1" w:rsidRDefault="00476402" w:rsidP="0047640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476402" w:rsidRPr="003B50D1" w:rsidRDefault="00476402" w:rsidP="0047640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76402" w:rsidRPr="003B50D1" w:rsidRDefault="00476402" w:rsidP="0047640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76402" w:rsidRPr="003B50D1" w:rsidRDefault="00476402" w:rsidP="0047640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76402" w:rsidRPr="003B50D1" w:rsidRDefault="00476402" w:rsidP="0047640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76402" w:rsidRPr="003B50D1" w:rsidRDefault="00476402" w:rsidP="0047640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76402" w:rsidRPr="003B50D1" w:rsidRDefault="00476402" w:rsidP="00476402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Валерій   МИХАЛЮК</w:t>
      </w:r>
    </w:p>
    <w:sectPr w:rsidR="00476402" w:rsidRPr="003B50D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proofState w:spelling="clean" w:grammar="clean"/>
  <w:attachedTemplate r:id="rId1"/>
  <w:defaultTabStop w:val="708"/>
  <w:hyphenationZone w:val="425"/>
  <w:characterSpacingControl w:val="doNotCompress"/>
  <w:savePreviewPicture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402"/>
    <w:rsid w:val="004526EE"/>
    <w:rsid w:val="00476402"/>
    <w:rsid w:val="00806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402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402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61;&#1030;&#1061;%20&#1089;&#1077;&#1089;&#1080;&#1103;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Default.dotx</Template>
  <TotalTime>0</TotalTime>
  <Pages>1</Pages>
  <Words>238</Words>
  <Characters>1361</Characters>
  <Application>Microsoft Office Word</Application>
  <DocSecurity>0</DocSecurity>
  <Lines>11</Lines>
  <Paragraphs>3</Paragraphs>
  <ScaleCrop>false</ScaleCrop>
  <Company/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2022-02-11T13:51:00Z</dcterms:created>
  <dcterms:modified xsi:type="dcterms:W3CDTF">2022-02-14T07:56:00Z</dcterms:modified>
</cp:coreProperties>
</file>