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DD9" w:rsidRPr="00FB0BF1" w:rsidRDefault="00641DD9" w:rsidP="00641D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DD9" w:rsidRDefault="00641DD9" w:rsidP="00641D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41DD9" w:rsidRDefault="00641DD9" w:rsidP="00641D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41DD9" w:rsidRPr="00FB0BF1" w:rsidRDefault="00641DD9" w:rsidP="00641D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1DD9" w:rsidRPr="00FB0BF1" w:rsidRDefault="00641DD9" w:rsidP="00641DD9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1DD9" w:rsidRPr="00FB0BF1" w:rsidRDefault="00641DD9" w:rsidP="00641D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1DD9" w:rsidRPr="00FB0BF1" w:rsidRDefault="00641DD9" w:rsidP="00641D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1DD9" w:rsidRPr="00FB0BF1" w:rsidRDefault="00641DD9" w:rsidP="00641D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641DD9" w:rsidRPr="00FB0BF1" w:rsidRDefault="00641DD9" w:rsidP="00641DD9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41DD9" w:rsidRPr="00FB0BF1" w:rsidRDefault="00641DD9" w:rsidP="00641D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41DD9" w:rsidRPr="00FB0BF1" w:rsidRDefault="00641DD9" w:rsidP="00641D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41DD9" w:rsidRPr="00FB0BF1" w:rsidRDefault="00641DD9" w:rsidP="00641D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1DD9" w:rsidRPr="00FB0BF1" w:rsidRDefault="00641DD9" w:rsidP="00641D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41DD9" w:rsidRPr="00FB0BF1" w:rsidRDefault="00641DD9" w:rsidP="00641DD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1DD9" w:rsidRPr="00FB0BF1" w:rsidRDefault="00641DD9" w:rsidP="00641DD9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____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41DD9" w:rsidRPr="00FB0BF1" w:rsidRDefault="00641DD9" w:rsidP="00641DD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1DD9" w:rsidRPr="00FB0BF1" w:rsidRDefault="00641DD9" w:rsidP="00641DD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  __.11.2020 року                                            Крупець                                                 №___</w:t>
      </w:r>
    </w:p>
    <w:p w:rsidR="00641DD9" w:rsidRPr="00FB0BF1" w:rsidRDefault="00641DD9" w:rsidP="00641DD9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641DD9" w:rsidRPr="00FB0BF1" w:rsidRDefault="00641DD9" w:rsidP="00641DD9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641DD9" w:rsidRPr="00FB0BF1" w:rsidRDefault="00641DD9" w:rsidP="00641DD9">
      <w:pPr>
        <w:spacing w:after="0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>Про затвердження проекту землеустрою</w:t>
      </w:r>
    </w:p>
    <w:p w:rsidR="00641DD9" w:rsidRPr="00FB0BF1" w:rsidRDefault="00641DD9" w:rsidP="00641DD9">
      <w:pPr>
        <w:spacing w:after="0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>щодо відведення земельної ділянки  та</w:t>
      </w:r>
    </w:p>
    <w:p w:rsidR="00641DD9" w:rsidRPr="00FB0BF1" w:rsidRDefault="00641DD9" w:rsidP="00641DD9">
      <w:pPr>
        <w:tabs>
          <w:tab w:val="left" w:pos="2160"/>
        </w:tabs>
        <w:spacing w:after="0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 xml:space="preserve">передачі  її у власність 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В.Л.</w:t>
      </w:r>
    </w:p>
    <w:p w:rsidR="00641DD9" w:rsidRPr="00FB0BF1" w:rsidRDefault="00641DD9" w:rsidP="00641DD9">
      <w:pPr>
        <w:tabs>
          <w:tab w:val="left" w:pos="2160"/>
        </w:tabs>
        <w:spacing w:after="0"/>
        <w:rPr>
          <w:rFonts w:ascii="Times New Roman" w:hAnsi="Times New Roman"/>
          <w:sz w:val="24"/>
          <w:szCs w:val="24"/>
        </w:rPr>
      </w:pPr>
    </w:p>
    <w:p w:rsidR="00641DD9" w:rsidRPr="00FB0BF1" w:rsidRDefault="00641DD9" w:rsidP="00641DD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</w:t>
      </w:r>
      <w:r w:rsidRPr="00FB0BF1">
        <w:rPr>
          <w:rFonts w:ascii="Times New Roman" w:eastAsia="Times New Roman" w:hAnsi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FB0BF1">
        <w:rPr>
          <w:rFonts w:ascii="Times New Roman" w:hAnsi="Times New Roman"/>
          <w:sz w:val="24"/>
          <w:szCs w:val="24"/>
        </w:rPr>
        <w:t xml:space="preserve"> розглянувши заяву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В.Л., сільська  рада</w:t>
      </w:r>
    </w:p>
    <w:p w:rsidR="00641DD9" w:rsidRPr="00FB0BF1" w:rsidRDefault="00641DD9" w:rsidP="00641DD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ВИРІШИЛА:</w:t>
      </w:r>
    </w:p>
    <w:p w:rsidR="00641DD9" w:rsidRPr="00FB0BF1" w:rsidRDefault="00641DD9" w:rsidP="00641DD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1.Затвердити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Василю Лук’яновичу проект землеустрою щодо відведення земельної ділянки, для ведення особистого селянського господарства, площею 0,2300 га, яка розташована Хмельницька область, </w:t>
      </w:r>
      <w:proofErr w:type="spellStart"/>
      <w:r w:rsidRPr="00FB0BF1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район,  </w:t>
      </w:r>
      <w:proofErr w:type="spellStart"/>
      <w:r w:rsidRPr="00FB0BF1">
        <w:rPr>
          <w:rFonts w:ascii="Times New Roman" w:hAnsi="Times New Roman"/>
          <w:sz w:val="24"/>
          <w:szCs w:val="24"/>
        </w:rPr>
        <w:t>с.Комарівка</w:t>
      </w:r>
      <w:proofErr w:type="spellEnd"/>
      <w:r w:rsidRPr="00FB0BF1">
        <w:rPr>
          <w:rFonts w:ascii="Times New Roman" w:hAnsi="Times New Roman"/>
          <w:sz w:val="24"/>
          <w:szCs w:val="24"/>
        </w:rPr>
        <w:t>.</w:t>
      </w:r>
    </w:p>
    <w:p w:rsidR="00641DD9" w:rsidRPr="00FB0BF1" w:rsidRDefault="00641DD9" w:rsidP="00641D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2.Передати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Василю Лук’яновичу,  який зареєстрований за адресою: </w:t>
      </w:r>
      <w:r w:rsidR="008B71AF">
        <w:rPr>
          <w:rFonts w:ascii="Times New Roman" w:hAnsi="Times New Roman"/>
          <w:sz w:val="24"/>
          <w:szCs w:val="24"/>
          <w:lang w:val="en-US"/>
        </w:rPr>
        <w:t>________________</w:t>
      </w:r>
      <w:r w:rsidRPr="00FB0BF1">
        <w:rPr>
          <w:rFonts w:ascii="Times New Roman" w:hAnsi="Times New Roman"/>
          <w:sz w:val="24"/>
          <w:szCs w:val="24"/>
        </w:rPr>
        <w:t xml:space="preserve">,  ідентифікаційний номер </w:t>
      </w:r>
      <w:r w:rsidR="008B71AF">
        <w:rPr>
          <w:rFonts w:ascii="Times New Roman" w:hAnsi="Times New Roman"/>
          <w:sz w:val="24"/>
          <w:szCs w:val="24"/>
          <w:lang w:val="en-US"/>
        </w:rPr>
        <w:t>________</w:t>
      </w:r>
      <w:bookmarkStart w:id="0" w:name="_GoBack"/>
      <w:bookmarkEnd w:id="0"/>
      <w:r w:rsidRPr="00FB0BF1">
        <w:rPr>
          <w:rFonts w:ascii="Times New Roman" w:hAnsi="Times New Roman"/>
          <w:sz w:val="24"/>
          <w:szCs w:val="24"/>
        </w:rPr>
        <w:t xml:space="preserve">, у власність земельну ділянку, площею 0,2300 га, кадастровий номер: 6823986800:03:007:0078, для ведення особистого селянського господарства, яка розташована Хмельницька область, </w:t>
      </w:r>
      <w:proofErr w:type="spellStart"/>
      <w:r w:rsidRPr="00FB0BF1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район, </w:t>
      </w:r>
      <w:proofErr w:type="spellStart"/>
      <w:r w:rsidRPr="00FB0BF1">
        <w:rPr>
          <w:rFonts w:ascii="Times New Roman" w:hAnsi="Times New Roman"/>
          <w:sz w:val="24"/>
          <w:szCs w:val="24"/>
        </w:rPr>
        <w:t>с.Комарівка</w:t>
      </w:r>
      <w:proofErr w:type="spellEnd"/>
      <w:r w:rsidRPr="00FB0BF1">
        <w:rPr>
          <w:rFonts w:ascii="Times New Roman" w:hAnsi="Times New Roman"/>
          <w:sz w:val="24"/>
          <w:szCs w:val="24"/>
        </w:rPr>
        <w:t>.</w:t>
      </w:r>
    </w:p>
    <w:p w:rsidR="00641DD9" w:rsidRPr="00FB0BF1" w:rsidRDefault="00641DD9" w:rsidP="00641D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В.Л., якому передана земельна ділянка у власність, посвідчити право власності  в установленому  законом порядку.</w:t>
      </w:r>
    </w:p>
    <w:p w:rsidR="00641DD9" w:rsidRPr="00FB0BF1" w:rsidRDefault="00641DD9" w:rsidP="00641D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41DD9" w:rsidRPr="00FB0BF1" w:rsidRDefault="00641DD9" w:rsidP="00641DD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41DD9" w:rsidRPr="00FB0BF1" w:rsidRDefault="00641DD9" w:rsidP="00641DD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86FAF" w:rsidRPr="00641DD9" w:rsidRDefault="00641DD9" w:rsidP="00641DD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A86FAF" w:rsidRPr="00641DD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DD9"/>
    <w:rsid w:val="00171A2E"/>
    <w:rsid w:val="00304C90"/>
    <w:rsid w:val="00505B6D"/>
    <w:rsid w:val="00641DD9"/>
    <w:rsid w:val="006D3977"/>
    <w:rsid w:val="007D6C18"/>
    <w:rsid w:val="008B71AF"/>
    <w:rsid w:val="00A86FA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D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D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258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2020-11-17T15:58:00Z</dcterms:created>
  <dcterms:modified xsi:type="dcterms:W3CDTF">2020-11-18T06:52:00Z</dcterms:modified>
</cp:coreProperties>
</file>