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55C" w:rsidRDefault="00EF655C" w:rsidP="00EF655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655C" w:rsidRDefault="00EF655C" w:rsidP="00EF65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F655C" w:rsidRDefault="00EF655C" w:rsidP="00EF65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55C" w:rsidRDefault="00EF655C" w:rsidP="00EF65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F655C" w:rsidRDefault="00EF655C" w:rsidP="00EF65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655C" w:rsidRDefault="00EF655C" w:rsidP="00EF65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F655C" w:rsidRDefault="00EF655C" w:rsidP="00EF65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655C" w:rsidRPr="00D74EEC" w:rsidRDefault="00EF655C" w:rsidP="00EF65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№66</w:t>
      </w:r>
    </w:p>
    <w:p w:rsidR="00EF655C" w:rsidRPr="00D9673A" w:rsidRDefault="00EF655C" w:rsidP="00EF655C">
      <w:pPr>
        <w:spacing w:after="0" w:line="240" w:lineRule="auto"/>
        <w:jc w:val="both"/>
      </w:pPr>
    </w:p>
    <w:p w:rsidR="00EF655C" w:rsidRPr="00DE6ED3" w:rsidRDefault="00EF655C" w:rsidP="00EF655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DE6ED3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F655C" w:rsidRPr="00DE6ED3" w:rsidRDefault="00EF655C" w:rsidP="00EF655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F655C" w:rsidRPr="006310B2" w:rsidRDefault="00EF655C" w:rsidP="00EF65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  <w:r>
        <w:rPr>
          <w:rFonts w:ascii="Times New Roman" w:eastAsia="Calibri" w:hAnsi="Times New Roman" w:cs="Times New Roman"/>
          <w:b/>
          <w:sz w:val="24"/>
          <w:szCs w:val="24"/>
        </w:rPr>
        <w:t>Власюк Л.П.</w:t>
      </w:r>
    </w:p>
    <w:p w:rsidR="00EF655C" w:rsidRPr="00DE6ED3" w:rsidRDefault="00EF655C" w:rsidP="00EF65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655C" w:rsidRPr="00DE6ED3" w:rsidRDefault="00EF655C" w:rsidP="00EF65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DE6ED3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розглянувши заяву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Власюк Л.П.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F655C" w:rsidRPr="00DE6ED3" w:rsidRDefault="00EF655C" w:rsidP="00EF65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F655C" w:rsidRPr="00DE6ED3" w:rsidRDefault="00EF655C" w:rsidP="00EF65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 Власюк Любові Павлівні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кого господарства, площею 0,1506 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га,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655C" w:rsidRPr="00DE6ED3" w:rsidRDefault="00EF655C" w:rsidP="00EF65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Власюк Любові Павлівні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DE6ED3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адресою: </w:t>
      </w:r>
      <w:r w:rsidR="002D5396" w:rsidRPr="002D5396">
        <w:rPr>
          <w:rFonts w:ascii="Times New Roman" w:eastAsia="Calibri" w:hAnsi="Times New Roman" w:cs="Times New Roman"/>
          <w:sz w:val="24"/>
          <w:lang w:val="ru-RU"/>
        </w:rPr>
        <w:t>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D5396" w:rsidRPr="002D539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</w:t>
      </w:r>
      <w:bookmarkStart w:id="0" w:name="_GoBack"/>
      <w:bookmarkEnd w:id="0"/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0,1506 га, кадастровий номер: 6823984000:03:018:0324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</w:t>
      </w:r>
      <w:proofErr w:type="spellStart"/>
      <w:r w:rsidRPr="00DE6ED3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Шепетівський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r w:rsidRPr="00DE6ED3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  <w:szCs w:val="24"/>
        </w:rPr>
        <w:t>К</w:t>
      </w:r>
      <w:r>
        <w:rPr>
          <w:rFonts w:ascii="Times New Roman" w:eastAsia="Calibri" w:hAnsi="Times New Roman" w:cs="Times New Roman"/>
          <w:sz w:val="24"/>
          <w:szCs w:val="24"/>
        </w:rPr>
        <w:t>рупець</w:t>
      </w:r>
      <w:r w:rsidRPr="00DE6ED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F655C" w:rsidRPr="00DE6ED3" w:rsidRDefault="00EF655C" w:rsidP="00EF65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Власюк Л.П.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F655C" w:rsidRPr="00DE6ED3" w:rsidRDefault="00EF655C" w:rsidP="00EF65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F655C" w:rsidRPr="00DE6ED3" w:rsidRDefault="00EF655C" w:rsidP="00EF65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655C" w:rsidRDefault="00EF655C" w:rsidP="00EF65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655C" w:rsidRPr="00DE6ED3" w:rsidRDefault="00EF655C" w:rsidP="00EF65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655C" w:rsidRDefault="00EF655C" w:rsidP="00EF655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F616C" w:rsidRDefault="00BF616C"/>
    <w:sectPr w:rsidR="00BF61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55C"/>
    <w:rsid w:val="00171A2E"/>
    <w:rsid w:val="002D5396"/>
    <w:rsid w:val="00304C90"/>
    <w:rsid w:val="00505B6D"/>
    <w:rsid w:val="006D3977"/>
    <w:rsid w:val="007D6C18"/>
    <w:rsid w:val="00BF616C"/>
    <w:rsid w:val="00D1641A"/>
    <w:rsid w:val="00EF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F65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F655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F655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EF65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EF655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EF655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1157</Words>
  <Characters>660</Characters>
  <Application>Microsoft Office Word</Application>
  <DocSecurity>0</DocSecurity>
  <Lines>5</Lines>
  <Paragraphs>3</Paragraphs>
  <ScaleCrop>false</ScaleCrop>
  <Company>Microsoft</Company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2021-03-31T05:48:00Z</dcterms:created>
  <dcterms:modified xsi:type="dcterms:W3CDTF">2021-03-31T10:20:00Z</dcterms:modified>
</cp:coreProperties>
</file>