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AF5" w:rsidRPr="00154EFF" w:rsidRDefault="006B6AF5" w:rsidP="006B6AF5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6AF5" w:rsidRDefault="006B6AF5" w:rsidP="006B6A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6AF5" w:rsidRDefault="006B6AF5" w:rsidP="006B6A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6AF5" w:rsidRDefault="006B6AF5" w:rsidP="006B6A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6AF5" w:rsidRDefault="006B6AF5" w:rsidP="006B6A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6AF5" w:rsidRDefault="006B6AF5" w:rsidP="006B6A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6AF5" w:rsidRDefault="006B6AF5" w:rsidP="006B6A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6AF5" w:rsidRDefault="006B6AF5" w:rsidP="006B6A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6AF5" w:rsidRDefault="006B6AF5" w:rsidP="006B6A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6AF5" w:rsidRDefault="006B6AF5" w:rsidP="006B6A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6AF5" w:rsidRDefault="006B6AF5" w:rsidP="006B6A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6AF5" w:rsidRDefault="006B6AF5" w:rsidP="006B6A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6AF5" w:rsidRDefault="006B6AF5" w:rsidP="006B6A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6AF5" w:rsidRDefault="006B6AF5" w:rsidP="006B6A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6AF5" w:rsidRDefault="006B6AF5" w:rsidP="006B6A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6AF5" w:rsidRDefault="006B6AF5" w:rsidP="006B6A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6AF5" w:rsidRDefault="006B6AF5" w:rsidP="006B6A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6AF5" w:rsidRDefault="006B6AF5" w:rsidP="006B6A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6AF5" w:rsidRDefault="006B6AF5" w:rsidP="006B6A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6AF5" w:rsidRDefault="006B6AF5" w:rsidP="006B6A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6AF5" w:rsidRDefault="006B6AF5" w:rsidP="006B6A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6AF5" w:rsidRDefault="006B6AF5" w:rsidP="006B6A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6AF5" w:rsidRDefault="006B6AF5" w:rsidP="006B6A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6AF5" w:rsidRDefault="006B6AF5" w:rsidP="006B6A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6AF5" w:rsidRDefault="006B6AF5" w:rsidP="006B6A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6AF5" w:rsidRDefault="006B6AF5" w:rsidP="006B6A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6AF5" w:rsidRDefault="006B6AF5" w:rsidP="006B6A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6AF5" w:rsidRDefault="006B6AF5" w:rsidP="006B6A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6AF5" w:rsidRDefault="006B6AF5" w:rsidP="006B6A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6AF5" w:rsidRDefault="006B6AF5" w:rsidP="006B6A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6AF5" w:rsidRDefault="006B6AF5" w:rsidP="006B6A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B6AF5" w:rsidRDefault="006B6AF5" w:rsidP="006B6A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B6AF5" w:rsidRDefault="006B6AF5" w:rsidP="006B6A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B6AF5" w:rsidRDefault="006B6AF5" w:rsidP="006B6A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B6AF5" w:rsidRDefault="006B6AF5" w:rsidP="006B6A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B6AF5" w:rsidRDefault="006B6AF5" w:rsidP="006B6A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B6AF5" w:rsidRDefault="006B6AF5" w:rsidP="006B6A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B6AF5" w:rsidRDefault="006B6AF5" w:rsidP="006B6A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B6AF5" w:rsidRDefault="006B6AF5" w:rsidP="006B6A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B6AF5" w:rsidRDefault="006B6AF5" w:rsidP="006B6A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B6AF5" w:rsidRDefault="006B6AF5" w:rsidP="006B6A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B6AF5" w:rsidRDefault="006B6AF5" w:rsidP="006B6A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B6AF5" w:rsidRDefault="006B6AF5" w:rsidP="006B6A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B6AF5" w:rsidRDefault="006B6AF5" w:rsidP="006B6A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B6AF5" w:rsidRDefault="006B6AF5" w:rsidP="006B6A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B6AF5" w:rsidRDefault="006B6AF5" w:rsidP="006B6A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B6AF5" w:rsidRDefault="006B6AF5" w:rsidP="006B6A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B6AF5" w:rsidRDefault="006B6AF5" w:rsidP="006B6A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B6AF5" w:rsidRDefault="006B6AF5" w:rsidP="006B6A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B6AF5" w:rsidRDefault="006B6AF5" w:rsidP="006B6A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B6AF5" w:rsidRDefault="006B6AF5" w:rsidP="006B6A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6B6AF5" w:rsidRDefault="006B6AF5" w:rsidP="006B6A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B6AF5" w:rsidRDefault="006B6AF5" w:rsidP="006B6A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B6AF5" w:rsidRDefault="006B6AF5" w:rsidP="006B6A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B6AF5" w:rsidRDefault="006B6AF5" w:rsidP="006B6A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B6AF5" w:rsidRDefault="006B6AF5" w:rsidP="006B6A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B6AF5" w:rsidRDefault="006B6AF5" w:rsidP="006B6A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B6AF5" w:rsidRDefault="006B6AF5" w:rsidP="006B6A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6B6AF5" w:rsidRDefault="006B6AF5" w:rsidP="006B6A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B6AF5" w:rsidRDefault="006B6AF5" w:rsidP="006B6A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B6AF5" w:rsidRDefault="006B6AF5" w:rsidP="006B6A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B6AF5" w:rsidRDefault="006B6AF5" w:rsidP="006B6AF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B6AF5" w:rsidRDefault="006B6AF5" w:rsidP="006B6AF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B6AF5" w:rsidRDefault="006B6AF5" w:rsidP="006B6AF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B6AF5" w:rsidRDefault="006B6AF5" w:rsidP="006B6AF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B6AF5" w:rsidRDefault="006B6AF5" w:rsidP="006B6AF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B6AF5" w:rsidRDefault="006B6AF5" w:rsidP="006B6AF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B6AF5" w:rsidRDefault="006B6AF5" w:rsidP="006B6AF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6B6AF5" w:rsidRDefault="006B6AF5" w:rsidP="006B6AF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B6AF5" w:rsidRDefault="006B6AF5" w:rsidP="006B6AF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B6AF5" w:rsidRDefault="006B6AF5" w:rsidP="006B6AF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6B6AF5" w:rsidRDefault="006B6AF5" w:rsidP="006B6AF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B6AF5" w:rsidRDefault="006B6AF5" w:rsidP="006B6AF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ХІХ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6B6AF5" w:rsidRDefault="006B6AF5" w:rsidP="006B6AF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B6AF5" w:rsidRDefault="006B6AF5" w:rsidP="006B6AF5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27.01.2022 року                                            Крупець                                                       №42</w:t>
      </w:r>
    </w:p>
    <w:p w:rsidR="006B6AF5" w:rsidRPr="008E3616" w:rsidRDefault="006B6AF5" w:rsidP="006B6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</w:pPr>
    </w:p>
    <w:p w:rsidR="006B6AF5" w:rsidRPr="008E3616" w:rsidRDefault="006B6AF5" w:rsidP="006B6AF5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E3616">
        <w:rPr>
          <w:rFonts w:ascii="Times New Roman" w:eastAsia="Calibri" w:hAnsi="Times New Roman" w:cs="Times New Roman"/>
          <w:b/>
          <w:sz w:val="24"/>
          <w:szCs w:val="24"/>
        </w:rPr>
        <w:t xml:space="preserve">Про внесення змін до рішення №33 від 05.10.2021 року </w:t>
      </w:r>
    </w:p>
    <w:p w:rsidR="006B6AF5" w:rsidRPr="008E3616" w:rsidRDefault="006B6AF5" w:rsidP="006B6AF5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E3616">
        <w:rPr>
          <w:rFonts w:ascii="Times New Roman" w:eastAsia="Calibri" w:hAnsi="Times New Roman" w:cs="Times New Roman"/>
          <w:b/>
          <w:sz w:val="24"/>
          <w:szCs w:val="24"/>
        </w:rPr>
        <w:t xml:space="preserve">«Про надання дозволу на розробку проекту із  </w:t>
      </w:r>
    </w:p>
    <w:p w:rsidR="006B6AF5" w:rsidRPr="008E3616" w:rsidRDefault="006B6AF5" w:rsidP="006B6AF5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E3616">
        <w:rPr>
          <w:rFonts w:ascii="Times New Roman" w:eastAsia="Calibri" w:hAnsi="Times New Roman" w:cs="Times New Roman"/>
          <w:b/>
          <w:sz w:val="24"/>
          <w:szCs w:val="24"/>
        </w:rPr>
        <w:t xml:space="preserve">землеустрою щодо відведення земельної ділянки </w:t>
      </w:r>
    </w:p>
    <w:p w:rsidR="006B6AF5" w:rsidRPr="008E3616" w:rsidRDefault="006B6AF5" w:rsidP="006B6AF5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E3616">
        <w:rPr>
          <w:rFonts w:ascii="Times New Roman" w:eastAsia="Calibri" w:hAnsi="Times New Roman" w:cs="Times New Roman"/>
          <w:b/>
          <w:sz w:val="24"/>
          <w:szCs w:val="24"/>
        </w:rPr>
        <w:t xml:space="preserve">зі зміною  цільового призначення </w:t>
      </w:r>
      <w:proofErr w:type="spellStart"/>
      <w:r w:rsidRPr="008E3616">
        <w:rPr>
          <w:rFonts w:ascii="Times New Roman" w:eastAsia="Calibri" w:hAnsi="Times New Roman" w:cs="Times New Roman"/>
          <w:b/>
          <w:sz w:val="24"/>
          <w:szCs w:val="24"/>
        </w:rPr>
        <w:t>Шатковській</w:t>
      </w:r>
      <w:proofErr w:type="spellEnd"/>
      <w:r w:rsidRPr="008E3616">
        <w:rPr>
          <w:rFonts w:ascii="Times New Roman" w:eastAsia="Calibri" w:hAnsi="Times New Roman" w:cs="Times New Roman"/>
          <w:b/>
          <w:sz w:val="24"/>
          <w:szCs w:val="24"/>
        </w:rPr>
        <w:t xml:space="preserve"> Н.В.» </w:t>
      </w:r>
    </w:p>
    <w:p w:rsidR="006B6AF5" w:rsidRPr="008E3616" w:rsidRDefault="006B6AF5" w:rsidP="006B6AF5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B6AF5" w:rsidRPr="008E3616" w:rsidRDefault="006B6AF5" w:rsidP="006B6AF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</w:t>
      </w:r>
      <w:r>
        <w:rPr>
          <w:rFonts w:ascii="Times New Roman" w:eastAsia="Calibri" w:hAnsi="Times New Roman" w:cs="Times New Roman"/>
          <w:sz w:val="24"/>
          <w:szCs w:val="24"/>
        </w:rPr>
        <w:t>ні», статей 12,20,186</w:t>
      </w:r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Земельного кодексу України, Закону України «Про землеустрій»,   розглянувши   заяву 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</w:rPr>
        <w:t>Шатковської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Н.В.   сільська рада </w:t>
      </w:r>
    </w:p>
    <w:p w:rsidR="006B6AF5" w:rsidRPr="008E3616" w:rsidRDefault="006B6AF5" w:rsidP="006B6AF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3616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6B6AF5" w:rsidRPr="008E3616" w:rsidRDefault="006B6AF5" w:rsidP="006B6AF5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1.Внести  зміни до рішення  №33  від 05.10.2021 року «Про надання дозволу на розробку проекту із  землеустрою щодо відведення земельної ділянки зі зміною  цільового призначення 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</w:rPr>
        <w:t>Шатковській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Н.В.», слова та цифри «кадастровий номер 6823982100:03:005:0037» замінити на слова та цифри «кадастровий номер 6823982100:03:005:0058».</w:t>
      </w:r>
    </w:p>
    <w:p w:rsidR="006B6AF5" w:rsidRPr="008E3616" w:rsidRDefault="006B6AF5" w:rsidP="006B6AF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8E3616">
        <w:rPr>
          <w:rFonts w:ascii="Times New Roman" w:eastAsia="Arial Unicode MS" w:hAnsi="Times New Roman" w:cs="Times New Roman"/>
          <w:sz w:val="24"/>
          <w:szCs w:val="24"/>
        </w:rPr>
        <w:t xml:space="preserve">         2.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6B6AF5" w:rsidRPr="008E3616" w:rsidRDefault="006B6AF5" w:rsidP="006B6AF5">
      <w:pPr>
        <w:tabs>
          <w:tab w:val="left" w:pos="4424"/>
        </w:tabs>
        <w:spacing w:after="0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B6AF5" w:rsidRPr="008E3616" w:rsidRDefault="006B6AF5" w:rsidP="006B6AF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B6AF5" w:rsidRPr="008E3616" w:rsidRDefault="006B6AF5" w:rsidP="006B6AF5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B6AF5" w:rsidRPr="008E3616" w:rsidRDefault="006B6AF5" w:rsidP="006B6AF5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B6AF5" w:rsidRPr="008E3616" w:rsidRDefault="006B6AF5" w:rsidP="006B6AF5">
      <w:pPr>
        <w:rPr>
          <w:rFonts w:ascii="Times New Roman" w:eastAsia="Times New Roman" w:hAnsi="Times New Roman" w:cs="Times New Roman"/>
          <w:sz w:val="24"/>
          <w:szCs w:val="24"/>
        </w:rPr>
      </w:pPr>
      <w:r w:rsidRPr="008E3616">
        <w:rPr>
          <w:rFonts w:ascii="Times New Roman" w:eastAsia="Times New Roman" w:hAnsi="Times New Roman" w:cs="Times New Roman"/>
          <w:sz w:val="24"/>
          <w:szCs w:val="24"/>
        </w:rPr>
        <w:t>Сільський   голова                                                                            Валерій   МИХАЛЮК</w:t>
      </w:r>
    </w:p>
    <w:p w:rsidR="00B56645" w:rsidRDefault="00B56645">
      <w:bookmarkStart w:id="0" w:name="_GoBack"/>
      <w:bookmarkEnd w:id="0"/>
    </w:p>
    <w:sectPr w:rsidR="00B5664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AF5"/>
    <w:rsid w:val="006B6AF5"/>
    <w:rsid w:val="00B56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AF5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6B6AF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6B6AF5"/>
    <w:rPr>
      <w:rFonts w:ascii="SimSun" w:eastAsia="SimSun" w:hAnsi="SimSu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AF5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6B6AF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6B6AF5"/>
    <w:rPr>
      <w:rFonts w:ascii="SimSun" w:eastAsia="SimSun" w:hAnsi="SimSu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rozp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215</Words>
  <Characters>1228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2022-02-08T06:43:00Z</dcterms:created>
  <dcterms:modified xsi:type="dcterms:W3CDTF">2022-02-08T06:43:00Z</dcterms:modified>
</cp:coreProperties>
</file>