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D6" w:rsidRDefault="00F85BD6" w:rsidP="00F85BD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BD6" w:rsidRDefault="00F85BD6" w:rsidP="00F85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5BD6" w:rsidRDefault="00F85BD6" w:rsidP="00F85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5BD6" w:rsidRDefault="00F85BD6" w:rsidP="00F85B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5BD6" w:rsidRDefault="00F85BD6" w:rsidP="00F85B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5BD6" w:rsidRDefault="00F85BD6" w:rsidP="00F85B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№79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85BD6" w:rsidRPr="0024314B" w:rsidRDefault="00F85BD6" w:rsidP="00F85B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Скринік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F85BD6" w:rsidRPr="0024314B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Скринік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сільська  рада </w:t>
      </w: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Затвердити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Скринік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Ользі Володимирівні,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20396" w:rsidRPr="00D20396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20396" w:rsidRPr="00D203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D2039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0,1865 га, кадастровий номер: 6823986800:03:009:0022, д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 (присадибна ділянка)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область,Шепетівський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 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 вулиця Джерельна, 6.</w:t>
      </w: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Скринік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О.В.,посвідчити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BD6" w:rsidRPr="0024314B" w:rsidRDefault="00F85BD6" w:rsidP="00F85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BD6" w:rsidRPr="0024314B" w:rsidRDefault="00F85BD6" w:rsidP="00F85BD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85BD6" w:rsidRPr="00F85BD6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7F6F0B" w:rsidRPr="00F85BD6" w:rsidRDefault="00F85BD6" w:rsidP="00F85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7F6F0B" w:rsidRPr="00F85B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D6"/>
    <w:rsid w:val="007F6F0B"/>
    <w:rsid w:val="00D20396"/>
    <w:rsid w:val="00F8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5B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5BD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5BD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5B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5BD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5BD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2021-07-26T12:49:00Z</dcterms:created>
  <dcterms:modified xsi:type="dcterms:W3CDTF">2021-07-27T07:32:00Z</dcterms:modified>
</cp:coreProperties>
</file>