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C1" w:rsidRPr="00D815F3" w:rsidRDefault="00F706C1" w:rsidP="00F706C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F706C1" w:rsidRPr="001869AA" w:rsidRDefault="00F706C1" w:rsidP="00F706C1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960" name="Группа 9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96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3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4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76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vxzMAA&#10;AADc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uz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rvxzM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nxpMcA&#10;AADcAAAADwAAAGRycy9kb3ducmV2LnhtbESPT2sCMRTE70K/Q3gFL6LZeljrapQibP8dClrB62Pz&#10;utl287IkUbd+eiMUehxm5jfMct3bVpzIh8axgodJBoK4crrhWsH+sxw/gggRWWPrmBT8UoD16m6w&#10;xEK7M2/ptIu1SBAOBSowMXaFlKEyZDFMXEecvC/nLcYkfS21x3OC21ZOsyyXFhtOCwY72hiqfnZH&#10;q+C7/DCHzezy7EfzLV1G5ftL+5YrNbzvnxYgIvXxP/zXftUK5vkUbmfSEZ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I58aT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+BN8EA&#10;AADcAAAADwAAAGRycy9kb3ducmV2LnhtbESP3YrCMBCF7xd8hzCCN4umqyBajSKiIt6IPw8wNGNT&#10;bCalydr69kYQvDycn48zX7a2FA+qfeFYwd8gAUGcOV1wruB62fYnIHxA1lg6JgVP8rBcdH7mmGrX&#10;8Ike55CLOMI+RQUmhCqV0meGLPqBq4ijd3O1xRBlnUtdYxPHbSmHSTKWFguOBIMVrQ1l9/O/jZDj&#10;CI+HW3PZ7lpscHMw/Ls6KdXrtqsZiEBt+IY/7b1WMB2P4H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PgTf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9AnMUA&#10;AADcAAAADwAAAGRycy9kb3ducmV2LnhtbESPQUsDMRSE70L/Q3gFbzZrqatdm5bSKojgwSoUb4/N&#10;6+7i5iUkz+76740geBxm5htmtRldr84UU+fZwPWsAEVce9txY+D97fHqDlQSZIu9ZzLwTQk268nF&#10;CivrB36l80EalSGcKjTQioRK61S35DDNfCDO3slHh5JlbLSNOGS46/W8KErtsOO80GKgXUv15+HL&#10;GXgZHsLzbXlzCh9xMddpb+W4E2Mup+P2HpTQKP/hv/aTNbAsF/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0C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q82MIA&#10;AADc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2GcP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KrzY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7cMUA&#10;AADcAAAADwAAAGRycy9kb3ducmV2LnhtbESPQUsDMRSE74L/IbxCbzbboquuTYtUBRF6sBaKt8fm&#10;dXdx8xKS1+76740geBxm5htmuR5dr84UU+fZwHxWgCKuve24MbD/eLm6A5UE2WLvmQx8U4L16vJi&#10;iZX1A7/TeSeNyhBOFRpoRUKldapbcphmPhBn7+ijQ8kyNtpGHDLc9XpRFKV22HFeaDHQpqX6a3dy&#10;BrbDc3i7LW+O4TNeL3R6snLYiDHTyfj4AEpolP/wX/vVGrgvS/g9k4+AX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4Xtw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Yi+sYA&#10;AADcAAAADwAAAGRycy9kb3ducmV2LnhtbESPS2vDMBCE74X8B7GFXkoit6V5uFFCExAptFDygFwX&#10;a2ObWCsjKbH776NCocdhZr5h5sveNuJKPtSOFTyNMhDEhTM1lwoOez2cgggR2WDjmBT8UIDlYnA3&#10;x9y4jrd03cVSJAiHHBVUMba5lKGoyGIYuZY4eSfnLcYkfSmNxy7BbSOfs2wsLdacFipsaV1Rcd5d&#10;rILVd1e++Mdi1bvP0+b4qrXRX1qph/v+/Q1EpD7+h//aH0bBbDyB3zPp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Yi+s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VSDcAA&#10;AADcAAAADwAAAGRycy9kb3ducmV2LnhtbERPy4rCMBTdC/MP4Q7MTtMRFa1GkZHCIG58fMCluTbV&#10;5qYksXb+frIQXB7Oe7XpbSM68qF2rOB7lIEgLp2uuVJwORfDOYgQkTU2jknBHwXYrD8GK8y1e/KR&#10;ulOsRArhkKMCE2ObSxlKQxbDyLXEibs6bzEm6CupPT5TuG3kOMtm0mLNqcFgSz+GyvvpYRUU+/Gh&#10;uz+0L9y2n1iamtt8Z5T6+uy3SxCR+vgWv9y/WsFiltamM+kIyP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yVSDc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UTE8UA&#10;AADcAAAADwAAAGRycy9kb3ducmV2LnhtbESPQWsCMRSE74X+h/AKvRTNalHqahQVQgULpVro9bF5&#10;7i5uXpYkddd/b4RCj8PMfMMsVr1txIV8qB0rGA0zEMSFMzWXCr6PevAGIkRkg41jUnClAKvl48MC&#10;c+M6/qLLIZYiQTjkqKCKsc2lDEVFFsPQtcTJOzlvMSbpS2k8dgluGznOsqm0WHNaqLClbUXF+fBr&#10;FWw+u/LVvxSb3u1P7z8TrY3+0Eo9P/XrOYhIffwP/7V3RsFsOoP7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xRMT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rI1sAA&#10;AADcAAAADwAAAGRycy9kb3ducmV2LnhtbERP3WrCMBS+H+wdwhl4N9OJblqNIpOCyG7W7QEOzbGp&#10;NiclibW+vbkQvPz4/lebwbaiJx8axwo+xhkI4srphmsF/3/F+xxEiMgaW8ek4EYBNuvXlxXm2l35&#10;l/oy1iKFcMhRgYmxy6UMlSGLYew64sQdnbcYE/S11B6vKdy2cpJln9Jiw6nBYEffhqpzebEKisPk&#10;pz9ftC/cdphampnTfGeUGr0N2yWISEN8ih/uvVaw+Erz05l0BO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rI1s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0YjsMA&#10;AADcAAAADwAAAGRycy9kb3ducmV2LnhtbESP0WrCQBRE3wv9h+UWfKubtFo1ZhNKQamPpn7AJXtN&#10;QrJ30+zWxL93C4KPw8ycYdJ8Mp240OAaywrieQSCuLS64UrB6Wf3ugbhPLLGzjIpuJKDPHt+SjHR&#10;duQjXQpfiQBhl6CC2vs+kdKVNRl0c9sTB+9sB4M+yKGSesAxwE0n36LoQxpsOCzU2NNXTWVb/BkF&#10;i+u4/y2WbbTThuLDe39gXy6Vmr1Mn1sQnib/CN/b31rBZhXD/5lwBGR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y0Yj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R1jMIA&#10;AADcAAAADwAAAGRycy9kb3ducmV2LnhtbESPzarCMBSE9xd8h3AEd9fULvRajSKKIq689Wd9aI5t&#10;sTkpTdT69kYQXA4z8w0znbemEndqXGlZwaAfgSDOrC45V3A8rH//QDiPrLGyTAqe5GA+6/xMMdH2&#10;wf90T30uAoRdggoK7+tESpcVZND1bU0cvIttDPogm1zqBh8BbioZR9FQGiw5LBRY07Kg7JrejILb&#10;8Bwf+bLT+3T13IxX64WTp1ypXrddTEB4av03/GlvtYLxKIb3mXAE5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NHWM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G3BccA&#10;AADcAAAADwAAAGRycy9kb3ducmV2LnhtbESPQWvCQBSE7wX/w/IEb3XTWqJGV2kLgnpQmtaDt2f2&#10;NYlm36bZrcZ/3xWEHoeZ+YaZzltTiTM1rrSs4KkfgSDOrC45V/D1uXgcgXAeWWNlmRRcycF81nmY&#10;YqLthT/onPpcBAi7BBUU3teJlC4ryKDr25o4eN+2MeiDbHKpG7wEuKnkcxTF0mDJYaHAmt4Lyk7p&#10;r1Gw247i8fZt9XJcbw44MPpnr8tYqV63fZ2A8NT6//C9vdQKxsMB3M6EIy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xtwX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mCsUA&#10;AADcAAAADwAAAGRycy9kb3ducmV2LnhtbESPQWvCQBSE74X+h+UVvJlNbVCbukpb0YonTQWvj+xr&#10;Epp9G7KrJv56tyD0OMzMN8xs0ZlanKl1lWUFz1EMgji3uuJCweF7NZyCcB5ZY22ZFPTkYDF/fJhh&#10;qu2F93TOfCEChF2KCkrvm1RKl5dk0EW2IQ7ej20N+iDbQuoWLwFuajmK47E0WHFYKLGhz5Ly3+xk&#10;FFzHR9y5r9HH8kV76pPp2m53a6UGT937GwhPnf8P39sbreB1ksDfmXAE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WSYK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L+f8MA&#10;AADcAAAADwAAAGRycy9kb3ducmV2LnhtbESP3YrCMBSE74V9h3AWvNNU8bcaRUTBu9XuPsChOabF&#10;5qQ2UatPv1lY8HKYmW+Y5bq1lbhT40vHCgb9BARx7nTJRsHP9743A+EDssbKMSl4kof16qOzxFS7&#10;B5/ongUjIoR9igqKEOpUSp8XZNH3XU0cvbNrLIYoGyN1g48It5UcJslEWiw5LhRY07ag/JLdrIKr&#10;G451m+3w67KbH0tjRtfXaaRU97PdLEAEasM7/N8+aAXz6Rj+zsQj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L+f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7DtsIA&#10;AADcAAAADwAAAGRycy9kb3ducmV2LnhtbERPPW/CMBDdkfgP1iGxNQ5FJSHFiVokJFagQ8erfSRp&#10;43OIXUj76+uhEuPT+95Uo+3ElQbfOlawSFIQxNqZlmsFb6fdQw7CB2SDnWNS8EMeqnI62WBh3I0P&#10;dD2GWsQQ9gUqaELoCym9bsiiT1xPHLmzGyyGCIdamgFvMdx28jFNV9Jiy7GhwZ62Demv47dVsG8/&#10;6Gmlz2ubv+rD++8lLLNPo9R8Nr48gwg0hrv43703CtZZXBvPxCMgy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zsO2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dT0sUA&#10;AADdAAAADwAAAGRycy9kb3ducmV2LnhtbERP0WoCMRB8F/yHsELfNPEeil6NokKhpa3QU9rX5bK9&#10;HF42xyU9z783BaFvszs7MzurzeAa0VMXas8a5jMFgrj0puZKw+n4PF2ACBHZYOOZNFwpwGY9Hq0w&#10;N/7Cn9QXsRLJhEOOGmyMbS5lKC05DDPfEifux3cOYxq7SpoOL8ncNTJT6lE6rDklWGxpb6k8F79O&#10;Q4+Hq/q2u4/la/1eZofd15tJe/0wGbZPICIN8f/4rn4x6X2VZfDXJkG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51PS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XJ8UA&#10;AADdAAAADwAAAGRycy9kb3ducmV2LnhtbESPQUvDQBSE74L/YXmCN7sxYqmx21IKFY+a9uDxmX3N&#10;pmbfC7trE/31riB4HGbmG2a5nnyvzhRiJ2zgdlaAIm7EdtwaOOx3NwtQMSFb7IXJwBdFWK8uL5ZY&#10;WRn5lc51alWGcKzQgEtpqLSOjSOPcSYDcfaOEjymLEOrbcAxw32vy6KYa48d5wWHA20dNR/1pzcw&#10;PjXvp/L4Zt13GGRXv8ip7MWY66tp8wgq0ZT+w3/tZ2vg4f5uDr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nFcn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u0G8cA&#10;AADdAAAADwAAAGRycy9kb3ducmV2LnhtbESP3WoCMRSE7wu+QziF3tVsLa26GsVqBRFF/Ls/3Zzu&#10;rk1Olk3U7ds3QsHLYWa+YYbjxhpxodqXjhW8tBMQxJnTJecKDvv5cw+ED8gajWNS8EsexqPWwxBT&#10;7a68pcsu5CJC2KeooAihSqX0WUEWfdtVxNH7drXFEGWdS13jNcKtkZ0keZcWS44LBVY0LSj72Z2t&#10;gvlmZk6d9XZylGH62f0yveXHbKXU02MzGYAI1IR7+L+90Ar6b69duL2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7tB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Pt0MUA&#10;AADdAAAADwAAAGRycy9kb3ducmV2LnhtbERPTWvCQBC9F/oflin0InXTBiVGN1IKJQoWqhW8jtlp&#10;EszOhuw2if/ePQg9Pt73aj2aRvTUudqygtdpBIK4sLrmUsHx5/MlAeE8ssbGMim4koN19viwwlTb&#10;gffUH3wpQgi7FBVU3replK6oyKCb2pY4cL+2M+gD7EqpOxxCuGnkWxTNpcGaQ0OFLX1UVFwOf0ZB&#10;/707l5vetdtLMnGz+JznX/qk1PPT+L4E4Wn0/+K7e6MVLGZxmBvehCcgs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g+3Q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40gscA&#10;AADdAAAADwAAAGRycy9kb3ducmV2LnhtbESPQWsCMRSE74L/IbxCb5qt1eKuRtGC4KWgtod6e26e&#10;u4ubl20SdeuvNwWhx2FmvmGm89bU4kLOV5YVvPQTEMS51RUXCr4+V70xCB+QNdaWScEveZjPup0p&#10;ZtpeeUuXXShEhLDPUEEZQpNJ6fOSDPq+bYijd7TOYIjSFVI7vEa4qeUgSd6kwYrjQokNvZeUn3Zn&#10;o2CZjpc/myF/3LaHPe2/D6fRwCVKPT+1iwmIQG34Dz/aa60gHb2m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uNILHAAAA3QAAAA8AAAAAAAAAAAAAAAAAmAIAAGRy&#10;cy9kb3ducmV2LnhtbFBLBQYAAAAABAAEAPUAAACMAwAAAAA=&#10;" fillcolor="black" stroked="f"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stbMUA&#10;AADdAAAADwAAAGRycy9kb3ducmV2LnhtbERPu27CMBTdK/EP1q3EVpxGgGiKiXgUCal0gHboeBvf&#10;Jlbi6yh2IfD19YDEeHTe87y3jThR541jBc+jBARx4bThUsHX5/ZpBsIHZI2NY1JwIQ/5YvAwx0y7&#10;Mx/odAyliCHsM1RQhdBmUvqiIot+5FriyP26zmKIsCul7vAcw20j0ySZSouGY0OFLa0rKurjn1Xw&#10;/T41s4Oh9Gd/Xb3p/aRefWxqpYaP/fIVRKA+3MU3904reJmM4/74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ey1s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K2QsYA&#10;AADdAAAADwAAAGRycy9kb3ducmV2LnhtbESPQWsCMRSE7wX/Q3iF3mpWqWK3RhFL0YsHbUuvj83r&#10;ZrublzWJuvrrjSD0OMzMN8x03tlGHMmHyrGCQT8DQVw4XXGp4Ovz43kCIkRkjY1jUnCmAPNZ72GK&#10;uXYn3tJxF0uRIBxyVGBibHMpQ2HIYui7ljh5v85bjEn6UmqPpwS3jRxm2VharDgtGGxpaaiodwer&#10;wC9+3usLH77r7LI5h9Vft5+gUerpsVu8gYjUxf/wvb3WCl5HLwO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K2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SNh8YA&#10;AADdAAAADwAAAGRycy9kb3ducmV2LnhtbESPUWvCQBCE3wv9D8cKfSl6aWirRk8phUJBEbT+gDW3&#10;JsG7vZDbauyv9wqFPg4z8w0zX/beqTN1sQls4GmUgSIug224MrD/+hhOQEVBtugCk4ErRVgu7u/m&#10;WNhw4S2dd1KpBOFYoIFapC20jmVNHuMotMTJO4bOoyTZVdp2eElw73SeZa/aY8NpocaW3msqT7tv&#10;b8DlBzddjeNarnu9zn68bB831piHQf82AyXUy3/4r/1pDUxfnnP4fZOegF7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FSNh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QnWMcA&#10;AADdAAAADwAAAGRycy9kb3ducmV2LnhtbESPQWsCMRSE74X+h/AKvdVsbS26GqWtCHvpwVXx+tw8&#10;N0uTl2WT6tZfbwpCj8PMfMPMFr2z4kRdaDwreB5kIIgrrxuuFWw3q6cxiBCRNVrPpOCXAizm93cz&#10;zLU/85pOZaxFgnDIUYGJsc2lDJUhh2HgW+LkHX3nMCbZ1VJ3eE5wZ+Uwy96kw4bTgsGWPg1V3+WP&#10;U7AsWzvcFuYj7Hdfh4MtLivaL5V6fOjfpyAi9fE/fGsXWsFk9PoCf2/SE5D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GUJ1jHAAAA3Q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Sq/sIA&#10;AADdAAAADwAAAGRycy9kb3ducmV2LnhtbERPz2vCMBS+C/sfwhvspskGVtcZyxgrCJ6m9eDtkby1&#10;3ZqX0kTb/ffmMPD48f3eFJPrxJWG0HrW8LxQIIiNty3XGqpjOV+DCBHZYueZNPxRgGL7MNtgbv3I&#10;X3Q9xFqkEA45amhi7HMpg2nIYVj4njhx335wGBMcamkHHFO46+SLUpl02HJqaLCnj4bM7+HiNPyU&#10;cu+NQnOqTuPOrs6fGXVK66fH6f0NRKQp3sX/7p3V8LrM0v70Jj0Bub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ZKr+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GtS8YA&#10;AADdAAAADwAAAGRycy9kb3ducmV2LnhtbESPQWvCQBSE70L/w/IKvelGi2Kjq9hCoSgeGot4fGaf&#10;SUj2bdhdNf57VxB6HGbmG2a+7EwjLuR8ZVnBcJCAIM6trrhQ8Lf77k9B+ICssbFMCm7kYbl46c0x&#10;1fbKv3TJQiEihH2KCsoQ2lRKn5dk0A9sSxy9k3UGQ5SukNrhNcJNI0dJMpEGK44LJbb0VVJeZ2ej&#10;4HDe8Gn7vl65z7C33c7Xo+O0VurttVvNQATqwn/42f7RCj7GkyE83sQn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GtS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mJ7scA&#10;AADdAAAADwAAAGRycy9kb3ducmV2LnhtbESPQWsCMRSE7wX/Q3iCt5rtoqJbo2ih4EVQ20O9PTev&#10;u4ublzWJuvbXm4LgcZiZb5jpvDW1uJDzlWUFb/0EBHFudcWFgu+vz9cxCB+QNdaWScGNPMxnnZcp&#10;ZtpeeUuXXShEhLDPUEEZQpNJ6fOSDPq+bYij92udwRClK6R2eI1wU8s0SUbSYMVxocSGPkrKj7uz&#10;UbCcjJenzYDXf9vDnvY/h+MwdYlSvW67eAcRqA3P8KO90gomw1EK/2/i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5ie7HAAAA3QAAAA8AAAAAAAAAAAAAAAAAmAIAAGRy&#10;cy9kb3ducmV2LnhtbFBLBQYAAAAABAAEAPUAAACMAwAAAAA=&#10;" fillcolor="black" stroked="f"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nWdMUA&#10;AADdAAAADwAAAGRycy9kb3ducmV2LnhtbESPQUsDMRSE70L/Q3gFbzZri8WuTctSKIqnbVV6fd08&#10;N4ublyWJ6frvjSD0OMzMN8x6O9peJPKhc6zgflaAIG6c7rhV8P62v3sEESKyxt4xKfihANvN5GaN&#10;pXYXPlA6xlZkCIcSFZgYh1LK0BiyGGZuIM7ep/MWY5a+ldrjJcNtL+dFsZQWO84LBgfaGWq+jt9W&#10;QTrv6mqRTskcXn3Velc/f5xrpW6nY/UEItIYr+H/9otWsHpYL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SdZ0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eu8scA&#10;AADdAAAADwAAAGRycy9kb3ducmV2LnhtbESPQWvCQBSE7wX/w/IKvenGUkONrlKkLdqLbSro8ZF9&#10;zQazb0N2G6O/3i0IPQ4z8w0zX/a2Fh21vnKsYDxKQBAXTldcKth9vw2fQfiArLF2TArO5GG5GNzN&#10;MdPuxF/U5aEUEcI+QwUmhCaT0heGLPqRa4ij9+NaiyHKtpS6xVOE21o+JkkqLVYcFww2tDJUHPNf&#10;q8CPV6/7D3uZdod3w9t8Y9LP0ij1cN+/zEAE6sN/+NZeawXTSfoE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nrvL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06C1" w:rsidRPr="00D815F3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F706C1" w:rsidRPr="001869AA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06C1" w:rsidRPr="001869AA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06C1" w:rsidRPr="001869AA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06C1" w:rsidRPr="00D815F3" w:rsidRDefault="00F706C1" w:rsidP="00F706C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F706C1" w:rsidRPr="001869AA" w:rsidRDefault="00F706C1" w:rsidP="00F706C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F706C1" w:rsidRPr="001869AA" w:rsidRDefault="00F706C1" w:rsidP="00F706C1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F706C1" w:rsidRPr="001869AA" w:rsidRDefault="00F706C1" w:rsidP="00F706C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F706C1" w:rsidRPr="001869AA" w:rsidRDefault="00F706C1" w:rsidP="00F706C1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F706C1" w:rsidRPr="001869AA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06C1" w:rsidRDefault="00F706C1" w:rsidP="00F706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D74rZ34HgAABFZBAAOAAAAAAAAAAAA&#10;AAAAAC4CAABkcnMvZTJvRG9jLnhtbFBLAQItABQABgAIAAAAIQDfzpAw4gAAAA0BAAAPAAAAAAAA&#10;AAAAAAAAADp7AABkcnMvZG93bnJldi54bWxQSwUGAAAAAAQABADzAAAASXw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06C1" w:rsidRDefault="00F706C1" w:rsidP="00F706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F706C1" w:rsidRDefault="00F706C1" w:rsidP="00F706C1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F706C1" w:rsidRPr="001869AA" w:rsidRDefault="00F706C1" w:rsidP="00F706C1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F706C1" w:rsidRDefault="00F706C1" w:rsidP="00F706C1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F706C1" w:rsidRPr="001869AA" w:rsidRDefault="00F706C1" w:rsidP="00F706C1">
      <w:pPr>
        <w:spacing w:after="0" w:line="240" w:lineRule="auto"/>
        <w:jc w:val="center"/>
        <w:rPr>
          <w:rFonts w:ascii="Times New Roman" w:hAnsi="Times New Roman"/>
        </w:rPr>
      </w:pPr>
    </w:p>
    <w:p w:rsidR="00F706C1" w:rsidRPr="00312454" w:rsidRDefault="00F706C1" w:rsidP="00F706C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>.2020р.                         Крупець                                        №_____</w:t>
      </w:r>
    </w:p>
    <w:p w:rsidR="00F706C1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06C1" w:rsidRDefault="00F706C1" w:rsidP="00F706C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(відновлення)  меж земельної ділянки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Фотюк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Л.М.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розглянувши заяву 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Фотюк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Л.М.,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рада 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ВИРІШИЛА: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1. Затвердити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Фотюк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Лідії Миколаївні</w:t>
      </w:r>
      <w:r>
        <w:rPr>
          <w:rFonts w:ascii="Times New Roman" w:hAnsi="Times New Roman"/>
          <w:sz w:val="24"/>
        </w:rPr>
        <w:t>, яка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6A04AB">
        <w:rPr>
          <w:rFonts w:ascii="Times New Roman" w:hAnsi="Times New Roman"/>
          <w:sz w:val="24"/>
          <w:lang w:val="en-US"/>
        </w:rPr>
        <w:t>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6A04AB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атну власність, площею 2,6427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га,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984700:05:013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074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ведення товарного сільськогосподарського виробництва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яка розташована Хмельницька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за межами населеного пункту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с.Лисиче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</w:t>
      </w: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     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2.</w:t>
      </w:r>
      <w:r w:rsidRPr="006F5706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Фотюк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Л.М.</w:t>
      </w: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06C1" w:rsidRPr="00E12288" w:rsidRDefault="00F706C1" w:rsidP="00F706C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F706C1" w:rsidRPr="00E12288" w:rsidRDefault="00F706C1" w:rsidP="00F706C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2E6204" w:rsidRPr="00F706C1" w:rsidRDefault="00F706C1" w:rsidP="00F706C1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2E6204" w:rsidRPr="00F706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6C1"/>
    <w:rsid w:val="00171A2E"/>
    <w:rsid w:val="002E6204"/>
    <w:rsid w:val="00304C90"/>
    <w:rsid w:val="00505B6D"/>
    <w:rsid w:val="006A04AB"/>
    <w:rsid w:val="006D3977"/>
    <w:rsid w:val="007D6C18"/>
    <w:rsid w:val="00D1641A"/>
    <w:rsid w:val="00F7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C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C1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252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2020-11-17T15:59:00Z</dcterms:created>
  <dcterms:modified xsi:type="dcterms:W3CDTF">2020-11-18T06:50:00Z</dcterms:modified>
</cp:coreProperties>
</file>