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BF7" w:rsidRPr="00CB71B2" w:rsidRDefault="00E92BF7" w:rsidP="00E92BF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E92BF7" w:rsidRPr="00CB71B2" w:rsidRDefault="00E92BF7" w:rsidP="00E92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E92BF7" w:rsidRPr="00CB71B2" w:rsidRDefault="00E92BF7" w:rsidP="00E92B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2BF7" w:rsidRDefault="00E92BF7" w:rsidP="00E92BF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2BF7" w:rsidRDefault="00E92BF7" w:rsidP="00E92BF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92BF7" w:rsidRPr="00CB71B2" w:rsidRDefault="00E92BF7" w:rsidP="00E92BF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92BF7" w:rsidRPr="00CB71B2" w:rsidRDefault="00E92BF7" w:rsidP="00E92B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E92BF7" w:rsidRPr="00CB71B2" w:rsidRDefault="00E92BF7" w:rsidP="00E92BF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2BF7" w:rsidRPr="00CB71B2" w:rsidRDefault="00E92BF7" w:rsidP="00E92BF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2BF7" w:rsidRPr="00CB71B2" w:rsidRDefault="00E92BF7" w:rsidP="00E92B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92BF7" w:rsidRPr="00CB71B2" w:rsidRDefault="00E92BF7" w:rsidP="00E92BF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92BF7" w:rsidRPr="00CB71B2" w:rsidRDefault="00E92BF7" w:rsidP="00E92BF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передачі  її у власність  Денисюк Р.В.</w:t>
      </w:r>
    </w:p>
    <w:p w:rsidR="00E92BF7" w:rsidRPr="00CB71B2" w:rsidRDefault="00E92BF7" w:rsidP="00E92B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2BF7" w:rsidRPr="00CB71B2" w:rsidRDefault="00E92BF7" w:rsidP="00E92B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2BF7" w:rsidRPr="00CB71B2" w:rsidRDefault="00E92BF7" w:rsidP="00E92B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Денисюк Р.В.,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92BF7" w:rsidRPr="00CB71B2" w:rsidRDefault="00E92BF7" w:rsidP="00E92B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92BF7" w:rsidRPr="00CB71B2" w:rsidRDefault="00E92BF7" w:rsidP="00E92B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2BF7" w:rsidRPr="00CB71B2" w:rsidRDefault="00E92BF7" w:rsidP="00E92BF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Денисюк Розі Василівні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0,0500га,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2BF7" w:rsidRPr="00CB71B2" w:rsidRDefault="00E92BF7" w:rsidP="00E92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Денисюк Розі Василівні,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C10354">
        <w:rPr>
          <w:rFonts w:ascii="Times New Roman" w:eastAsia="Calibri" w:hAnsi="Times New Roman" w:cs="Times New Roman"/>
          <w:sz w:val="24"/>
        </w:rPr>
        <w:t>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C1035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0,0500 га, кадастровий номер: 6823984000:02:008:0042,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2BF7" w:rsidRPr="00CB71B2" w:rsidRDefault="00E92BF7" w:rsidP="00E92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Денисюк Р.В.,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E92BF7" w:rsidRPr="00CB71B2" w:rsidRDefault="00E92BF7" w:rsidP="00E92BF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92BF7" w:rsidRPr="00CB71B2" w:rsidRDefault="00E92BF7" w:rsidP="00E92B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A05" w:rsidRPr="00E92BF7" w:rsidRDefault="00E92BF7" w:rsidP="00E92BF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525A05" w:rsidRPr="00E92B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BF7"/>
    <w:rsid w:val="00171A2E"/>
    <w:rsid w:val="00304C90"/>
    <w:rsid w:val="00505B6D"/>
    <w:rsid w:val="00525A05"/>
    <w:rsid w:val="006D3977"/>
    <w:rsid w:val="007D6C18"/>
    <w:rsid w:val="00C10354"/>
    <w:rsid w:val="00D1641A"/>
    <w:rsid w:val="00E9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923D8"/>
  <w15:docId w15:val="{1E0B8B82-5C62-4F63-8BC8-5200D3C6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BF7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273</Words>
  <Characters>1557</Characters>
  <Application>Microsoft Office Word</Application>
  <DocSecurity>0</DocSecurity>
  <Lines>12</Lines>
  <Paragraphs>3</Paragraphs>
  <ScaleCrop>false</ScaleCrop>
  <Company>Microsoft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2021-04-14T11:51:00Z</dcterms:created>
  <dcterms:modified xsi:type="dcterms:W3CDTF">2021-04-15T05:04:00Z</dcterms:modified>
</cp:coreProperties>
</file>