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61B" w:rsidRPr="0091657C" w:rsidRDefault="006E661B" w:rsidP="006E661B">
      <w:pPr>
        <w:tabs>
          <w:tab w:val="left" w:pos="2160"/>
        </w:tabs>
        <w:jc w:val="right"/>
        <w:rPr>
          <w:rFonts w:ascii="Times New Roman" w:hAnsi="Times New Roman" w:cs="Times New Roman"/>
        </w:rPr>
      </w:pPr>
      <w:r w:rsidRPr="0091657C">
        <w:rPr>
          <w:rFonts w:ascii="Times New Roman" w:hAnsi="Times New Roman" w:cs="Times New Roman"/>
          <w:color w:val="FF0000"/>
        </w:rPr>
        <w:t>ПРОЕКТ</w:t>
      </w:r>
      <w:r w:rsidR="00936841" w:rsidRPr="00936841">
        <w:rPr>
          <w:noProof/>
          <w:lang w:val="ru-RU" w:eastAsia="ru-RU"/>
        </w:rPr>
        <w:pict>
          <v:group id="Группа 6966" o:spid="_x0000_s1026" style="position:absolute;left:0;text-align:left;margin-left:3in;margin-top:9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sDv8IA&#10;AADdAAAADwAAAGRycy9kb3ducmV2LnhtbESPzarCMBSE94LvEI7gTlMVqlajiKi4EMS//aE5tsXm&#10;pDRR69ubCxdcDjPzDTNfNqYUL6pdYVnBoB+BIE6tLjhTcL1sexMQziNrLC2Tgg85WC7arTkm2r75&#10;RK+zz0SAsEtQQe59lUjp0pwMur6tiIN3t7VBH2SdSV3jO8BNKYdRFEuDBYeFHCta55Q+zk+jwI52&#10;+8MtG55GGx57Xh0n91tzUKrbaVYzEJ4a/wv/t/daQTyNx/D3JjwBuf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uwO/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JTw8QA&#10;AADdAAAADwAAAGRycy9kb3ducmV2LnhtbERPz2vCMBS+C/4P4Qm7yEznodPOKEOoOg+CbrDro3lr&#10;ujUvJcm08683h4HHj+/3YtXbVpzJh8axgqdJBoK4crrhWsHHe/k4AxEissbWMSn4owCr5XCwwEK7&#10;Cx/pfIq1SCEcClRgYuwKKUNlyGKYuI44cV/OW4wJ+lpqj5cUbls5zbJcWmw4NRjsaG2o+jn9WgXf&#10;5cF8rp+vGz+eH+k6Lvfb9i1X6mHUv76AiNTHu/jfvdMK8nme5qY36Qn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yU8P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aUJ8QA&#10;AADdAAAADwAAAGRycy9kb3ducmV2LnhtbESPTWrDMBCF94HeQUyhm1DLbcHErpUQSlNCNsFJDzBY&#10;Y8vUGhlLjd3bR4VAlo/38/HKzWx7caHRd44VvCQpCOLa6Y5bBd/n3fMKhA/IGnvHpOCPPGzWD4sS&#10;C+0mruhyCq2II+wLVGBCGAopfW3Iok/cQBy9xo0WQ5RjK/WIUxy3vXxN00xa7DgSDA70Yaj+Of3a&#10;CDm+4fHQTOfd14wTfh4ML7eVUk+P8/YdRKA53MO39l4ryPIsh/838QnI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mlC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5+x8MA&#10;AADdAAAADwAAAGRycy9kb3ducmV2LnhtbERPTUsDMRC9C/6HMEJvNmupW7s2LVIriNCDVSjehs10&#10;d3EzCcm0u/57cxA8Pt73ajO6Xl0ops6zgbtpAYq49rbjxsDnx8vtA6gkyBZ7z2TghxJs1tdXK6ys&#10;H/idLgdpVA7hVKGBViRUWqe6JYdp6gNx5k4+OpQMY6NtxCGHu17PiqLUDjvODS0G2rZUfx/OzsB+&#10;2IW3RXl/Cl9xPtPp2cpxK8ZMbsanR1BCo/yL/9yv1kC5XOT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5+x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kO/MUA&#10;AADdAAAADwAAAGRycy9kb3ducmV2LnhtbESP3WrCQBCF7wu+wzIFb4putJDW6CaI1FJyI/48wJAd&#10;s6HZ2ZDdmvj2bqHQy8P5+TibYrStuFHvG8cKFvMEBHHldMO1gst5P3sH4QOyxtYxKbiThyKfPG0w&#10;027gI91OoRZxhH2GCkwIXSalrwxZ9HPXEUfv6nqLIcq+lrrHIY7bVi6TJJUWG44Egx3tDFXfpx8b&#10;IYdXPJTX4bz/HHHAj9Lwy/ao1PR53K5BBBrDf/iv/aUVpKu3B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Q78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BFK8YA&#10;AADdAAAADwAAAGRycy9kb3ducmV2LnhtbESPQUvDQBSE70L/w/IEb3Zj0FRjt6VUhSJ4sAri7ZF9&#10;TYLZt8vus4n/visIHoeZ+YZZric3qCPF1Hs2cDUvQBE33vbcGnh/e7q8BZUE2eLgmQz8UIL1ana2&#10;xNr6kV/puJdWZQinGg10IqHWOjUdOUxzH4izd/DRoWQZW20jjhnuBl0WRaUd9pwXOgy07aj52n87&#10;Ay/jY3heVDeH8BmvS50erHxsxZiL82lzD0pokv/wX3tnDVR3ixJ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WBFK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xAzscA&#10;AADdAAAADwAAAGRycy9kb3ducmV2LnhtbESPQWsCMRSE74L/ITyhF6nZKtq6GkULwYKFUlvo9bF5&#10;7i7dvCxJ6m7/vSkIPQ4z8w2z3va2ERfyoXas4GGSgSAunKm5VPD5oe+fQISIbLBxTAp+KcB2Mxys&#10;MTeu43e6nGIpEoRDjgqqGNtcylBUZDFMXEucvLPzFmOSvpTGY5fgtpHTLFtIizWnhQpbeq6o+D79&#10;WAX7t66c+XGx793xfPiaa230q1bqbtTvViAi9fE/fGu/GAWL5eMM/t6kJy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sQM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2C/8QA&#10;AADdAAAADwAAAGRycy9kb3ducmV2LnhtbESP0WoCMRRE3wv+Q7iCbzWrWLVbo4iyIKUvaj/gsrnd&#10;rG5uliSu69+bQqGPw8ycYVab3jaiIx9qxwom4wwEcel0zZWC73PxugQRIrLGxjEpeFCAzXrwssJc&#10;uzsfqTvFSiQIhxwVmBjbXMpQGrIYxq4lTt6P8xZjkr6S2uM9wW0jp1k2lxZrTgsGW9oZKq+nm1VQ&#10;fE6/uutN+8Jt+5mlN3NZ7o1So2G//QARqY//4b/2QSuYvy9m8PsmPQ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9gv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l9IccA&#10;AADdAAAADwAAAGRycy9kb3ducmV2LnhtbESPQWsCMRSE7wX/Q3hCL0Wztah1NYoWQgsWSq3g9bF5&#10;7i7dvCxJ6m7/vREKPQ4z8w2z2vS2ERfyoXas4HGcgSAunKm5VHD80qNnECEiG2wck4JfCrBZD+5W&#10;mBvX8SddDrEUCcIhRwVVjG0uZSgqshjGriVO3tl5izFJX0rjsUtw28hJls2kxZrTQoUtvVRUfB9+&#10;rILdR1c++Ydi17v9+fU01drod63U/bDfLkFE6uN/+K/9ZhTMFvMp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JfS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O5E8UA&#10;AADdAAAADwAAAGRycy9kb3ducmV2LnhtbESP3WoCMRSE7wu+QzhC72pWqavdGkUsC0V6488DHDan&#10;m62bkyWJ6/btG0Ho5TAz3zCrzWBb0ZMPjWMF00kGgrhyuuFawflUvixBhIissXVMCn4pwGY9elph&#10;od2ND9QfYy0ShEOBCkyMXSFlqAxZDBPXESfv23mLMUlfS+3xluC2lbMsy6XFhtOCwY52hqrL8WoV&#10;lPvZV3+5al+67fBqaW5+lh9GqefxsH0HEWmI/+FH+1MryN8WOdzfp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Y7kT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oGrsQA&#10;AADdAAAADwAAAGRycy9kb3ducmV2LnhtbESPzWrDMBCE74W+g9hCb43sNL+OlVAKDvUxbh9gsTa2&#10;ibVyLNU/b18VCj0OM/MNk54m04qBetdYVhAvIhDEpdUNVwq+PrOXHQjnkTW2lknBTA5Ox8eHFBNt&#10;R77QUPhKBAi7BBXU3neJlK6syaBb2I44eFfbG/RB9pXUPY4Bblq5jKKNNNhwWKixo/eaylvxbRSs&#10;5vF8L9a3KNOG4vy1y9mXa6Wen6a3AwhPk/8P/7U/tILNfruF3zfhCcjj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qBq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eLwMEA&#10;AADdAAAADwAAAGRycy9kb3ducmV2LnhtbERPy4rCMBTdC/5DuII7TcdF1doooigyK+04ri/N7YNp&#10;bkoTtf79ZCG4PJx3uulNIx7Uudqygq9pBII4t7rmUsH15zBZgHAeWWNjmRS8yMFmPRykmGj75As9&#10;Ml+KEMIuQQWV920ipcsrMuimtiUOXGE7gz7ArpS6w2cIN42cRVEsDdYcGipsaVdR/pfdjYJ7fJtd&#10;ufjW52z/Oi73h62Tv6VS41G/XYHw1PuP+O0+aQXxch7mhjfhCcj1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ni8D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hRXMgA&#10;AADdAAAADwAAAGRycy9kb3ducmV2LnhtbESPT2vCQBTE70K/w/IK3nTTVlKTuootCOpB8d+ht9fs&#10;a5KafRuzq8Zv7xYKPQ4z8xtmNGlNJS7UuNKygqd+BII4s7rkXMF+N+sNQTiPrLGyTApu5GAyfuiM&#10;MNX2yhu6bH0uAoRdigoK7+tUSpcVZND1bU0cvG/bGPRBNrnUDV4D3FTyOYpiabDksFBgTR8FZcft&#10;2Sg4rIdxsn5fDH6Wqy98Mfr0qctYqe5jO30D4an1/+G/9lwriJPXBH7fhCcgx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iFF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9KFcIA&#10;AADdAAAADwAAAGRycy9kb3ducmV2LnhtbERPTYvCMBC9C/6HMMLeNNWVUqtRdBdd2ZOrgtehGdti&#10;MylN1Oqv3xwEj4/3PVu0phI3alxpWcFwEIEgzqwuOVdwPKz7CQjnkTVWlknBgxws5t3ODFNt7/xH&#10;t73PRQhhl6KCwvs6ldJlBRl0A1sTB+5sG4M+wCaXusF7CDeVHEVRLA2WHBoKrOmroOyyvxoFz/iE&#10;O/czWn1/ak+PcbKxv7uNUh+9djkF4an1b/HLvdUK4kkS9oc34Qn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H0oV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u8NsUA&#10;AADdAAAADwAAAGRycy9kb3ducmV2LnhtbESP0WrCQBRE3wv9h+UWfKsbJYqmrlKKgm820Q+4ZK+b&#10;YPZuzG6T2K/vFgp9HGbmDLPZjbYRPXW+dqxgNk1AEJdO12wUXM6H1xUIH5A1No5JwYM87LbPTxvM&#10;tBs4p74IRkQI+wwVVCG0mZS+rMiin7qWOHpX11kMUXZG6g6HCLeNnCfJUlqsOS5U2NJHReWt+LIK&#10;7m6+0GOxx9Ntv/6sjUnv33mq1ORlfH8DEWgM/+G/9lErWK5XM/h9E5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7w2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ioKcUA&#10;AADdAAAADwAAAGRycy9kb3ducmV2LnhtbESPzW7CMBCE75X6DtYi9QYOVIQQMAgqVeLKz4HjYi9J&#10;IF6nsQspT19XQupxNDPfaObLztbiRq2vHCsYDhIQxNqZigsFh/1nPwPhA7LB2jEp+CEPy8Xryxxz&#10;4+68pdsuFCJC2OeooAyhyaX0uiSLfuAa4uidXWsxRNkW0rR4j3Bby1GSpNJixXGhxIY+StLX3bdV&#10;sKlONE71eWqztd4eH1/hfXIxSr31utUMRKAu/Ief7Y1RkE6zEfy9i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eKg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3+RsIA&#10;AADdAAAADwAAAGRycy9kb3ducmV2LnhtbERPXWvCMBR9F/wP4Qq+aaqCaG0qUxhMtglTca+X5q4p&#10;a25KE2v998tgsMfzzcm2va1FR62vHCuYTRMQxIXTFZcKLufnyQqED8gaa8ek4EEetvlwkGGq3Z0/&#10;qDuFUsQS9ikqMCE0qZS+MGTRT11DHLUv11oMEbal1C3eY7mt5TxJltJixXHBYEN7Q8X36WYVdHh8&#10;JJ9m974+VG/F/Li7vurIq/Gof9qACNSHf/Nf+kUrWK5XC/h9E5+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Pf5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/YUsUA&#10;AADdAAAADwAAAGRycy9kb3ducmV2LnhtbESPQUvDQBSE70L/w/IK3uymQUqN3RYpVDxq7MHjM/ua&#10;Tc2+F3bXJvrrXUHwOMzMN8xmN/leXSjETtjAclGAIm7EdtwaOL4ebtagYkK22AuTgS+KsNvOrjZY&#10;WRn5hS51alWGcKzQgEtpqLSOjSOPcSEDcfZOEjymLEOrbcAxw32vy6JYaY8d5wWHA+0dNR/1pzcw&#10;Pjbv5/L0Zt13GORQP8u57MWY6/n0cA8q0ZT+w3/tJ2tgdbe+hd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79hS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g7bscA&#10;AADdAAAADwAAAGRycy9kb3ducmV2LnhtbESPW2sCMRSE34X+h3AKvmm2gnZdjWK9QCkV8fZ+ujnd&#10;3TY5WTapbv+9KRR8HGbmG2Y6b60RF2p85VjBUz8BQZw7XXGh4HTc9FIQPiBrNI5JwS95mM8eOlPM&#10;tLvyni6HUIgIYZ+hgjKEOpPS5yVZ9H1XE0fv0zUWQ5RNIXWD1wi3Rg6SZCQtVhwXSqxpWVL+ffix&#10;Cja7lfkabPeLswzL9fOHSd9eVu9KdR/bxQREoDbcw//tV61gNE6H8PcmPgE5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IO2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1ooMcA&#10;AADdAAAADwAAAGRycy9kb3ducmV2LnhtbESPQWvCQBSE74L/YXmFXqRuqjTEmFWkIFpoQa3g9SX7&#10;mgSzb0N2G+O/7xYKPQ4z8w2TrQfTiJ46V1tW8DyNQBAXVtdcKjh/bp8SEM4ja2wsk4I7OVivxqMM&#10;U21vfKT+5EsRIOxSVFB536ZSuqIig25qW+LgfdnOoA+yK6Xu8BbgppGzKIqlwZrDQoUtvVZUXE/f&#10;RkF/eM/Lfe/at2sycS/zfLf70BelHh+GzRKEp8H/h//ae60gXiQx/L4JT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29aK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Cx8scA&#10;AADdAAAADwAAAGRycy9kb3ducmV2LnhtbESPQWsCMRSE74L/IbxCb5qtVLuuRtGC4KWgtod6e26e&#10;u4ubl20SdeuvNwWhx2FmvmGm89bU4kLOV5YVvPQTEMS51RUXCr4+V70UhA/IGmvLpOCXPMxn3c4U&#10;M22vvKXLLhQiQthnqKAMocmk9HlJBn3fNsTRO1pnMETpCqkdXiPc1HKQJCNpsOK4UGJD7yXlp93Z&#10;KFiO0+XP5pU/btvDnvbfh9Nw4BKlnp/axQREoDb8hx/ttVYwGqdv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QsfLHAAAA3QAAAA8AAAAAAAAAAAAAAAAAmAIAAGRy&#10;cy9kb3ducmV2LnhtbFBLBQYAAAAABAAEAPUAAACMAwAAAAA=&#10;" fillcolor="black" stroked="f"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bmjsQA&#10;AADdAAAADwAAAGRycy9kb3ducmV2LnhtbERPy2rCQBTdF/yH4Qrd6aRCQxodpfYBBe0i6sLlbeY2&#10;GZK5EzJTjX69sxC6PJz3YjXYVpyo98axgqdpAoK4dNpwpeCw/5xkIHxA1tg6JgUX8rBajh4WmGt3&#10;5oJOu1CJGMI+RwV1CF0upS9rsuinriOO3K/rLYYI+0rqHs8x3LZyliSptGg4NtTY0VtNZbP7swqO&#10;m9RkhaHZz/a6/tDb52b9/d4o9TgeXucgAg3hX3x3f2kF6UsW58Y38Qn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m5o7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99oMUA&#10;AADdAAAADwAAAGRycy9kb3ducmV2LnhtbESPQWsCMRSE74L/ITyht5qtB1m3RpGKtJceapVeH5vn&#10;Zt3Ny5pEXf31TaHgcZiZb5j5sretuJAPtWMFL+MMBHHpdM2Vgt335jkHESKyxtYxKbhRgOViOJhj&#10;od2Vv+iyjZVIEA4FKjAxdoWUoTRkMYxdR5y8g/MWY5K+ktrjNcFtKydZNpUWa04LBjt6M1Q227NV&#10;4Fc/6+bO532T3T9v4f3Yn3I0Sj2N+tUriEh9fIT/2x9awXSWz+Dv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32g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jnUsMA&#10;AADdAAAADwAAAGRycy9kb3ducmV2LnhtbERPzWrCQBC+F3yHZQQvpW7qwTapmyBCoaAI/jzANDtN&#10;QndnQ3aqsU/fPQg9fnz/q2r0Tl1oiF1gA8/zDBRxHWzHjYHz6f3pFVQUZIsuMBm4UYSqnDyssLDh&#10;yge6HKVRKYRjgQZakb7QOtYteYzz0BMn7isMHiXBodF2wGsK904vsmypPXacGlrsadNS/X388Qbc&#10;4tPl25e4k9tZ77JfL4fHvTVmNh3Xb6CERvkX390f1sAyz9P+9CY9AV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jnU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hNjcUA&#10;AADdAAAADwAAAGRycy9kb3ducmV2LnhtbESPQWsCMRSE74X+h/AK3mpWD6Jbo9iKsJce3Cpen5vX&#10;zWLysmyibv31RhB6HGbmG2a+7J0VF+pC41nBaJiBIK68brhWsPvZvE9BhIis0XomBX8UYLl4fZlj&#10;rv2Vt3QpYy0ShEOOCkyMbS5lqAw5DEPfEifv13cOY5JdLXWH1wR3Vo6zbCIdNpwWDLb0Zag6lWen&#10;YF22drwrzGc47L+PR1vcNnRYKzV461cfICL18T/8bBdawWQ2G8HjTXo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OE2N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2cS8QA&#10;AADdAAAADwAAAGRycy9kb3ducmV2LnhtbESPQWsCMRSE7wX/Q3iCt5roYVtXo4goCJ5q9eDtkTx3&#10;Vzcvyya6679vCoUeh5n5hlmseleLJ7Wh8qxhMlYgiI23FRcaTt+7908QISJbrD2ThhcFWC0HbwvM&#10;re/4i57HWIgE4ZCjhjLGJpcymJIchrFviJN39a3DmGRbSNtil+CullOlMumw4rRQYkObksz9+HAa&#10;bjt58EahOZ/O3d5+XLYZ1Urr0bBfz0FE6uN/+K+9txqy2WwKv2/SE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9nE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ib/sUA&#10;AADdAAAADwAAAGRycy9kb3ducmV2LnhtbESPT4vCMBTE78J+h/AW9qbpKohWo7iCsCh78A/i8dk8&#10;29LmpSRR67c3C4LHYWZ+w0znranFjZwvLSv47iUgiDOrS84VHPar7giED8gaa8uk4EEe5rOPzhRT&#10;be+8pdsu5CJC2KeooAihSaX0WUEGfc82xNG7WGcwROlyqR3eI9zUsp8kQ2mw5LhQYEPLgrJqdzUK&#10;TtcNX/4G64X7CUfb7n3VP48qpb4+28UERKA2vMOv9q9WMByPB/D/Jj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Jv+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u5WMcA&#10;AADdAAAADwAAAGRycy9kb3ducmV2LnhtbESPT2sCMRTE74LfITyhN81WrLhbo2ih4EXw36HenpvX&#10;3cXNy5qkuvXTG6HQ4zAzv2Gm89bU4krOV5YVvA4SEMS51RUXCg77z/4EhA/IGmvLpOCXPMxn3c4U&#10;M21vvKXrLhQiQthnqKAMocmk9HlJBv3ANsTR+7bOYIjSFVI7vEW4qeUwScbSYMVxocSGPkrKz7sf&#10;o2CZTpaXzYjX9+3pSMev0/lt6BKlXnrt4h1EoDb8h//aK61gnKYj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buVjHAAAA3QAAAA8AAAAAAAAAAAAAAAAAmAIAAGRy&#10;cy9kb3ducmV2LnhtbFBLBQYAAAAABAAEAPUAAACMAwAAAAA=&#10;" fillcolor="black" stroked="f"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vmwsUA&#10;AADdAAAADwAAAGRycy9kb3ducmV2LnhtbESPQUsDMRSE7wX/Q3gFb222isVum5alIIqnbVV6fd08&#10;N4ublyWJ6frvjSD0OMzMN8xmN9peJPKhc6xgMS9AEDdOd9wqeH97mj2CCBFZY++YFPxQgN32ZrLB&#10;UrsLHygdYysyhEOJCkyMQyllaAxZDHM3EGfv03mLMUvfSu3xkuG2l3dFsZQWO84LBgfaG2q+jt9W&#10;QTrv6+o+nZI5vPqq9a5+/jjXSt1Ox2oNItIYr+H/9otWsFytHu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a+b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6YR8YA&#10;AADdAAAADwAAAGRycy9kb3ducmV2LnhtbESPQWvCQBSE7wX/w/IEb3VjD6GJriJii+2lNQp6fGSf&#10;2WD2bchuY9pf3y0UPA4z8w2zWA22ET11vnasYDZNQBCXTtdcKTgeXh6fQfiArLFxTAq+ycNqOXpY&#10;YK7djffUF6ESEcI+RwUmhDaX0peGLPqpa4mjd3GdxRBlV0nd4S3CbSOfkiSVFmuOCwZb2hgqr8WX&#10;VeBnm+3p3f5k/fnV8EfxZtLPyig1GQ/rOYhAQ7iH/9s7rSDNshT+3s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j6YR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E661B" w:rsidRDefault="006E661B" w:rsidP="006E661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E661B" w:rsidRPr="0091657C" w:rsidRDefault="006E661B" w:rsidP="006E661B">
      <w:pPr>
        <w:jc w:val="right"/>
        <w:rPr>
          <w:rFonts w:ascii="Times New Roman" w:hAnsi="Times New Roman" w:cs="Times New Roman"/>
          <w:color w:val="FF0000"/>
        </w:rPr>
      </w:pPr>
    </w:p>
    <w:p w:rsidR="006E661B" w:rsidRPr="0091657C" w:rsidRDefault="006E661B" w:rsidP="006E661B">
      <w:pPr>
        <w:rPr>
          <w:rFonts w:ascii="Times New Roman" w:hAnsi="Times New Roman" w:cs="Times New Roman"/>
          <w:color w:val="FF0000"/>
        </w:rPr>
      </w:pPr>
    </w:p>
    <w:p w:rsidR="006E661B" w:rsidRPr="0091657C" w:rsidRDefault="006E661B" w:rsidP="006E661B">
      <w:pPr>
        <w:jc w:val="both"/>
        <w:rPr>
          <w:rFonts w:ascii="Times New Roman" w:hAnsi="Times New Roman" w:cs="Times New Roman"/>
          <w:color w:val="FF0000"/>
        </w:rPr>
      </w:pPr>
    </w:p>
    <w:p w:rsidR="006E661B" w:rsidRPr="0091657C" w:rsidRDefault="006E661B" w:rsidP="006E661B">
      <w:pPr>
        <w:rPr>
          <w:rFonts w:ascii="Times New Roman" w:hAnsi="Times New Roman" w:cs="Times New Roman"/>
        </w:rPr>
      </w:pPr>
    </w:p>
    <w:p w:rsidR="006E661B" w:rsidRPr="00146F51" w:rsidRDefault="006E661B" w:rsidP="006E661B">
      <w:pPr>
        <w:jc w:val="center"/>
        <w:rPr>
          <w:rFonts w:ascii="Times New Roman" w:hAnsi="Times New Roman" w:cs="Times New Roman"/>
          <w:b/>
          <w:color w:val="auto"/>
        </w:rPr>
      </w:pPr>
      <w:r w:rsidRPr="00146F51">
        <w:rPr>
          <w:rFonts w:ascii="Times New Roman" w:hAnsi="Times New Roman" w:cs="Times New Roman"/>
          <w:b/>
          <w:color w:val="auto"/>
        </w:rPr>
        <w:t>УКРАЇНА</w:t>
      </w:r>
    </w:p>
    <w:p w:rsidR="006E661B" w:rsidRPr="00146F51" w:rsidRDefault="006E661B" w:rsidP="006E661B">
      <w:pPr>
        <w:keepNext/>
        <w:jc w:val="center"/>
        <w:rPr>
          <w:rFonts w:ascii="Times New Roman" w:hAnsi="Times New Roman" w:cs="Times New Roman"/>
          <w:b/>
          <w:color w:val="auto"/>
        </w:rPr>
      </w:pPr>
      <w:r w:rsidRPr="00146F51">
        <w:rPr>
          <w:rFonts w:ascii="Times New Roman" w:hAnsi="Times New Roman" w:cs="Times New Roman"/>
          <w:b/>
          <w:color w:val="auto"/>
        </w:rPr>
        <w:t>КРУПЕЦЬКА СІЛЬСЬКА РАДА</w:t>
      </w:r>
    </w:p>
    <w:p w:rsidR="006E661B" w:rsidRPr="00146F51" w:rsidRDefault="006E661B" w:rsidP="006E661B">
      <w:pPr>
        <w:jc w:val="center"/>
        <w:rPr>
          <w:rFonts w:ascii="Times New Roman" w:hAnsi="Times New Roman" w:cs="Times New Roman"/>
          <w:b/>
          <w:color w:val="auto"/>
        </w:rPr>
      </w:pPr>
      <w:r w:rsidRPr="00146F51">
        <w:rPr>
          <w:rFonts w:ascii="Times New Roman" w:hAnsi="Times New Roman" w:cs="Times New Roman"/>
          <w:b/>
          <w:color w:val="auto"/>
        </w:rPr>
        <w:t>СЛАВУТСЬКОГО РАЙОНУ</w:t>
      </w:r>
    </w:p>
    <w:p w:rsidR="006E661B" w:rsidRPr="00146F51" w:rsidRDefault="006E661B" w:rsidP="006E661B">
      <w:pPr>
        <w:jc w:val="center"/>
        <w:rPr>
          <w:rFonts w:ascii="Times New Roman" w:hAnsi="Times New Roman" w:cs="Times New Roman"/>
          <w:b/>
          <w:color w:val="auto"/>
        </w:rPr>
      </w:pPr>
      <w:r w:rsidRPr="00146F51">
        <w:rPr>
          <w:rFonts w:ascii="Times New Roman" w:hAnsi="Times New Roman" w:cs="Times New Roman"/>
          <w:b/>
          <w:color w:val="auto"/>
        </w:rPr>
        <w:t>ХМЕЛЬНИЦЬКОЇ ОБЛАСТІ</w:t>
      </w:r>
    </w:p>
    <w:p w:rsidR="006E661B" w:rsidRPr="00146F51" w:rsidRDefault="006E661B" w:rsidP="006E661B">
      <w:pPr>
        <w:rPr>
          <w:rFonts w:ascii="Times New Roman" w:hAnsi="Times New Roman" w:cs="Times New Roman"/>
          <w:b/>
          <w:color w:val="auto"/>
        </w:rPr>
      </w:pPr>
    </w:p>
    <w:p w:rsidR="006E661B" w:rsidRPr="00146F51" w:rsidRDefault="006E661B" w:rsidP="006E661B">
      <w:pPr>
        <w:jc w:val="center"/>
        <w:rPr>
          <w:rFonts w:ascii="Times New Roman" w:hAnsi="Times New Roman" w:cs="Times New Roman"/>
          <w:b/>
          <w:color w:val="auto"/>
        </w:rPr>
      </w:pPr>
      <w:r w:rsidRPr="00146F51">
        <w:rPr>
          <w:rFonts w:ascii="Times New Roman" w:hAnsi="Times New Roman" w:cs="Times New Roman"/>
          <w:color w:val="auto"/>
        </w:rPr>
        <w:t xml:space="preserve"> </w:t>
      </w:r>
      <w:r w:rsidRPr="00146F51">
        <w:rPr>
          <w:rFonts w:ascii="Times New Roman" w:hAnsi="Times New Roman" w:cs="Times New Roman"/>
          <w:b/>
          <w:color w:val="auto"/>
        </w:rPr>
        <w:t>РІШЕННЯ</w:t>
      </w:r>
    </w:p>
    <w:p w:rsidR="006E661B" w:rsidRPr="00146F51" w:rsidRDefault="006E661B" w:rsidP="006E661B">
      <w:pPr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ХХХІІІ </w:t>
      </w:r>
      <w:r w:rsidRPr="00146F51">
        <w:rPr>
          <w:rFonts w:ascii="Times New Roman" w:hAnsi="Times New Roman" w:cs="Times New Roman"/>
          <w:color w:val="auto"/>
        </w:rPr>
        <w:t xml:space="preserve">  сесії сільської ради  </w:t>
      </w:r>
      <w:r w:rsidRPr="00146F51">
        <w:rPr>
          <w:rFonts w:ascii="Times New Roman" w:hAnsi="Times New Roman" w:cs="Times New Roman"/>
          <w:color w:val="auto"/>
          <w:lang w:val="en-US"/>
        </w:rPr>
        <w:t>V</w:t>
      </w:r>
      <w:r w:rsidRPr="00146F51">
        <w:rPr>
          <w:rFonts w:ascii="Times New Roman" w:hAnsi="Times New Roman" w:cs="Times New Roman"/>
          <w:color w:val="auto"/>
        </w:rPr>
        <w:t>ІІ скликання</w:t>
      </w:r>
    </w:p>
    <w:p w:rsidR="006E661B" w:rsidRPr="00146F51" w:rsidRDefault="006E661B" w:rsidP="006E661B">
      <w:pPr>
        <w:rPr>
          <w:rFonts w:ascii="Times New Roman" w:hAnsi="Times New Roman" w:cs="Times New Roman"/>
          <w:color w:val="auto"/>
        </w:rPr>
      </w:pPr>
    </w:p>
    <w:p w:rsidR="006E661B" w:rsidRPr="00146F51" w:rsidRDefault="006E661B" w:rsidP="006E661B">
      <w:pPr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softHyphen/>
      </w:r>
      <w:r>
        <w:rPr>
          <w:rFonts w:ascii="Times New Roman" w:hAnsi="Times New Roman" w:cs="Times New Roman"/>
          <w:color w:val="auto"/>
        </w:rPr>
        <w:softHyphen/>
        <w:t>21.02</w:t>
      </w:r>
      <w:r w:rsidRPr="00146F51">
        <w:rPr>
          <w:rFonts w:ascii="Times New Roman" w:hAnsi="Times New Roman" w:cs="Times New Roman"/>
          <w:color w:val="auto"/>
        </w:rPr>
        <w:t>.2020р.                                 Крупець                                        №_____</w:t>
      </w:r>
    </w:p>
    <w:p w:rsidR="006E661B" w:rsidRPr="00146F51" w:rsidRDefault="006E661B" w:rsidP="006E661B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6E661B" w:rsidRPr="00146F51" w:rsidRDefault="006E661B" w:rsidP="006E661B">
      <w:pPr>
        <w:overflowPunct w:val="0"/>
        <w:autoSpaceDE w:val="0"/>
        <w:autoSpaceDN w:val="0"/>
        <w:adjustRightInd w:val="0"/>
        <w:ind w:right="3685"/>
        <w:jc w:val="both"/>
        <w:rPr>
          <w:rFonts w:ascii="Times New Roman" w:hAnsi="Times New Roman"/>
          <w:b/>
          <w:color w:val="auto"/>
        </w:rPr>
      </w:pPr>
      <w:r w:rsidRPr="00146F51">
        <w:rPr>
          <w:rFonts w:ascii="Times New Roman" w:hAnsi="Times New Roman"/>
          <w:b/>
          <w:color w:val="auto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земельної частки</w:t>
      </w:r>
      <w:r>
        <w:rPr>
          <w:rFonts w:ascii="Times New Roman" w:hAnsi="Times New Roman"/>
          <w:b/>
          <w:color w:val="auto"/>
        </w:rPr>
        <w:t xml:space="preserve"> (паю) Поліщуку В.О.</w:t>
      </w:r>
      <w:r w:rsidRPr="00146F51">
        <w:rPr>
          <w:rFonts w:ascii="Times New Roman" w:hAnsi="Times New Roman"/>
          <w:b/>
          <w:color w:val="auto"/>
        </w:rPr>
        <w:t xml:space="preserve">  на території  Крупецької сільської  ради </w:t>
      </w:r>
      <w:r w:rsidRPr="00146F51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6E661B" w:rsidRPr="00146F51" w:rsidRDefault="006E661B" w:rsidP="006E661B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6E661B" w:rsidRPr="00146F51" w:rsidRDefault="006E661B" w:rsidP="006E661B">
      <w:pPr>
        <w:jc w:val="both"/>
        <w:rPr>
          <w:rFonts w:ascii="Times New Roman" w:hAnsi="Times New Roman" w:cs="Times New Roman"/>
          <w:color w:val="auto"/>
        </w:rPr>
      </w:pPr>
      <w:r w:rsidRPr="00146F51">
        <w:rPr>
          <w:rFonts w:ascii="Times New Roman" w:hAnsi="Times New Roman" w:cs="Times New Roman"/>
          <w:color w:val="auto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146F51">
        <w:rPr>
          <w:rFonts w:ascii="Times New Roman" w:hAnsi="Times New Roman" w:cs="Times New Roman"/>
          <w:color w:val="auto"/>
        </w:rPr>
        <w:t>рейдерству</w:t>
      </w:r>
      <w:proofErr w:type="spellEnd"/>
      <w:r w:rsidRPr="00146F51">
        <w:rPr>
          <w:rFonts w:ascii="Times New Roman" w:hAnsi="Times New Roman" w:cs="Times New Roman"/>
          <w:color w:val="auto"/>
        </w:rPr>
        <w:t xml:space="preserve"> та стимулювання зрошення в Україні» від 10.07.2018 року № 2498-</w:t>
      </w:r>
      <w:r w:rsidRPr="00146F51">
        <w:rPr>
          <w:rFonts w:ascii="Times New Roman" w:hAnsi="Times New Roman" w:cs="Times New Roman"/>
          <w:color w:val="auto"/>
          <w:lang w:val="en-US"/>
        </w:rPr>
        <w:t>VIII</w:t>
      </w:r>
      <w:r w:rsidRPr="00146F51">
        <w:rPr>
          <w:rFonts w:ascii="Times New Roman" w:hAnsi="Times New Roman" w:cs="Times New Roman"/>
          <w:color w:val="auto"/>
        </w:rPr>
        <w:t>,  Закону  України  «Про державну реєстрацію речових  прав  на нерухоме майно та їх обтяжень»,</w:t>
      </w:r>
      <w:r>
        <w:rPr>
          <w:rFonts w:ascii="Times New Roman" w:hAnsi="Times New Roman" w:cs="Times New Roman"/>
          <w:color w:val="auto"/>
        </w:rPr>
        <w:t xml:space="preserve"> розглянувши заяву  Поліщука В.О.</w:t>
      </w:r>
      <w:r w:rsidRPr="00146F51">
        <w:rPr>
          <w:rFonts w:ascii="Times New Roman" w:hAnsi="Times New Roman" w:cs="Times New Roman"/>
          <w:color w:val="auto"/>
        </w:rPr>
        <w:t>,  сільська  рада   ВИРІШИЛА:</w:t>
      </w:r>
    </w:p>
    <w:p w:rsidR="006E661B" w:rsidRPr="00146F51" w:rsidRDefault="006E661B" w:rsidP="006E661B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  <w:color w:val="auto"/>
        </w:rPr>
      </w:pPr>
    </w:p>
    <w:p w:rsidR="006E661B" w:rsidRPr="00146F51" w:rsidRDefault="006E661B" w:rsidP="006E661B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color w:val="auto"/>
          <w:lang w:eastAsia="ru-RU"/>
        </w:rPr>
      </w:pPr>
      <w:r w:rsidRPr="00146F51">
        <w:rPr>
          <w:rFonts w:ascii="Times New Roman" w:hAnsi="Times New Roman"/>
          <w:color w:val="auto"/>
        </w:rPr>
        <w:t xml:space="preserve">       1. Надати </w:t>
      </w:r>
      <w:r>
        <w:rPr>
          <w:rFonts w:ascii="Times New Roman" w:hAnsi="Times New Roman"/>
          <w:color w:val="auto"/>
        </w:rPr>
        <w:t>Поліщуку Валерію Олександровичу</w:t>
      </w:r>
      <w:r w:rsidRPr="00146F51">
        <w:rPr>
          <w:rFonts w:ascii="Times New Roman" w:hAnsi="Times New Roman"/>
          <w:color w:val="auto"/>
        </w:rPr>
        <w:t>,</w:t>
      </w:r>
      <w:r>
        <w:rPr>
          <w:rFonts w:ascii="Times New Roman" w:hAnsi="Times New Roman" w:cs="Times New Roman"/>
          <w:color w:val="auto"/>
        </w:rPr>
        <w:t xml:space="preserve"> який зареєстрований</w:t>
      </w:r>
      <w:r w:rsidRPr="00146F51">
        <w:rPr>
          <w:rFonts w:ascii="Times New Roman" w:hAnsi="Times New Roman" w:cs="Times New Roman"/>
          <w:color w:val="auto"/>
        </w:rPr>
        <w:t xml:space="preserve"> за а</w:t>
      </w:r>
      <w:r>
        <w:rPr>
          <w:rFonts w:ascii="Times New Roman" w:hAnsi="Times New Roman" w:cs="Times New Roman"/>
          <w:color w:val="auto"/>
        </w:rPr>
        <w:t xml:space="preserve">дресою: </w:t>
      </w:r>
      <w:r w:rsidR="00F83685" w:rsidRPr="00F83685">
        <w:rPr>
          <w:rFonts w:ascii="Times New Roman" w:hAnsi="Times New Roman" w:cs="Times New Roman"/>
          <w:color w:val="auto"/>
        </w:rPr>
        <w:t>________</w:t>
      </w:r>
      <w:r>
        <w:rPr>
          <w:rFonts w:ascii="Times New Roman" w:hAnsi="Times New Roman" w:cs="Times New Roman"/>
          <w:color w:val="auto"/>
        </w:rPr>
        <w:t xml:space="preserve">, </w:t>
      </w:r>
      <w:r w:rsidRPr="00146F51">
        <w:rPr>
          <w:rFonts w:ascii="Times New Roman" w:hAnsi="Times New Roman"/>
          <w:color w:val="auto"/>
        </w:rPr>
        <w:t xml:space="preserve">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</w:t>
      </w:r>
      <w:r>
        <w:rPr>
          <w:rFonts w:ascii="Times New Roman" w:hAnsi="Times New Roman"/>
          <w:color w:val="auto"/>
        </w:rPr>
        <w:t>і  земельної частки (паю), розміром 5,22</w:t>
      </w:r>
      <w:r w:rsidRPr="00146F51">
        <w:rPr>
          <w:rFonts w:ascii="Times New Roman" w:hAnsi="Times New Roman"/>
          <w:color w:val="auto"/>
        </w:rPr>
        <w:t xml:space="preserve"> в умовних кадастрових гектарах  (сертифікат на право на земельну</w:t>
      </w:r>
      <w:r>
        <w:rPr>
          <w:rFonts w:ascii="Times New Roman" w:hAnsi="Times New Roman"/>
          <w:color w:val="auto"/>
        </w:rPr>
        <w:t xml:space="preserve"> частку  (пай) серія ХМ №0318996</w:t>
      </w:r>
      <w:r w:rsidRPr="00146F51">
        <w:rPr>
          <w:rFonts w:ascii="Times New Roman" w:hAnsi="Times New Roman"/>
          <w:color w:val="auto"/>
        </w:rPr>
        <w:t xml:space="preserve">), </w:t>
      </w:r>
      <w:r>
        <w:rPr>
          <w:rFonts w:ascii="Times New Roman" w:hAnsi="Times New Roman"/>
          <w:color w:val="auto"/>
        </w:rPr>
        <w:t xml:space="preserve"> </w:t>
      </w:r>
      <w:r w:rsidRPr="00146F51">
        <w:rPr>
          <w:rFonts w:ascii="Times New Roman" w:hAnsi="Times New Roman"/>
          <w:color w:val="auto"/>
        </w:rPr>
        <w:t xml:space="preserve">яка розташована на території Крупецької сільської ради. </w:t>
      </w:r>
    </w:p>
    <w:p w:rsidR="006E661B" w:rsidRPr="00146F51" w:rsidRDefault="006E661B" w:rsidP="006E661B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2. Поліщуку В.О.</w:t>
      </w:r>
      <w:r w:rsidRPr="00146F51">
        <w:rPr>
          <w:rFonts w:ascii="Times New Roman" w:hAnsi="Times New Roman" w:cs="Times New Roman"/>
          <w:color w:val="auto"/>
        </w:rPr>
        <w:t xml:space="preserve">, розробити технічну </w:t>
      </w:r>
      <w:r w:rsidRPr="00146F51">
        <w:rPr>
          <w:rFonts w:ascii="Times New Roman" w:hAnsi="Times New Roman"/>
          <w:color w:val="auto"/>
        </w:rPr>
        <w:t>документацію із землеустрою щодо встановлення (відновлення) меж земельної  ділянки   в натурі (на місцевості)</w:t>
      </w:r>
      <w:r w:rsidRPr="00146F51">
        <w:rPr>
          <w:rFonts w:ascii="Times New Roman" w:hAnsi="Times New Roman" w:cs="Times New Roman"/>
          <w:color w:val="auto"/>
        </w:rPr>
        <w:t xml:space="preserve">  для передачі її у власність та подати на  розгляд сесії сільської ради.</w:t>
      </w:r>
    </w:p>
    <w:p w:rsidR="006E661B" w:rsidRPr="006E661B" w:rsidRDefault="006E661B" w:rsidP="006E661B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  <w:lang w:val="en-US"/>
        </w:rPr>
      </w:pPr>
      <w:r w:rsidRPr="00146F51">
        <w:rPr>
          <w:rFonts w:ascii="Times New Roman" w:hAnsi="Times New Roman" w:cs="Times New Roman"/>
          <w:color w:val="auto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E661B" w:rsidRPr="00146F51" w:rsidRDefault="006E661B" w:rsidP="006E661B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897EB3" w:rsidRPr="006E661B" w:rsidRDefault="006E661B" w:rsidP="006E661B">
      <w:pPr>
        <w:jc w:val="both"/>
        <w:rPr>
          <w:rFonts w:ascii="Times New Roman" w:hAnsi="Times New Roman" w:cs="Times New Roman"/>
          <w:color w:val="auto"/>
          <w:lang w:val="en-US"/>
        </w:rPr>
      </w:pPr>
      <w:r w:rsidRPr="00146F51">
        <w:rPr>
          <w:rFonts w:ascii="Times New Roman" w:hAnsi="Times New Roman" w:cs="Times New Roman"/>
          <w:color w:val="auto"/>
        </w:rPr>
        <w:t>Сільський  голова                                                                                 В.А.</w:t>
      </w:r>
      <w:proofErr w:type="spellStart"/>
      <w:r w:rsidRPr="00146F51">
        <w:rPr>
          <w:rFonts w:ascii="Times New Roman" w:hAnsi="Times New Roman" w:cs="Times New Roman"/>
          <w:color w:val="auto"/>
        </w:rPr>
        <w:t>Михалюк</w:t>
      </w:r>
      <w:proofErr w:type="spellEnd"/>
      <w:r w:rsidRPr="00146F51">
        <w:rPr>
          <w:rFonts w:ascii="Times New Roman" w:hAnsi="Times New Roman" w:cs="Times New Roman"/>
          <w:color w:val="auto"/>
        </w:rPr>
        <w:t xml:space="preserve">  </w:t>
      </w:r>
    </w:p>
    <w:sectPr w:rsidR="00897EB3" w:rsidRPr="006E661B" w:rsidSect="006E661B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E661B"/>
    <w:rsid w:val="00171A2E"/>
    <w:rsid w:val="00304C90"/>
    <w:rsid w:val="00505B6D"/>
    <w:rsid w:val="006D3977"/>
    <w:rsid w:val="006E661B"/>
    <w:rsid w:val="006F4F6B"/>
    <w:rsid w:val="007D6C18"/>
    <w:rsid w:val="00897EB3"/>
    <w:rsid w:val="00936841"/>
    <w:rsid w:val="00D1641A"/>
    <w:rsid w:val="00F83685"/>
    <w:rsid w:val="00F84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61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349</Words>
  <Characters>1993</Characters>
  <Application>Microsoft Office Word</Application>
  <DocSecurity>0</DocSecurity>
  <Lines>16</Lines>
  <Paragraphs>4</Paragraphs>
  <ScaleCrop>false</ScaleCrop>
  <Company>Microsoft</Company>
  <LinksUpToDate>false</LinksUpToDate>
  <CharactersWithSpaces>2338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2020-02-13T11:41:00Z</dcterms:created>
  <dcterms:modified xsi:type="dcterms:W3CDTF">2020-02-13T12:31:00Z</dcterms:modified>
</cp:coreProperties>
</file>