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04" w:rsidRPr="00DE6ED3" w:rsidRDefault="00064504" w:rsidP="0006450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507" name="Группа 12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5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5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w4qHgAAGBZBAAOAAAAZHJzL2Uyb0RvYy54bWzsfW1uJsmR3n8DvsML/hTQYmV9V0OthTQ9&#10;LRiQbQF6fYC3SXaTMJtvm+TMtHaxgAEfwRfxDXyF3Rv5iczIrEx2RUSpZ7SQ7ZxdTFHDYFRmRGZW&#10;ZHw9v/mHL5/uDz/ePD7dnR/eXLhfNxeHm4er8/Xdw8c3F//l+O7VfHF4ej49XJ/uzw83by7+cvN0&#10;8Q+//ff/7jc/fX59055vz/fXN48HMHl4ev3T5zcXt8/Pn19fXj5d3d58Oj39+vz55gG//HB+/HR6&#10;xv98/Hh5/Xj6Cdw/3V+2TTNe/nR+vP78eL66eXrCf30bfnnxW8//w4ebq+f//OHD083z4f7NBcb2&#10;7P/96P/9nv59+dvfnF5/fDx9vr274mGcvmEUn053D3hpYvX29Hw6/PB49xWrT3dXj+en84fnX1+d&#10;P12eP3y4u7rxc8BsXPNiNn94PP/w2c/l4+ufPn5OYoJoX8jpm9le/acf//R4uLuG7tqhmS4OD6dP&#10;UNO//M9//e//+j/+5X/j//7XwbX94EhSP33++Bp/8IfHz3/+/KfHMF38+Mfz1X99wq8vX/6e/vfH&#10;QHx4/9N/PF+D8+mH57OX1JcPj5+IBWRw+OIV8pekkJsvz4cr/MfeNa2D2q7wq7Eb8P9BYVe30OpX&#10;f3V1+z3/nXN9G/7KTW6mv7k8vQ4v9IPkQdGMsOyeVsk+/TzJ/vn29PnGK+yJBJVJFtsgSPbd480N&#10;LedDFyTqCaM4n3JZZr+hYT5B5KYU3TheHCAs13mFnV5HSc5RjK4fvBCTQE6vr354ev7Dzdlr4/Tj&#10;H5+ew6a4xk9ex9c89CM08eHTPfbHry4P3TBPh58Oc7OMQScfE5nLyKCIvj/cHvDa/itC6Gjl14j8&#10;uozMddMk8uszwnYcnTC+ISODoEAnjA+yTONru6EX+GHXJDLXdvMo8cMiSITt1AjslozKuXERh0cq&#10;TfxcJw3PFfpwYyszzBUiDc8V6mhc20jTdbk+RHaFNppxFrnl2hhbQXguV8ayLCK3QhezKLtCGU3b&#10;SvzaQhdNNwvjawtlTKAT1l6b68JNjTThNldH13SdyDDXRttglW7v3jZXCHatqN42V0jbitutzVUy&#10;NrM8wkInbSOdL22ulKnrxf3WFUqZukWYMg7LdSNN0zhJMuwKpQyDyDBXytyO4jLscqW4cRikEeZK&#10;madJ3MJdoZTGSTLscqUsbh7EKRdK6SZpHXa5UpbOiVruc6W0wyhtvT5XytJO4gjpU5+OwXYWj4a+&#10;UMo0iHu5z5XS0Xm+vVP6XClT14jrEF++dYTd2IkMc6UMcyuuwz5XSjdiSwkjzJXSO/lLPORK6YZF&#10;UgrswHUmOETE42vIldLRR2x7hEOulEE+r4dCJ/MoiRDGzTrAXlTxUGhkkYeXa0RUx5Cro28bSR1D&#10;ro5WPBTGXBl9hxN4W3ZjoQxsJOFTMua6wIkuDW/MdeH6RtxxY66Mvm+lj92YKwOrSlwtZLWmLawx&#10;zNUxdPIxOBYaGZ20nsdcI+Ms21pTrpOhGSQZTrlO5k5W8pQrZegXaUFPuVKWthMX4ZQrZRgHkWGu&#10;FBzU4vd9ypUyLJjK9jKccqXgoBY33ZQrBaeg9LGbcqXMs3wozLlSRqwHYYRzoRScg9JOmXOljL1o&#10;xc25UqYFG17YenOulLERrxBzrpSpH0SlzIVSZnxmt5Uy50oZB5iP0ghzpeDglw7qOVdKv8wiw6VQ&#10;SivaSEuulK7vxYW9FEqZO2nZLLlSYD2KSllypeA6KU15yZXiyKYXZIgr8Hp8Tcss7ZQlV8oifzyX&#10;XCdzM0nn65LrxDW9eGC7JlcK3dmFZeOaXCsTbSlhzvDMlJOWBgnBZYTOkd9A5FloZnGSZlxTqAaG&#10;s6hs1+TKGeZG+hQ48n6lj5BrXSduQtfkChoG+erdFBpqFxj40tyL2/zgxGXuyvt8N8qmtnO5jnoc&#10;A5Lay0t9Dy+GPM5cR6AUdeQKHeFMKy4t8D99jB6m0210Ol19eWCvE346nMiJ3Hhv4efzE/n7yAUF&#10;99bRe7fAAlTkohKIMXsi9p42kxjTIuLoHNM5Y00R8cSuRZ0Yi4WIl13EtAyIGloObkudN2nYk++b&#10;JLlkPPm+aTqeJ7wquwbDM3X7pko+ExoMfCJ7uJNHxJPvm2rLU4U/Yxd3niq8FbvIearwRewhJ08E&#10;jT24Zc21SH4GT75vquRF8OT7pko+Ak++b6odTxU3/D1Tpfs9ccf9fRc5TxW3813kPFXcvXeR81T7&#10;fVOle7Uf+76p0q2ZyEN0xNQq3Yk9+b6p0pXXk++bKl1pPfm+qdKd1ZPvmyrdSYkcd849cqcrpyff&#10;N1W6UHryfVPlIMdx3DdVugx67vumSlc9IsdVbs9U6SLnyfdNla5pnnzfVOkS5sn3TZWuWJ5831Tp&#10;AkXkuCDtmSpdjzz5vqnS5ceT75sqXW08+b6pzjxVXEz2jJ2uJcQd145d5DxVXCp2kfNUcWXYRc5T&#10;xYVgFzlPFfb+HnJv7dNcyZrf9wc8W7LV9/0Bz5cM8X1/wDMmK3vfH/CcHUzoXX+wGk47J51MJxi/&#10;+94QJw3LNvuDcO6z2fqIjIOXuQaPFwfkGrynvzm9/nx6Jms3/nj46c2Fj6EebhG19UFS+tWn8483&#10;x7Mneia7t2/IKQ2dpjgq3roS3T/kxN2Cg5GJ0wqIJPH52fPt4PJi0jUuHEniM5KSQe+H0ONOFQQQ&#10;SeKTSRHXYlJETXXSkT8Vru+sseLmyFwRU9a5Dqxc1yO0oZP2FLnw08KtRyftYnQdvtG4KuPM45Ml&#10;0JKTgbh2C/wXqrBatlRBChNXJXXk3vZcZ9geKinC6UwKD4dBSkFJz3UMwXysrTid+AzTwgU27GOH&#10;a6cu13Ymf4znOsD61cbawk/KpPD96qQT+UM91w7mlMp14tuL61oYOyopcgWYK7IBDFI+Z+AesEgR&#10;HwxcIbZ46kV5xifLFfd9Jp17fWW1PZszrkVAUx8rPPPMdUy3oPji+OQB4CBg0gHODVVYtKW9CijV&#10;wSCNKwvhYUNbLbn5SLFwvOjbELx4aSMBzNAWMpcCVzfDxlSn1VKcmgbgJkNYXdyFoDRmxbakT+PQ&#10;X0+eIv/2MVm1UUXxGVRFBxpTYjNqU0rJQG5M16XIKz6ZJ9Yn8zTWlMPyjJS6QHH0RkosQ3WcfH+F&#10;lJIrII4vPnmccT25MdkRkSI+mZJcdF6eAyw/7e3k5Q2EyeCPrOIzsKQoQiBMt8lIEJ+BEL8OhD1s&#10;VO3VwSRFspqx5ZiOcm128JvpOLVfOyG1YwfZ2OJSbHPrF+NDH+aAoI9+ZgWyFkHyHS+Fb1cfG68B&#10;62uNFEGvsMaYajwhEApQR4c0xcAveYfiAolPXih8kDbJYRZ/H5+BjoLktPKQIaq+l00ppD2pZBSj&#10;BDvEKVQy7zknOmMD+VxLT6frzPHl1BoePgA8XcPMbONZ1MCtqS3Rlm+iiFnoO6ODIoKkjS2UPgGN&#10;YbD4nFrSHc42dYwje4dcm66ccRHEZ1gME198YTDr8l4oF45ePaTrfeQUn4EjhbYCJdntmiARvWHd&#10;IOapUyIfzPNEIM74SnW8bFskA+k8e7Y+Yf7rwnQDf/fb0RAS1BIsWm+EqnNHDp6fESXZ6eOc2CfU&#10;tcYR62bKw4KOOoRHdJ4zBRmJcjQMGbdQkg5RznDvaDPy5hNR9o1xYrQNpTARZZfSqeMais+wliix&#10;MFBan5eWrlue52Qc9i3UGSgX4zLXQqCecsCy0+eOgQbK3jik25ataKSq6QcmLnJh7sNs2HCULenf&#10;TumQxjj5wjO21t0MKzjwRHqKwZON/XFKUaaoxfhkbeLmEngiFmvwpOA2Vsi0engir/hMPIPkpxZx&#10;bnV9khI9T+R46pSOg0O4Ehk6ogPb84SvReXpFkoOohmRM0Ebp6PDMFBi46uUc3w7lzKIN218LHnu&#10;E2L3Kk+6Bvq3I3FVpxxZm9OMEJDKc+TwAHJbLEo+P6cFn3edJyUhQJ5zY5119MHylJZHxg18FZyh&#10;Lf3t8TJO2bgWZVjzc5diUnEFxyd/NxPPPgVII0V8Rkr2HM29ZXQhQyHMfTAMBodsyUC54xsXzs+Z&#10;PmG6jvhqSynGBiU7DnHbMFbdROnVpPfFuK27iS1EfOuMvTlzQHVpDJ+dm3kfLY3xNXQLm5OL6YBA&#10;WrWfEeVNq1JqGw47IHFPl2freCVTprPOs+XvOyVZG5SUmgfJ25Qdn7Q7KNlW3EHJVpBNCXfqznH2&#10;HF3ewRNi3Df3gRJqdklpYEtggQmoS35gHwCyJvXTmxLgw9tNvSMhnCmNOzRy7sLJsFj2J8wQXiGw&#10;cvQZ0QfLSwnpzQYl3xGwOwzKia0g7Hf99Kasfv/2GWn7+tujh3oejDtC11BBAJ1LnWHPdyiADJQO&#10;Hzvt/MT9kb/Fi+Gq6VCf5nnioNX3e4ck4kA5GNd/KlUIlPBN6+PsOQcE1pp+LnU9rzokR+tnMvzx&#10;QUfjaLiFcXkOq27sjbshigyDrYhbmr6WEI8IOhrpqqLqCJnHXkpUYGFQ8r1jGI01j0tZmBESJg0p&#10;jRzRh8dft0OorMOPs18MCxCUYUbI8DPWUqLszRnFt6NqxJASz6iD0WBQcuiiG61VN/IK6az7Zjdy&#10;YLRrrL2JG5SXJzLUzbUUVnKL+mN9RkiYDjxRCmNQxsAV/K4GZfSxWG5h7I5gK1Lpts6T3OV01iGa&#10;blGyMx52iMGSj+TJsNWo+Me/m75K6sakaAoN0nJsdVP0AxkXng7XF562MWvcHzyhdR7NvNqMeF6H&#10;r0+YijFlFDIFOv2r5rcWica4tyGKFyZsWJsd7Gb/XmvPRB+iEZfplhjBNXZBtLENhy1u8WHN6Gsw&#10;ZUXo2oV7iz0O6vpDXUh4qTG4Hg5VLzzj0odLYTwcjPeyOwZWhrY/qLAsKE1fVD38ZZ4OO1nnx+as&#10;8SHqW3YwWGGveDExDri+5WsJTkR1fGTF0KI3rvZUIRfkYpxEPX2cwwFjLBgsLE84WK/Guz0hWbLq&#10;XHo+LRcjttyTg4DGiBoDY/EPMb+htRSDkr/Aky5a6jCjDefg9DIo4wnSGHdgzIi3QW/4ZPuerSh8&#10;oS0FcbQEX31jEcX0HlgSxtxjtgQVKupzx0708sSxbGyxnmNZOFusGXFeCW64eykpZKRqE9UZfpxY&#10;U8Za6vn7B6vUoozecFRfGm9nXye8ZMaB1XOiDCxyS5vxNkKXN3XulMZC+wg3B0OeA3s0cBuxeEZf&#10;PJnm6tvTbYTy63RKzqye6COlUuKu5meESnPj7eQIprlPFH1UeUY/Gm6hxlqiJeR5kkmg8lzY7zNb&#10;3lsqo/U8qU5W5TnQ9qG3z6Qs7e1DyycyPAW63oeOPRrwPujyHHo+PzF1Y5w9axPXf+PtPVW5YkZL&#10;awX/URvMlMbeHCAmpjTugShZCycDlevq8kRpMvM0vkfDwLc7+LwMKQ2cwgQvniGlkU/aHZR8J9hB&#10;ybalTTmx32cHJZuEOyj5+25TzpyWsoOSo902JXTD2jT0PqK3GlPiwNd2HK6WzNPhcFYpXfSKInlS&#10;p4TjPLzdyh7A8c7jbAybYSRXgj9DFsNYo9L0QInac32c0XONKIhuCcBNES4X82TkLOEzxJSj+XY+&#10;GeAdNcY58JVgppCVqqOBVwgiVfo5T/X2QUowbgyece5kqetvjzwpx1OnjON0Rr7MmObujJMW8X3W&#10;u+VDHPsYG16MaA01EfBSoi4B+ozI8PNfWDikdcqOvWNoVWRR8j6aRsMCRIJw+BaDpbWLObEbXhjj&#10;ZECKcpiRlVNMnRECpZUHMyx8h0PUW/fzwnUczhB0iNKlNKBkP7yd0h20VQdK5olqe51yhouTtDki&#10;8GhRBimNk0nJtwnq52DwhCHt325lkw3opxAorfgoPtphfSK7xZo725+IbRnynNm/j2CNoU1EZf04&#10;kdlj8EQPC09JTSp0KS1szyMMYZxLlHlJ8uzp0NNWCFYyU1r3zbFh3zHcU/qMcJlgh47lYR8dr2QE&#10;JIwZIUjoZ0SdN/QZdbyW8LQoeUa4oBhv7zkxvp3NLxdHuxEA0m9S48huqpau/KqOcCL4uSPjUD8Z&#10;cM8Lkqd2IjrPhW+7SAbS5z41fHq7Ccy1cU503aBV5wYjtwZXwnCCURWVzrNnD7ZDgY5OOURPFDJN&#10;dEq0UAnjtBKjJ/zDlIbeJ9wemdL4ak8zW5UIZeorBJmz4QxBgaSuzQmxa//2xfjITJT2Tioih7Wq&#10;S8q29oRGoGhu4CEMhPqJODe8ihfj046WJ2naFkvebBClRcmhe6RUm5S8iBtjuVOjGz9z6mSjCnNO&#10;xW2NkTIcSitpCzWw6TUFJUrUHuhbKFHimmDNnQ10GJb68kg8UW6xc5zUnGffjGbrkE1vpy2kWysr&#10;KVwy1khjfr7rDR8xjKWw6JFgboSbZ6r58ocikv/0scKs4wVFTYdUWSF7MQ4ACQQGKbvykdJvCAun&#10;Q+JqBHemJZ5izvrQTQt/6DAAIx4I0mCNgBRntLb+ceRFueJmp5PGnDpwNUzBCemWrK3ROPioEReT&#10;TsaRDwuUzxSzAg9Wa+Q6G9d+eJ/jcrGOVGojFcZKbaJUYQ1TXFmwNvTv6DBFGwKVlfoiHCZ2z1Do&#10;X9+GQ8xNQfKSkeSFlFPWFmpL9Q0zxGw02BGGAUn9sVhYtB+0RTjEWBGkatTsIqbFioWhbcgVPcPD&#10;AFAJrJ/Y8IvyhoF32FAsBRb8QQQTWt9bQ0wLQ1cvw5tGjb+YKxp76cJq2FGEYmwjN2to4nqFKHSu&#10;/cLpUQ5rUD9f+5i9QJXrugTg7Y7TsiylntJzvFzxgdEVSx3NmNSKNfQDZylRRwB9b8EFwaYnetcb&#10;wkIsmwfQGWZ/38WDCD8ZA6BU0CABq9MC4nZ8ZvVW/wZq1cZc0YpNXVkpryLvNhEz2q/uz083YRNT&#10;LwsPrZCaWlAvjAxN4Ol8f3f97u7+njpZPD1+fP/d/ePhxxNhcfh/eBQF2b3v6PZwpj+LZwX9OZAM&#10;uG8GYRp4bI1/WpCZ2fy+XV69G+fpVf+uH14t8KK8QkHl7xd8yJf+7bt/pv5xrn99e3d9ffPwx7uH&#10;m4jz4fp9aA+MOBIQOjzSB3XtWAYY6n5e3zBJAHs8XGN2p9e3N6fr7/nn59Pdffj5shyxFzKmHZ9e&#10;EECyCKgQAcbi+cv7L+BI//H9+fovAIt4PAe4E8Cz4Ifb8+M/Xhx+AtTJm4un//bD6fHm4nD/Hx6A&#10;eLEgxQ/76Nn/D2wUOgIf89+8z39zergCqzcXzxfoz0c/fvcc8FR++Px49/EWb3JeLA/n3wHq48Md&#10;oUn4oYZR8f8A6Ma/IfoGrIUX6Bt+B5KsANPxZwYzqegb3rr3y3JF88BhvHbFrOgbK8oJdkkmGLGt&#10;KA7dlYw6HIidNfHVSZRip85CHRV9w6MVHenESqLznXq3uyLTF3Clq+gb1IM1gvvQ5SfJpoXDU+gV&#10;S3G3RFfRN/AJX2VIpnOSDQC9JBnicrXSVfSNQobkn04yrOgb+fKiG0QSTUXfCCbdkVJvklQq+kY6&#10;0Cv6RkXfyL5NFFxJ26Sib+TnKqUjJtFU9I3ic1zRNyRgC0oFSqumom8kX2G+syr6RsRLregbKlRH&#10;iBAdY3hIB70IQapjjFDpxME/foyRBJ2Y07wq+sZXwCtcm3tMFTq6IDlz/pjK3QxyVmkqOjbIWakp&#10;iUgn5yB4Rd/4SqsccD6mOJcuSM4dO6YcFYOctZoCxAY5axVpIxQzsNB9OPZX0Te+0ionqBxTdrgu&#10;d+RwULTxmDKkDHLWasrQN8hZq6ntlk5e0TckNCsufTym2kNdkFx1e0ypVwY5azUlShnkrNWURKqT&#10;c1uCir6xAWnmkfRo/1X0DQqIYyFtAb+hS3Y4pZAimH8ewmeiom+Q6EKzwa6ib1T0jYq+EZtzoqG2&#10;0a0HfUs44wy5jNH2jOlO8cnNayv6RkXf8Kl5wJzVU0kr+gYywZCaq2fRxrRQlDjpOYkVfYMxvsoD&#10;CYkvMB0r+sY5s384ebZJ3qEosvgMZ3kshKvoGzl4XEXfUFOjK/rGRUXf8M7JeJjEJ3d6r+gbby4q&#10;+oayQgAnEorXKvqGIqWKvgGzrqJvaCskXvDnir5BwbL4HYpP/h5V9A3qsWf0DqnoGzht0D1Or3aE&#10;4ReumzsouYLRpqzoG7Q+jcJsNL8Jl1r0lTR0RMX75BKo6BvKt6Oib2CFVPQNbYVU9A2gDVT0Ddmy&#10;qugbKQEompzxGUzPir4h2OQVfcN768vVUtE3ojzik6MUFX1DutuiLXvICaroG+L9v6JvwNKt6BuK&#10;pYvGQcEfXdE3NClV9I2KvqFGhiv6RvAh6vk+Q0QDtLEqKvqG9wzqPfgq+gZWXUXfUL5c48B9VQFR&#10;ou/NFdGjom/Ifh+44kPPx4q+oay6ir5BHvaKviHvIyC5hEhVRd9Q9hHQeIKUKvqGJqWKvkEQBwY2&#10;YkXfuCBEgFBbHr2s8Rm8rRV9A8soVfdH2cRnlBFqhH0NTEXfkD9vCSijom9U9I2KvuEq+kZF36jo&#10;GxV9o6Jv/Az0DYR5TcyNhJxBYXMCqoDDqvkbAlXgLVR7uQnP0Szfz9/P/Suge37/qm/evn31u3ff&#10;9a/Gd24a3nZvv/vurSvhOQj04+fDc9B4CkyRAnrknf+HrwEZWYa5ESBLIO0dmBuHu2uCvMCtokJv&#10;eBEAUQPgI14q6KyAjPEX0Bu+fcsvDb0BNNVwJ+kCCKRX3eHqC4po0DT7Cs44l1o7fPnw+ImWSI5U&#10;c/oRLWSgQ2peyc1k1rbuOboA4sBojE/RYKaO/fPz3twYhEd5CKCQeUPMHONBZAWPT2osCnwvgRVy&#10;XxKVyCrvbAsbTGCF3k82q7xnPZDfBFboC7Wyaty2rPLOqeMicKKlk1iN07DNilDrElU/S7xyuQOL&#10;XeBVCF4cVy54rDuBVyF5SYeA2VxHP3TS0spFL7LKJQ/cKGFYueglVgWcRjsLSizANERWueDR5GF7&#10;VOTjTEoUWeVyx1Le3IUEnpo4YaveHrDv/elc7MJc7KM0qFzqUI3AqhC7sLAKzIxhEFhRm8p17MIE&#10;CfUuEYkbGhjuK5WwqoAyv9KQlKRh5XIfqRvyxulH9SlpWGgFLB0PBUKG64SlVeBjALFN5JYLH8jL&#10;wtjyNe+6qRUmStVNaQ5tLyiAoqmJynVtL3HLVdAugtwImnfl1k7SMitRMXDObWoBnrucmxNnmq//&#10;bukEbvkGQCsXcWy5FvpO2E74/GZja3CqbG8oauuZJILY0PbYCigM4DlLh/WQa2FwwkeEaqbSOxeG&#10;Dfj62CCs50Q2DK0wtFwJM5aRMM9cB0A0FZjlOpjEbVVgYACWVmCWq2AcJQ0QrmWaJiAWt5kRAHSi&#10;Qi2uME3qRZrIxlliliugHzqJWa4A0eYpgS/6fNnCpE/23ek2mnxoOcg2n9B8EAKBBXmMHYr0XpeY&#10;MBHHOj2dGBMi4qKlodgDESuGiGvfa3+d/Xx+OsC+PzJU+zGBBusSZ4DXI8yXEAkyyFmdte81QDsL&#10;uXPy/THBuuuCZFjZYwIWNsjxUfHbKDbk08m5MvmYkHgNctZq7Xv9Uqv0jfMn0r4jCU3wAvm+Q4m+&#10;U577Pq0ywvIxIXfrWv1F+l7jE4G38Pfg8ebq+UBwtYBH9f8G1OnjxeH9m4v34f6fkG+DZ478bWQd&#10;H269wyEgoX46/3iTt9jyBJDCmo+3UpSh1kQZnBoYWvx9fIaQbKTDXY0Ptfj7+HxBByMrHH7x9/H5&#10;gi6dqfH38VnSwbOwi5+DObbnvXAv7KIDppHKDjjHtNxS6/E4+vgMsxi5IY+BNg0XhOdmoGKPvGi7&#10;uMTjy+KTX8rt54wmdWMEmDa4RfeXrteB0HwgEIOK8RJ0qtgJ1aBinHqdqqNrkDkuWt07qLBmbSq4&#10;InZQAVbdZoW1T0TBIyhvUaYy9BhGBQVo65oPXYA3aFS8wIZ4kMf1F59hHZI/AaNH232NF/mpQGVs&#10;82AmI4FE5cVU7JYRBcbmhesnnd0YPinkc1Bfi0ti0FMPS0SdK4uE/A46IV2BSPMd1onKkdvfk+9B&#10;JWx57brOOGTgneBXA2hFe3XLSZbogqyflfR7Pxn4IFSOMSER0Ov6ZGgOgaMzCBnzwTlAHGiTgaci&#10;cIQvQiXs0SPev9r6kMBbEQjhj9A58nmBxa0vCngsmCOOZG0y/RIIAViv0sFp4RnCLaHTkT+P9miC&#10;ZIgbPT7DhoffItAZE0GlTqBrdKXAdeHp4JxQxzeCD42PbBVNLvBeeDr4J3Q6PiBGwzaCA8Pzo3Zh&#10;6nvJbYDxDU00ZaPc4jNaC4EfvBQ6P25t3BkbL9puqzUY33d1f366CUM2o75ZHBOxz8eP77+7fzz8&#10;eILpKoU7yZakeFeKF/uTmP7LZigX2735fbu8ejfO06v+XT+8wsKdX6F57u+XsemX/u27MpT7x7uH&#10;m58fyiWDehng1aeByZNs/D+sj4Ls8fzDwzWEeHp9e3O6/p5/fj7d3Yefs6gvjdgnGe+N+vqNUaO+&#10;G1FffBhfRH394VCjvpcUPNl2qOYu0Br1fXPxq8tDjfpG+MjciZ1HMuljmdzrNepLi6ZGff3ekU6Z&#10;/JipUd+LY436knG0JjsBrHE9UWrUF7G5POhYo77Z6qhRX3j9OQoZLrc16rtKJAH2RQekHrxhF+PR&#10;xeu3QR68BDXq+xX6a0U7ljAkK9qxJJka9a1R3xC4hgeUohCapzR6LGvUlyxn9grXqO95lQYcEd6X&#10;rnv6a9Q3Lp4a9Y37qEZ9lTYnNeqrfpdq1FduR1GjvjGqGp/xu/33FfVFENaM9aaIba3wvQ6VujtD&#10;3lms96+u8PXB/hrrfRnrRW8XuEdfxHq9B+eXjvX2nN2LojGfGPI3q/AVAicIaadA2776XoFRHoDZ&#10;F+cVGOHkSiNy8yTVzGRUAqPS4y8VLOWRRqHotagvkiqCirreTqjI+payXqGECqhmq5zE2i7yVq7S&#10;lAqXKRcroxJETq7MlUqqeYKjc6XaFd/tGqG+lNIG0wslVlT4koh6CGKzhPCvr+odUK61zSoXvDiq&#10;XO5jK0zwW8p6e2lYudz31fWOo7C2vqGwd1yEOX5DZa+cS5KLfneUtxcqGr+puHeYhBX2TcW9g5O4&#10;5Ut/b3FvPwpr45uKe3vU2W5uAMpqTzvO7S3uHSVuxdnT7izuRe309tjyXeCwRISzjJJ40xyQTSxw&#10;K7TQzFLhcVHc23YCt28q7nWL8Cn5luJemDXbE0U2/SqOncW9SJ0UmOU62FncizL9TX0SiEfS04g1&#10;tF11XNb2CvZAWdo7Skd3UdorfU/GfA/srOyVhpXLHumy2RRxbap1vaeHr2KBZGvBo39MOdJGUJWj&#10;2AkI1iDHt9tzrxHeF7WxbfB/H1G9FSIpuiBbDmanFH+dvEZ4pThmjfBKkqkR3r95hDectWsdh1TV&#10;y3TpTI4eyfgMnslAZVX0MpVRD8VURlw3UMGToHrZmcqo5GUqo4IuUBlVvDBs8JExanjp2goq1Jdr&#10;kWtG0TaK67hgyCrgDUd8OrKj9uIzaHGG+YNxGZJ3XKhslEahQM5z08Oqbg5i1amoeo9GplPB47CH&#10;CkiwNi+4HPZQoe2OzQs+hx1UI+eU6XOE08HzMoQ/xtCknhwxcimzUcILVB7/UqOGEo4HT2YU8Y5T&#10;EK1RSgjXg+dmlPGm/A6jkDfRWaW8Y6yJNGt5eVGaxbwjG7bOKuaFFyIo1yrmHag/Fe3UDnV72hkC&#10;TwQTGsW8JJXAMXWejGdDfIYzAt4IJjSKeVO1qlXMC49E4GgW88ZW/mYxb/S+w++giqfDseln7YyK&#10;2o43J/keVI4tF1I6q5g31TrD/6Bz5NPDhDqAhyJMBg3GdI7kZMbqsYp54aQIdMZnw03hRLWKeeGn&#10;8PzgiVDHh1r2QGcU88JV4emsYl6HIlmaLx0B2mbhLQB/hErGnTXMUt7wYRvgxNBeSl3wMDarkJc/&#10;R1YdL5dfd8ses2g1/uIWr0W8Dxd/10W8vn9CDexuBHaxjV4Edr11XQO7gn8Sn4Dkga2BXcEbXwO7&#10;p0833LUwrZYa2PUlqzsrd2tg9/4U5LW3aXMN7NbALpnMRZ1vDezm4qiB3bUEvAZ2sVMQgjtsRFTD&#10;/bg2bPbFPrEDM0c7a+ku+dNzydTArriPgi+nNmz+KmeD+/MdU385PRmgBnZrYNcIL4atVgO7NbCb&#10;6pVrYDeJogZ217byISBZA7t6fKkGdrXwWw3sKiXcNbAbkDBieDQcONw84/+iwG6t0716PD+dPzz/&#10;+ur86fL84cPd1c3l9ePpp7uHj5dt45rLT6e7B6Nrs9Sa+ufU6frknRrO3QjnwknzIpzrc1p+6XDu&#10;xOkXyGn0aRprna4DkoOH4m0TZNTPguJ1Q0elUmDLL1o9mMh2ScG1tmsJ6a7tQp5R7vRFllQic4PH&#10;aNziVgR2u4bwO7e4YXYrN6BuC2PLq1jaFqCV29ygrowb8PW2Z5qXELUt4BK3ueXOfjf6Mq6tmSJ3&#10;K720bUdpppR9l+jc6MELt9gVwd4WaNDC6ChdLeMnKqIs5W07abZlMe/kqP5qc3ylLjyK5JZmy4Le&#10;ycOWbvIrtOFQZbitjaJrMzGSxpfrg2rSttkVlb0ObfkFdkVtL5KJJXalNjwE59ZsC9TeSeRWbgsf&#10;itzkluvCF3dtaYIKa9aVMixU3bjJLdeEtMXIO5sxk+WWq0FiRkU5K7Pe16tujawo8xWZFSroPDD0&#10;JrP8aBKZFRpoe6og3GSWa0BkViigxWEoMMsVIC6OrtAAlq7ELdeAvBGKXs7OiUdwEQ2WjxHKRl5V&#10;2izSGVzU+XY4bba3aYHhi9xTaZvSBzS9tsNbBXa5JhZxJxT9nPuJ2kRsbayiznfxCOlba4SypNPY&#10;BvFAL+p8Z1+zusWtKPQdsWW2x0Ye8fTS2QMMb3LLN8Poa5C3ZkoO88Rt8ujmm9xyLdARLYwt18LU&#10;UkXzJrdiO6AFgMAt3w9AkpO45VqYoaxtbkWx7+Dro7fGVpT7IuNY4pZrYWilk7co+F18f4UtLYy5&#10;FnqPpbw5tlwLC9DHhZnmWugm6XtPdSpJ9QAEk77PhCmW6MhE21YqISQlMtd0kh4I3yrRtY3Ebsqt&#10;VteI1gPqDlZ2OEeE0RHyV3qra0S9klWe6MSx5XpAJr4kOar0SMzEzxZltycqh36jglpRGbbSySZw&#10;oYYO1tn2IqG6qPTWWdqpBDKYqFCIIikVNQYZnagFKgBb2Q2iuU9tlFY631Fiaz/MhR7GURxdrgcy&#10;9bZXMJV/rG+dkFkniC5XhGulaxcBaa7s5lb62BAe3krXSiuY/Kwr2eJEdoUqZHa5KuCjkCZLVVLr&#10;a3F53JYdlXIkshbFKYLsCOct0QFQQWKXq6LF5UtiV6hCtFmXXBU4gKXJeljENDxUGAnD8yWKiQ4M&#10;5bthro1pkdYKzstMLvSJECaMEy4jXMS7q2sKhWgMS43gzdsa9lUu++ZcKKUT95sjnNaco2RWuPKK&#10;3cOCFsZY3rHpqrBu4doWYzuJi4SLCqHaFuOr5JMWm5ckU+HuX6Zycflvhbv/as0wFu0RN80QF9QT&#10;lhgW9pjKPnVyTto44q64h3vNnpIy7ujGRVsbOKd7BMmV50fcmXaR4wvoucdCWV2rDPl7xJ1nD3e6&#10;8hB33Gl2kfNUUVe6ixz2gOe+b6p0K/Hk+6bK7RiOqR5alwzdK4g7Lg57xk73Bk++b6oM1ntMTT6M&#10;wfBUE6awTs4410cY7nvGzmj0R8A67yLnqaYCfWMwrNVUuGuQ81RhOO8ZTIQTP5JhvO8PWLFk+O77&#10;A54vGbb7/oBnTHbrvj/gOZNZuusPVsOpmDTsTAj3j0/PlPv8eHP1fADwMGysZ//vxzcXjxeH928u&#10;3tNLQoNrpqVe11Qd7K+6h1tgj1CUjojW5jkhRQA48GGwqMmP5d8rTZlOQIFBvyso9McTixTxyVyH&#10;xBVTCyKIFPEZKRkgvUUAUKccqbMr9iSCe3o7GgSIcGUJlMbbR/6utVZDIDdSJ0DPE74YdUYjt21B&#10;2NB6O6PIU0jQ4MmnHYJ9cUlFOcYnyxNRQx5n+rJHiviMlAz73rbwjOszijqCT1+nnOj26aWUWrTF&#10;t8Ynvx3RQ6ZMmyRSxGekpIAY8bQybR0iiEwJb6k6o4nbabQIZhiUFPzA26klhM6Sh4lmqQZhE3Yc&#10;tR1SOY6soHR0RsHEZ1Qk94HBntP5xXwgawlxu5gQ/8chFN8Xn/G93B0KcVL1vQgnehFaZLwXLTIW&#10;n0EWu79YZNx2xiCD73vPFOgMpcVicGt5j1pk3F3EIuPmIpa6EFT0g7OWCW0zv+Kt9Ym4YiC0toZj&#10;zTosBHWl0G70W906Z6hnjSe0DmNEFz0hwof6qxvWcDcY2xcBxsDR2pYNX/p7RGO1WSPG6BkiiKjT&#10;USADi2tA6xSVHwVEic74ACzc9myA81vjhzij54dAok7HN6HReC8ijYGf0U5oZqtoMlojIdbo+XG+&#10;knheTbwKJ4ShtPki2hj4wWGt0Y1sZ8+GXBBv9PwQUNT5cVXbjCui9l5EHAO/dHuI53J8hvN54N5S&#10;i2GCIebo+SGoqL6352vIAteBNj5EHQM/Q849WwCL0Tctnr0UWFRf3KW2UoZGEHr0I6TYosqRLCPa&#10;SvCV62sf0UcmtCyPeBQ25skVdjFFGNUxRobO6EHFA0SMUWXHfZlwwOqnAn/pKMqo8osSbJPTIK7S&#10;+OTVGs5phzijyo9dFugnp9PFDpGINKr8eDPhE6Wvah8uoaWAWKPKEAoLS2HEvtL2iYvd5BBuNAh5&#10;FU6GimMjS1z7DCWz5eYm4+xHTDJMBkFHfYzR+p2N9n2xFZpD3NHgyBtgMVZi5EihR4MjXySQA2AQ&#10;xnsEzAxdhXwpdMnhFld1fLKtzNuKApAGR75it/BAqa/mZUYxSJWwjdfRzvj+xDaIFIRUOY7clQ+E&#10;ugoRpfSrx3sftMnMvFtNQoQp93FEngfr0Bqkb5TobUlr3g7Di2/XZQ4wpehVsazynr8c8L8YK2PD&#10;UxMXWe2G93feDc+rtpZPbJRP4C7wonwimKu1foKbUdX6iYsjvrJrdketn+Adc6z1E1u5fGSJptUi&#10;psiT0yxRubHWT8BcSvLIk53ywi6K/yQiXNWktFa6iCc6kVmhgVo/cUFNe1ax1foJ6udZ6ydwb8q3&#10;YNFQr9ZPIO8mP5Nq/QRlIuXmUq2foGOEIqTpgyR+tmr9hPfl5sdNrZ8IDpxcJrV+YqPmn1JE0g6D&#10;D1zIq6dwbCKDP63WT1yn21yTH1IeO1aoTSCUkFyIcs1IoZRaPyHl8Aa37jG6vfWMxhAtPUbXt04c&#10;3MBwYAT3t07MAe9aP/FVLnytn5CWbq2fkCRT6yckyTC61THlkurHEuevHBFR23OKcdrJMQVZDe58&#10;+KYor0HOx2+tn3hZScUp10dA8+1RU62fkLZHrZ94IJ8T9uFWp/6YCIMKjX32EkLxPmqOP9hnM8UM&#10;GvzBvqXsq3qRmwPDqTiiav3E2ReGPB++IHGp1k9Q7Uj65sXcifiMSe21fgKVFunbHaUTnyylWj/x&#10;GzHPmIKJ/sCzUn/GWj/xYlnV+omtNr5obhIWVK2f2BJPrZ+Iuyg+wyFd6yeiPOIzyKXWTwgFfbV+&#10;Ityb43KJz7Bsav3Ew+bpy7UJtX5iSzq1fkKtJHAoHvKp97V+Ymv11PoJRIiNaqtfoH4CNzlqmOHh&#10;RegH30SDfEc/PD3/4eb8iXwoD+d3d/f3+D5QNTy11kCPiYBJ+HS+v7umX9Lvnh4/vv/u/vHw44k6&#10;dfh/eAMUZI/nHx6uPbPbm9P19/zz8+nuPvzs75bE7+bLM7f0wE+HHx7v3lz809Is38/fz/2rvh2/&#10;f9U3b9+++t277/pX4zs3DW+7t99999b9MzX7cP3r27vr65sHGt3hy6f7h6fX+I9vLm6fnz+/vrx8&#10;urq9+XR6+vWnu79T0AnvLqxVExtVEwgrv6ya8J7PX7pqoo1lfX9z1IlWTBkpk2L3gU6I6dx5YjK1&#10;nMm6OuYpPkVqstiEFqbPmoaxD3JC7ItdpHTsA5wYpaaiRY7NznIJNOQVsk0K+e8EmxDl/01QE2JT&#10;bKqqzDSAJbQ26czVWRRKiG1JCxXsRJmQMuDJsEkjkzvro+h4JRNhV8hPuDLbBzCBNtfb+izLI6Tu&#10;sEV5hAgc0ubyF3u5l+ASYhNXVBivs2ylqoESXEJsqN/m8pd4UQ17kiuaWgkS++uhJQgaZ1v6f31l&#10;RO+kNUbNUtLwxTnmSWW9iLVAPTlsXnk62SDCQFBvpcRrklYYDLuVahAhKoqaCHkjFZgSowifUUBK&#10;KBUW+fk/isge1NsgTVQBqMhVgK4hwtIoECUUfIpcCZO4AdCwYh2bjE9RIEpMIpYBWrqs3BR8ijwX&#10;fxaROADBvHJT8ClyLSxAFdjeUkVFhIJPkWthAeiPwC3fCEp9Ra4F9CqUPsXUNS4tkWmR0l0LSAnE&#10;v6UtX2JKiNmzRU0EMkmlbzvCfOvoFIiKXBHo+CGyy/fDIgIGUAvUJBPXzpLsqHFBolNAKgpVdKOI&#10;oJGrAs1kpB7/BawEkAokXbzAlcBxuG18lLgSg4hK9QJYQsQgKIAlYKZI80XDlVV8WFPSQVzURlBB&#10;pbAzyuoIBaui0McE9K/tnYY8pWx8MlpFgS8BVDTp01oiTHT4nG/ro0SYGAdJfiXEhIJYUewOGaCu&#10;xJhQICuK7TG20klVgkwomBWFPhB0FvRRokzIoBXUPCltS2SVSOMryyQU1Ir8owF+kj6oG+L6XgW2&#10;otSHzC/fHxpuRakPEYEMDXHX8WnAFS/0ISJX5PsDjWMkmI4SagIHgmRgfIU1IX2NqJXUOhXXiZ/e&#10;r8AmJHSNF2ATvXTkfyPYxCRehb/CmpBOQZ90lpbXIGJrfQU1IU6ZsvkTw14Ed6GctZWOHJ7CueX7&#10;RSWG7Siqubxjl8A98Cx+vGaX4ok8nd4LiVQ//m9C0h+m4vPrdmWWhmSFY2yRo+fzYrMS532phNiJ&#10;RLwvjRDbjIh3phDGGRYJhHISJM8xdZzSJ8md7o6pc6NBzvNMHbIMcp5p6sSmk5PPgQQDr0KIdxrk&#10;PFX4DXaRs0LhGthFzlNN7cWMwfBUcb3fw52b1B1TTzmdO7e3PuKSvos7TzW1EDa481RTf2CDnKeK&#10;2/SewdB1mrSK+/IuctZqah6mD4Zbih5TZzCDnKea+oMZ5DxV3Fn3jL1CV0i52bX0QpIMd/c9pi6U&#10;+oqkO5H/0uz71NTSC0nu3Gm1QlecHr4qavRmNq2y/wehK2TLibueolaj+MpSvD1ZoX8brAuYzH5X&#10;o9Vi/EhKUBeIRjJpspJiNlh8ciZ84ml0WXacFG7jXHDI1Ya5IAA/LB8Cu+fvZhxbfHIiKM/Fwrjg&#10;PtoEd6/yiz04W6PpaWw8aqFbcH2hWZtBCMN+vkaDcXKkezqr4SkvBwvVgvuV4wquNw7nPtotLZ5g&#10;x0Q9xCevGR6fhWeB+z9NwyzGYLJkhsa3xWeRv2j16g9js0As2FK2ICxYE0anfPJCY6KpbjGOOz55&#10;FQcD16jfYaQSK2uIt7fR8Tz2U7ZaQ8de2Po2hBvez9OgmsNu1akQrNzBqyWXLSSr8yIwnx1UDFym&#10;80Kwcgcv6sltvxHByh1UAyNBGBpHtNIzMxbZECstDOwLxCs9OwsVZohYGgbyBSKWnp91FI2M9WEd&#10;0YhZen4W7MXIWrVQLyLWAcKS6tE2cd/jPt1a4yaOz7CZEbf047MwLybqZYUVbGFeIHIZ6IxPw8yN&#10;JAYDcwCxS8/PxLygIAvGZ2FeIHoZ6AzMC8JgIH4W5gXil4HOWPYLrz8L84IimIFhAo2LCotP/nY1&#10;fKZbqBcUxPQc5+RiiJzikzl6ByjmbOFeUBwzcDQQERza2ntCC/mCQpmBMBmEcWzxyWNsKZyOMVrY&#10;FxTNDIQG+IXrKHeGOBor0SGg6QkpYqnuPddTXyCwxL1CP6UpqMmUhtHgekLt9jzxJ6pRg8AmU1pw&#10;BulQNDEwENxknpbKR/5sohS81cdJMDF+RusFJCo7PlnpE6vIxMIAEFJYHiYahhsj3oSFh0GBzjBO&#10;RDL1GY1Ya35GFiYGMD1YnhYqBmpYw/K0cTEi2J4NjIHIVBiniYyBoCdTWmtpjDoysTFita0NjkGH&#10;vpfnZGEwIPgZKE14DIQ1mdLCx0iUJkDGGLFaFlNK/HYbIiM1CWhsnkFKFOk01icbmC0BhqlnSNQm&#10;RTstyiB53MmiGyHu3vjkXRxXHTWb03n2jC0DSuOkRUTUaxOUxtwdZTXi/ASlfilc4q2Ve+v5EoCt&#10;opAZAGXM0bDF4v3b4jjy59IcI6Ki8dX6tAdu+QGOuswRFo0c9aVBdSBh1gZMxoaTJy6IipLxd46S&#10;4XdIrffYqPfAUfuy3sMbBbXe483Fry4PcK4KSU15zlCt98gSTWq9B91413SaWu+xCqPWe6yykLKx&#10;6C6TVk+t90iiqPUeR2o8muRR6z2Q3Jd/hWu9ByL+td6D3HDwBeRVmrXe44ALs7/U52Kp9R7b9SO1&#10;3kOob4FnLH1+XK33iPgK5HlPcqn1HqgDiJKp9R613iM0s/l8fqJewcfgbD3GNDk9WTa4cI/R06sT&#10;h3Birfcg0ydKm6Mzx1rv8bKnPccBj7Xe46VkOB5S6z2+SqvmFC66dYZgo34gcS7aEW0EdpGHOO4R&#10;Ubhd5CFMWaE2vlITZ9AdUxKxriaOzR6RfLxH7rXeQ6rI4P72RyQq7REk59UcUwKOrqZa74HvOkS0&#10;jZzBllKt9/C9FiEmrjqu9R6+jEPPEInAK7XeI/WvDik+MXOmNdJ2YgWOlWRd6z1whsWkmSDimLln&#10;pMXXeo+zv9cFwB1OV9YTm1yt93jN27jWe3y172q9RzyH4jOslVrvEeURn0Eutd4j3GmiVOIzSKfW&#10;ezS13kNMrHa13gO1QyaOR633gJRqvYeGf1frPWq9R/zyxifb+P929R445yuqx9P5w/Ovr86fLs8f&#10;Ptxd3VxeP55+unv4eIn0h+by0+nugXBCXhfYJAWEyTv/DzuKM7LLElzEu/OAUBKf3q13ScUJT5//&#10;9PhbX9Dw/OX9l8PdNSpeiV2t8vi6yoN85y+rPHy045eu8hhjuarrvMvR48wcrhD4p+rlKyr3Td1s&#10;vnx49AA4ORjO6cfYODL1klyTSTCJlGUz+yqDOZQ85jltqCNbiWbqnIy+mr7oLqfKU6znkfoSb7DK&#10;c0upD+g2K6QdrC8cqWXtBqs8QQggrgKrPLsXTLZZ5bUFaFEhsMozteaJGvNujAq1P2novYc/2ZJV&#10;0W0UpfTbvIpeo91AzVA3mRWS973SNwZW9hlF0YDArJB9T+1ut5jlwm87kVkhfd8beYtZLn6HjtHC&#10;yAr5N9SUdotZrgAHLJJtZtRWM+lpQhr8JjMyjVYqasC7JX/6Sq5UaPO+zStf+i21M9/klYt/9KUd&#10;G5OkMur0Rqp52GSVC3/07f23WOXClzZRAeMBRE5hhrnopSVBLTPS0AdJWAWIh7ghi6qOfpGOnELw&#10;0pHT5YLvO2F1UV+aNHogTWxLnvogJKoOB+bmgihAPLBrBV75qu86aua/ocUSxEOaI2WhpHG1s8Cr&#10;xPBopOVVYHgQOMfmwFBRvL5S3o7kfE8jc76d88YsqcvBSoWv1bbIiooOJy18in6szMSvGrWWWck8&#10;7NXWyPKl33rMn60tWeJ3CB+jAr2jFWdJiTNpYB4GYGNcRS1H6wEtNsdViF8aVy79zgMobPLKF7/w&#10;kaSi+DR2NP2WNhL1zVnpnMQtFz64SQZKUcaB/nXbK7YA7UBfHGmVFagdnUed2VBAgdkBcUkzRf+G&#10;daa9RznY4parANyk87rA7BicoNCiggPcpJ1ODUuSFgbJWKHeT4lKkVsB2DECOWrz3HgB1zFJWqBE&#10;o/TWUbTvilOoES2ponhj8tgLG1p4AdXRSXZZAdWBnk7CTMu94CQrg9o+pJnOkk4LmI4FyDTbR2SB&#10;0jEPgslS1GwsvtV93PG4r6fbRO1MnyUH4xOLGxn6pe7K10rtVfflydXO9FK2FnfzPKZONHriW81U&#10;lgRZM5UlydRMZUkyZLzQoTfuS8rmFnlH2B97clq5X9oRBsYe8v/vM5Xxaf55uZpk8hxuqTMhnHzk&#10;cV77boe4AAwGr3CYBKySlaKMIMCl6ClnwGlpsf7YJsuK1MGv6PnBdajzw1KkJTmhtZX6Xl5c8B/q&#10;dGSPgt9gdKT1oiM6o8tapOtT2UOUW3yypPm98CTq4+POq53VXDx1kI2bKb4vPvm93OW5w4dSlR93&#10;Nm3RyVmnw5KCXFrIW6XjRoZwKep0+L3nB9+4yo8/9PAq6nSxiSDWq8ovNu2EvaHRATvSj89qwEvm&#10;Oi3TaP5FLcRn0MbEbevhslBfSs4WErI+h4m7Ese9G98Vn+Gd8D16ZgYVV27o0oXzMQxMHf4Yu/2q&#10;VPA+el76+kgdn/VtDf+jZ2bs1oHb7WKAmvzhgQzT1NXUx72lH4nwQXpuCSIo6ic+g556ChLQiaMr&#10;Cl7IQKbLDUEGT2ZsU/ghPRk6lmsC6ThyhaRZjQyeSM+NoPFUOj78rVawlDFOIoG7UefH1ylntL+G&#10;PzLwMw4HNIENdMlSiaqKz6AyuCQDnfFRRHtiT4fwrzoPD4ZH+97I9ybISCIzejJy7RY8j+pbuTlt&#10;ixNAUxrfJ+B7VMn4/tYlmJEosvhk0YXPCLyPKrewDzsMURsaaxXuR5WMEItpNTUhMCpnpPFOJA+k&#10;ytCR4y1w1L9e8FEyodHaltqqBo6pTizKLT6D/OCnZEKsaU02HR//mb8ncopPPn9ik2J4I1WOfdrl&#10;xqvhr4xj1M+DtYe1MWv4LKN49MU68Gfbt0PXxAO/JXM0lv9IwQiva8Nihe+SCQ3MjBHgBIGjceTD&#10;f/l/2Pva3bhyJMtXEfxzAbfzfmamsW6gu6rcWKBnMZjJF5AllSWMpPRKctm7jX73PUFG8JJ5GRHZ&#10;Y/eue5r1o65sh4Jk8CvIOHHIgs76thX26I2zYBIvfSzamaZbXjH3eGXVMiOuMYNCXFTacrzf7HE5&#10;b+pbHUxksDY22R+cTTZCWBrQqAI0wjQ+BRqFZawBjd5cNKARMeo2oBH2xCU41oBGyRa9FjilS4Ak&#10;1YBGkZhaQ4s1oJGQjzWgUcbE1oBGiZSuAY2ycdGARhQ1WkDmdN+R9poGNEKktAGNigHSgEZE4xgv&#10;Vw5yJ2gjWPjpzgY0WlGVcRjpgJeZ412RbUiOhh1w13qWeLx9a0Cjld05JHtIt4223RvQSIPTNKCR&#10;ZpkGNNIsQ1hjhBkOKSJrTz5+Q+6Q4Cy2OD8Oe0goiiDegEb0DG4M0TWgkURaYliQngemAUmAAjNi&#10;I2CIBjR6jO9Hsv0a0Kiwx9yARgtXXQManRIeNqBR7fHZBjSiOVNuTA1odKwYpQGNLCelAY1MH64B&#10;jRImED80GqMfkcYo5mM2eFEFXgQI3im8KFyFfm940ShQSMZbV3iMUjbHN/EYgX6hmlMOHFWKQiEh&#10;KaZGh0viPFgFcyQpLcsaaNskk1iMVppyhIXCtYHLg6RoBhlKyNZeKcrBLVq+fKYoMRitFCHCkIpT&#10;yBTyLP6xZ4KBlaKCv0ih/iA4dCptACFUvXEEAU1inWKnOnnRulq5yXuFw6XLjZ64i9a6cqtrPDXF&#10;q9TgmdTamBt+VognKAVpMYQwF63qVTAXgdGjOtSrxEVrVYXpNXshjrLUS/BEa1256butVq/c9tqI&#10;IBc9GaJHifUm5kFlbeZQBsWiaquMVLxXtUgxEc+qgQVx0dArjFElcRET8ax15YYfMGyqLRwKw6u6&#10;csOPKkFQbnghLlrXK7f8uFMmUJW4aK0rN/0EirB6G3PTbzXbU6wodeO0U3TViYtWFSuIi+a/jbho&#10;rSy3/gzusmor68RFa2W5+ZGmpyjLB36n7mMFcdF21pTl9k/ERauaFcRFO3BCVZtZZy5aK8tH/25Q&#10;Rn8dUbRWlneAigamHJ40gBJ30VpZ3gEqxZ/CXrTWls+ArcaISBl3qWrIHWIM4kpbASqaR2VunrIX&#10;aQtjwV40Dcq4PWUv0va3kr0IfG3V4UGhkqylwka1bmneC+Q41LUV0yAxK6215b0wbLS6lb0grE8r&#10;bQV7UT8pY/eUvUjrBcr5SRbptWmF7OBFqkvsReu65VOhm5Q+VdiL1tryXsBrRvVeQLwxr5uwF621&#10;5b2gdWmdvGilqyAv0pz9OqQo6MIhvXEXXT6uABwNUqRF1xukSLMMJ+YdUkKuDSTgzOwDXMhzwFYN&#10;UqTZnRwywnvA5TrHkA1SpBmyQYo0y/yjQ4qGKncROBJo4vjURSzoMRfRbRL0ecRFnOjs8RbBm4Ky&#10;7UawqBK7lG8Eh8DPgxTuC82wTMz+9hiL4jri8RVFKY+tKJaIW0OzXvBmUfvBYQGA90lSOPVYkTl4&#10;7STlgIeY58MjKWIOII+jCBSDVKhHUcQ7Y5/utKUP5ct9Gc2Bu0OzoZzY3uFr2YPRaB7zCcP/HHYi&#10;JkNwyIno8QGyB+4brJp1YjabgUEgC3a3434xlOlIMYeFbVlcMMZBZFa/5w3Xnpg9r5m2KYYNjn2w&#10;GNYEy2K4Y4xi4ivJwJFvHEAD85N4sw4DLAxbW9vISBqMXqtuuGcM2jxyIrqOQEsdpgrcNEYx224T&#10;RQGgzSEnwl1jEMMgt5owMfLQISfCbWPQ5pETzbzCe+REuHCM+hyujZmZ1TxyItw5Rn0OXc9WBp1D&#10;TiTsYLhYNM235fdSPXIi3DyG+nnkRFsZn+kkIcNcvnG44/Ix6nPauwOnVxzv9kjG/WOUcwiKdhy9&#10;9BiKhKHQoygSBkCPpAi3kKF+uBkUV18MIl82DDfY5SnCTaRotPmRyA0hE0KjDeLFbSQLgofInHNM&#10;QQV+HXsZwo0ka/RYhXgnQFahXfSYzOMIDmnCO0WTbxLN47gyg7zH7LUat5NiR3vQ9swb6PIU4YaS&#10;NTq7eM+4uG7j8BThlpI1Osjuji4aw+hxVn/cVLJgyhySkS3fOMLJq4kanbVT3l7vNg5PEa+dHk0R&#10;d7THUsT7jkdStDqBSCsbR9GPzlEUHLYGIqqAiOCZnYKIwubSQEQXDUSkoWKwk6TolxKXayCiRLFB&#10;+8ZirgYiugycPQ1EFMzQQEQP93FANBBRtkw0EFFmjPT+WTgp5phf3CUsS2sDETUQEd1i5AOEiG/T&#10;3ttARIcGImogoq+PFw1EhAuuQ3qbxca+NBCRhjRoICLNMhx0OKSXX+whxg9LHEa5r7fFG4hIszs/&#10;uHNAjDDGM2xDNhCRZsgGIqKIRQMRXYDgMAaOGoiIbCFoGMSMrIBpAxEVLEANRIRTKcN+BM/RQETR&#10;IA1EtOZ1aSAiia3Ll7EyDUQkBpEvGyahZJzHzhqIyN63G4jIcmsaiCgxBp3yk30biKjxD109HX9I&#10;/qFwkdCgQxXoEGJvp9ChAA797tAhznrYgY0hhHduvr5cXOEs1u2AK7zCMZ2e0YzL1jfxD+32lHoN&#10;AHUAceZhJAAdUxQJGE5Kp+93yD8I1VneywBmM4ntAtNITRkgV0mq34JGoa4sD23iAUelZnlqfj+H&#10;GHqtZjBUKnO70ZQBDZyk+nkgiEZNWR5TwxPRSs3yxPx+AidJXVnBSDTtiTSgZrQCT9RPk1a3gpVo&#10;ChwVVXVFJ+CdaK12eS+MWwLvVNUV3TCC6ERpbN4PY0dcNFV1RUeMszZECmTRMBN3T1Vd0RXjsFdq&#10;VzAU9TutKwqOoh7vWGvq8umAN5aV2pU0RYM6hIuHzyaCndXaSoSYyxgeRrWteU/o2oqO6IEIrPdr&#10;QVfUqR1R8BV1+61muYKyqJ+IMqTW1hPOolGbE8UraHhJWFOXzwmAu7VBTHdbycSA52vq8p7oBiw6&#10;ddtRXs2ibqcN4oK8CLlrqrp8dcJz8lrt8jmxA5lQvXIFgdE8a20tGIymnmhDagtnwWC07bV+pcft&#10;k0UGcLwo2vJ+iERBtVFScBghXUDTlndDZAqqastnBHKcNG15L+wCuVVVW94L4B6rN5TCXckeu1lb&#10;NUsWI218UGJFUrbfaCt6wWKkVizvgb06sUoSI62Ruf33WAXrc77gMMJ7mYrFcvMjm4Lobmr2LziM&#10;VPtTGkUyGXI0tLqV8CN1bBQURpjI2owvSIzwpLrS1oLDqOt6bXkrWIwG1bmh9w+WxnZ67fKJMAXC&#10;xdqULwBInb6pIrtvKZYmTL1jCxqjblA31ZLICMlBmr58NnRjIFWrDRTK1lqsMoBVSKlfPiOwh2gD&#10;r8QhTaCPVPQVvTHttSWzpDPaqus5HSWWdsyqw18wGnV72Llev5LSaKvWr2A16pFbrukr+mO716Ya&#10;DjxLO/ph1Pp3V/THDNK5+kKApNFcHxxdpb1lf2y1/qXE4GTnflR3a7puS3LIIdfWdso/THL9OGj+&#10;+r5YqkbV/6d37jN9s7bHIpVwkesG9QBAKfeZPvW0sy/6Y8C5o94f+6I/IjFsbXnZF/3RT5r99kV/&#10;TKpbTJn3qR1dZDarrQdgIFjkzNNd0SEdfNR6g7FJ5Rr1w2dH8bOlikhxVTUWfTJvtTETsg4zjYGZ&#10;rNZoULhlRRtHd6y3meB+0mYdEnQzuZOLhQZUbEBFTJ4GVKyhVTkz+wCq3XjxZ+O8GlBRw3k1oKJm&#10;GebxOKR0eXuIca75AYegc0ZkAypqducHwyhV4RxD/v8AKl5qdWculEOKR9hjhrxzWt8TZYsjDq8i&#10;iAsHhyMOXy6InwcqJteZxBMphq2dPOMgft4KTI5vED+vV8mvDeLnNZUJow6JGMuuO3ECBfXkdZ4z&#10;yILTSfXpNuc1V5gs8AvnNTi4jLGEosnwAtGWPz+/EEjo6ebq5eI+ADJfwv+f3r16enXx4d2rD9SM&#10;+IYNy9JzNhdfKEhGSXK3FCTDDToJPRx/u8mfLNzTDTyKlvMFilxETmAmdG4iUcTA2HAiIF/Go/By&#10;CGItsbAIyJcFmSyLvGlTI87CXPTG5lhBrCwKIhpma+SQfT87lEQImLFGXMzH4SKNkG9sDJUYzDPj&#10;N0xBBvzTyckWFG67ySPP4ulLoTFT40S3dNSFU/KdpBHyjY1B8IwF8ViG1ZgJHRI14mhmCSJ+FgUR&#10;ILMFmZeop98wNYp5ECMzBYm1MNRxdMyDKBoLOqQ2xBMVNTqDAnd+LBjfMsL0EkPLNxpcCO36wWE6&#10;QiwtakSwzGw1bkNZMOVDSJHy5b6Oyy0ukmSvkH+Xb5TjlngcWROrQ8DMqR/3CljgbUHuFYqZmYI9&#10;xYkxuuX4rhubLtJJcIsQjzXEBuFNmgH9NgUpCEQaETmzBYUEakTs29KYqK8QPLMFOSEIFzY2M9hI&#10;94ZUR1y7mxqFsg8bpL3aIsIWNCKEZiqcKWqMkmcHn4gYW5BDEM3UJ2uyR0eKKFvQhzCarY8PQsQE&#10;afVJosVzqKy2YmnMfkuf0OJ5dIE7erGIes7Z/RA6CHIObdiOubtSfprMc/nG+Y5gW9Dm8LTumAfS&#10;Ye1CtC32hWkRcUdsuyHado4udkO8ism+bU+KPd3Kog8co1G8Lcg5fQCnMlrX61P8e1zwvUECJzLW&#10;sHNGHUXdQhURVjM7AwtFtHPv7MQUeIsd4myHXSc9B4/FmhkdYm9BI4JrtmDPdpyxFpkaZSumSWIK&#10;DoQ2CLPN28EQgouS5MCbOseU+OFMYQrDRZ2Iszk65XVtRFhsSYTiok7E2hxJoSyevbGBcFzUiXib&#10;rZMor4M9ad0xrYSQXJREzM2W3LLOfuN4kx3CckEnxd1sneGshH7vifrRrGc6jiD25kjyeO8H5ygE&#10;t45dSsSZbJ2znJq87a+b6KkaatEZI4StNDqrPYXpWGd6DkK2DfnG7aMb5Rg4Oo4lxrzU07PSiCN4&#10;bJG3vpIZo6RzyuqoE4PklC4EpCXy5RYhZMeSyLgwR0jPqQQ4aDljCWE71ulZSVa6fnLYPil0xzq9&#10;tnfswfXeoRUrN+tEdM5uu3CL42htu3GBojZYHvE5W+cGxgmSW29V3DBTp3unsGe/xb2lQAiPy3bu&#10;PcR5ye5SZAA1ltAfnSU0bIwN6l+B+mP0n0L9w+7coP6v/tubiwb1z1EMDer/cEORAngUCVTSoP7B&#10;Jg3qH7aYPLMIntQyTBrUPwyTBvUnTzgfJfRmR1pMGtSfXs9b7KGj4HGkTFZrUP/MGA3qT1t0g/pL&#10;mCxfaxrUX4G+5zs13SkquOMG9Vfsh4vytBo3qH96HqBB/bW81Qb1ZywXEGA1EHS8jT1IRMXGvMXr&#10;9YNcx9rCMYZ8kCiELRyvzg9yfWsLx2jZQeIwtnB72FwDmjZOYs0yDeqvWaZB/TXLNKi/ZhmODR4S&#10;7M5esDnYfEiRWUec95kU7nbEZac5b6thUM8hPYJpa2eY5gH+e4zrOuK8oQKkcpY4N7VB/Qm4HrDq&#10;x2ci1D00qH+A+P/+vzeoP1PkJmyNF+lvUH8TMtGg/qZ5GtTfwi8x1KdB/Y+0WQmIJ6LAwKEV4EAN&#10;6h/zyErrNKi/2EO+DKaXTBIns6hB/Uu7Nah/ZQlqUH9zbyemrbBEN6g/nStkQsmXwcxTg/o3qL/l&#10;BDaoP6VOgH7LW2xiWKNB/cMthqwy8uXVBlRdEUT/Xxzqj/WWyBeCKeiHEMSjy53Pzy9/ujk+0Hni&#10;8fj+7v4eU4/WZqJpmAfk8NIfn4/3d9f0j+EPTx8//HT/dPHbJbE+hP94JBZiT8fPj9dB2e3N5fUv&#10;/PPL5d19/DnsAKQPzOkcUiQO9c9Pd+9e/WW/2f+y+2U3vh77+ZfX4+bnn1//4f1P4+v5fbedfh5+&#10;/umnn7u/UtW68e3t3fX1zSPV7uLrw/3j81v85btXty8vn96+efN8dXvzcPn8u4e7H5XLP8QzG8C/&#10;AvDHzfopwD+EaL83wH8nKcCRryGMyMjlT3hp4vJfMpu+icsfvCuBCLZDBlqYGQtLf44dnOaBqD1R&#10;aIgp5DioHDyINKXAxFnRhmS0hGrBhRsRe9a05QDObhPBQxVtSLRYtE17ovWsaYOtkhgybwMLZ0Ub&#10;UtWS2DSBt7eurQDmIBOPgE0VbVi9kzY82kUUobW6FYT+yBnTKlcw+g96WylxNZXbdeivevWQ473I&#10;9UNHqJJq/YquMOqX9wUyBIkEuqqv7IxIwVkxHyUOpnYMYE5V1JW9MWm9Qcwni7rAjlyrXcHp33WT&#10;Zr2S1D/wD1fVlZ0xBzrPSmMLpH+31cZxwemP2mmNLVj9MTYV24GTYbGJMVSIEyLZbtYGcknq38X3&#10;PGptLXpCq1sB9O+oDfVhfELqr7SUsmVTC7CeBBLUSt3A8bPIaQ0lyESmLDKq1pTlM0KbXgWdP1Zh&#10;tZ15H2iTgRiaspptAuayVrO8C/Q1OEdwMitrRRld7qZCR2KNrc2Egst/p47cgsu/A9+0oi3vghl0&#10;xPXBUXD5T1tiza7WLZ8H00abpMSylBq6x3sfira8E4b4BkLNbEUfjIEivFY54qpJpXLGS0VdAfHv&#10;diDXr9eu4PPv8KRG3XIFn3/fg2haUZd3BC7ZNHX5VOi32OQUdUVPaItvQeo/dGD9VrTlPYGXHJSm&#10;5h0xzOGpnFpHUG5+6gitasQWloRGclzqVStI/bUtv2D0x3vC2pZaUPrH9x4qI6Qg9B+3vTYbSpj/&#10;PCpmQ0Z91lLCdystLTohPoZQq13eC3CXtLYSwiYZeMDTIfVOLQj9x/2kDThC4CzqIr99pXYFyH/a&#10;DNrWQPwiSd2outREtJDEQDWidQWRdS5y8R2qWu3yrpj68BJNbQQTwmdRp3peBZk/2Bi0hY6ujJO6&#10;OVKVV2pXAPxBt6fNViIDTer4tZeaumKLnlVfqaDy3+m1K7pixnCvD2N6Oy3Vbq8udMSQkMQm2pkU&#10;dXlX7NVJVvD4Q10+K3BL8fGarycu6dYknNuAwuK/w08NBc0oIbrMUezBRD+HxHll49hAB0SsGofu&#10;PLA3HdOD+HkYPGbiOOC0gt6kS7Cvj0bd6bRC2nEaOUscMyyIn4fBo9NGED+vqXSaCOLnNZWOC0H8&#10;vKbSeYDEEy+dbRmmx2mE5x9P8YOUG0uGjK9DukOsoaC1haOhoDXLNBS0Zpl/AMLzuCKwD/GfYtAm&#10;p40YtIMLSrvXQo8dQ1tCDAkB2bgWkdMoGBOSTh7rNN1gh5WN7qh5OxRd8pXIGtOsQdKhGtswoec0&#10;O/yldOPNpae9W0qVr5TONPa4/fZKZ5LqaXYpvJiyb8K9sN12oWafJni00WmQ+smX64lrstiiKeUb&#10;iIR8RZLTq+jO3NHJHOITEebapTNmcOqQ8OlI4kSAHY3u2D3JuPeNExiXHZ0s2YO22pGMThXdyHuS&#10;0YXp9x7JG/GWUovwprAzQnC9HyVxf++UzpK4LXH7KJbeEbfwWW2n235PEscstAijz6snXVBBcsaI&#10;tgtnFkCEBjzB6JgOuDZyNMZOH3BX6QjGETd4jJ+4oQ+N8QipcZUf7QMKPq9o6XCHlrQTksR0UJFJ&#10;K1+ZvLwY4tU+p2gRdCif0RgeQO4sY+Lzzp1kArzykCUd3dFi9Lht4RnmkSjK/MLdmT0imN3eeRkB&#10;MZY4uuGE2/qYsNQjiu0o0kMrhTen+aToUQMjzhL0OU8YIB4T91pvB6PnPKh+TvUQkAlijpU39Gwg&#10;tDlzZEN3NWQU28aCr3EWpA1dJUKbJ0aXsGeICde/UzemDnWm5IaP6M5LCXi/JU4LxzXZy6MY9kK5&#10;57RFh81WSEAd+u89T0Ucp6wpseemwiGzxBBZCt2A0JEpt+UxMjgrypZdm9GZsbjpC+UiyGSWS54c&#10;DZMtesRqBxykILdzdlZEq4IcwlGmvpG3VUxc24DEe0wV7HqHWBiRrSiI0JVZ9MAefOd5h71wWc94&#10;/cgyDqJgsWiEuWxBvpPqaGRbGuEVBY29SxnPqwGFxGyNvBPh8VVHkOsIVmO7McSYTj1D4TOzaCFS&#10;3jlmlGm8cSi5+aKDAm1mudziwXsVhenageCzO4UNQyE5s1ze2wZ6G8LsZN499g5tdBwKFLwz1cWd&#10;beydlSEWilFgV479Au+VoTjbR4Q9zLqxicetYxI+3lI00NQnp8Zx653wCEGBQTpuPbec98uR2ObN&#10;XuOX08ad47yArj4WvXN2nJ6fh6Aoo1k0ZhprTA+lifMs3+hE9+y/jHvnmgABy6gREUmzaGFYH/cp&#10;HV+KlG8sWh5UwGSy7ShPOlH00ix6ZN9u2qCLrJ4RDvpp4yw0CISGVlOk09bIN4cTnYfMouVmpHNu&#10;MRBujEUjKmpqnNiTxtfumYmQLBjhU+8VzccgiqDaRVM4mDQOzoFplhuZMUVBZDDINw4KBGOjRmq+&#10;ZUd6XigUPTnL05ZfEZCwMm4JpUj5xqLlASEI2kvUVswzO7NQ0tsR/rR3UgR5Y2MQxTVbvePXRKHR&#10;7utduqpznCEEhKVoexOnBSIYnBxGq2f2HHhx64jgsWi0V7M9BeJpmHn3OpXrWenjRsr/o5Pyh0nX&#10;MPsVzD7ODCeY/bguN8z+O2Llb5h9BMVxDZXQOw2znzg36VYw2YXudxXUXcPsV/JisD3nttMQiw2z&#10;D3coTyiiq/LFcA2zn69NDbNP7nEaHQ2zT/zsdPWdTNIw+4GyHifCZJKG2W+Y/UriasPsI7B/svc2&#10;zH5loFBcJS0mDbPvYNPjvWtjLj/FX3OUomH2V8h0xsY0zP7KMg2zrwGqGU5zSNg+Oy2kYfY1QzbM&#10;vmaZhtkn3vFKUKhh9unCSkJjMfwJ0LwEIR1YFLHaxHicjxzfSJTWCTnjHXEGUjbMvsHjCBKbYPmG&#10;2bf45zpiz0C8uGH2H2u0zQ2zb+IXYJ4IdSJIuQV0AOVVXAcbZp/HGe8kHZ8UHdgbcSPFeWrjvxpm&#10;f71XM3TGhmcRKVMwsI0V6jYNs3/iDDXMfnXnaJh9az/oGSHXMPs1r6Nh9uW8Jd+4WzbMfuUoGk85&#10;DbNfXYUbZt90yxtm3zQP3a8EMHXD7Fe3Kc6na5j96trz/xCzj0SNxq7/fPz15XdXx4c3x19/vbu6&#10;eXP9dPnl7vHjm37Tbd48XN49Ok8JvA//8YKQPSXwpiT5D7dpeClAvoFE5w3hy58//evT7wMm/eXr&#10;h68Xd9e4VgvH9YbUryD14cydIvVDssz3Rur3xOKNG87BYNeX/KlvZNdXEdMZpGQh1w83ZjkWNofC&#10;7jS62Bz+B3Ih5tlc6crxyCCUrPOnYndLUBeQCjHf6UpXDsJUmeZxvZfpElr9la4cXdNpzNU5CHYB&#10;6K90laT6GvDvlFKfuT/X2nLzq68HKIT6a215B6CX6h0A2pbFagud/lpb3gUam3Mdl7/WlXeB1gPg&#10;D1gqNvSazejyMvW6NmJPWPSZ3XRVL+JgSLo0du4TCn21Xrn1tTaeYPG10U83Fale6rgo2fPVeuW2&#10;H7SOJFqYVKKwEK/sVXDnjxqBc8mczzz8a1257VWi9YI3X2tiwZsP+vT6wCcmndREph5e1yq3PG5e&#10;NV350sNUvGtdueX1NxWIpiTVS19ci2GvVqzkzNdsT2HKVOSgsvmfcOZrNiMQUdI2gjS9bv8Tznxt&#10;Thb4+1l92IJiO6lQ5LJHOuRVH1BGfhLb7rX+BHHDItaNG61yBWf+fqMtP6ec+ZrliDsl1W4PLvy6&#10;5U7x99oGDJKoRR2iC1priRMsFbuQ5q+MR+GJJAcIgNrcvC/A5sGM7Wt9eWeAskr1EfLeGOZR61zi&#10;Dcvqp7KiE4VOkgP9hjYtCu58xBm1kazQ56/aS1GgVC4BOJT+PSXQ10ZfQaC/RzPqw+UUjK82N++O&#10;faf1LlF5pFbANWLG+1VrCwL93aBtgQqB/lpdPje26uMDpwT62h5RgPG3OuN9PjVAK6F1RUGgP+MV&#10;gHpXIGtvsd1CoL9ubN4V80bbpU8I9CVZa6WuINAH45NSuxKMP+JhncApv1aXd8W406bFrjgnTPK0&#10;x1pdPi1GtbG7oitAKKHVLl+levVFL4VAf127vCt6PMBU79lTAn1tiSfUVpo9nfqkDzFUJTEiUsga&#10;i5uWxsd/+bgCL9NZDIfsQyKpsyG6jY9fA6IyA94Bp5MYQLUNyXHUA84fZ4ljQlE34Yhxjnjj49e6&#10;icGFh8TcZ3dTw/ZrhmzYfs0yM8/VRIhkD7GG7dcM+Q+A7VcfrmGg+SHRRoZB8F3p++cQF1lw/oxM&#10;pIMQtgpQfAlybhEpYRk4PLIoDscW6icB133y/uhO4LLcIdASubRdStXky8gReM2hMQ5BHB0lopxd&#10;Lk82cPbbLabTKenD5bppGeY6BV+/I8fsXh4DbWLgd5gcmfgWxxIH94hzJ7Wjc0gA6Q4acnRpb7aX&#10;0azg6D9PzmXoj2slsP42KZygbT12fo4ZgZvfHgdsP3pZ12wvy4FcVfw0GZ/yjeOU6wdWfscusb0+&#10;Jz+Od+iPbuMQAkd1s4fODso8Lv5YpEfEHyeax8IfhxMCEKZ1WcrhxozrWe9QlsaFoseSZq5kwRI9&#10;3gmzpOLi5L1twVIOp3Sc+B5lZlxuPKr9aC9cqpm1p1AXxo6zcvFMcXggefw7lI0UkaFVxrY9vynm&#10;MfJGgzk0qBStQIkOs768v2GvBezjO5kQdLsdZqRpe34pwl4s6CoVquwxSBeQ1EKzOKbAtdtHF1nQ&#10;ZC90TEttC2FI+ZoQ8AlSdqUkf8IbynG5cVbplM0ieABZnOXLrhHv/jh7W7O/Y1s4zzv03E6Hn1uI&#10;jx0G/Z5JoXF4sOqGOFM0rsMIO/DIGJy1YuQpMqbzsJhMvtF0iEiFcieHDpbe7qEhsgXlqtUOIcvd&#10;4TxuyvGzJh7RMi6jo108Bv2tUO33kVdFp8qFR0ItoUCWWcUdMyOAQd+e9jvm8+5mvJRhNRoxsVg0&#10;ceaaguzAwz2ReyHpNvnG7tszpy4Y9O3xRYqo1SCosgXhmcRtBhT6nqQs1rjNNptD0bZYukeiDzpM&#10;3u93ji27jczmTXpTUWwjX14dhEadgm92PRF2C/UEmb7TduLUJnuCdd9puxzGKFTnlM6pTMPW1cnJ&#10;e8PerSeTgFNgzymdtzhQ69ujGG5KXKswQLwWMfMDvaLtlM7rATj2nZ1DLD/OnpUkKRw8+07pG6nn&#10;1pnqGErcdo9pHxHIMEDAtG8bfs8veoBp395Z5cmW0WPaR7QyFo1wpGn1HT/HMu6cNyZ24tlQbpm1&#10;cCGyGYv2mPZ3PNNcpv2tZPZvnJ0HUdBQNJj27Tpu2eMD0749LLbs2IJp3xEUunuERE3zzLwKg2nf&#10;riPd8dDyMnXO/QOiq1HQY9qf5a2sHiuC1YWAMLJGr+gN331gXTU1ThT7pMYMzuUCrrZYMN2uyVIu&#10;37ikyzs9eBXAKVpajXXFriMB7KiOk3NoRYSXBZ3Fb5QrJI+Sf0y3dc7Sh2hwLJreD7C6cODpilCp&#10;vY3RGwmh1Xjj3NSIyLEI2qOnTxd2jhvWs0uAOtq+EKLMUrQjyEuKq5HO/9xq246ISIugvYZ367tZ&#10;GbCNu/9H5+4PU6RlBFQyAjD6TzMCwoRpGQFE3d8yAu4vwxsGLSOAcDZw9xNGScOUtYyA9LgBnZ+T&#10;vTQ4ZMsISPYqePlbRgAvPS0joGUEhFNBnrbXMgLqSGW6YktLLm7xtF2qZQRcyDt6+bAi+FcyX8sI&#10;eKCXHoiPIdmkZQRcBqMQvC0ZpWUERJvgLJlsQjc0GYQ/n2QtIyDcOB3kttKGmMaryIPcgdrCLSNA&#10;w6MyGOaQbu9tQ3Lor2UErJJOGOtwQBQo3k/bhmSMwiG91W6Lc3j0kJ6fd8RjZKRlBKy6ia/eDykc&#10;YxuyZQRoC0fLCNAsw9i0A7Ioz1kJWkbAy23gLYq8URdfgE/q6Lx2i5AkBRCJ836B+zOwZR11WkQk&#10;/sSiKcboYDlbRsDCV1yaUMK5LSOgtItkDrSMgBO7ROe8ZQS80EMmET5AKFcLuBDj8i0jQOzVMgII&#10;YRlOxC0jIJhB3ClZa+Qbt/mWEfCW/Z2WEbD4MdEkLSNgsUg5a8B8FedWywiosQq3jADC+beMAOtp&#10;r5YR8GpsGQG11aNlBJgnnpYRYJqnZQSY5mkZAaZ5kBUZHLsfKSOgvQxw9XT8IV8GCFH0lgewygOY&#10;N4hDxDyAf7u5egHX4P3NRQyV1xMBLh6PP91C7OYPT0/HL7c3l9fPCGeEmVr8Av2Bnmi4+PDlX47X&#10;gBNdfn45hkiH0P7j4Qi6PIxJSiPI73B5ePkWbz1cXOGvKR58Bd98m5Jg5fc+PT2//Onm+HBBP7x7&#10;9YRqB72XvyHIEi8gRYQUZm9L4A9PHz/8dP908dvlPUoO//EiU4jdP9JvPh7f393fy5UmV44DOVTN&#10;z0937179BWCxcfPHfv/6/bzbvh7fj9PrPRLbX4ME5o/7eTPux5/f/5Uq2I1vb++ur28e/3z3eHPx&#10;9eH+8fkt/vLdq9uXl09v37x5vrq9ebh8/t3D3VmTiMJISMScQtuL2p/ZyIe7l5uni/u7h3evdskS&#10;l2+pS395vA6d8XJ5dx9/zp7loOrLcxzyNZ/lQB4atLXJV5l8yPk7TcIJuaPFVMKw/fTn49V/PNNQ&#10;LP7lb5xkXbcN+VDrWdalFEGZZVef4yyjYS8zK2Nj/Ziw65inCfs1bojoGf+Pc3kRQjuTUDd3xP6P&#10;IkO+UQ4QK7B1mi5s+5munmiPa7ryFAS1XjnCkVBrNUV57ofSPARAUpU0NTnAVFGTw+i6WW0ZYb2y&#10;4uoGLy0+EIVwrXGUTe7qOtPi4GfydeUWRxuJML1ar9zqhGWuDarc7KRE05WbXh0KxSMcJ2O08RB/&#10;fbz4p+Ah/mauRxqnBOwIg5oWzwW1wVf1JADHhoYY+x6LSHl3HXQFUYeZQQTDuquS48Ryz5GhxYfr&#10;JjWSb2yENCEu4U6JZ2tLtMpSmHxjoTFBXlYLtVAxRmZg0fN98rX/yf3Gp+Nndg//Dq5iOEk0V7Hi&#10;KmKjPnUVw/pROITfz1UcIm53cRU7SgehE1mfeN2+yVfstvHdDT7g5W5g4buQ2O1Fv4n0TrlY7rpg&#10;soc804q20nvBcxp1bbnz0k3x6amKthP/hV5AqtWtcF/ofQm8pVDRVngwuMlStOUODCintJYW/iMY&#10;cBRthf+I06umrnjLrRtHrR8KH5KQjUpj6cIu+ZodiE21+hVdsdmG114qxivfc+vx/FK9L4rs7X18&#10;CammrugMMABq6vLe2KvDrvQnQeGmqCOWlmSVXXxarFI7Yv5MYuGFo3pjKd0hyW1V2+GKZxHbz3Qg&#10;qw3jMpG7C0mFtcrls2K3pSNZVVs+K/jpmJq2vCO2YGJQtOX9MO21KVa87zbvtElRPPDGD8dU6la8&#10;8DbhXaN63YqE7qnTZgQBd1NnjXutpYSSWsRg3vpiUjzzBvY4rW55L4zjpGnLe6EPL0fV+pTSPJa6&#10;4dUgpW7F2qRqo1u/RVt8q6jSC8Vbb+q8L956g1eoVA2MeEuZWocWL71pJiveeQOyQumAIqtbtRix&#10;ACZT9D0dlGv2x/XoIoaHQOvmJ1a0pGyY6G2nmrLikbf4nGDF+sUbb4iMa8rylajTN9Tc/JPamZTW&#10;kloA30FpKPEcJrEtFmelofkc6HtthyHkQ9K2w4tIira8D/r4mF3Nbnkn7MPbbrVOKDK5waqmtLRI&#10;5MaGoPk1xdNuuidC3PmpqdjENcsVL7uBPE+rXd4PHUC/iumKh90mrID18Vs87AbXQRvARRr3rI7g&#10;4mG3btxqs56AhskoW5Rar13xsFs3zVpjif40qduhVEVd0RXzpNYunxJ7mFhRV3TFNlyT1cYdkbul&#10;2oGrVRt4xctu3Q5OQX1W4K4509dFRqXKtCiedgONs2a94mm3rlf9uOJtN9DBaeYrMrlBGKy1t3jc&#10;jZ43V9q7y7sDJwhtiSped+s3qu9F/J1Lf0zx0cOK/Yrn3dCxmodD3IaLvq3qaRKNZSbX574hLl3a&#10;g2z/FBeh6hs5zCp5SIS2dn5pS7/Wsig59+GQHk2wDdnSrzVDkguMe6lDouC2DUlOLoknqlxHHJt2&#10;EBcSVUccu0AQl8t9RxyLfBCX3ClHnJs6nccKQa4kaYevGGEMtnbmmz+kYLAjzk1Nr+c44tzURNbr&#10;iHNT24NshJGhSNKn4zMBZg7/9dKv4VZgMDC0hgA9FwTPeXUBeA/+/wSQz6uLD+9efYiwgk+X63xq&#10;8oso7BYc21rYLdy+0mTotinMpMXdIBuHNmRlGksISb4cksLtdJhidJttRsy6mfxSKt+ltqe3BKIk&#10;XMo4b6VU+XLpuPRmyTRLREK+LDkxGzzIjB2dEzGshXp6T0Tgkpwlky8gpcqXSx+Z5x13w7KKioR8&#10;RRIrWyh98tpO7OBREmdI00oDP4PivvXRDcxRDu9d1mOpn3y5nriE59Id5vouPf4yogvMevZ0siLL&#10;j2kBllLly6Xjzp4lnZdYul5GyOi8xdd1TF/fDc6bBpG7gOrpvU2GFzd4hOAlDbvtHQZGaPuQeHqk&#10;zfLltiMeECVx4W/r3LBjQNcPjiTdrlOLeuddIEQPWBBusNWZe36wAC/b2CN+T9ePVDReobM1Sk96&#10;r8HQ4ypRY3oeWkwo32jKHTOc4LUV2z6ISkSN9NSL1Wp65SIUvXHwA1uekmRPSyECGEEhIhS2HLPe&#10;7JMzLU2Vb2zylqky9htHH8W+0CuIZZjlzvR6OcnBQlY7iNQ/yCEGZsrxiw+IethyfHjYwpk19fGg&#10;2TqzH+GTUD/ER0x98tqDt4sglBn1YYuw6pfeenBexpr49IMnO219vCURLtYsl/nSEHMx5fCCSWjH&#10;mBxuGU/yjeNqpEsdjIPR2TdGeeHLGfe0A5A+euzBasfI435wMugR5gn6EMex9fG2hqc4bTnefPsI&#10;29axOBRnRDs6r1xZ3Jw3C0dxt7xy+dEWZ4sY+TU4Z+mVTBwH7STAI3tKxiMZ2mv1a7SaM+hilyLO&#10;ZKrilazzHtLiXdV7MjXWDPEos1CKpqLbe1ygm82Mq87g+M68jyNuZWrjd54G5w1NZg8Yna2CT1mI&#10;b5mFskOAt3xMMeyxwSLeAoY4WZRzRi58ryA3J3o9WZDky+4Se/NzRH6rExXnl6APITO7HewlbhEa&#10;s3q25ycPt05nIPYWykVwzdZHQVOMqJ3zlGHPG88+gZTEHvKNdkGULuhDGM4sl54apnL3zsY4sGOB&#10;N8TsQUrPJIUVERE7u2QegCDtctZscZ3J27b6JJ2YEN2zBaWOvXNcG+VM2ztnRQQKY6s9VxzPSEXB&#10;wTlX4bFyFgRmwGo1goos6AydWZxXhIJMjYjIRY3eI4oIQLKgsw5uZZGenMV8S8gH2k8np68RrGRB&#10;XOpZ5tnBzlGj4wrtmNATaF57w0FgM2okO1lF72XgeovTXg7b3gOlCILGohHlNIvu6MG50OytMw3x&#10;MC6bfOssARQyjToRE7VL76S/d84m1CE4zTpxl2sZE+d3bjsiqLZkz8+hdXtnjnU9s4N2e8e/pHBs&#10;rCfirXbpA/sGeK/Tk5Tz6d55MY6Ct6F0is7apSdHeOM8LteN/LAdXgy2118K9XLpzikV0ACRTNSZ&#10;si3Jl7ftkJdJHhTjXvWNG4FhLt3ZJ2o3oFKqfLl0eikzzg7v1eW/4aZUbmOW+1cptcHyf/Bn1OIp&#10;vsHyK7B8bLOnsPywXHxvWH4gjA07fzwsLcD8kZbzAMxPy/k3AfNBlEUwQqgNa2mOuMfqtSBDIs8/&#10;ACwrMWxESYzUKNpguiSG28+Iq1lrw8ayiE2EcqpVDRtAktI0YaHMZOp6sPAlmYGTBdZ1wmEuSRn2&#10;QscksR47TkAOrbXRGSPJGQYjryHJWfqKDjC6M+8BS1/eBSN4K5U+KAD5NDC09uYdYbU37wyrfmd2&#10;RwnJL0ccNtiGbPqnQDahp78t2ByWnxhsxlyuBZtpSYgOFAYZO6RasDlqo5V9kRXHSL5ylxM9fNEo&#10;/yrfKBUPX1i6TEc41ZCmlS1J+wA5g76ktNqXJO7bqDPZR1oh39iaZB1fp5ResWNzMH90BzNcmjUH&#10;s+JgYu89dTDD7d33djDThRpe+qIFoepgyt3mNzqYSCWse1+5gxO9ByRchcosXCJnOjeFbxMckbWq&#10;3K/RvNTcscTSEtHpa1W5S4MbAaV9pUMzROj8Wlnhz+gOdO5eDkiJIRz+WtmJd4kMOMX2ufElO7Oi&#10;rrS/3pV5B2h9WVCGYE+idJKw5J/0eeFZqg3N+8DwyinWuLjRmtWKPtjozcw7IW9mcygbZ8iZ6MXM&#10;ocR8qzuUlMwIJ0x8P9WbFC/IvgOWG3onOICFjN20uA6ot5DJTcMy5HiTuEWnhnjYMYTmyxaLXyhf&#10;9g+xZgR9TrHnmUUttDmQP7oDGcLHzYGsOJBwYE4dyIBV+N4O5F7CNRXqEDha35M6ZBg5FTP0unZD&#10;qWY65h4M6DQ4cXKlK3dgAOMNjsKahST3Ibuh4+T8lbLcjQRqSlGWezCIqXGG6EpZ7sAA+qUoyz0Y&#10;hPI4VXelLHdggF9TlBVeJFAqmtGKO0rA8DR1RR+AlxCOX4Ddnzp+eSfMKLWea1r4kR0Av5q6vBsA&#10;itTUFf2wkdTalekKT3LXaVnJwAYtDifwWpwZulaXdwUgqkrtAD1e1O1HTl5faaOoZHJz93tVW94T&#10;OyEMWWvLO4IQw1rl8vmwAwdCvV+Bz1wqR9hnTV3eE1shS1jXLp8RgdKmPk4Qxl6KnUdtfhG6MZkO&#10;sBqtYymUneQmSdVf1Q7O0yJG+HqlsQAtLHIjUvDrtitYQyhZQFOXd8Wg9iwhblIjKPNBU5d3Rb/T&#10;FjrCamTqIFfvCrohXeTUpY7cu0VsVml0CuYQDPa66QriEKTkaJUrqEO0UVIQh1CqkNLSgjukV8dw&#10;wR5i5IUX9CFDiNXVVs6SP0RPW6ewfDLwiGx5xXJFP+hZ9YSNSuqAd1DUFRwiRtI/HUCSunnWtglC&#10;OSYxg5OA4NJJLhE6rCZswSLS6ZQJBI9J6gBN1BpbTAmd0IEArEndXjhO1rUrukKnm8DV+qKu22Cd&#10;qHdtySSis2EUTCK4wddcAELmpWZYZB15Z3R4YlKrX7FAncklAldM1Vd0h0F1kncHsm40B4pSfZb2&#10;6kwshItb5MZJ27gLOhGdJ6ZgE+kAQFbMR0jAVKxOYkOZCUmsm9TBTCC3JKe7UCWbCHlu9cFXsIno&#10;9D8lmQhdwyrq8r7QuYkImJkagYxMrSsKLhGdN4mgd4u6Lajj6rUrqUR6bactmUS26hJfMIkAeazs&#10;P3TjktVOiD9W60pBJKLRCSksImtleUfkytq96D/LvWijEHl1YLDrId2f2qQHdALA5egBLj4OwhGp&#10;QPfB+K0a/3ajENEsw+kiB3jB5xiSsamNQuTjKdkEOZE0IlMioj2AG4WINiI58/MA/+mcEcmJz4eU&#10;fmbbnfwj6iaQqZ2jnRNTDgmGbmvn1IID/JeztMOVpMrAPzlLHP5JED9vrpIHEsSLpsa18tsoRFBt&#10;k0Jk4Dx4KVgLwuFZ+GgBidZJzEq+jOfCNXZoipesMtDlBprsJMfiKjta0s0d5G0Gl9rcQVIx+UoF&#10;keZJBXduyZI75eUg4II8aPQSh1G12BYvExm35PA0UcfeyTSk6/Qg6OVK4/Y4avSSryHIGp1sbrp8&#10;D0V76eGBf4Ia4+Wb47Qc7Tg69BJ0Ux+K9jLiu/7cDFVitKA6gv3YHj302hAJ4vDnCHJajMcqgGyo&#10;2GqPpoAiAKFoj/egQ3ZlFPTSljacRugxMyALLBoc4QC71RsOrnvcEaBGiQb3yCgoshAa47Fb7Hkm&#10;eGwZEtHz2DcQg4jlOlNwL2wAHj3Ijuc0aG1tIyJeEUr2KUzowhFjEZl3NlJgxwnJ4K6xM7oR22CN&#10;DnvAVtICPSqYwGFFdQT3vDl0EAeJRRMPUNxhZeGWb1zAZ3RIaLWXdoubVRZ09g7ETKKgx9MzJ6YG&#10;J8OaiJ5CHT1ECOIrLOhsMpN0ocd5JOwe9LaBaUfEYmLRHjPTKJmqHtnTKPmneKbBLBpxm1i0R0k1&#10;8CR0Wa5wMcoanYGLGA8LOlxcPbOQuPReshm5OcSCOcdjP/Ys7Jj0wec1k0ExO8h4mTIIDpkdI/nn&#10;Hp0bBf9oUnsEcTyvXMY53gL9xFDuPezr9oqHiFSoIYWczBb3KXsVQ81adgZ+4srF7CN6xUU7ebtp&#10;FnipwCP7l252MSJdsV+8hOWRzxtuDvREj2VQT3tp1ZIFTGEv044Tsw91OydLYmZvsPPyydM676Wo&#10;byU338t6x+10bLWXSJ8YCbzc/MRI4GX77yQz3+MPINKQ0DM+IwEvth7HwV5aTewS1lRAFC8WjTCd&#10;KQhGgug3gtrBnq/JH+w8tgiK+cXSEdRzShfSOI/TAq616HRoMihCGEsHX79dOiK2LOmQeeCUEv31&#10;cD60DE/xxKjT8306OmKG4dFj97Z1CkeiR4xC0ceo0+NawV0BL0QefQvYKXmB8RhhKFYZS/dIZjpk&#10;c7IkutVs+8hrjMeEA6IpPg04jh+oLeLS4XH1dCOcUuogj/yHgqBREHU1GzOxn+bRE3XidHp8RxQw&#10;DUW7J046NlNjvEULzlR0Ol0XiM7XpBHRU7vV85ksenCmYh1dVisEYkPRHksWZkEcux7rFjA5ceJ4&#10;LF4UtA1Fe6xg3ZbJQTyWMXhosY4eaxmgPtE8HgsaBHlzdFjVADGRRdV2wSDIGrFbmCNcmII8epuF&#10;wMPTF40jd59y0JQv3xhuhc7UWUlTsW4zzipWLlxPa9dw+z86bj+M94bbr+D2sbyd4vbD8P7euH3c&#10;gcZFPLiIWdonFjkC7QcPJa4135T22YUn+ogkE8o0zD4904YXweEUBXckF0MlE4qFADYVTVhEk0iv&#10;a8KSksQUTdiEkkiojVYr9FISpMpX64WNPAmZ2rC4J0FVG3y7JGS0skTsq8aH/5e0qbany7wkpVas&#10;eODTqlneAbq2vA/0muUdoA+xvAd0Xbn5dV25/an22Xht4KY6UIXGIpaSQ7p8t+PNfHd8SCEURzz6&#10;CAecueI65YhHx/GQqE4d8ehxHcAek2n/5ngzRk4IN8e1rpb0iREYneu4ZKJELeDM7miSE6dMvtE5&#10;i1JpbYU++Xf5RrlQM1747UOhSGKu294jt8SWOlebyNnaxHrnSZHO2Ltii+Y6/uiuY+JZ+3C8/t//&#10;+nTxdIzvxfx284Qfbo9P/+fVxZeny0/vXj3/r8+XTzevLu7/x+MzuHwR78FceAl/GKdwmnvK/+VD&#10;/i+Xj1dQ9e7Vyysg8OjHn17wJ/z+509Pdx9vUVJM2X48/uHzy/HXuxcaRotDy3/48vzp98HHww8X&#10;Xx/uH5/fQga1fHn59PbNm+er25uHy+ffPdxdPR2fj7++/O7q+PDm+Ouvd1c3b74cn67fELVl+OnT&#10;0/Hq5vn57vHjv99efrpBujg7hLDA3TVqEy8Oouv4b3hLB6RO9zcXEepR9x0vHo8/3ULs5g9PT8cv&#10;tzeX16hZvIQsfoH+8PwJ5Xz48i/H65t3ry7R4pCvLo4hakxPFE186xnm1OJRBrZ/cinTLZ/83qen&#10;55c/3RwfLugHPPeDage9l78B0RPnpYjQSvl8vL+7fn93fx/+8PTxw0/3Txe/XdKjQeE/nsqF2P0j&#10;CT8e6ddkptPf3Hx9YdQQfrr4/HT37tVf9gBibP7Y71+/n3fb1+P7cXoNttLd6023/+N+3oz78ef3&#10;f6UKduPb27vr65vHP9893nC/4i/P69frp8sv6MbYtQ+Xd99hvj3cvdw8XdzfPeCyLFni8i116S+P&#10;12j25duXy7v7+PObsvoBbwobyDdYJYxk6vM4zF6+fvgaRlnkf6cB0Sbf26v/+Vs2+eAunJzb4oV+&#10;MZUwhj/9+Xj1H8+yWkDHvycznzXJ4nZ+OsVo5lWn2NXnOMVoDMi0yjjvFn4d6D1x9TGdw2qQn8by&#10;Y0N09XkLzYXyUwMWMByOaqryUxuUwJ+uqMqPDKRE0ZWfGVRd+ZHB0HV6ZqjUKj8w6A3MDwxK84rD&#10;Gp0ia4aiu/rUNarRi7OaXqnisKbVKre6Wqvc5pqi3OSqotzgevNym1MXK7bKjV4oa2e0dkYj/+2M&#10;ZwXDJCRMME19WjiXA1h5VMIAY59jkZCDRJTERDw5zMm/yzfKxSKDjyQqRUC+J4K2mJRrS8W9ZGmF&#10;FCXfsg3n6DpHxiuPrE7XBmu5djj7Ds7i0/Ez+4R/B/8wUcw0//DEP8TGdOofhiDY38c/jFDS5QxG&#10;J9/gHybElZzB/lMOYvQvKp5R7qqMeMQgeHVr9pzcQ4ybeUVX6SCqunJnRdW1dlbWlTp1VipVyl2V&#10;6POs1eSOCrkpFTW5k2JYqfAOdZMbNm9Oz9/i9MBauBP+hmQi6uroN2BY1BwH2Zap0x3PIegKDkES&#10;lW1ZvnF7FsFztt5zZLK6SUHyLf2BimDboH/0DTrFkv9RNmhcRX18++Uj7lFpMcO97u3d1c+XL5f5&#10;n/Hzl09vb/rj7fH++ubp9/9XAAAAAP//AwBQSwMEFAAGAAgAAAAhAJ7TZG3dAAAABgEAAA8AAABk&#10;cnMvZG93bnJldi54bWxMj0FLw0AUhO+C/2F5gje7STRBYzalFPVUBFuh9LbNviah2bchu03Sf+/z&#10;pMdhhplviuVsOzHi4FtHCuJFBAKpcqalWsH37v3hGYQPmozuHKGCK3pYlrc3hc6Nm+gLx22oBZeQ&#10;z7WCJoQ+l9JXDVrtF65HYu/kBqsDy6GWZtATl9tOJlGUSatb4oVG97husDpvL1bBx6Sn1WP8Nm7O&#10;p/X1sEs/95sYlbq/m1evIALO4S8Mv/iMDiUzHd2FjBedAj4SFCQp87ObPWUgjpxK0heQZSH/45c/&#10;AAAA//8DAFBLAQItABQABgAIAAAAIQC2gziS/gAAAOEBAAATAAAAAAAAAAAAAAAAAAAAAABbQ29u&#10;dGVudF9UeXBlc10ueG1sUEsBAi0AFAAGAAgAAAAhADj9If/WAAAAlAEAAAsAAAAAAAAAAAAAAAAA&#10;LwEAAF9yZWxzLy5yZWxzUEsBAi0AFAAGAAgAAAAhAPSN3DioeAAAYFkEAA4AAAAAAAAAAAAAAAAA&#10;LgIAAGRycy9lMm9Eb2MueG1sUEsBAi0AFAAGAAgAAAAhAJ7TZG3dAAAABgEAAA8AAAAAAAAAAAAA&#10;AAAAAnsAAGRycy9kb3ducmV2LnhtbFBLBQYAAAAABAAEAPMAAAAM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FPsUA&#10;AADeAAAADwAAAGRycy9kb3ducmV2LnhtbESPT4vCQAzF7wt+hyGCt3VqZVepjiKyigdh8d89dGJb&#10;7GRKZ1brt98cBG8J7+W9X+bLztXqTm2oPBsYDRNQxLm3FRcGzqfN5xRUiMgWa89k4EkBlovexxwz&#10;6x98oPsxFkpCOGRooIyxybQOeUkOw9A3xKJdfeswytoW2rb4kHBX6zRJvrXDiqWhxIbWJeW3458z&#10;4Mfb3f5SpIfxD08ir36n10u3N2bQ71YzUJG6+Da/rndW8NOvRHjlHZlB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sEU+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SBsYA&#10;AADeAAAADwAAAGRycy9kb3ducmV2LnhtbERPS2sCMRC+F/wPYYRepGYrVOvWKEXYPjwIPqDXYTNu&#10;1m4mS5Lq1l9vhEJv8/E9Z7bobCNO5EPtWMHjMANBXDpdc6VgvysenkGEiKyxcUwKfinAYt67m2Gu&#10;3Zk3dNrGSqQQDjkqMDG2uZShNGQxDF1LnLiD8xZjgr6S2uM5hdtGjrJsLC3WnBoMtrQ0VH5vf6yC&#10;Y7E2X8vJ5c0Pphu6DIrVe/M5Vuq+372+gIjUxX/xn/tDp/mjp2wKt3fSD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hSB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JR8UA&#10;AADeAAAADwAAAGRycy9kb3ducmV2LnhtbESPQWvCQBCF74X+h2UKXopuVCySuoqISvEian/AkB2z&#10;odnZkF1N/Pedg+BthnnvffMWq97X6k5trAIbGI8yUMRFsBWXBn4vu+EcVEzIFuvAZOBBEVbL97cF&#10;5jZ0fKL7OZVKQjjmaMCl1ORax8KRxzgKDbHcrqH1mGRtS21b7CTc13qSZV/aY8VCcNjQxlHxd755&#10;gRyneDxcu8tu32OH24Pjz/XJmMFHv/4GlahPL/HT/WPl/clsLAWkjs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Ml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55sQA&#10;AADeAAAADwAAAGRycy9kb3ducmV2LnhtbERPTUvDQBC9C/0Pywje7CahrRK7LaVWEMGDVRBvQ3aa&#10;BLOzy+7YxH/vCoK3ebzPWW8nN6gzxdR7NlDOC1DEjbc9twbeXh+ub0ElQbY4eCYD35Rgu5ldrLG2&#10;fuQXOh+lVTmEU40GOpFQa52ajhymuQ/EmTv56FAyjK22Eccc7gZdFcVKO+w5N3QYaN9R83n8cgae&#10;x0N4ulktT+EjLiqd7q2878WYq8tpdwdKaJJ/8Z/70eb51bIs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Aee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n0sUA&#10;AADeAAAADwAAAGRycy9kb3ducmV2LnhtbESP3YrCMBCF74V9hzALeyNr6i9SjSKLinhT1H2AoRmb&#10;YjMpTdZ2394IgncznDPnO7Ncd7YSd2p86VjBcJCAIM6dLrlQ8HvZfc9B+ICssXJMCv7Jw3r10Vti&#10;ql3LJ7qfQyFiCPsUFZgQ6lRKnxuy6AeuJo7a1TUWQ1ybQuoG2xhuKzlKkpm0WHIkGKzpx1B+O//Z&#10;CMnGmB2v7WW377DF7dFwf3NS6uuz2yxABOrC2/y6PuhYfzidT+D5TpxB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kyf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Xc8QA&#10;AADeAAAADwAAAGRycy9kb3ducmV2LnhtbERPTUsDMRC9C/0PYQRvNtvSrWVtWkqtIIKHVkG8DZvp&#10;7uJmEpKxu/57Iwje5vE+Z70dXa8uFFPn2cBsWoAirr3tuDHw9vp4uwKVBNli75kMfFOC7WZytcbK&#10;+oGPdDlJo3IIpwoNtCKh0jrVLTlMUx+IM3f20aFkGBttIw453PV6XhRL7bDj3NBioH1L9efpyxl4&#10;GQ7h+W5ZnsNHXMx1erDyvhdjbq7H3T0ooVH+xX/uJ5vnz8pVCb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bl3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U7cUA&#10;AADeAAAADwAAAGRycy9kb3ducmV2LnhtbERP22oCMRB9F/oPYQp9KZq1RZHVKLUQWrAgXsDXYTPu&#10;Lt1MliR1t39vBMG3OZzrLFa9bcSFfKgdKxiPMhDEhTM1lwqOBz2cgQgR2WDjmBT8U4DV8mmwwNy4&#10;jnd02cdSpBAOOSqoYmxzKUNRkcUwci1x4s7OW4wJ+lIaj10Kt418y7KptFhzaqiwpc+Kit/9n1Ww&#10;3nblu38t1r3bnL9OE62N/tFKvTz3H3MQkfr4EN/d3ybNH09mU7i9k26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jBT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D7icIA&#10;AADeAAAADwAAAGRycy9kb3ducmV2LnhtbERP3WrCMBS+H/gO4QjezVTRrVSjiFKQsZs5H+DQHJtq&#10;c1KSWOvbL4PB7s7H93vW28G2oicfGscKZtMMBHHldMO1gvN3+ZqDCBFZY+uYFDwpwHYzelljod2D&#10;v6g/xVqkEA4FKjAxdoWUoTJkMUxdR5y4i/MWY4K+ltrjI4XbVs6z7E1abDg1GOxob6i6ne5WQfkx&#10;/+xvd+1LtxsWlpbmmh+MUpPxsFuBiDTEf/Gf+6jT/Nkyf4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8PuJ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8lBMgA&#10;AADeAAAADwAAAGRycy9kb3ducmV2LnhtbESPQUsDMRCF70L/Q5iCF7HZKpWyNi1tISgoFGuh12Ez&#10;3V3cTJYkdtd/7xwEbzO8N+99s9qMvlNXiqkNbGA+K0ARV8G1XBs4fdr7JaiUkR12gcnADyXYrCc3&#10;KyxdGPiDrsdcKwnhVKKBJue+1DpVDXlMs9ATi3YJ0WOWNdbaRRwk3Hf6oSietMeWpaHBnvYNVV/H&#10;b29gdxjqx3hX7cbwdnk5L6x19t0aczsdt8+gMo353/x3/eoEf75YCq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XyUE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PKYMIA&#10;AADeAAAADwAAAGRycy9kb3ducmV2LnhtbERP3WrCMBS+H/gO4QjezVTRUatRRCnI2M3cHuDQHJtq&#10;c1KSWOvbL4PB7s7H93s2u8G2oicfGscKZtMMBHHldMO1gu+v8jUHESKyxtYxKXhSgN129LLBQrsH&#10;f1J/jrVIIRwKVGBi7AopQ2XIYpi6jjhxF+ctxgR9LbXHRwq3rZxn2Zu02HBqMNjRwVB1O9+tgvJ9&#10;/tHf7tqXbj8sLC3NNT8apSbjYb8GEWmI/+I/90mn+bNlvoL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8pg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5ryMQA&#10;AADeAAAADwAAAGRycy9kb3ducmV2LnhtbESPwW7CQAxE75X4h5WReiubFILalAUhJKpyJPABVtZN&#10;IrLekN2S8Pf1AYmbLY9n5q02o2vVjfrQeDaQzhJQxKW3DVcGzqf92weoEJEttp7JwJ0CbNaTlxXm&#10;1g98pFsRKyUmHHI0UMfY5VqHsiaHYeY7Yrn9+t5hlLWvtO1xEHPX6vckWWqHDUtCjR3taiovxZ8z&#10;sLgP39ciuyR76yg9zLsDxzIz5nU6br9ARRrjU/z4/rFSP80+BUBwZAa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Oa8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DY/MIA&#10;AADeAAAADwAAAGRycy9kb3ducmV2LnhtbERPS4vCMBC+C/sfwgh707SCol1TkRVl8bRW3fPQTB/Y&#10;TEoTtf57syB4m4/vOctVbxpxo87VlhXE4wgEcW51zaWC03E7moNwHlljY5kUPMjBKv0YLDHR9s4H&#10;umW+FCGEXYIKKu/bREqXV2TQjW1LHLjCdgZ9gF0pdYf3EG4aOYmimTRYc2iosKXvivJLdjUKrrO/&#10;yYmLvf7NNo/dYrNdO3kulfoc9usvEJ56/xa/3D86zI+nixj+3wk3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Nj8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2lsYA&#10;AADeAAAADwAAAGRycy9kb3ducmV2LnhtbERPS2vCQBC+F/oflil4qxtfQVNXqYKgHgxVe+htmp0m&#10;abOzMbtq/PduodDbfHzPmc5bU4kLNa60rKDXjUAQZ1aXnCs4HlbPYxDOI2usLJOCGzmYzx4fppho&#10;e+U3uux9LkIIuwQVFN7XiZQuK8ig69qaOHBftjHoA2xyqRu8hnBTyX4UxdJgyaGhwJqWBWU/+7NR&#10;8J6O40m62Ay/t7tPHBh9+tBlrFTnqX19AeGp9f/iP/dah/m90aQP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32l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jEmcMA&#10;AADeAAAADwAAAGRycy9kb3ducmV2LnhtbERPS4vCMBC+L/gfwgh7W1MfK1qNsrviA0++wOvQjG2x&#10;mZQmavXXG2HB23x8zxlPa1OIK1Uut6yg3YpAECdW55wqOOznXwMQziNrLCyTgjs5mE4aH2OMtb3x&#10;lq47n4oQwi5GBZn3ZSylSzIy6Fq2JA7cyVYGfYBVKnWFtxBuCtmJor40mHNoyLCkv4yS8+5iFDz6&#10;R9y4Zed31tWe7r3Bwq43C6U+m/XPCISn2r/F/+6VDvPb38MuvN4JN8jJ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jEm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g1Q8QA&#10;AADeAAAADwAAAGRycy9kb3ducmV2LnhtbERPzWrCQBC+F/oOyxR6azZKUkzqKqVY8GYT+wBDdroJ&#10;ZmdjdqvRp3eFQm/z8f3Ocj3ZXpxo9J1jBbMkBUHcON2xUfC9/3xZgPABWWPvmBRcyMN69fiwxFK7&#10;M1d0qoMRMYR9iQraEIZSSt+0ZNEnbiCO3I8bLYYIRyP1iOcYbns5T9NXabHj2NDiQB8tNYf61yo4&#10;unmup3qDu8Om+OqMyY7XKlPq+Wl6fwMRaAr/4j/3Vsf5s7zI4P5OvE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YNU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2M8QA&#10;AADeAAAADwAAAGRycy9kb3ducmV2LnhtbERPPW/CMBDdK/U/WFeJrTihCg0Bg2glJFagA+NhH0lo&#10;fE5jNwR+fV2pUrd7ep+3WA22ET11vnasIB0nIIi1MzWXCj4Om+cchA/IBhvHpOBGHlbLx4cFFsZd&#10;eUf9PpQihrAvUEEVQltI6XVFFv3YtcSRO7vOYoiwK6Xp8BrDbSMnSTKVFmuODRW29F6R/tx/WwXb&#10;+kTZVJ9nNn/Tu+P9K7y8XoxSo6dhPQcRaAj/4j/31sT5aTbL4PedeIN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o9j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Rk8YA&#10;AADeAAAADwAAAGRycy9kb3ducmV2LnhtbERP0WrCQBB8L/gPxwp9qxcFpYm5SBUES61QFfu65La5&#10;0NxeyF1j/HuvUOjb7M7OzE6+Gmwjeup87VjBdJKAIC6drrlScD5tn55B+ICssXFMCm7kYVWMHnLM&#10;tLvyB/XHUIlowj5DBSaENpPSl4Ys+olriSP35TqLIY5dJXWH12huGzlLkoW0WHNMMNjSxlD5ffyx&#10;Cno83JJPs35PX+t9OTusL2867tXjeHhZggg0hP/jP/VOx/en83QBv3UiBl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uRk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rksMA&#10;AADeAAAADwAAAGRycy9kb3ducmV2LnhtbERPTUvDQBC9C/0Pywje7KYBtcZuSxEqHjXtweOYnWZT&#10;szNhd22iv94VBG/zeJ+z2ky+V2cKsRM2sJgXoIgbsR23Bg773fUSVEzIFnthMvBFETbr2cUKKysj&#10;v9K5Tq3KIRwrNOBSGiqtY+PIY5zLQJy5owSPKcPQahtwzOG+12VR3GqPHecGhwM9Omo+6k9vYHxq&#10;3k/l8c267zDIrn6RU9mLMVeX0/YBVKIp/Yv/3M82z1/c3N/B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rrk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1v98kA&#10;AADeAAAADwAAAGRycy9kb3ducmV2LnhtbESPT08CQQzF7yZ+h0lNuMksJCKuDAT5kxiCMaDe607d&#10;XZjpbHYGWL69PZh4a/Ne3/t1Muu8U2dqYx3YwKCfgSIugq25NPD5sb4fg4oJ2aILTAauFGE2vb2Z&#10;YG7DhXd03qdSSQjHHA1UKTW51rGoyGPsh4ZYtJ/QekyytqW2LV4k3Ds9zLKR9lizNFTY0KKi4rg/&#10;eQPr96U7DN928y+dFqvHbzfevCy3xvTuuvkzqERd+jf/Xb9awR88PAmvvCMz6O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r1v9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cX+MQA&#10;AADeAAAADwAAAGRycy9kb3ducmV2LnhtbERPTYvCMBC9C/6HMIIXWVMVRatRRBBdcGF1F/Y6NmNb&#10;bCalibX++40geJvH+5zFqjGFqKlyuWUFg34EgjixOudUwe/P9mMKwnlkjYVlUvAgB6tlu7XAWNs7&#10;H6k++VSEEHYxKsi8L2MpXZKRQde3JXHgLrYy6AOsUqkrvIdwU8hhFE2kwZxDQ4YlbTJKrqebUVB/&#10;H87pvnbl53Xac+PRebf70n9KdTvNeg7CU+Pf4pd7r8P8wXg2g+c74Qa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HF/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40g8gA&#10;AADeAAAADwAAAGRycy9kb3ducmV2LnhtbESPQU8CMRCF7yb+h2ZMvEkLUQILhYiJiRcTQQ5wG7bj&#10;7obtdG0rrP565kDibSbz5r33zZe9b9WJYmoCWxgODCjiMriGKwvbz9eHCaiUkR22gcnCLyVYLm5v&#10;5li4cOY1nTa5UmLCqUALdc5doXUqa/KYBqEjlttXiB6zrLHSLuJZzH2rR8aMtceGJaHGjl5qKo+b&#10;H29hNZ2svj8e+f1vfdjTfnc4Po2isfb+rn+egcrU53/x9fvNSf3h2AiA4MgMenE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fjSDyAAAAN4AAAAPAAAAAAAAAAAAAAAAAJgCAABk&#10;cnMvZG93bnJldi54bWxQSwUGAAAAAAQABAD1AAAAjQMAAAAA&#10;" fillcolor="black" stroked="f"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fGMYA&#10;AADeAAAADwAAAGRycy9kb3ducmV2LnhtbERPTWvCQBC9C/0PyxR6002EBkldpWoLBfVg7KHHaXaa&#10;LMnOhuxWY399VxC8zeN9znw52FacqPfGsYJ0koAgLp02XCn4PL6PZyB8QNbYOiYFF/KwXDyM5phr&#10;d+YDnYpQiRjCPkcFdQhdLqUva7LoJ64jjtyP6y2GCPtK6h7PMdy2cpokmbRoODbU2NG6prIpfq2C&#10;r21mZgdD0+/d3+pN756b1X7TKPX0OLy+gAg0hLv45v7QcX6aJSlc34k3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GfG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FsXcMA&#10;AADeAAAADwAAAGRycy9kb3ducmV2LnhtbERPTWsCMRC9C/0PYQRvmuhBZGsUUcReetC29Dpsppt1&#10;N5NtEnX11zeFQm/zeJ+zXPeuFVcKsfasYTpRIIhLb2quNLy/7ccLEDEhG2w9k4Y7RVivngZLLIy/&#10;8ZGup1SJHMKxQA02pa6QMpaWHMaJ74gz9+WDw5RhqKQJeMvhrpUzpebSYc25wWJHW0tlc7o4DWHz&#10;uWsefPlo1OP1Hg/n/nuBVuvRsN88g0jUp3/xn/vF5PnTuZrB7zv5B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FsXc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x/jcQA&#10;AADeAAAADwAAAGRycy9kb3ducmV2LnhtbERPbUvDMBD+Lvgfwgl+EZdswnRd0yGCIDiEzf2AW3Nr&#10;i8mlNOfW+euNIOzbPTyvV67G4NWRhtRFtjCdGFDEdXQdNxZ2n6/3T6CSIDv0kcnCmRKsquurEgsX&#10;T7yh41YalUM4FWihFekLrVPdUsA0iT1x5g5xCCgZDo12A55yePB6ZsxcB+w4N7TY00tL9df2O1jw&#10;s71fvD+mtZx3em1+gmzuPpy1tzfj8xKU0CgX8b/7zeX507l5gL938g26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Mf4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Wmo8QA&#10;AADe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nmbv8P9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1pq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xDsMA&#10;AADeAAAADwAAAGRycy9kb3ducmV2LnhtbERPTWvCQBC9F/wPywje6m4KppK6BpEKgqdaPXgbdqdJ&#10;2uxsyK4m/nu3UOhtHu9zVuXoWnGjPjSeNWRzBYLYeNtwpeH0uXtegggR2WLrmTTcKUC5njytsLB+&#10;4A+6HWMlUgiHAjXUMXaFlMHU5DDMfUecuC/fO4wJ9pW0PQ4p3LXyRalcOmw4NdTY0bYm83O8Og3f&#10;O3nwRqE5n87D3r5e3nNqldaz6bh5AxFpjP/iP/fepvlZrhbw+066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yxD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bcHsUA&#10;AADeAAAADwAAAGRycy9kb3ducmV2LnhtbERPTWvCQBC9F/oflil4azYqhBBdxQpCqfTQpBSP0+yY&#10;hGRnw+6q8d93C4Xe5vE+Z72dzCCu5HxnWcE8SUEQ11Z33Cj4rA7POQgfkDUOlknBnTxsN48Payy0&#10;vfEHXcvQiBjCvkAFbQhjIaWvWzLoEzsSR+5sncEQoWukdniL4WaQizTNpMGOY0OLI+1bqvvyYhSc&#10;Lkc+vy/fdu4lfNmp8v3iO++Vmj1NuxWIQFP4F/+5X3WcP8/SDH7fiT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Btwe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s98UA&#10;AADeAAAADwAAAGRycy9kb3ducmV2LnhtbERPTWsCMRC9C/6HMIXeNFFaq6tRtFDoRajWg97GzXR3&#10;cTPZJqmu/npTKPQ2j/c5s0Vra3EmHyrHGgZ9BYI4d6biQsPu8603BhEissHaMWm4UoDFvNuZYWbc&#10;hTd03sZCpBAOGWooY2wyKUNeksXQdw1x4r6ctxgT9IU0Hi8p3NZyqNRIWqw4NZTY0GtJ+Wn7YzWs&#10;JuPV98cTr2+b44EO++PpeeiV1o8P7XIKIlIb/8V/7neT5g9G6gV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6z3xQAAAN4AAAAPAAAAAAAAAAAAAAAAAJgCAABkcnMv&#10;ZG93bnJldi54bWxQSwUGAAAAAAQABAD1AAAAigMAAAAA&#10;" fillcolor="black" stroked="f"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4zL8UA&#10;AADeAAAADwAAAGRycy9kb3ducmV2LnhtbESPQUsDMRCF74L/IYzgzWarUGRtWpaCKJ62VfE63Uw3&#10;SzeTJYnp+u+dg+BthvfmvW/W29mPqlBMQ2ADy0UFirgLduDewMf7890jqJSRLY6BycAPJdhurq/W&#10;WNtw4T2VQ+6VhHCq0YDLeaq1Tp0jj2kRJmLRTiF6zLLGXtuIFwn3o76vqpX2OLA0OJxo56g7H769&#10;gXLctc1D+Spu/xabPob25fPYGnN7MzdPoDLN+d/8d/1qBX+5qoRX3p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jMv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7SvcQA&#10;AADeAAAADwAAAGRycy9kb3ducmV2LnhtbERPTWvCQBC9F/wPywje6iY9hBpdRcQW20trFPQ4ZMds&#10;MDsbstuY9td3CwVv83ifs1gNthE9db52rCCdJiCIS6drrhQcDy+PzyB8QNbYOCYF3+RhtRw9LDDX&#10;7sZ76otQiRjCPkcFJoQ2l9KXhiz6qWuJI3dxncUQYVdJ3eEthttGPiVJJi3WHBsMtrQxVF6LL6vA&#10;p5vt6d3+zPrzq+GP4s1kn5VRajIe1nMQgYZwF/+7dzrOT7NkB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e0r3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4504" w:rsidRPr="00DE6ED3" w:rsidRDefault="00064504" w:rsidP="000645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4504" w:rsidRPr="00DE6ED3" w:rsidRDefault="00064504" w:rsidP="0006450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</w:rPr>
      </w:pPr>
    </w:p>
    <w:p w:rsidR="00064504" w:rsidRPr="00DE6ED3" w:rsidRDefault="00064504" w:rsidP="0006450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64504" w:rsidRPr="00DE6ED3" w:rsidRDefault="00064504" w:rsidP="0006450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504" w:rsidRDefault="00064504" w:rsidP="000645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61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oIxJHgAABJZBAAOAAAAZHJzL2Uyb0RvYy54bWzsfeuOHcmR3n8DfoeD/imA05V1L2KohTQc&#10;CgZkW4COH+Cwu0k23OxDd/cMqV0sYMCP4BfxG/gVdt/IX2RGZmU2KyJK1GgxC6cW2EOJwajMiMhb&#10;3L7v/+HLx7vDzzcPj7fn+1cX7rvm4nBzf3W+vr1//+rivx3fvJgvDo9Pp/vr0935/ubVxV9uHi/+&#10;4bf/8T98//nTy5v2/OF8d33zcACT+8eXnz+9uvjw9PTp5eXl49WHm4+nx+/On27u8Zfvzg8fT0/4&#10;rw/vL68fTp/B/ePdZds04+Xn88P1p4fz1c3jI/7X1+EvL37r+b97d3P19F/fvXu8eTrcvbrA2J78&#10;/3/w//8t/f/L335/evn+4fTpw+0VD+P0DaP4eLq9x0cTq9enp9Php4fbr1h9vL16OD+e3z19d3X+&#10;eHl+9+726sbPAbNxzbPZ/OHh/NMnP5f3Lz+//5TEBNE+k9M3s736Lz//6eFwew3dXRzuTx+hon/5&#10;3//6P//1f/3L/8X//Z+Dc6PrSEqfP71/CeI/PHz686c/PYSp4o9/PF/990f89eXzv6f//j4QH95+&#10;/s/na3A+/fR09lL68u7hI7HA/A9fvDL+kpRx8+XpcIX/cei7YYTKrvBXU9ePyxCUdfUBGv3qX119&#10;+JH/nXN9G/6Vm9xM/+by9DJ80A+SB0Uzgsk9rlJ9/Nuk+ucPp083XlmPJCiWKoYSpPrm4eaGzPjQ&#10;9UGcnirK8jEXZPY3NMZHyNsUoRvHiwMk5ToXxBTFODuWoesHL8EkjdPLq58en/5wc/aqOP38x8en&#10;sBqu8Sev4Gse+xEs3n28w8L4zeWhG+bp8PkwN8sYvvQ+kcGEEhm00PeHDwd8tv+KEFJJhF0j8usy&#10;MtdNk8ivzwjbcXTC+IaMDIICnTA+yDKNr+2GXuA3ZWSu7eZR4odNcOU3NQK7JaPCulvE4ZFKEz/X&#10;ScNzhT7c2MoMc4VIw8M+kH21cW0jTdfl+hDZFdpoxlnklmtjbAXhuVwZy7KI3ApdzKLsCmU0bSvx&#10;awtdNN0sjK8tlDGBTrC9NteFmxppwm2ujq7pOpFhro22gZVur942VwhWrajeNldI24rLrc1VMjaz&#10;PMJCJ20j7S9trhQ6E6Qpd4VSpm4RpozNcjXpaRonkWGhlGEQGeZKmdtRNEOcAuuX3TgM0ghzpczT&#10;JC7hrlBK4yQZdrlSFjcP4pQLpXSTZIddrpSlc6KW+1wp7TBKS6/PlbK0kzhCOufTNtjO4tbQF0qZ&#10;BnEt97lSOtrPt1dKnytl6hrRDnHyrSPsxk5kmCtlmFvRDvtcKd2IJSWMMFdK7+STeMiV0g2LpJQh&#10;Vwo2EXH7GnKldHSIbY9wyJUyyPv1UOhkHiUR4nKziroXVTwUGlnk4eUaEdUx5Oro20ZSx5CroxU3&#10;BbruJoPuO+zA27IbC2VgIQlHyZjrAju6NLwx14XrG3HFjbky+r6VDrsxVwasSrQWurWuM1YY5uoY&#10;OnkbHAuNjE6y5zHXyDjLd60p18nQDJIMp1wncycrecqVMvSLZNBTrpSl7UQjnHKlDOMgMsyVgo1a&#10;PN+nXCnDgqlsm+GUKwUbtbjoplwp2AWlw27KlTLP8qYw50oZYQ/CCOdCKdgHpZUy50oZe/EWN+dK&#10;mRYseGHpzblSxkZ8Qsy5UqZ+EJUyF0qZccxuK2XOlTIOuD5KI8yVgo1f2qjnXCn9MosMl0IprXhH&#10;WnKldH0vGvZSKGXuJLNZcqXg9igqZcmVguekNGW4GtZdydGdXpAhnsAr4bTM0kpZcqUs8uG55DqZ&#10;m0naX5dcJ67pxQ3bNblS6M0umI1rcq1MtKSEObsmVwsmLQ0Sgsuk4xz5DUSehWYWJ2nGNYVqcHEW&#10;le2aXDnD3EhHgWty7bjWdeIidE2uoGGQn95NoaF2wQVfmnvxmh+caOaufM93cMzJPHMd9dgGJLWX&#10;j/oeXgyZZ64jUIo6coWOsKcVjxb4n95HD9PpQ3Q6XX25Z68T/nQ4kfe48a7CT+dHcvaRCwruraP3&#10;boEFqMhFJRBj9kTsHZcmMaZFxNE5pnOGTRHxxH5FnRjGQsTLLmIyA6KGloPPUufteI7BO2tOklwy&#10;nvu+aTqeJ7wquwbDM3X7pko+ExoMfCJ7uJNHxJPv02fLU4U/Yxd3niq8FbvIearwRewhJ08EjT24&#10;ZU01ddFy902VvAie+76pko/Ak++basdTxQt/z1TpfU/c8X7fRc5Txet8FzlPFW/vXeQ81X7fVOld&#10;7ce+b6r0aiZyvIr3DIbexJ5831TpyevJ902VnrSefN9U6c3qyfdNld6kRI43556p0pPTk++bKj0o&#10;Pfm+qXKQ4zjumyo9Bj33fVOlpx6R4ym3Z6r0kPPk+6ZKzzRPvm+q9Ajz5PumSk8sT75vqvSAInI8&#10;kPZMlZ5HnnzfVOnx48n3TZWeNp5831RnnioeJnvGTs8S4o5nxy5ynioeFbvIeaohOmnu7/Rg8IPZ&#10;N1V6D3jyfVP1t32ip9v8ntH7u3z4B/umi7dGGBFdxPd9gWdMt+x9/4Dn7HCF3vUP1ovTzkmnq9Pe&#10;u1O6POFmmw0paJuvrQ9INXieZPBwcUCSwVv6N6eXn05PdNuNfzx8fnXhY6iHD4ja+iAp/dXH8883&#10;x7MneqJ7b9+QUxoqSnFUfHUlurvPibsFGyMTJwuIJPH3k+fbweXFpGtcOJLE30hKF3o/hB5vqiCA&#10;SBJ/mRRxLSZF1FQnHfmocH1njRUvR+aKmLLOdWDluh6hDZ20p8iFnxZePTppF6Pr8I1Gq4wzj78s&#10;gZacDMS1W+C/UIXV8k0VpLjiqqSO3Nue64y7h0qKcDqTwsNhkFJQ0nMdQzAfthWnE3/DtPCADevY&#10;4dmpy7WdyR/juQ64/WpjbeEnZVI4k3XSifyhnmuH65TKdeLXi+taXHZUUuQKMFdkAxikvM/APWCR&#10;Ij4YuEJscdeL8oy/LFe895l07nXLanu+zrgWAU19rHCkM9cxvYLih+MvDwAbAZMOcG6owqIl7VVA&#10;qQ4GabQshIcNbbXk5iPFwvGiL0PwYtNG5pehrZZidMTVzbhjqtNqKU7tSSdDWF1chW4yFmzLd0mf&#10;xqF/njxF/utjutVGFcXfoCra0JgSi1GbUkoGcmN6LkVe8Zd5wj6Zp2FTDuYZKXWBYuuNlDBDdZz8&#10;foWUkisgji/+8jijPbkx3SMiRfxlSnLReXkOuPlpXycvbyBMF/7IKv4GlhRFCITpNRkJ4m8gxF8H&#10;wh53VO3T4UqKTDVjyTEd5drs4DfTdmp/dkJqxw6yscWj2ObWL8ZBH+aAoI++ZwWyFkHyHR+Fb1cf&#10;G9uAdVojP9ArrDGmGncIhALU0XVsUk3yDkUDib9sKLyRNslhFv8+/gY6CpKT5SE1VP0uX6WQ9qSS&#10;UYwS7BCnUMm855zojAXkEy09na4zx49Ta3g4AHi6xjWzjXtRg5u5ZqItv0TxztFXRgdFBEkbSygd&#10;AY1xYRkoqkC6w96mjnFk75Br05MzGkH8DcYw8cMXF2Zd3gvlwtGnh/S8j5zib+BIoa1ASfd2TZCI&#10;3rBuEPPUKZEP5nkiEGecUh2bbYtkIJ1nz7dPXP91YbqBz/12NIQEtYQbrb+EqnNHDp6fESXZ6eOc&#10;2CfUtcYW62bKw4KOOoRHdJ4z+wzwBtGN3S2UpEM8Z7h3tBn56xNR9o2xY7QNpTARZZdyqaMNxd9g&#10;S5RYGCit46Wl55bnORmbfQt1BsrFeMy1EKinHGB2+twx0EDZG5t02/ItGqlq+oaJh1yY+zAbdzjK&#10;lvRfp3RIY5z84Blb620GCw48kZ5i8OTL/jilKFPUYvxlbeLlEngiFmvwpOA2LGRaPTyRV/xNPIPk&#10;pxZ+LdU+SYmeJ3I8dUrHwSE8iQwd0YbtecLXovJ0CyUH0YzImaCN09FmGCix8FXKOX59xB1BpZz4&#10;/T5NiN3rlOzAoMRVnZKKJ/w4Z4SAVJ4jhweQ22JR8v45LTjedZ6UhAB5zo2119GB5Sktj4wb+Ck4&#10;Q1v61+NjnLJxLcogpblLMalowfGXz83Es08B0kgRfyMle47m3rp0IUMhzH0wLgwO2ZKBcscZF/bP&#10;mY4wXUf8tKUUY4OSHYd4bRhWN1F6Nel9MV7rbuIbIs46Y23OHFBdGsNn52ZeR0tjnIZu4evkYjog&#10;kFbtZ0R506qU2obDDkjc0+XZOrZkynTWebZ8vlOStUFJqXmQvE3Z8U67g5Lvijso+RZkU8KdunOc&#10;PUeXd/CEGPfNfaCEml1SGvgmsOAKqEt+YB8Asib13ZsS4MPXTb0jIZwpjTc0cu7CzrBY909cQ9hC&#10;cMvRZ0QHlpcS0psNSn4jYHUYlBPfgrDe9d2bsvr912ek7etfjx7qeTDeCF1DBQG0L3XGfb5z7KGf&#10;HQ47bf/E+5HvDIvhqulQn+a/jo1WX+8dkogD5WA8/6lUIVDCN62Ps+ccENzW9H2p69nqkByt78nw&#10;xwcdjaPhFsbjOVjd2BtvQxQZhrsiXmm6LSEeEdbRSE8VVUfIPPZSogILg5LfHShAtb7OuzcSJg0p&#10;jRzRh8dfv4dQWYcfZ78YN0BQhhkhw8+wpUTZmzOKX0fViCElnlGHS4NByaGLbrSsbmQL6az3Zjdy&#10;YLRrrLWJF5SXJzLULW1y9LDtrRWHhOnAE6Uw+tyHGLiC39WgjD4Wyy2M1RHuiq41btQQeFhxiKbr&#10;5xEcr+k80ocZA7eTcVej4p+w3oynGWrLwgZiOba6KfqBjAdPh+eL/zRlRKh7At4PntDaj2a2NiOe&#10;1+H08fwMjwE2bF65+qnmlxadVca7DVG8MGHjttnh3uzHZ62Z6EM04jLdEiO4xiqId2zDYYtXfLAZ&#10;fUNJWRG6duHeYo+DagSoCwkfNQbXw6EarMoYneNcL+MqgBQF3pj0jYEKy4LS9IOjh7/M02Ela0bf&#10;R8eWcRD1LTsYrLBXfJgYG1zf8rMEO6I6PrrF+CunfqBThVyQi7ET9XQ4E0OkmuhfhmF5wsHwKvT4&#10;tiekm6w6l54vsIsRW+7JQUBjRI2BYV5DzG9oLcWg5C/wpIeWOsx4h3NwehmUcQdpjDcwZhRkhMeI&#10;MaOeb1E4oS0FcbQEp75hRDG9BzcJY+4xW4IKFfW5YyV6eWJbNpZYz7Es7C3WjDivBC/cvZQUMlK1&#10;ieoMP07YlCV5Pv9wK7Uoozcc1ZfG19nXCS+ZsWH1nCiDG7mlzfgaocebOndKY6F1hJeDIc+BPRp4&#10;jVg8oy+erubq19NrhPLrdErOrJ7okFIp8VbzM0KlufF1cgTT3CeKPqo8ox8Nr1DDlsiEPE+6Eqg8&#10;F/b74LWsj5PKaD1PqpNVeQ60fOjrMylL+/rQ8o4MT4Gu96Fjjwa8D8Y4sc37r2Pqxjh71iae/8bX&#10;e6pyxYyW1gr+ozaYKY21OUBMTGm8A1GyFnYGKtfV5YnSZOZpnEfDwK87+LwMKQ2cwgQvniGlkXfa&#10;HZT8JthByXdLm3Jiv88OSr4S7qDk892mnDktZQclR7ttSuiGtWnofURTNaY0srfwtGSeDpuztjax&#10;KYY9BB52Xe9QO/O0sgewvfM4G+POMJIrwe8hi3FZo9L0QInac31G0XONKIh+E4CbIjwu5snIWcIx&#10;xJSj+XXeGeAdNcY58JNgppCVqqOBLQSRKn2fp3r7ICVcbgyece50U9e/HnlSjqdOGcfpjHyZMc3d&#10;GTst4vusd8uHOKIPnZ87op76rZKaCDClcWqPdPHzJywc0vrcO/aOIeJrUfI6mkbjBogE4XDGgaW1&#10;ijmxG14Y/SwekaIcZmTlFFNnhEBp5cEMC7/hEOnXn4VwHbOOrDjugOr18HVKd9CsDpTMkypgVMoZ&#10;Lk7S5ojAo0UZpDROJiW/Jqifg8ETVy//dSubbEA/hUBpxUdxaAf7RHaLNXe+fyK2ZchzZv8+gjWG&#10;NnFm+HEis8fgiR4WnpKaVOhSWvg+jzCEsS9R5iXJs6dNT9M7LJkprffm2LDvGO4pfUY4N9mhY3nY&#10;R8eWjCwxY0YIEvoZUecNfUYd2xJ+LUqeER4oxtd7ToxvZ/Pk4mg3AkD6S2oc2U3V0pNf1RF6xvm5&#10;I+PQ2D/j6qB2IjrPhV+7SAbS5z41vHu7ycgBmui5QVbnBiO3Bk/CsINRFZU6zqlnD7ZDgY5OOURP&#10;FDJNdEq0UAnjtBKjJ/yHKQ29T3g9MqVxak8z3yoRytQtBJmzYQ9BOEDX5oTYtf/6YhwyE6W9k4rI&#10;Ya3ZHHWFCYRGoGhu4CH0HI0o6tywFS/G0Y6WJ2na+iaLzKyoSPgWtenMVPzkTdMKu4GSjbgxzJ0a&#10;3TBP49iYU3FbY6QMh9JKWkIN7vT6jPgyjdoDfQklnngmWFJinrhY6uaReKLcYuc4qTnPvhnN1iab&#10;vk5LSL+trKRwyVgjZdcBClwMHzEuS8HokWBuhJtnqvnylofkP32s1JQokhqPGX+PD1yRQKCKdVrY&#10;lY+UfkNY2B3itKBXg2vcxZx10E0LH3QYgBEPBGm4jYAUe7Rm/9jyolzxstNJY04duBpXwQnplqyC&#10;0dj4qBEXk07Glo8bKO8pZgUebq2R62w8++F9juZibanURiqMldpEqcIaJk5EQ4qycY4OU7xDoLJS&#10;N5dhYvcMhf71ZThQQaE3bdRgGhfiWAxBtaX65jLEbDTcI4wLJPXH4gHQetCMcIixIkjVqNlFTIsV&#10;i4u2fj/BRskSQCWwvmPDL8oLBt5hQ7EUWPByxRVaX1tDTAtDVy/Dm0aNv5grd9wXi7Hh3I8SGI3c&#10;rKGJ9gpR6Iu7Xzg9ysEG9f21j9kLVLmuSwDe7jgt66bUU3qOlysOGF2x1NGMSa1YQz9wlhJ1BNDX&#10;FlwQfPVE73pDWIhl8wA649oPGAPWFv5kDIBSQYMErE4LfXzwIUvLWFvUqo25ohWbugxTXkXebSJm&#10;tF/dnR9vwiKmXhYeVyE1taBeGBmawOP57vb6ze3dHXWyeHx4//aHu4fDzycC4fD/4VEUZHe+o9v9&#10;mf5Z3CvonwPJgPtmEKaBB9X4pwWZmc3v2+XFm3GeXvRv+uHFAi/KCxRU/n7BQb70r9/8M/WPc/3L&#10;D7fX1zf3f7y9v4kAH67fB/XAUCMBmsNDfFDXjmXARd3P6xsmCUSP+2vM7vTyw83p+kf+89Pp9i78&#10;+bIcsRcyph1/vSAAYxFQIQKGxdOXt188gkc4kOgv356v/wLQiIdzwDsBPgv+8OH88I8Xh8/AOnl1&#10;8fg/fjo93Fwc7v7TPWAvFhgR1tOT/y9YMLQVPuR/8zb/m9P9FVi9uni6QJ8++uMPTwFQ5adPD7fv&#10;P+BLzovn/vw74H28uyVUCT/kMCr+L0De+DeC4MCm8hyCwx9GJCgAdfyZ4UwqBIe/4nvbXCE9ILzU&#10;n7lCcKxyIbdgJhixtyh23pWM2hyI7TVx9CRKsV1noY4KweHxio60XSXR+Xa9262R6Rhc6SoEBzVi&#10;jQg/9AJKsmnh9RQaxlLwLdFVCA6c46sM6f6cZAM4L0mGeGGtdBWCo5AhOamTDCsER25e9IxIoqkQ&#10;HOFOd6T8mySVCsGRNvQKwVEhOLKziSIsaZlUCI58X6WcxCSaCsFRHM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B5R2kJDjKgQHAEO6CsFRITgqBEfs&#10;0Imu2kbLHjQv4bQzJDTGd2LMeYq/3MG2QnBUCA6fnwfgWT2ftEJwIA0M+bl6Km3MDUWdk56YWCE4&#10;GOir3JCQ+IKnW4XgOFNCZdijYxZ1heDIkeEqBEd4ZcTlE3+DzVQIjgrB4TOso1nEX27iXiE46JBJ&#10;rqQonfjLl+MKwYGmD1ZRFlovhgq2CsGhrbgKwYEmbhWC43uxBg6AqGEdzRWCQ5FSheCgRntGA5EK&#10;wUF9LExQkQrBQbZkVKZWCA7YUoXgUO42aEoWgq0VgkOT0sj9dSoEhyqlCsFxQaUwalU7uiZyhKdC&#10;cLyMj/b4y17TCsFxkkRDvffIzW603KkQHMHhXBpWheDYDNxUCA5pueGVEVJ9KgSHKKLYpwYnX8yG&#10;iqsu/oZtvUJwUHi0QnDIHiJ0Dwp+tArBodyz0Zk9hNorBIcipQrBQX601mjHVSE4SEomAEiF4CBb&#10;MpoGVggO2FKF4FD2ZLjRQvM/4JTouXgrrEeF4JDvS0DDDt6ACsGhWF2F4MC+BGwevYloheCAlCoE&#10;h7KOAMkTPNcVgkOTUoXgIJwDAyCxQnBcECyAlgdcIThgRqm6P7oS429wKVYIDhxaFYKjQnBUCA6K&#10;GWvbaYXgqBAcFYKjQnBUCI5fBoIDyfAm8EaCz6DgMaFVwGHV/B3RKvAVqr3cxOholh/nH+f+BSA+&#10;f3zRN69fv/jdmx/6F+MbNw2vu9c//PDalRgdhPzxt2N06NAcb/x/+NzK8Ecy4I2AWwJp7wbe8MXL&#10;FXjje4bUAPTI7TVcO18Db/ii+V8aeAOAqj5By3UBB9Ir7nCFZiiEk3SF+7pLjR2+vHv4SAaSg9Wc&#10;fgasCi4y1LqSkWbWpu45tgCiwGiLT7Fgpo7d8/PO3BiEx3gIuJB5O8wc4UFklSM8AOJLYAXRpuaj&#10;Iqu8r62bR4EVkpFtVnnHeoC/CazQFWpl1bhtWUFXiWhcBE4FvMY4DdusCLgu8epniVcud8CxC7wK&#10;wYvjygUPuxN4FZKXdAikzXX0QyeZVi56kVUueUBHCcPKRS+xKsA02llQYgGlIbLKBY8WD9ujIg9n&#10;UqLIKpc7THlzFRJ+auKEpfrhgHXvt+ZiFeZiH6VB5VKHagRWhdgFwyoQM4ZBYEVNKtexCxMk4LtE&#10;JC5owLivVIJVAWh+pSEpScPK5T5SL+SN3Y9aLqRhoRGwtD0U+BjYrAVuuegB2iZyy4UP8GWBW27z&#10;ADBqhYkS/lWaQ9sLCqBYaqJyXdtL3HIVtIsgN0LnXbm1k2RmJSYG9rlNLcBvl3Nz4kxz+++WTuBW&#10;aMHJB1Guhb4TlhOO32xsDXaV7QVFTT2TRBAZ2h5bAYQBSGdpsx5yLQxOOESAebp+c2HQgK+3DSpH&#10;SUMbhlYYWq6EGWYkzDPXAUBNBWa5DiZxWRUIGECmFZjlKhhHSQMEbZmmiWr2bWaEAZ2oUIkrTJM6&#10;kSaycZaY5Qroh05ilitAvPOUsBd9vqRwoU/3u9OHeOVb2wfiTwC0+6qdKgSCG+Qx9ifybQd918Et&#10;YkyYiGPcVyfGhIg4pvDqxLAYIq5dr/1j9tP58YD7/ZHR2o8JN1gXImO8HnF9CY5Lg5zVWbteA7ez&#10;kDsD+x4TsrsuSK54PCZsYYMch4pfRrEdn05OZzeRJzBeg5y1WrteP9cql1weUwarLki0wAsb2L5N&#10;ic4pv9/t0yqDLB8TeLc+mF+k6zWOCHyFfQDf0k6WbseHD97hEEBQP55/vskbcXkCSGHNxlspykBr&#10;ogxODQwt/n38DQHZSIe3mhqNSXS4ZGlRm0SX9tT4vfhbfheehV38HK5je74L98IuOiAaqewAdUzm&#10;lhqPx9HH3zCLkdvxGGX9cEF4bgYw9shG20UTjx+Lv/xR7qSfAAziX8dfJosY0wa36P7S9ToQlg8E&#10;YlAxWoJOFfugGlQMVa9ToR5+x7jIuu3Rt7BZmwquiB1UQFa3WcH2iSh4BOUlylSGHsOoAoqzyIs3&#10;XUA3aNbPBpY28mhY8TcYGPkTMHo03dd4kZ8KVMYyD2cw0kdUXkzFbhlxkny9cP2ksxvDkUI+B/Wz&#10;eCQGPVHvBXWuLBLyO+iE9AQizXewE5UjN78n34NKGG3XdcYmA+8EfxowK9qn21j2Dg+EToi/95OB&#10;D0IljOmIQF/XJ0NzCBydQciID84B4ECbDDwVgSN8ESphjw7x/tPWQQJvRSCEP0LnyPsFjFs3Cngs&#10;mCO2ZG0y/RIIgVmv0sFp4RnCLaHTkT+P1mgCZIgLPf6GBQ+/RaAzJjLg1PT8Gl0pcF14Ojgn1PGN&#10;4EP86G6hyQXeC08H/4ROxxvEaNyN4MDw/KhZmPpdchtgfEMTr7JRbvGXT+Q58IOXQufHjY07Y+HF&#10;u9Z6G4zfu7o7P96EIZsx3yyKeXr5+PD+7Q93D4efT3evLqRgJ90lKd6VosV+J6b/ZTOQi+Xe/L5d&#10;XrwZ5+lF/6YfXsBw5xeNW36/jE2/9K/flIHcP97e3/ztgVwKXy8DvPo0MHmSjf8P66Mgezj/dH8N&#10;IZ5efrg5Xf/If3463d6FP2cxXxqxTzHeHfP1K6PGfJ/FfLGOAjDvm4ebm3fnh4+H8OavMd9LCp1s&#10;u1NzB2iN+b66+M3locZ8I3Rk7sLO45h0VCbneo35ktHUmK9fO9Iuk28zNeYLfzEuc2kF1ZjvEUCN&#10;qzwA3iHtPPS2S3KrMV84WVZx1JgvXnrJOGrM93mIpcZ8v46ws4Px6OLjW4/01JivhBFakY4lyVSk&#10;Y0kyNeZbY77eL0v+T4pBaH7S6K+sMV9yKrJPuMZ8z6s04IjwnnTdz19jvtF4asw3rqMa81VanNSY&#10;r3ou1Ziv3LGsxnxjTDX+xnP71xXzRQjWjPSmeG2t7r0OVbo7A95ZpPevr+71sf4a6X0W6cU973mk&#10;12cZ/dKR3p4ze//u1b1C2AR5Xsmfua+2V2CUh1/2RXkFRrm/2c2TVC+TjVtgVPr7pWKl3NsvFLwW&#10;tUVSNVBR09sJ1VjfUtIrlE+5QuDiqPKyIicVLVMeVrICMcxIjsyVSqp3gptzpZJiLEV0t2uE2lJK&#10;d00flFgVFb09Ctw2ywf/+opeNLIWWOWCF0eVy31shQl+S0lvLw0rl/u+mt5xFGzrG4p6x0WY4zdU&#10;9cqZJLnod8d4e6Ga8ZsKe4dJsDBKt0zGurewd3ASt9z09xb29qNgG99U2IuuLtsLgDLa15nuLewd&#10;JW7F3tPuLOxF3fTmOn8W5O2lfbEI8iKTWOBWaKGZpaLjorC37QRu31TY6xbhKPmWwl43SOWzuRJ2&#10;BnmRNrktNconTvaxs7AXJfqb+iT4jsRrhA1tVxyXdb3CfaAs6x2lrbso65XOkzFfAzureqVh5bJH&#10;qmw2RTyaak3vRtEy3bXgzz+m/GgjpBrSs4+4MgX3v0HOUWzcinaRB5dwje9+VVsOeAevppTer8u9&#10;xnelKGaN70qSqfHdv3t8N+y1aw2HVNHLdGlPjv7I+Bv8koHKquZlKqMWiqmMqG6ggidB9bEzlVHF&#10;y1RG9VygMip4cbHBEWbU79KzlQp39AI3esiAyiis42Ihq3g3nGZpy47ai79BizOuP/iiIXn4GwKZ&#10;Hi5FcZwnM6i4OEmnoso9GplOBY/DHqoRF1mTF1wOe6jQcsfmBZ/DDqqRM8r0OcLp4HlZNWkxMKmn&#10;RoxcxmyU70ZYa6N+Eo4HPzajgHecgmiNMkK4Hjw3o4Q3ZXcYRbyJzirjHWM9pFnHy0ZpFvKOfLF1&#10;ViEvvBBBuVYh70C9qWildqjZ03Jf4IlgQqOQl6QSOKauk3FviL9hj4A3ggmNQt5UqWoV8sIjETia&#10;hbzY7P0YzULe6H2H30EVT4dt03N0RjVtx4vTwT2lcmy5iNJZhbypzhn+B50j7x4myAE8FGEyaC6m&#10;cyQnM6zHKuSFkyLQGceGY6xpq5AXfgrPD54IdXxwswU6o5AXrgpPZxXyOhTI0nxpC9AWCy8B+CNU&#10;Mu6qYZbxhvvCACeG9lHqgIexWUW8fBxZNbxcet0te65F6+UvLvFawHt/8esu4PXNE2pY91lYF+v7&#10;eVjXb4E1rCt4J3EAJP9rDesKvvga1j19vOF+hclaaljXl6uK4fQ2D6fjfbUdAKEmWZlIs+BAXi1N&#10;ntZEVcO6qyz29muuYd1jDevS9TtfVTWsW0gj34lqWDdtt8LFqbZqpg7GHAGMbgY9AFjDulKYC1B0&#10;9PY/1lbNzyvO2X1dWzV/FX3nPorU9yK4lfTFRxlRZGLJbamTczTpiKSmPdy5M98xdZYzuAd/XW3V&#10;/EQ3kr9Lq+bgdFw9ezWsaznia1g3BHZqWDdVR8dgmO65r2Hd+7xJfA3rSs3ua1hXjYB1NayrBQhr&#10;WFfAkKhh3XXDybPw1stfCOvWGt2rh/Pj+d3Td1fnj5fnd+9ur24urx9On2/v31+2jWsuP55u741+&#10;zVJT6r+pRtfn7tRg7rNgLl6sz4K56HmJHfKXDuZOnHqBi6/nvyLwOiA4eAjeNkFF/U0QvG7oqEwK&#10;bPlDK1IvMl2Sy7HtWkK4a7vwWM+9tHAUJTI3eGzGLW5FWLdrCLdzixtmt3ID1rYwtryCpW0BVrnN&#10;LQ94uRG4etszzf3MbQuYxG1uecjLjb6Ea2umyNtKU2jbUZop+R4TnRs9aOEWuyLU27aDpAdKVcv4&#10;iYooy3jbTpqtK1QxOaq92hxfqQuPHrml2bKYd/JwpZv8Cm04VBhua6Oo6CVG0vhyfVA92ja7oqrX&#10;oR2/wK6o60UiscSu1IaH3tyabYHWO4ncCl2Mvr50k1uuC1/YtaWJIg6MJUuVjZvcck1IS6wIBKPH&#10;rSi3XA0SMyrIWW2497WqWyMrSnxFZoUKOg8Ivcks35pEZoUG2p6qBzeZ5RoQmRX7UovNUGCWK0A0&#10;jq7Yl2C6ErdcA/JCKLo4OyduwUWJr7yNUCbyqtJmkfbgIhjcYbfZXqYFdi/yTiVzK9B7O3xVYJdr&#10;YhFXQlHk20/UImJrYRU1votHRt+yEZyhq0gGcUMvgsGzr1fd4lYU+Y5YMttjI3940sPsgYU3ueWL&#10;YfT1x1szLdB7J49qvsktXw20RQtjy7UwtZSYssmtWA4o/xe45esBCHISt1wLM5S1za0o9B18bfTW&#10;2IpSX2QbS9xyLQyttPMWxb6L762wpYUx35R6j6G8ObZcCwtQx4WZ5lroJum8pxqVZEgAApPOZ8IS&#10;S3R0RdtWKiEjJTLXdJIeCNcq0bWNxG7Kb62uEW8PqDlY2WEfEUZHiF/pq64R9Uq38kQnji3XA7Lw&#10;JclRlUdiJh5blNmeqBw6jQpqRVXYSidfgQs1dLidbRsJ1USlr87SSiVwwUSFjChJqagvyOhELVDx&#10;18puEK/7c64F57tJbK2HudDDOIqjy/VAV71tCyYf4Tq6CXl1guhyRbhWenYRgObKbm6lw4Zw8Fa6&#10;VrJgqhxYyRYnsitUIbPLVQEPhTRZqpBaP4vH47bsqIwjkbWIhwmyI3y3RAcoBYldrooWjy+JXaEK&#10;8c665KrABixN1sMhpuEFBIctw/NxrEQHhvLbMNfGtEi2gv0ykwsdEcKEscNlhIv4dnVNoRCNYakR&#10;fHlbw94Vum/OhVI6cb05wmfNOUrXClc+sXvcoIUxlm9seiqsS7i2xPhyf6gtMXwy1L7Uk5o7JWWV&#10;1dwpSTI1d0qSzL8DmHvfEWNrj+Sq8yPeTHty1hh++Zh6NOg5awz1e8SbZw93evLQLoY3zS5y3Bg8&#10;eSzjNgaD+4An3zdVepV48n2JutyK4ZhqofXB0LuCuOPhsGeq9G7w5PumyiC9x9TgwxgMTzVhCevk&#10;jG99xMV9z9gZhf4IOOdd5DzVVJxvDIa1mop2DXKeKi7OewYTYcSPdDHe9w9YsXTx3fcPeL50sd33&#10;D3jGdG/d9w94znQt3fUP1qTzYtK4Z0K4f3z85gRM/+I4fADqCEXpKI1zzbDkPDpcgb2lI3EjJpCt&#10;NLHSmmkRGGRahDzCxCJF/I2UiWuIVmImkSL+RkoGRm8RANR5jtTVFWsSwT29FQ0CRHiyBMo4p/jV&#10;+MtfHzknuLWaAVGokHnCF6POfeSWLQgbWl9n9HgKCRo8ebdDsC+aVJxJ/I0z4q2IwoIGT4Z7b1t4&#10;xvUZRR3Bp69TTvT69JJHzaDKE9FDpkyLJM4k/vKM4P0NlFb7JIcIIlPCW6p/nVtptAhmGJQU/MCM&#10;qB2EzpKHiUapBmETVhy1HFI5jqygtHVGwcTfqHLuAYM1p/NjGB3ThLhVTIj/y0t35M5QiJOq30U4&#10;0YvQIuO1aJGx+Ayy2PnFIuOWMwYZfN97pkB7KBmLwa3lNWqRcWcRi4wbi1jqQlDRD84yE1pm3uIt&#10;+0RcMRBaS8OxZh0MQbUUWo1++7D2GUqT94TWZozooidE+FD/dMMa7tA5Vh0jAoyBo7UsG37094jG&#10;ahwRY/QMEUTU6SiQAeMaUk/QuA/E37AfIMoY6IwDYOGWZwOc39r4EGf0/BBI1Oko9oTxjcZ3EWkM&#10;dEYroZlvRZPRFgmxRs+P85XE/WpiK5zwptLmG8+bCQ5rjW7ke/ZsyAXxRj8+BBR1ftyqdMYTUfsu&#10;Io6BX3o9RP3H32AHA/eVWowrGGKOnh+Ciup3e36GLIhCa+ND1DHwM+Tc8w1gMXqmxb2XAovqh7vU&#10;UsrQCEKPfoQUW1Q50s2ITBq+ct32EX1kQuvmEbfCxty5wmqiCKM6xsjQGf2neICIMarsuCcTNlh9&#10;V+CTjqKMKr8owRaNqDSr4eu1Q5xRpWOXBXrJ6XSxOyQijSo/Xkw4onSr9uESMgXEGlWGUFgwhRHr&#10;SpsxopFMiI1TJ2QrnAwVxyaWePYZSuabm5uMvR8xyTBGBB31Mcbb72y07ott0BzijgZHXgCLYYmR&#10;I4UeDY78kEAOgEEY3xG4Zuia4UehSw63uAfHX76j87KiAKTBkZ/YLTxQ6qfZzCgGqRK28TnaGedP&#10;bIFIQUiV48gd+UCoqxBRSm893vugTWbm1WoSIky5jyPyPFiH1iB9k0R/l7Tm7TC8+HVd5gBSil4V&#10;61be88kB/4thGRuemmhktRPer70TntdtLZ6IZRF/ejjcXqOn59fFE/5Ur8UTp9C3qxZPXBxhJGtq&#10;Ry2e4HKjYy2e2MqnqsUTeSEWPdLS2kGjYikjqxZPAOMoLqxaPLFR+UfP+GRJtXji4khulySQWjwB&#10;geTndC2euDhSpk+ykFo84Zvz1uIJuEHyE7oWT3hvaiGSPGOfXJlZ5nVBBxdLWl+1eMKvr1o8sVmF&#10;SbGR1VZq8USxBdXiCfL+HqPPW09nDKHSY/R768TBBwwHRvB968RrDuA+8uBar3iiX/Uc5XSYI4DN&#10;98ido9/HFODS1VTxRKWsfE6UOyJraY/cOcmMWr7vIg+hl2OKTelqqsUTkppq8YQkmVo8IUmmFk9I&#10;kmHYx2MtnpBKQvnGVIsnavEESjesrLdaPEEFLukuGhM84i9nE9XiiVo8UbSzdgOngRq5iWjG5jOY&#10;DLJaPJHK1XjF1eKJ334vZtbjbA+vs1o8sdY5BsOpxRPx6Iq/QS61eCLKI/4GudTiCW2fibUOtXii&#10;tJpaPCGfTbGgpRZPBPyT0nJq8QR7n6NY4m/YjmvxRIx0RbnE3yCff//FE9g4Pp2ePvhTh/7gu23g&#10;f7z66fHpDzfnj5SucX9+c3t3hygF3e4On1Hi2qEGkv7r4/nu9pr+0v+Xh/dvf7h7OPx8ukMJuP8P&#10;G1dB9nD+6f7aM/twc7r+kf/8dLq9C3/2Wxnxu/nyxL0/8KfDTw+3ry7+aWmWH+cf5/5F344/vuib&#10;169f/O7ND/2L8Y2bhtfd6x9+eO3+mYbm+pcfbq+vb+5pdIcvH+/uH1/if3x18eHp6dPLy8vHqw83&#10;H0+P3328/bXiTXjLqyUTz0omKEz8HHCiJTP7pWsm2ljR93cHnGjFbpso4UoZPnvxJsRO+Kgcy5jt&#10;g5sQ+8/m6bA70SbElth5vtNOrIlxEvpW5kmYe5Em0ItXaoKZi2wnzoQo/29CmRD7YdO1blUnmdDa&#10;nzPPEivKJKT8d+ostDLbCTAh9XRGQfTKTG6qX6BLiIgr34ItgQ7X2/osiyOkxrCUP5GEIWKGILti&#10;pRLbuFNyReIl90uGv3sla/NWq7kqS1wJsZd+m8tf4lVURmBrEST21xdGECrOtvSpO0GShTiuXPi9&#10;k2yM+qTYvHLh9yLMArXjsHnlyZaDiABBbZUSr0myMMoUSVSDiE5RwEnIC6mAkxhF5IwCTUIBp8gV&#10;MIqgHmU9hIxNkasAPi/BNAowCaW6IlfCJC4A9KpYxStDUxRgEpMIY1CASSjQFHmG5SyCcAB7eR2b&#10;Ak2Ra2EBoMD2khryZaBAU+RaWID3I3DLF4ICTZFrAW0KpaO4KIiYFimNuUCTQPMIacmXcBJiVjQ1&#10;fUlrC88z6Wwv8CQUdIpcEWj2IbLLNbGIWAFFTYRrZ0l2BaKEgk9RqKIbRfCMfEWgj4zU3p8ygFbh&#10;9YOki2eQEtgOty8fJaTEIAJSPSuLEOEHCkwJXFOk+aLXSjYPBaMiXxhUTimsjBJYQoGpKPQxAfhr&#10;e6VNhT5koIqiOgKAaNLRWoJLdDjOt/VRgkuMgyS/El1CAasoVoeMTVfCSyhoFYU+xlbaqUp8CQWu&#10;otAH+vUJ+igBJuSSC+qbtK6PUezHXyJMKIAVxWY1Auth216oEeL6XQWxotSHzC9fHxpkRakPsX4W&#10;vXDX8WmYFc/0IYJW5OuD0kEEey5RJrAhSBeMr2AmpNOorJRwnXj0foUzIQFrPMOZ6KUt/xtxJibx&#10;KfwVzIR0HfUdm5J5DSKs1leFEuKUyUmTGPYirgsAfzI6dJeRXgW+VVRi2I6imss3donZA7/i+2t2&#10;KJ7Iz+l9kEij5v8Nf9pqWI6pUHnEvqRuLkrYmdIdOO9L08dKpGFEd7Se/Y1lRsS18AKdSMmT/On8&#10;ePgCgZDPgQST2jfrYqyoFVLab0WtkCRTCy8kydTCC0kytfBCkkwtvJAkUwsv9LMbDRDDWf9vXngh&#10;Qt/EhqfHtQetnwNF29Mt9OHm6ulA8fOLw5P//w+vLh4uDm9fXbylKGeI1vONleL1FI73jaBUmAtc&#10;mb000GUxXmQllAuEkpg03ZJizkP85dyHxNNosOy41NGGuOCQq41wQdh9uMhR5FHNX5l5Lha8BbfQ&#10;NuszYvvN1uh3GnuOWsAW3BrbhLUgcGE/X6O3ODnSPZ3V65TNwQK04FbleILrPcO5iLgl44GV+hSO&#10;zXQrHp8FZYH3P00DL3qdHZMZIBbh1m8jWHhuFn4FlzFZBRisCaNJPnmhMVH4AzWpMfgJHOoaFYOU&#10;WA1XeXkbzc5jK2W8mLRvwkEShGaQcUt+g4pXq06FYKX/pEFFLltIVqdCsHIPFWOW6bwQrNzBi9px&#10;2+NCsHIH1cAgEIbGEa30zAwjixU0lmEjXunZWctpiDAaBugFIpaen7UVjdzXwCqhQ8zS87MQL0bW&#10;qlWzETP1EZZUl8LELY97xIC1JYO4pR+fBXcxEQw4LNiCu0DkMtAZR8PM3ozBgBtA7NLzM+EuKMiC&#10;8VlwF4heBjoD7oLgF4ifBXeB+GWgM8x+Yfuz4C4oghkYJry4eM+Jv3zfaXhPtwAvKIjpOc6pt0Pk&#10;FH9j9ig5QDFnC/KC4piB0ABDcOho7wkt0AsKZQbCdCGMY4u/PMaWwukYowV7QdHMQGjgXriOcmeI&#10;o2GJDgFNT0gRS3VNuR7QdMQS7nt9lwbyOm9fjXFpcD0/seCYN3gisMlft5AM0qZoVnAguMk8LZWP&#10;fGwC29knQiqXrzjO9QESlR1/WekTq8iEwQAGUjAPEwjDjRFqwoLCoEBnmDsimbreR8YHNeEwAOfB&#10;8rQAMdxIuS1kSyYkRsTZszExEJkKPE1QDAQ9mdKypTHqyKzsiEBl1EzOkCcl79HcJwt+AcHPQGki&#10;YyCsyZQWNEaiNLExxljVsphS4q/b6BgJX7GxeQYpUaTTkCdfMFvCCtNuBS5q0y5+jxaCN5mlTbY6&#10;RNYMyp5hZUBp7LSIiHptgtKYu6OsRtgSKPVH4RJfrQTSqQlpBjYZc9QJERTdRzgmnE5jjIiKRo76&#10;tAf2O5kyR1g0ctRNA2FRJjQQMjacPHFbrwAZv3aADL9EarVHLONggAy6Hz+v9vBbWa32CAAZYrVB&#10;njFEjlchgwaPgJRXgUwVIf8IF6JEVas9sG8naYjyLzNR5HxreoYlbrXaIxMGlUtspzHSyZlkVqs9&#10;VllI+VO12mNFt8DNMNmOKC+8bRJRrfagpqOrPOBYFdYl5b4ksdVqD/RUzk/hWu2BzLta7bEBLlOr&#10;PTa71tdqj+1qgFrtsX0tJD94On7gUKvVHqcNUAygBAvHNwK1ufxqtceKiVarPeDuFcwGcafMbmq1&#10;B3L5tupIQrj1WKs9snoMjs0cExS6kdMZQk5HBKlCmEAnRyiYogW12uMriBCOCx3RkmGPIGu1h5SF&#10;Xas9JMnUag9JMrXaQ5JMrfaQJFOrPfSjvlZ7hGz7kL61kQhQqz3OvnjmieqAa7VHzAuJv8FuarUH&#10;3ibPRMJ5e8h20zKTarVHtrxisrKe1uRqtcfLsOxqtQdtzeW6q9UeUR7xN9hKrfaI8oi/QS612kM7&#10;nmq1R6320IpyYyUBqiTUa06t9vB1IUbROfUh855nxCD1ZHEQcBUFetjpko/1AVCBVRPDNQe12kMr&#10;RK/VHr4yw7C6Wu2hL+BfY7UH6v8qosfj+d3Td1fnj5fnd+9ur24urx9On2/v31+iDKy5/Hi6vTfg&#10;S974//CWnMGXXJbAIn6HATpJ/PWNWS6pOOHx058eAijF05e3Xw63168uQmF4rfF4XuOBw/J5jYff&#10;ln7pGo8xlqq6zntzPMLM4YocgkgKvqKjPXWy+fLuwUPf5DA4p59j08jUR3LNEMlzIGaPKDGHcse8&#10;gz+qWVKC0jxTTQZ6avq55lR5dvs8Uk/iDVZ5Zin1AN1mlRcXzCO1091glSf3jiho2GaVJweByTar&#10;PLka7SkEVnme1jxRmtbGqFBimWTVI5dre1RF7gnK6Ld5FX1Gu4EaoW4J3hWS933SNwZWVnYAIEJg&#10;Vsi+p1a3W8xy4bedyKyQvu+LvMUsF79Dt2hhZIX8G2pIu8UsV4BDZco2M0qySHqaAHmwyYyupCsV&#10;JaBtyb+o66AuzNu8ctNvKRd9k1cu/tHDeGxMkh4+aVxUDbDJKhf+6Fv7b7HKhS8togLCY/CYA1us&#10;ctFLJlHUdAySsAoAD3FB0nsliaFfpC2nELy05VCyyMqrE6yrAPAAysS25KkHQuLVYcPcNIgCwAOr&#10;VuCVW33XUanbhuhLAA9pjlSRm8bVzgKvEr+jkcyrwO+gQrHNgRXwHfJypD4haWTOt3LemGVRz+Fw&#10;Wm2LrKjncJLhU+xj/aR4qlFbmZXMQ15tjSw3/dZXgG0tyRK7QziMCuSOVpwlgaqmgXkIgI1xFZUc&#10;rQez2BxXIX5pXPmm03nwhE1eufELhyQVxKexo9OhtJAoG2elcxK3XPjgJl1QiiIO9K7bttgCsAM9&#10;cSQrKxA7Oo84s6GAAq8D4pJmCj/KOtPeIxxscctVAG7Sfl3gdQxOUGhRvwFu0kqnZiVJC4N0WaG+&#10;T4lKkRvlESW6EahRm/vGM6iOSdJCAdUxive7/AhAYxzpJlWUbkw+E39DC89gOjqRW74S0M9JmGm5&#10;Fnya+9a6opYPSW6zpNMComMBKs32FlkgdMyDcGUpKjYW3+Y+jgyv9fSaqF3p11bt3E0PvVL5EW4k&#10;AGETp1xfXM5DIMQgxy7hyaO/2yCHAXryfe33uTVOzVP+OvEYexYJMjUd0+Ve85SlhEDuB0eVuXvs&#10;veYpS4KsecqSZP6/z1PG0YztiXttf0tfbrryUFtuf9ZTjsuahRmyFnBh8PshrgS8jFeKMr8BLkVP&#10;Ca8hU8a/j7+RI25B2GGtrmzwK3o66pSlZQ7MiAgTvwltrXQ63KpAB/+hTkf3UdANRjdaLzqiMzqs&#10;RboeklTHx9+FJ1Gn466rnRHjpY6dNA84Ew1+QcOd0UB75n2oRRdndR70WsV3W6PJ5kxPfKILrm6x&#10;J+SMv/d08I2r342BalxlVbrYQBD2qtLFhp1GhBy4kX58VvNduq5juujPrn114pb1cFmoZORsIeHp&#10;c5i4I3Fcu3Elxt+wIuF79MwMKnox4ZO6dOF8DANThz/GTr8qFbyPnpdub6nbs76s4X8Mw9d3iYFb&#10;7WKAmvzhgQzT1NXUc/d0o5Frz2nNcMepH+VevEazV3gh/diwXjVutC+QPo1lCj+kJ0O3cpUbR66Q&#10;MquRwRPpuREsnkrHm7/VBpZacnujNBZp7CWMLqzqd+GPDPyMzQENYAMdNmNtHnBJBjrjUERrYk+H&#10;4K/OL0JfGNneBBdJ24PRjzH21DRmy41pW+wA2mRjF0ijSzUjMXTpIRx3o/gbdiUKdWEK8D6qHw3r&#10;sMMQtaGxVuF+VMkIrZi2uCYERsUzycMCBkJ9dI7bfIKjbijwUfKnjba21FI1jBEhYW3K8FMyIWxa&#10;JeTtP/P3RE3E36AR+CojR2N3TKvc+DT8lZGjvh+s/auNWcNnGcWjG+vAx7Zvha6JB35L5miY/8hP&#10;WFR66ZqB75I5GlezkfpdeDMztnz4L5nQ2N8mvnShEbe+YKgnffi0sUwn3jEXIKxqYoQb0zOEo1Kn&#10;4/NmgXNe5ffVwyQaa+0k+yvvJBuekjXL6HmWETb251lG/nSpWUaXh5pldPGby0PNMsKBuEbGapZR&#10;kkUrRU3JA5CoapZR6EktpYrVLCM+gY41ywhB7yiMmmWURFGzjDK7qFlGFDJa10nNMqInay6RmmVU&#10;iKNmGaGU4xg8K8foENQTTGqWkRT95xjSEZDMwVGkC5JDYUc4WneRB9fbERBRu8hZqe0+rTKSZM0y&#10;+ir/ipG4jwkPTNdqzTKSlgc7649IwN5jwDXLSBJkzTKqWUbAvw3xuZplFMMsISZYs4yiPOIvy6Vm&#10;GT3vl1WzjPAWCtZRs4yeGUfNMgrdUctNpGYZnb/uu1ezjLCNPLeTkFJds4zu/x97X9sbV46r+VcM&#10;f1wgnTpv9RLcDDDT3RksMHdxcaf+gGO7Y2NtV7bsdLI7mP++DyVSR6ojktWTzEXmtvpDHydmKInU&#10;CyWSD2vLqEUZ8Q1QZo1842HUoox04Lll+kOUHSIDG4LR94hgFEOoW2zRaWwRogBOY4tCAOC3ji0a&#10;JQiSI60rCEYpj+OrEIwAvFDNJkcgZAp3SABG4YU498sgFjFRafnVCMdKNAm/aMEpD69QUDbwcpAY&#10;rQGDEvK0F4zyyBYtUz5jlLCLFozwEp2aU2AU8vx9KodV71GBXKSAfpS4RYCCUlgVAlfkVIctWoyv&#10;rEetoLd0udATatGSVy51DaGGUkJmiW5VceWCXyuQE/QsMPMSzKJFvwrMImB5VKd6FbJoyaoQfa/I&#10;C06UuV89BxMteeWzvdto/cplr80IygJIgujRYn2Iuei1lVNAFvUbZabCMzM3yBA8iwEWkEVDr2BF&#10;lZBFDMGz5JULfsC0qY4QBa7mbkE79fVzAlmkSKsKWbTsVy75catMiCpk0ZJXPucngIPVx5iLfqPJ&#10;ni52aUZMW4VXHbJo0bECsmj92yCLlszyab8Gall1lHXIoiWzXPxI0FOY5RO/E8iiJbNc/pu1xiyX&#10;f4IsWjArIIu2QIOqDrOOWbRkls/+7aDM/no40ZJZrgA1FJiyd9IESqhFS2a5AlRwPwW3aMmt1IAm&#10;tFwDuKZzAOKCWxFRtB6VtXmKW6RtjAVu0TQo8/YUt0g730rcIiC1VacH+UmSEpBSpPYt18KgYUie&#10;RhQxptJSbrkWhpXWt1ILgve04FbgFvWTMndPcYu0kVK2T5JIry0r5AXPVDNu0bJv+VLoJkWnCm7R&#10;kluuhW6l7B/I/cz7JrhFS265FjSV1mGLFrwK2CLN2K/HEwVeuKE31KKrp0V8RYsn0vz8LZ5Ikwyn&#10;5O1TKq4dk8M52XuYkOdEnjC+A4Wcn0PO7//7lCxvd6bFE2laZbyWPcymc+Te4ok0QXKq7D5hAdgz&#10;ssUTfcN4oiGg5M+YRNGlwfB2PmgRE3qYRfSahDxsD7KIU5w9xCJYU2C2Wcm6E3eMfOMYYOeBCu+F&#10;pvMm5n17WEUxg91DKopUHk5RbBGvhma/YM2i94OT/w/rk6hw64k7kEhAvlESsNqJysEnomdBkHnw&#10;RByX46ETIew3cHPAifhk7NObtvRcvqzLKI4O5YOtgXJKe4evRcahaIBYNskIRRQCcXCJGAbBgSWi&#10;sgPEDHAmVs86EZuNvSCoKLba8b4Y2nSoOKzIliweGAMvW7A9vYBglPbCxAtjoLJFMaAIEvHCnmBJ&#10;DG+MkUxsJZk48o0TaGBkEm/VcX3qFLQuXOTL05HBejB7rb6NPLuTpSVc5Mvc6DmCpGYrCi+NkcyW&#10;20ReAHBzYInw1hjIMMmtIUwMwOTAEuG1MXDzYInWglfigGLgwTHyc5bomqOuPVgivDlGfg5QD1Xe&#10;CpMumSKiKvlGlQkuGB4WTfFtOLzegyXCy2NoF2+LNj+Zn+kmIf2Sb+wfHh8jP2e8W2Dv0Xg9ZCK8&#10;P0Y6B5poy95LD5tIsAk9cCLB/vPgifAKGfqHl0EH9YQHDEJ7X9kIgBbeGm2VwAwJU8ZDKMJrJBMC&#10;gchccww+BWQde1PDiyRz3NmDGfkkoOdEs+kxicchHNKCd5om2ySKxzFlBp5i7qjxOilytLffnhED&#10;XYQivFAyR+cU78npRmeSh1CEV0omdBCKOnpoDByd3R8vlUyYrvmy5OUblz5ZNZGjs3fitZIJnc2Y&#10;904PoIgV7eET8bnjwRMtbiAyyoZO9L2jE4W9qEUQnUYQYaGfRhCF7b1FEF20CCIlbKFFEF093lLN&#10;B5hOyQWIVwBNXIX/rEUQXQW0nhZBFMTQIogeH+KEaBFE2W7SIogyYaSyZ+GamAf8krMr7cAtgqhF&#10;ENE7Qj5ByImXJkiLINq3CKIWQfTl6aJFEOF1a59Kstie/RZBpIVItAgiTTLscdingi/2FON6Evvx&#10;vGApdmju8foan+xt7vyQvE8OaIc8vsC2CKJFlCVXIdinSgC2IFsEkbY8KAyYdmA84mcTGEczBPpt&#10;6p61CCIScIsggluMndiIKLH8my2CSHxZ0WPXIojoJhll0SKIGIEjiqNFEJ1CtbQIItk85BtnSosg&#10;EnnIN8qlRRBZR3GLIDItlRZBZIrnXzKCqCEPXR8P3yXyUPA5tbih07ghhPOdxg2F+9U3jxvifAeq&#10;K40zYwYe6rbowjXuuFQ6M54mX4U8tN1R0jVCp0P4Zu5DQohjciFh76Uwj36LzIPQnblMBqI1E9k2&#10;YIzUmCEMPlH1GwAo1Jnlfk0UbVR6huCtmdk6ONBrPYOgEtlmpTHLg1n69UDxGTVmuUMNZaGVnuUp&#10;+f0ENJI6syKSaNoRzEJNaAUcUT9NWt8ojj+NdAroFFV2hRKA2qr1LtfCuKHInSq7Qg0jIE6UweZ6&#10;GDtCoamyKxQxrrUpQrGoabDDmlB7quwKVYzDTuldgU3UbzVVFOhE/dgRdENtmpDTJPUOiKdK70qA&#10;okGdwkW9s4mAIGpjpWq7qdF+GNWx5prQuRWK6BEOqAw1V0SnKqJAKup2G01yBVhRPxFYSG2sJ2hF&#10;o7YmiuJnqB6sscvXBMK6tUlMLp8kYgTma+xyTXQDNp267CijZma31SZxAVuErDWVXa4KlJDXepev&#10;iS1ghOqdK6CL1mttrAV20dQTYEhtRRTYRZte0ysVtE8SGYDuonDL9RAhgmqzpEAvQqKAxi1XQ8QI&#10;qnLLVwSymzRuuRa2A8GPVLnlWgDqWH2g5OtK8tiutV2zxC/S5gd5whKz3Urb0Qv8IrVjuQZ26sIq&#10;4Yu0Qeby32EXrEusQC9CmUxFYrn4u1UIY67JH0kgszBU+VMCRRIZ7lZa38rYI3VuFOBFWMjaii/g&#10;i1BGXRlrgV7Udb22vRX4RYNq3JCDbx5sp/cuXwhTgFqsLfki+qjTD1Xk9c3N0oKpK7YAMOoG9VAt&#10;IYyQFqTxy1dDNwY4tdpEoTytWSoD8ISU/uUrAmcIISxV+RWHw9Sp/AptTDttyyyBjDbqfk5XiXkc&#10;a9XgL7CMuh3kXB9vCWa0UftX4Bn1yCrX+BX62Oy0pYYLzzwOmDmafreFPtaAm6vrA+miOT8Yusp4&#10;S31sNP1SSnCScz+qpzVl6yU6ZI9reztlHia6fhw0e31XbFWjav9TbfuM31o7Y5FEONN1g3oBIFdZ&#10;xk+97ewKfQy4d9T1sSv0ESFha9vLrtBHP2ny2xX6mFSzmHLu0zi6iGlWW7/AHpjpzNtdoZAONmp9&#10;wDikco765bOjTOi5i0huVTkWOllvtDkTXgszjgGTrDZogLdlTRtXd+y3GeFu0lYdkn0zupOHhRal&#10;2KIUsXhalGItVJVzsvcA2Y0Pf3YYVotS1MKwWpSiJplWN1GTzO8e5ywEKda2JUZB2Sd/hL0tkXUe&#10;YiAFrMUhh1URyAV9wyGHLRfIz4soJtOZyBMchs2dLONAft4OTIZvID9vqGTXBvLzhspQUfsEiWX3&#10;ndCAAnuyOs85P4LRSf3pVucNVzzQ+AfnDTiYjLGFYshfHRAbDNmLO3KS4QWd3GenmHo7eoFH03K/&#10;QJMzyUnQCt2biBQ+MBacEMiXo1sYdAOQWiJhIZAvEzJMFlnTJkfchblpwINEnQkn+UrAERPCG2YT&#10;MuJHv3bAiOAwi03jVmJypBaDeNb4F1Yf4TWLhPCL2YQSkzp5sFm8fMk1ZnKcGNSrn5LtJPKTb5Qj&#10;nGfcRyS5W4OZGK8FIZK2CuE/ixzhIDM5joxI1NO/sJqGC4054lHRIiS8wqCZ0REPvGhM6MDZEEJU&#10;5OhMCrz5MSF8mFYfBcquHxyMI6ke2MNZZnLEa2hsmkZlNc0QsOQvM+l4JB46lrCDw8xk15FXl7aT&#10;VTp0ZA7KN85FuNQCIfnMTI49c5TrO/Yy4STfyBFetchxAxePJZpBEJPWDvYeHGuRIzxnNkeBfxrh&#10;+7aaTqBXcJ7ZhJwNhAcbGxNspHdDCJz8ZyZHAevDAWnvtvCwBY5woZkM1+Q1RstrB94MPrZAByea&#10;yU/2ZA+IFF62wA9uNJsfX4QIA9LSSQpndUCsNiJprH6LnwDieUCBW0IaIc05px9cB4HOAQzbMmpX&#10;Sk6T1SHfuErgbAvcHITWLSNAOnhd8LZFXZgSEXPElhu8befwEpA3ezLB3XbOMHf0KgsdOEIjf1ug&#10;c3QAozJK19Mpfh/7500SGJGxh50z68jrFkeMeAlremKj4C3aOYnJ8RY4wrPmcBTNwWKxm+Y+wrlm&#10;E/YsxzX2IpOjHMW0SEzCgaINwmrzTjC44CIlGfAmz1EgPHtnCZMbLvKEn83huYmrHe/q9n5OrrjI&#10;E742m+ckYMVrb27AHRd5wt9m8ySw6yBP2ndMKcElFynhc7MpN8yzXznWZAe3XOBJfjebJ4X+UT97&#10;An00+5muI/C9OZQ83/vBuQrBrGOTEn4mm+dabk3e8ddNVKSGRnTGDGEpjc5uT2465pkKQcixIV82&#10;20a5Bo6OYYk5L/30pDTiCh5H5O2vJMZI6dyyOlJioJzSg4CMRL48IrjsmBKIpOYM6RmJFBctZy7B&#10;bcc8PSnJTtdPKf9Y+idf7qcAfZJvzu5nxxZc711aO+wysZ/ePRh2vVCmhHPpn3y5nwROGyQP/5zd&#10;zxWEEyg33q64YoxO901hx3aL+0oBFx637bx7iPGSvaXIgBs+6PeODxoOxhbnfxrnjw3vNM4/HKMt&#10;zv/yf7y+aHH+eQhDi/OPsKAwJ1JESYvzDzJpcf7hfMnTilqc/zLVqsX5kxmczxIq1ZE2kxbnT5BX&#10;szz0EHjcJ5PUWpx/JowW50/I3S3OX3xk+V7T4vyVuHe8Z6TdhB4UlaDjFuevyA+v5LP8Wpw/36j3&#10;Lc5fS1ptcf6MgohQtlqoYXxg3Ys7xQ54i2/re/GC2sTRBbIXF4RNHN/N9/J2axNHV9lenDA2MT8h&#10;71PUjEPOY0w+aIecR4kCsPEV3yHncaZQKIecR4rwpHO4U+I9fDQNjXgBt8peoRbnv5AMF3DcR1CU&#10;GCZK90ZMzNp20eL8Ncm0OH9NMi3OX5NMi/PXJNPi/B3LgIuEIjGgsJlanD8D7abAGs/ND0wsiRyw&#10;I4U2Lc7fClRpcf5m3EmL8/83NYi+xflbC2tocf761Glx/hIXJt8YENfi/Et5tDj/A93qS6G0OH/z&#10;yCaYrWAatjh/fQPuWpx/i/O3l1GL88cMAfaWLaUW5w8prVucfzyicVf6ePVy9wfaeOmH4MSjx51P&#10;zy9/vj080mH+dHh3//CAqwOd6xefkRQ7IIGX/vh8eLi/oV+GPxw/vP/x4Xjx69XD28tV+I9nYkF2&#10;PHx6ugnM7m6vbn7mn1+u7h/iz+H2Rvxuv7ywSxE/XXw63r+9/Ntutft5+/N2fDX2659fjauffnr1&#10;x3c/jq/W77rN9NPw048//tT9nbrWjW/u7m9ubp+odxdfHh+ent/gL99e3r28fHzz+vXz9d3t49Xz&#10;D4/33yuKf3D0tej+0+h+PKKdRPdHhIRvHd2/leTfiNSQofhjgw0o/nNO01eh+ANxJUDAdsg9C8ti&#10;xufPAwen9UCgnmg0vMPmQVB55CCeaQMGZ4Ub0tBSSAtQNQjSs8Ytj97sVjFyqMINCUYzt2lHgJ41&#10;bnlgOXJuA/5mhRtyNjJuQOytc4PyExnSuwISb4UbEq8S2bgN4KC1vhVQ/mCndY4wGhK/QR8rpawm&#10;uq6DvoAdWekeXP4zXT90FFJS7V+hCqN/uS6QG0jwz1V+pTIi+Gatf7k2BmCmKuxKbUyaNgjzJIll&#10;CLjItd4VaP5dN2nSK+H8A/JwlV2pjHUA8qwMtgjz7zbaPC7Q/NE7bbAFnj+Ur8gOaAyzTIypQmgQ&#10;SXZrQrmtjrXURKzkURtroQmtb0WUP1IjA4h8hdsJnL/SN4qISCPAfhLgT2vc8kWhDbSA8sdWpzLL&#10;V4S2vAogf+zC6jhzHWiLgXw22TBXIeCyNsxcBfoenIdvMh5rhRllaqdGR8KLrc2OAsV/q87cAsW/&#10;A9K0wi3flNYAIq7vcQWK/7QhvOxq3/J1MK20RUr4SmmgO1T6ULjlShhi9YOa2AodjAEcvNY5QqlJ&#10;rXJZiwq7Ir6/2wJWv967Asm/QzGNuuQKJP++B8S0wi5XBF7YNHb5Uug3OOQUdoUmtM23gPMfOuB9&#10;K9xyTaCGgzLUXBHDOhTJqSmCsvKTIrSuEU5YIhrJcKl3rYDz1478Ast/BPSYxixXQqz0UJkhBZT/&#10;uOm11VDG+K9DFYoau3w1jBTcrYy0UEIsg1Bjl2sB5pI2VgqvSQIeUDSkrtQCyn/cTdqEI6CHmV1E&#10;tq/0rojwn1aDdjQQskhiN6omNUEsJDKAjGiqAKxSRhcrUNV6l6ti6kMNmtoMJsCeuVnV8ipg/OHo&#10;1jY6ei9O7NYRpLzSuyK6H0B72mql8KDEjuu81NgVR/RatZUKEP+t3rtCFWtM9/o0pqppqXc7daMj&#10;bIRENtHJpLDLVbFTF1mB4A92+arAE8WHG36buKInk3BvQyAN/50S0wilUdRsC4E+PF98IUFg2gWB&#10;nBfnzVXR9y0EGs9r4fntIwuSbhMhHrsI0VJja4GXE8nPi/am+wBxT4h0dsRYC4HWYg1bCLQmGQ7M&#10;2cO8xFZKz89fnugJWNlIWwi0JpkWAq1J5l8gBDrOe7YhjrfXLxfkSLm8eAn/P769PF5evH97+T4+&#10;EydvTXTckF8mPDYSdnYwQWkBzcDYMVxHICFBIGbITHIatMFQpJOHN00v2OGIoDdqXsDCS76xeVxT&#10;42ECSgdkbMVQntPaQS6lF29uPaUvSavyldYZwB6v317rDE89rV3wLgbrm/AubI9dQNmnCRZt3Oak&#10;f/LlfuKZLI5o8oD18KLOlIDctHlyVPFEULk2JQMATh2yPR1K3AhgGtAbu0eJ6xlRTtjqHZ5M2QOw&#10;2qGMY6cXeY8yzrp+57l9CbGU+olqws4MwfN+pMT7vdM6U+K1xNVRbL2jaMOzxk6v/R4lrlkYEWaf&#10;1096oALlGjPabpzx/+Aa8AijYTqkc10munxlwjOO5YC3SqfpOOPgRjiT0AMaRVxR1KOHzgiPBCvc&#10;ASTtBB4xXVRktPKVUfNmiHp9zmCE0AF7hl+CJ5C7ytji6txFRs+RNH28sJKO3mhB6I6FV5gHnyjr&#10;C29n9oxgXHunJgJ8LHF2wwi3+TFUqQcR25GnB+P1wEeBcR7pvJlNbmUStLf4BDHe48f+a2fLgUMm&#10;NOtIeUUFA9E7Z7NZ0VsNCcWWsYBoOhvSip4Swc0jo4qqZ5DxlPf6xqChzpJckUMQjaZsb1nb8hWT&#10;g0rmEZ3cteX38o10OymHYWt/x+i4Do6twH86wN87XorY2KwlseOhwiCzyOBZ4pGKZSlDlG8c6obn&#10;yODsKBs2bUZnxeKlL7QLJ5PZP7LkSBOblMgm/ZJv7B8MpEC3dU5WeKsCHdxRZrsjH6vwpNoCJMTj&#10;MFV6B1IYnq1ICNeV2fTAFnw3OdZhLyjWa+RDWkpOZSjg5rIJ+U2qo5ltcYRVFAbTu2DxvBuQS8zm&#10;yCcRyq46hNxH4BnbgyGsdNIMuc/MpgVCeeuIUZbxygHjZpODHG1muzziwauHwkDtCN+zlcKCIZec&#10;2S6fbQNVhTCVzKfHzgGMjlOBnHcmu3jyjr2zM8RGMQvszrFd4NUXiqt9hNvD7BuLeNw4IuHrLXkD&#10;TX5yaxw3zhruUB+JJum48cxyPi/Jc2g3zTXTxq1T0QBA9bHprXPi9FwYgryMZtNYacwxlUiTXVq+&#10;cbfu2X4Zd84zARyWkSM8kmbTgq0+7uCNsya1lFLAYrLlKMWcyHtpchzZtptWUJHVtKDPTytno4Ej&#10;NIyaPJ02R345nOg+ZDYtLyOd84oBd2NsGl5Rk+PEljS+tmYmimTBDJ96r2m+BpEH1W6aEfenwbkw&#10;reVFZkxeEJmH8o3zEc7Y2EcaviVHKiwUBjM529OG6weIWznER+8P9LpXNi2lg0Bob1EbEc/aWYWS&#10;2w73p70U4OSNg4EX1xz1lqIvSIVrpwDaNj3VOcYQHMLC0T7EaYPgph1Cxp5x+wjnsXC0d7MdOeLj&#10;qG3NVJ5nRccNjv97h+MPqm0B+6cB+3hfOA3YD+uvBey/JTz+FrCP0ALMkRS60wL2bwRtk54Ek1zo&#10;cVcJuaMaP4muBexH+H6czUkmLWCfIKRbwD7C9mRtkVNunh+4wilri95IZzotGJvs30TVAvb39CA1&#10;y6MF7NPyIx9nkkkL2N+3gH26KueJnIQQl2YI3sqULYmeDhNZC9i/Cud9C9hHkMDJfKKCtGmi0LOQ&#10;FhKf70wtYP+NxFXHR60WsC/yaAH7WnQpu8j3KSzJDmDmp8g9/LPxjdghjy/pe4SmnEPeAvY1NbED&#10;YZ9c+7bcW8C+JkiOpWkB+wuce0b53SePiT3FWsC+NsVawD4lyVU8Qi1gf+n7RMS8eCCdmCiCtInO&#10;OD9sfCUuWsffjPLhuJKRg68F7BsIjkCwCVJqAfshx008u/KNAQTAIWoB+6Z8WsC+LZ4Y59QC9k/X&#10;VQvYX4QMdS1g/ySIqqNgPjrKnWDtFrC/mEwtYH+OyCv3nhawz+9WIhb5ssnTAvb1mcMWsxNN3gL2&#10;l3fCeCFsAfuHpWhawL65IbWAfVM8LWDfFE8L2DfF8/sI2EeWRsPVfz788vLD9eHx9eGXX+6vb1/f&#10;HK8+3z99eN2vutXrx6v7J6eIwLvwH8+mrIjAayD5Z/D+4TkENQLkGxB0XlN8+fPH/zj+IQSkv3x5&#10;/+Xi/obS44hfC9M/CdOnDL7TMP2QjfWtw/R7wu/G/XowcPUlc+orcfXVcOkiKkZg9UP6Rh6Nhcfq&#10;FDyz1YBiywgbwf9c8MoDbAAlWUdOxbtvahBwQox0uuCVB4WrGPN5/OWE9O8Y+bPglQecdVoI7Em4&#10;mdavEk5fC147BdNn1M9FzwowfbVugAKlv+SWKwBaqisAgC2zBmYg/SW3XAUajnM9KH/JK1eBpgE8&#10;Rs0dG3pNZrSI0wzSZuwJfj7jmi76RegLiZeGy30Cnq/2K5e+NkZ6nk0NImBfmbF0001k6rwocfPV&#10;fuWyHzRFEiBMalHwhxfyKlDzRw26uQzB53i8Ja9c9irEOuV7p35pQywQ8xGHXZ/4hKGTWDHo8LJX&#10;ueQ7oKYrvPKth0F4l7xyyevVFMrge20TK4Lve7VjBGuWBjlqsicfZaIa1LSAE7R8TWYUQZS4jYBL&#10;r8vsBC1fW5OUmJq4rdWSFmXwPYokBCDkhQ4oFz9x2+w0fQKyYSbrxpXWuQItf7fStp9TtHxNcoSa&#10;knq3Awp+XXKnaPnaHDkJvp+00ZJzMTU7w+UvhEcBUIkO/n91uPlqAI4HY7Uv+eXKAFiVaiPk2hjW&#10;o6ZcQgzL+qfioZ8G4WvLokDNx+6szWQFOH8xXkqdnvuH6A1Fv6fQ+drsK6DzdyhHVJ8u61wdAMBQ&#10;h5urY9dp2j2NxGes+8VoC+j87aAdgQp0/pJdvjY2atmBU+h87YwooPM3OtZ9vjQAKKGpoojEXwP/&#10;v64KAMDNM2CGzl8ONlfFeqWd0ifQ+VJaZcGugM4H1pPSuxI6f0RJnfomWkDnj1ttWZSR+JMU9Vj2&#10;Ll8WozrYbaEKQElovct3qV6t5aVA5y97l6uiR+mlumZPofO1LZ5CtuY9QC3mQ9hUiQygDPmaxTNL&#10;Q+K/elpEodJdDJfsfYKns6NQW2C/FoXaAvs1yTDQ1T5hEdpTjEFw9wmTzSZnQJl9gplzyHEi0nxv&#10;gf2ntSEYWXefYJ1sQbbAfm2+t8B+TTJcvX4Pm+mc9KR/gcB+tfIER5nvE2BkWE3fFLh/HZwic5A/&#10;x8jQRQg7HLI4BdJsJjkJp2EgQOD227BUKWrdh+2P5gRQ+0XF0qR8Yy9TEH7Kg5PfyzfS8RQADr88&#10;9cvv5Rvp6CoRBp3sGPm9fJlO+gestDgF5ffyjXR0OyV+eFw36ajMXaCDoW3xE3Q9D3uWDz96iDf5&#10;MeQtriU2Eh69B1P/Ogf+j96gQefj80c5A53fHi9jVI8uNj8uCmgXgf42HBzjRrq4/OwzAiq/Pf9Y&#10;flRT9xw5A1ZVEjBlnsg3zhfuH/D4HbnE8fpo/LjeQS7dyokujezWHpZ6FLID9xmb9CD44wTw8Pfj&#10;dIIDwpQuUzmomHE/653eR7uux5ZmrcPoUuxRIcyiipuEV9WCqRw06diiB5bJofgO7GeUFx7VzN6T&#10;qwtzx9m5eKU4CJC8ThywRg6Yd04RribmYfFGgTmSIG8Fxuhg6vNuiqFa2ubkXQdlnF63w4o0eXHK&#10;ib1Z0FMqWNlzkB4gaYRmcwx+a4+PrS57o2NAapsIU4r6ZBPB4RMlZfZcqh14UzluN84uDb9QbNI+&#10;NDvOoYVn0JoPHcvCKewA/1Fo1EHmlghKBzu/51syLg9W3+BniiOFAWXS8cwYnL1i5CUypvuwnGvy&#10;jecbPFKh3ckBgqWqPTRFNgBbtfonMLlbeNFMOi5o4kEs4zE6ysXDzt8IyH4fUVB0kFxYJDQScmSZ&#10;XdxyvRBg59vLfktOAOK4Ro0Ma9DwiUVCQss1CdmAh3kigA+iNvlG9e0YTRfY+fb8IkbUR2Dn24Sw&#10;TOKaA3i+RymbNV6zzeGgPBhv6x58PrAw+bzfOrJE4lKcGcMKvlNLmOSbC2Mn55tDyWMHjL4zdkLT&#10;JnkCb98Zu6Cyk6vOaZ2fvIaNy5PzJYad20++oABR3164MD7iIQBQfXsWgzLuVZgg3oi4fAHVz3bG&#10;zvsBgvU9bbLkx7UnJckIB8K+0/pK+rlxljqmEo/dw9iHBzJMEHIxmkPfcS0PYOzbx70Uaxk9jH14&#10;K2PTW8e03nIhlnHrVJfYimVDlWCstQbPZmzaw9jf8kpzMfY38qKwck4eeEFD08DYt/u4YYsPGPv2&#10;tNiwYQuMfYdQgO7hEjXFs+ZdGBj7dh/pjYe2l6lz3h/gXY2EHsb+miJ8iGOPHcFSIb3IREKv6VU0&#10;dyfsqybHiXyf1PTgPC7gaYsJ0+uaHHfyjceeVOhBPQCnaRk19hW7j/KgMjmXVnh4Yx+9Q2+UJyQP&#10;jH9Mr3XO1gdvcGyaKgdYKhx4ucJVah9jVB0haAbVzU2O8BwLoT17+vRg55hhPZsE6KNtC8HLLE07&#10;hLyluBzp/s+jtuXYUUgBTVy3GuPybVYmbEPt/95R+8MSaekAp+kA2GtO0wHCHtHSAQi0v6UDPFyF&#10;6gUzWH8wc/P0iZYOUGD7tnSABL1OV7gU0KXFQrZ0gCQveolK8mrpALz16LlWsGqTuFo6wAkWf0sH&#10;qGDxt3SAaOwtMPnzWNv8cG/pAMBXCxfSQiq4MKadB6aRFpbd0gGWsmvpAPxSlE8oKoI4T6iWDkBb&#10;d0sHIFzgfXyH3MsDqB3V29IBtNhVjoTZp6d7W5DsfWo4/4uMk5YOoE0xOGnpGXmfHMD2FKM8WiJP&#10;jhqHPHqA9ilKyyGPz+ktHWAxgdkRu0+uIluQLR1Am+8tHSCkDwQUoqs3x9vrl4sHiq67eAn/P769&#10;PF5evH97+Z58bhEmimkJMeriM0KJ6G5xcUeuJzjUiGiO9Y8u0G7pcppJxPnEpMnBmLYIIZAvEwqI&#10;fUsHOAEFFl/u5PjEWzqAzCj58syKJ2BLBziZV4hXp6O+pQPgQhOd8i0dAEG2cVI4Ib4c7tDSAS5b&#10;OgA9CLR0gDd82LR0gBlNPIqkpQPMEiktE8Bexd22pQPsD0uc8JYOAPOspQPY9YY45rulA+ilz1o6&#10;gBlf3NIBTPG0dABTPC0dwBRPSwcwxfNfmA7QagJcHw/fZU2A4EVvSQCnSQBwLca4sP+EEwMogw+3&#10;FzFzrZ4FcPF0+PEOZLd/PB4Pn+9ur26e8bgZVl/xD+gPVJnh4v3nfz/cIKbj6tPLIbg5BPAf9SLo&#10;TSN6QkdAawdPCUo8XFzjrylR9hqG+Salv8q/+3h8fvnz7eHxgn6AnwXdDnyvfoWHJeZMCQlddrKS&#10;EvjD8cP7Hx+OF79ekbcm/McbR0H28ET/8unw7v7hIXKMf4POsReHuvnpeP/28m9IxRxXf+p3r96t&#10;t5tX47txerVDSvsrwL/8abdejbvxp3d/pw6mchZ/uX+6vfjy+PD0/AZ/+fby7uXl45vXr5+v724f&#10;r55/eLw/awWRDwkpmFMYe9H7Mwf5eP9ye7x4uH+kdyX6LyqAVPrz001QxsvV/UP8OavGQd2XKhzy&#10;DVLRqnHA2Q1ubeWdrjykTJ6m34TE6GIdYc5+/Mvh+n8/0zwsfvMbV1jXbUIa1NWb0yXWpcxAWWLX&#10;n+ISo1Ugy4pC1njyf0hR61ikWega4TuPMo9mIqQZJaJuHUD/0WTIy8vj4PIAeHCp84LMMl49oR3X&#10;eJUhdQoveCMSL4KvrTFChndGUx0ersYZSZ0NfGMZTZVNHlbardWRFRk3ysCK8hs0KmVwRfkNjdeZ&#10;Eic3lzfEsvTGuiec9JrQCYEs8SLw5tqkysVujTEXvTqtKDV4brGcow1++MvTxe8CfvirIR5pnlJI&#10;R5jUtHnO8Rr8SE8E5A3GFGPDYyYpX60Dr0DqADIIYThlVUyc2O45NLT5cN+kR/KNg5AhxC3cafFs&#10;bkDdEFOr+krNcnMaFWFkApbOf5s07WApiRgLs+t3YTQeD5/YNvwn2InhGtHsxFM7ESfrqZ0YEnEL&#10;a/Db2YlDRO+e7cQOoBXhLtYnLLevMhS7Tay1wVe73AYsTEUiu7voVxHSKSfLTUWs9JBeWuFWmi4o&#10;oVHnllsu3RTLTVW45eYidjWqelTrW2G7UE0J1E+ocCvMF6BPKNxy6wUwU9pIC/MFqDcKt8J4xL1V&#10;Y1cakOOo6aEwICmgURksxbHM5tUQcqZqsiuMSACFhQovFeGVhmSPkkt1XRSG5C5WP6qxK5QB1D+N&#10;Xa6NnTrtSmMSsG0KO0JmSVLZxnJild4R2mciI5w1jV2+Kjaq7Ipybrs1lWCrqaLM3+5CCZVa5/JV&#10;sd2ofctXBZeLqXHLFbEBAIPSt1wP005bYkVNt/VWWxRFUTcuFlPpW1HVbUIto3rfijzuqdNWBMXr&#10;JqWOO22kBIwzk0G89c2EIJASGRDjtL7lWhjHSeOWa6EP5ZNqM4RCslKjQIvWuBV7k8qN3vtmbrE+&#10;UUULRX03dd0X9d1gEipdAwre3Kam0KK6myayorYbAioUBRS13VSJFaXd+p5uyTX5U8rJLLFQlKgm&#10;sFz8w0T1nGrMisJusYRghRnFPs9NbrSeFWXdOv1AzcU/qcokFKnUKGwHRZmEbZjINticlYHma6Dv&#10;tROGosETty2qICncch30sYBdTW65EnahnltNCZQQkBoFkpoy0qKcGw4Eza4p8rd1S4Tw8lOrOMQ1&#10;yRXV3ACYp/Uu10OHWF9FdEUxtwk7YH1rI7y4uXfDRpvAlKqT6NbqDC6KuXXjRlv1Rfb2Bq3We1cU&#10;c+umtTZYgjxNvduiVYVdoYr1pPYuXxI7iFhhV6hiE94Ba/OOAN1S72B2aROvSN/utjAK6qsCD80Z&#10;vy4CKVWWRVHODdDNmvQo7HXuX6/acUU9N/h8NfEV9dwAEqyNtyjoRvXMlfEWGdy4QWhbFDJL5nH0&#10;K9X2IszOebxTLHRYkV9R0g2K1SwcwjOc+W1US5OgKzO6PrcN2yvo7+UVVK2Lw0iS+wRiaydPtqxr&#10;LXmS4S73qVCCLciWda0JsmVda5IhUxLOA8L6ia/q9hRjjPl98gQ75LA/AndxYjjkOM8CuTzxO+Q4&#10;rgL5ebgXnAqyhy12zlAZfX6fqiHYneFiDPsE3OuQ81BhKp3VGR4qLKFzyP/7ZV1/tcstvK2Szy0Y&#10;tjWfW6TAhOo2ycekOd1AG6c2aGVui/9IvtEJRo/YYZqGH6LyhEK+TLkmu5Tad+HsqX5ApIRJafPk&#10;ql+oWiVTR1qVL7c+MQI8sskdnpOUYnFzw/FIzv1MtoC0Kl9ufWRsd7wN2/DT3Tjx2Cdv7IQIHqSE&#10;Z3NbSgOXPnHre3QD45LDepeVKyORL48Ij/DcuoNW36WCLyNUYGqzp5sVzZAxbcDSqny5dbzZM6VT&#10;faXrZYaMTv29rmPI+m5w6hhEyALqJ57w7RF19A4aKBMiioxEvjyiDhMjUiZ4HqGQL1PCHxAp8eBv&#10;t75iw4CeHxxKel2nfvZOLSB4D5gQZrClzJ2UiumckgI7en6kprGGbY6iSa8CDBVUiRydUopbBjZB&#10;hRVbPvBKRI5U3sUaNVW2CE2vnOCBDS9JkqfFEA6MwBAeCpuOngchxV0ypmXWyDfOng0jZOxWDj/y&#10;fYEffBlmu2uCKCM6SMgaBwH5Bzr4wEw6rvIAr4dNx5eHTYyqVKMv4BUN7W6c1Q/3SaCDf8RsVyo8&#10;eKcI7ck03jWOCGu8KaHDqYY18e1ncopwyZFEEbFmuwyTBp+LSYeqJWEcdCxZ/EZ61MF4R+fcGKWq&#10;lzPv6QQgfpTRYbbL835w6ujBzRP4wY9j8+NjDeU3bTo+fPsYsK3OPziEQrud165sbk6dwlHMLa9d&#10;LtTiHBEjV4Bztl6px3Fm1JF9MsQrGcZr6TVKzZl0UaXwM5mseCeDZWWT8anqlUmNPYM/yuRG3lRM&#10;3x63MnOYcdcZoFWLjM9x+K1MMq7tNDhAGXxTHJ2jgm9ZY7rDyUki33iisEGA+j1m33DGBol4Gxj8&#10;ZJHOmbmwvQLdOobpqAtQCiuuY9i3Tkc+DGgMLjN7HGwlbuAas1TWc5nDjaMM+N5Cu3Cu2fzIaYr+&#10;bdOFXdQg36iOng+eXQpSkt/Ll+l4HHDDme1SeWFqd+ccjAMbFqgbZk9SKo1EDMljZ7fMExClu509&#10;W0xnsrYtnaQbE7x7NqH0sXeua6PcaXunhCAchXHUnimO0lGRcHDuVShQzoROiUU4FZnQmToI5oqE&#10;cAWZ4oFHjgmdUcMByYTOPriRTXpyNvMNRT7Q7JkcXcNZyYR41LMmxRZyjhwdU2jL4DsU9GZz5A0W&#10;Tw327r+TiettTju5bHtFSeEEjYOBl9PsY0dF5sKwN84yRDFcFvnG2QLIZRp5widqt96JvrfOIdTB&#10;Oc08I462voHDwcqUzt0BbwK8GHfOGut6Lgbb7Rz7soM7NrYOf6s99oFtA9To9CjlfrpzqsSR8za0&#10;Tt5Zu/VkCK+cgnLdyMXsUFbC3n/J1cutO7dUhAYIJTZOa1XioYwtKI571fUOxzC37pwTtRdQORTl&#10;Gw9HUPKs23iVln/DS6m8xszvr9Jqi8n/zkun4VUCs7XF5J/G5GPXOY3JD5bVt47JDyCx4diPN6U5&#10;Kn+kvZwypBFIwjvKV0XlAxyLYgjBNmykebg9tq45LATFHEMYTDyVcjKcQomM2CjcYJ4kMjx9atxw&#10;qsxkE4U41boGPSQqjRN2yYymzge7XqIZOFNgOcI8jsaQFxSTmPU4bhR50QUj0RkCI5Mh0Vn8CgUY&#10;6sw1YPHLVTCiJrSigyIaH7NR00MRjW+NN1eG1b8z1VHG45czDqdrSmu+uosAAjmyM7y9tdzHeETv&#10;5Si3fcLROtvL7dAmjsbUXu4hNnE8//dyp7OJ2dUsd0+bmC+/+2TPOuQ8xvTI7ZDzKFMSpEPO40wv&#10;FA45jxR6j5ZWIIem8eUM9n8EsDtsP9HTjJ2h5mmmLSHawphk3LbmaY7caGefacUqki/bZOwZEI7y&#10;W/lGqjgjsXVxu/Jb+Uaq1ENaVjYlnQN0T/IpZdQ+JfYQsZft0STp+Dyl9Yocm3X5vVuXYU9s1uWp&#10;dYn97tS6TCWMr//Xr38Frg7tP1+NDJKe0ibDupRz6yutSyQR1k2v3LqJpgNSrbBxq6albtkUhk2w&#10;upascqNGM1FzqxL7SoxLX7LKDUu8BSjjK62ZIQbNL5kVxoxuPee25YBkGIrAXzI7MS2R+6bIPhe+&#10;5GVW2JWWpa7KXAGaLoskTxxIlEgS9vsTnRdmpTrQXAeGSU5extmG1qRW6GClDzNXQj7MZk3WzeVm&#10;Tb7Q3YL2NCn/klmTWG91a5LSGGGBiamkmpJiAtkv39Gco+3MNPywkbGNFvcB9f0x2WjYhkyOCECL&#10;BrwXNQanfDliMV7lm4xYLEAyne1mzxOL2mizHr936zE4jpv1eGo94qg7tR7DXe9bv03uxEtTQQyB&#10;lRXeJrHzxzv4V1mP3TByBmZQeW4ZFgaMlkCYmy9A0eB8yQWv3HpB9G6wEpbgI7kB2Q0d5+QvmOU2&#10;JIKlFGa5+QJXGieGLpjl1gsivhRmufkCDx5n6C6Y5dYLwtYUZoUJieAUTWjF6ySi7zR2hQ6ARQir&#10;L0Tbn1p9uRIQRKixK7SAOF+NXa4GxEJq7Ao9rCSjdiG6wowEornGrtDEStAzluxyVSAyVWFXAIXs&#10;Rs5ZX3AjZ2SycXc7lVuuia3ghCy55YqgQGGtc7kmtrF8MfkGT/SKsMy5cxTyrLHLNbERjIQlu3xF&#10;BCSbeioyvNdzs+tRW18U1JhEh2gaTbHkwU50k2ToL3oHy2kmo7B6ZbCIVZjpRmTe19dEARZCOQIa&#10;u1wVg6pZCrRJg6CEB41drop+q210FKKRsQNdXRX0NjrTqVsdwtoyMqSiKOwKwBBM9rroCryQbq12&#10;rkAM0WZJgRdCGUJa13I99OocLkBDjHTwAjVkCF662s5JnvskXyNbnbzxiW5EkrwiuUIPejI9hUQl&#10;dghzUNgV0CFGrj/dPhK79Vo7JihVKZEZUAQUJZ3oEo7DYsEW4CGdjpRAUTGJHSIStcHmqqBoKGWi&#10;UNxqYrcTaJNl7wpV6CgTcDrM7LoV9om6aksAER0EowAQwdu9ZgJQQF4aBuJTtf2pQBDp+kFbtFT3&#10;dOZ3JoQITDGVX6EOA+EkVweSbTQDqgQR0QFYKBxuHsc4aQd3gSKiw8NQiNvMDnHHinopADDR6dg1&#10;lJCQyLpJncwU25bodBOqBBEhy60++QoQER31p8QQoTdYhV2+NhCyraw0isdMg0AipqaKAkJEh0ui&#10;iLuZ3QaIcfXelQgivdq7QhUbdYsvAEQQcKwNNt+l6KjQepevCw1FSAEPWWxSBXhIzqw9iv5eHkUb&#10;csjlnmNc9+nx1I5VoBsAXjL3MPHjO4lDjo0ikJ8XH9KQQzR8DA5J3ackEFvuHPe/hxV7jpr4CX2f&#10;0pYc7qxVWKFnccf2TpMgJeI43GHVBHIJ+LDJyYgk8pR/6JDzBE5pgw45DzXFSzvkPNSUtuKQ81BT&#10;FIxNzukKDTnkAzmZgnfq8Ew1efacUbCH/XLOjCQANJozsE/OImetpoxDW01kgQTuxQT+6niucIe2&#10;kUMGTn+XhjUPHN6nowTktVscVvLlSC48Y4eheDkqAz1uYMhOTiyesqMk3ZRBPmbwqM0Kko7JVzqI&#10;7E5quHNb5swHL72XHsgDRy9fGF2LY/ESkPFKDpMffeydBEN6Tg+EXoo0Xo8jRy/nGoTM0Unipsf3&#10;0LSXFR5gJ2gwXpo5bstRjqODKkEv9aFpLxG+689NTCUgC+ojQI/t2UMVhojQy/3H8y8eSInQQZVA&#10;ElQctYdO0EE1gaMHd9AhqTISetlKK84e9AAZkPwVBU4FTuPuJ4tKvry4VmwWeJARQESJAvcwKJAA&#10;HuXogVrseCV4IBni0fNAN+CDCEKEk8Ec8k5AADxUkC2vaeTG2kKEvyK07COX0IMjphgS7sRmE3XI&#10;N6ply3nInYuuggzNyNEBDdhINqCHAEOQnoEjIOdNOcIPwoR45LXm2BoKiRwxKU1C8d16WDrwmUSO&#10;cIrYHBNAQ7KpRdDyjQInfKfQRy8cBP4VJnTy2yZRoQd1JKAe2FZs8cAXE5v2AJlGSVD1MJ5GSTtF&#10;dQZTjvDbxKY9JKqBF6ELboWHUeboTFz4eJjQgeDqGXzERfWSw8hNHZZoc1ROcuAUGOvBhzOTSeEh&#10;pMmSgXPIVIyknXsobuT8o42HAOKsJcjrygWa4yNQgJvVeKyOtYdz3d7x4JEKPSSXk9nDPiWtOomw&#10;Q8pZdbIK4L3iplNgiGwO8o2bRFoFXgbwyPalm1QMT1fUi5enPPJ9w019nqhGBmnay6aW5F9ye5kC&#10;nxh0CAFz9oGwZmuw89LI4UGLffQy0zeSku8lu+N1OnL08ucTEIGXkp+ACLwk/60k5HuwAYQVEjTj&#10;AxHwZutBG+xk1AQqYa1qePFi03DTmYQAIoh2IxAd7PWa7MHOA4kgn19sHU49p3XBihu9DRdXD+bp&#10;oGOQhzBSwgVotw6PLVM6GB64pUR7PdwPLcGTPzHy9JBGOrpihunR4/S2eQo0ooeHQt7HyNODWMFb&#10;AW9EHmoLQCl5g/GAYMhXGVv3sGU65HEypWPPdSPvMR4ADvCl+DbgGH5AtIhbhwfR040MEuhh/nQE&#10;vkSa9ECEsMb4fujcWDoxOj2YI3KYhqbdGyddm6mP3qYFYyr20TWB6H5NHOE9tafv+kzwvADYEjh6&#10;YFYUPU6EHjgWVkGcux7YFmJy4sLxwLvIaRua9sDAug1jgnjgYrDQYh89sDKE+kQVeuBnIJTj1tlY&#10;BI7SBWdLxy1OC3OrEoAgD9Vmxu3w+EXhyNun2Gfy5UeNjaCYegNmM9YxiuOjLCaY06w8uJ6StaD9&#10;7z1oP1w5WtD+adA+9o2ToP14BfjWQft4AI07eLAPMzgR7HAUsR/Mk7jRfF3IfijLR+V4wUwL2KfS&#10;bCgBDoso2Is5GTqZAmwouqbCCedvIul1TtjGEpnCCSdQIgm90XqFEygRxrpylX7hFE9EJjfoPBGq&#10;3GDYJSJjlGW4vip8GH+Jmyp7eslLVGrHiqKeVs9yBejcch3oPcsV0KmjzDWg88rFr/PK5U+9z+Zr&#10;i2z6vUQ2fbWzGTPnMlSGD3tdLd0TMzBa1nHLRIuat5lt0UQnFpl8o2UWqdLeqj4bhp7xxm/f2oUS&#10;a902HXkkNtW53ITO5ibSO4+KeJbGdLMbv3e7MXhNmt14ajdi04h243/eXr9cPX14uL2IkVt1w/Hi&#10;6fDjHchu/3g8Hj7f3V7dPMPmC4uh+Af0h2fAjFy8//zvh5vbt5dXn14OIURIrMLDL79QqNDE751h&#10;Qc3mZID3J3syve/Jv/t4fH758+3h8YJ+eHtJSEyB79WvEX0LG5WQ0Db5fHi4v3l3//AQ/nD88P7H&#10;h+PFr1cPiFgK//E6Lsgenoj46UD/TJY5/c3tlxfOwsdPF5+O928v/7ZDCMbqT/3u1bv1dvNqfDdO&#10;rwBPun216nZ/2q1X42786d3fqYPd+Obu/ubm9ukv90+3F18eH56e3+Av317evbx8fPP69fP13e3j&#10;1fMPj/fXx8Pz4ZeXH64Pj68hpfvr29c3x6vP908fXlNazuvHq/tvsNge719ujxcP9494/UqSuHpD&#10;Kv356SYY3S9X9w/x59dl9//wb5AyZCDfIJXXovOI9/jy5f2Xi/sb0jDJmH75/nDzfzEljgfoDcfL&#10;r7dH/HB3OP6/y4vPx6uPby+f/8+nq+Pt5cXD/3zCtNrBzQqyl/CHcQqPKMf8N+/z31w9XYPV28uX&#10;SwCu0Y8/vuBP+PefPh7vP9yhpQiT8HT4I6biL/cvpNm5V/yHz88fY1/xAysJNOcp6fPheBM1RD99&#10;PB6ub5+fobW/3l19vMUUoMaAvgMJkFgo0Pf0xhaeaJjsr98KpAftYB2dri9adtX1df0pri+a8LKm&#10;6GLFM//DDfd6D74nRj7WctgK8ntYfmGIRj4fnjlRfl/AFMd1rcYqv6+BCSzpCqv8skBMFF75bUHl&#10;lV8WDF6nt4VKr/Krgj7A/KqgDK+4ptFttCYoeqJPqlGFXtzS9E4V1zStV7nU1V7lMtcY5SJXGeUC&#10;14eXy5xUrMgqF3rBDFtcmvUN2hGnKsf20hTEhtKgHWcwnrAI6XpGS582zvnqFS9T9PckNEwwNjhm&#10;ivLahYV4co2T38s3coxNgiXvNur9LBFKy8JHvpGftGtTnY5CeMj3t/P6Fu0tpSv9adeyb2ApHg+f&#10;2CD8JxiHCZewGYe5cYhN4NQ4DI8r/xzjEO7JYPDTteYalzIyu4NxmKKs5Pb1D1mH0bjgjSq3+3I7&#10;ZUS9gmDSLRFzcvMQXHCSV3iV1qHKK7dUVF5LS2XZqVNLpdKl3E6JBs+STW6lKCPLLRRDSoVpqIvc&#10;kHmzeH7LezSkhbwjvhb9Q4DQZBQEowHTomY1yJlMSnfMBpp9Ia5iJpUzUL6lJXLOuXsOTdY3aUi+&#10;pTFQIWyn8/d+OofwCDpz/lVOZ7zofHjz+QMecWgzw6PS3f31T1cvV/mfw1PPm9v+cHd4uLk9/uH/&#10;CwAAAP//AwBQSwMEFAAGAAgAAAAhAN/OkDDiAAAADQEAAA8AAABkcnMvZG93bnJldi54bWxMj81O&#10;wzAQhO9IvIO1SNyo82coIU5VVcCpQqJFQr258TaJGttR7Cbp27Oc4Lgzn2ZnitVsOjbi4FtnJcSL&#10;CBjayunW1hK+9m8PS2A+KKtV5yxKuKKHVXl7U6hcu8l+4rgLNaMQ63MloQmhzzn3VYNG+YXr0ZJ3&#10;coNRgc6h5npQE4WbjidR9MiNai19aFSPmwar8+5iJLxPalqn8eu4PZ8218NefHxvY5Ty/m5evwAL&#10;OIc/GH7rU3UoqdPRXaz2rJOQpc8JoWRkqXgCRohIMlpzJEmIOANeFvz/ivIHAAD//wMAUEsBAi0A&#10;FAAGAAgAAAAhALaDOJL+AAAA4QEAABMAAAAAAAAAAAAAAAAAAAAAAFtDb250ZW50X1R5cGVzXS54&#10;bWxQSwECLQAUAAYACAAAACEAOP0h/9YAAACUAQAACwAAAAAAAAAAAAAAAAAvAQAAX3JlbHMvLnJl&#10;bHNQSwECLQAUAAYACAAAACEAaOaCMSR4AAASWQQADgAAAAAAAAAAAAAAAAAuAgAAZHJzL2Uyb0Rv&#10;Yy54bWxQSwECLQAUAAYACAAAACEA386QMOIAAAANAQAADwAAAAAAAAAAAAAAAAB+egAAZHJzL2Rv&#10;d25yZXYueG1sUEsFBgAAAAAEAAQA8wAAAI1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64504" w:rsidRDefault="00064504" w:rsidP="000645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64504" w:rsidRPr="00DE6ED3" w:rsidRDefault="00064504" w:rsidP="0006450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064504" w:rsidRPr="00DE6ED3" w:rsidRDefault="00064504" w:rsidP="0006450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64504" w:rsidRPr="00DE6ED3" w:rsidRDefault="00064504" w:rsidP="000645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ІХ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</w:p>
    <w:p w:rsidR="00064504" w:rsidRPr="00DE6ED3" w:rsidRDefault="00064504" w:rsidP="0006450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4504" w:rsidRPr="00DE6ED3" w:rsidRDefault="00064504" w:rsidP="0006450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4504" w:rsidRPr="00583DD8" w:rsidRDefault="00064504" w:rsidP="00064504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 xml:space="preserve">.03.2021р.                         Крупець                                        </w:t>
      </w:r>
      <w:r>
        <w:rPr>
          <w:rFonts w:ascii="Times New Roman" w:eastAsia="Calibri" w:hAnsi="Times New Roman" w:cs="Times New Roman"/>
          <w:sz w:val="24"/>
        </w:rPr>
        <w:t>№_____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4504" w:rsidRPr="007774C9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064504" w:rsidRPr="00E45DF9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Чулія А.В.</w:t>
      </w:r>
    </w:p>
    <w:p w:rsidR="00064504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64504" w:rsidRPr="007909B8" w:rsidRDefault="00064504" w:rsidP="000645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Чулія А.В.,  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сільська  рада </w:t>
      </w:r>
    </w:p>
    <w:p w:rsidR="00064504" w:rsidRPr="007909B8" w:rsidRDefault="00064504" w:rsidP="000645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064504" w:rsidRPr="007909B8" w:rsidRDefault="00064504" w:rsidP="000645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64504" w:rsidRPr="00942C3B" w:rsidRDefault="00064504" w:rsidP="000645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r>
        <w:rPr>
          <w:rFonts w:ascii="Times New Roman" w:eastAsia="Calibri" w:hAnsi="Times New Roman" w:cs="Times New Roman"/>
          <w:sz w:val="24"/>
        </w:rPr>
        <w:t>Чулію Андрію Володимировичу</w:t>
      </w:r>
      <w:r w:rsidRPr="00AF1741">
        <w:rPr>
          <w:rFonts w:ascii="Times New Roman" w:eastAsia="Calibri" w:hAnsi="Times New Roman" w:cs="Times New Roman"/>
          <w:sz w:val="24"/>
        </w:rPr>
        <w:t>, який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_____________,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місцевості), та передати  у приватну власність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0,3395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га,  кадастр</w:t>
      </w:r>
      <w:r>
        <w:rPr>
          <w:rFonts w:ascii="Times New Roman" w:eastAsia="Arial Unicode MS" w:hAnsi="Times New Roman" w:cs="Times New Roman"/>
          <w:sz w:val="24"/>
          <w:szCs w:val="24"/>
        </w:rPr>
        <w:t>овий номер: 6823984000:03:012:0189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942C3B">
        <w:rPr>
          <w:rFonts w:ascii="Times New Roman" w:eastAsia="Calibri" w:hAnsi="Times New Roman" w:cs="Times New Roman"/>
          <w:sz w:val="24"/>
          <w:szCs w:val="24"/>
        </w:rPr>
        <w:t>ля ведення товарного сільськогосподарського виробництва,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яка розташована Хмельницька область Славутський  (Шепетівський)  район, за межами населеного пункту с.Крупець.</w:t>
      </w:r>
    </w:p>
    <w:p w:rsidR="00064504" w:rsidRPr="007909B8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Pr="008D4300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Чулію А.В.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посвідчити своє право  в  установленому  законом  порядку.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064504" w:rsidRPr="00DE6ED3" w:rsidRDefault="00064504" w:rsidP="000645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4504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064504" w:rsidRPr="00DE6ED3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A5743" w:rsidRPr="00064504" w:rsidRDefault="00064504" w:rsidP="000645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A5743" w:rsidRPr="000645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04"/>
    <w:rsid w:val="00064504"/>
    <w:rsid w:val="00171A2E"/>
    <w:rsid w:val="00304C90"/>
    <w:rsid w:val="00505B6D"/>
    <w:rsid w:val="006D3977"/>
    <w:rsid w:val="007D6C18"/>
    <w:rsid w:val="009A574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2021-03-22T07:28:00Z</dcterms:created>
  <dcterms:modified xsi:type="dcterms:W3CDTF">2021-03-22T07:28:00Z</dcterms:modified>
</cp:coreProperties>
</file>