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AD0" w:rsidRPr="00DD2275" w:rsidRDefault="00951AD0" w:rsidP="00951AD0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DD2275">
        <w:rPr>
          <w:rFonts w:ascii="Times New Roman" w:eastAsia="Arial Unicode MS" w:hAnsi="Times New Roman" w:cs="Times New Roman"/>
          <w:color w:val="FF0000"/>
          <w:sz w:val="24"/>
          <w:szCs w:val="24"/>
        </w:rPr>
        <w:t xml:space="preserve">  ПРОЕКТ</w:t>
      </w:r>
    </w:p>
    <w:p w:rsidR="00951AD0" w:rsidRPr="00DD2275" w:rsidRDefault="00951AD0" w:rsidP="00951A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51AD0" w:rsidRPr="00DD2275" w:rsidRDefault="00951AD0" w:rsidP="00951A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DD2275">
        <w:rPr>
          <w:rFonts w:ascii="Calibri" w:eastAsia="SimSun" w:hAnsi="Calibri" w:cs="Times New Roman"/>
          <w:noProof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32323BC" wp14:editId="061EB25A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1822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18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1AD0" w:rsidRDefault="00951AD0" w:rsidP="00951A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1AD0" w:rsidRDefault="00951AD0" w:rsidP="00951A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1AD0" w:rsidRDefault="00951AD0" w:rsidP="00951A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1AD0" w:rsidRDefault="00951AD0" w:rsidP="00951A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1AD0" w:rsidRDefault="00951AD0" w:rsidP="00951A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1AD0" w:rsidRDefault="00951AD0" w:rsidP="00951A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1AD0" w:rsidRDefault="00951AD0" w:rsidP="00951A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1AD0" w:rsidRDefault="00951AD0" w:rsidP="00951A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1AD0" w:rsidRDefault="00951AD0" w:rsidP="00951A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1AD0" w:rsidRDefault="00951AD0" w:rsidP="00951A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1AD0" w:rsidRDefault="00951AD0" w:rsidP="00951A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1AD0" w:rsidRDefault="00951AD0" w:rsidP="00951A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1AD0" w:rsidRDefault="00951AD0" w:rsidP="00951A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1AD0" w:rsidRDefault="00951AD0" w:rsidP="00951A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1AD0" w:rsidRDefault="00951AD0" w:rsidP="00951A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1AD0" w:rsidRDefault="00951AD0" w:rsidP="00951A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1AD0" w:rsidRDefault="00951AD0" w:rsidP="00951A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1AD0" w:rsidRDefault="00951AD0" w:rsidP="00951A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1AD0" w:rsidRDefault="00951AD0" w:rsidP="00951A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1AD0" w:rsidRDefault="00951AD0" w:rsidP="00951A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1AD0" w:rsidRDefault="00951AD0" w:rsidP="00951A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1AD0" w:rsidRDefault="00951AD0" w:rsidP="00951A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1AD0" w:rsidRDefault="00951AD0" w:rsidP="00951A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1AD0" w:rsidRDefault="00951AD0" w:rsidP="00951A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1AD0" w:rsidRDefault="00951AD0" w:rsidP="00951A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1AD0" w:rsidRDefault="00951AD0" w:rsidP="00951A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1AD0" w:rsidRDefault="00951AD0" w:rsidP="00951A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1AD0" w:rsidRDefault="00951AD0" w:rsidP="00951A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1AD0" w:rsidRDefault="00951AD0" w:rsidP="00951A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1AD0" w:rsidRDefault="00951AD0" w:rsidP="00951A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sMicIA&#10;AADeAAAADwAAAGRycy9kb3ducmV2LnhtbERPS4vCMBC+L/gfwgje1tQWdks1FREVD4LorvehmT6w&#10;mZQmav33ZkHY23x8z1ksB9OKO/WusaxgNo1AEBdWN1wp+P3ZfqYgnEfW2FomBU9ysMxHHwvMtH3w&#10;ie5nX4kQwi5DBbX3XSalK2oy6Ka2Iw5caXuDPsC+krrHRwg3rYyj6EsabDg01NjRuqbier4ZBTbZ&#10;7Q+XKj4lG/72vDqm5WU4KDUZD6s5CE+D/xe/3Xsd5s/SOIG/d8INM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uwyJ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51AD0" w:rsidRDefault="00951AD0" w:rsidP="00951A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YmXscA&#10;AADeAAAADwAAAGRycy9kb3ducmV2LnhtbERPS2sCMRC+F/ofwgi9SM0qYnVrlCJsrT0UfIDXYTPd&#10;rN1MliTVrb++KQi9zcf3nPmys404kw+1YwXDQQaCuHS65krBYV88TkGEiKyxcUwKfijAcnF/N8dc&#10;uwtv6byLlUghHHJUYGJscylDachiGLiWOHGfzluMCfpKao+XFG4bOcqyibRYc2ow2NLKUPm1+7YK&#10;TsWHOa6erq++P9vStV+8r5vNRKmHXvfyDCJSF//FN/ebTvOH09EY/t5JN8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iWJl7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51AD0" w:rsidRDefault="00951AD0" w:rsidP="00951A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knxMUA&#10;AADeAAAADwAAAGRycy9kb3ducmV2LnhtbESP3YrCMBCF74V9hzDC3sg2VVGkaxRZdBFvxJ8HGJpp&#10;U2wmpYm2+/YbQfBuhnPmfGeW697W4kGtrxwrGCcpCOLc6YpLBdfL7msBwgdkjbVjUvBHHtarj8ES&#10;M+06PtHjHEoRQ9hnqMCE0GRS+tyQRZ+4hjhqhWsthri2pdQtdjHc1nKSpnNpseJIMNjQj6H8dr7b&#10;CDlO8Xgousvut8cOtwfDo81Jqc9hv/kGEagPb/Preq9j/fFiMoPnO3EG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ySfE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51AD0" w:rsidRDefault="00951AD0" w:rsidP="00951A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+sicQA&#10;AADeAAAADwAAAGRycy9kb3ducmV2LnhtbERPTUvDQBC9C/6HZQRvdtOgscRuS2kriODBKoi3ITtN&#10;gtnZZXfaxH/vCoK3ebzPWa4nN6gzxdR7NjCfFaCIG297bg28vz3eLEAlQbY4eCYD35Rgvbq8WGJt&#10;/civdD5Iq3IIpxoNdCKh1jo1HTlMMx+IM3f00aFkGFttI4453A26LIpKO+w5N3QYaNtR83U4OQMv&#10;4z4831d3x/AZb0uddlY+tmLM9dW0eQAlNMm/+M/9ZPP8+aKs4PedfINe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frIn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51AD0" w:rsidRDefault="00951AD0" w:rsidP="00951A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ccKMUA&#10;AADeAAAADwAAAGRycy9kb3ducmV2LnhtbESP3YrCMBCF74V9hzDC3sg2VUGlaxRZdBFvxJ8HGJpp&#10;U2wmpYm2+/YbQfBuhnPmfGeW697W4kGtrxwrGCcpCOLc6YpLBdfL7msBwgdkjbVjUvBHHtarj8ES&#10;M+06PtHjHEoRQ9hnqMCE0GRS+tyQRZ+4hjhqhWsthri2pdQtdjHc1nKSpjNpseJIMNjQj6H8dr7b&#10;CDlO8Xgousvut8cOtwfDo81Jqc9hv/kGEagPb/Preq9j/fFiMofnO3EG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Vxwo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51AD0" w:rsidRDefault="00951AD0" w:rsidP="00951A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ydYMcA&#10;AADeAAAADwAAAGRycy9kb3ducmV2LnhtbESPT0vDQBDF70K/wzKCN7tp0Lak3ZZSFUTw0FaQ3obs&#10;NAlm/7A7NvHbOwfB2wzvzXu/WW9H16srpdwFb2A2LUCRr4PtfGPg4/RyvwSVGb3FPngy8EMZtpvJ&#10;zRorGwZ/oOuRGyUhPldooGWOlda5bslhnoZIXrRLSA5Z1tRom3CQcNfrsijm2mHnpaHFSPuW6q/j&#10;tzPwPjzHt8X88RLP6aHU+cny556NubsddytQTCP/m/+uX63gz5al8Mo7MoPe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JMnWD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51AD0" w:rsidRDefault="00951AD0" w:rsidP="00951A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UlEsUA&#10;AADeAAAADwAAAGRycy9kb3ducmV2LnhtbERP32vCMBB+H/g/hBP2IjPVMXGdUVQIEybI3GCvR3O2&#10;Zc2lJJmt/70RhL3dx/fzFqveNuJMPtSOFUzGGQjiwpmaSwXfX/ppDiJEZIONY1JwoQCr5eBhgblx&#10;HX/S+RhLkUI45KigirHNpQxFRRbD2LXEiTs5bzEm6EtpPHYp3DZymmUzabHm1FBhS9uKit/jn1Ww&#10;OXTlsx8Vm959nN5/XrQ2eq+Vehz26zcQkfr4L767dybNn8ynr3B7J90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BSUS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51AD0" w:rsidRDefault="00951AD0" w:rsidP="00951A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ZQrcYA&#10;AADeAAAADwAAAGRycy9kb3ducmV2LnhtbESPQWvDMAyF74P9B6PBbqvTbishrVtKS2CMXdbuB4hY&#10;i9PGcrDdNPv302Gwm4Se3nvfejv5Xo0UUxfYwHxWgCJugu24NfB1qp9KUCkjW+wDk4EfSrDd3N+t&#10;sbLhxp80HnOrxIRThQZczkOldWoceUyzMBDL7TtEj1nW2Gob8SbmvteLolhqjx1LgsOB9o6ay/Hq&#10;DdTvi4/xcrWxDrvpxdOrO5cHZ8zjw7Rbgco05X/x3/eblfrz8lkABE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NZQrc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51AD0" w:rsidRDefault="00951AD0" w:rsidP="00951A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q/ycQA&#10;AADeAAAADwAAAGRycy9kb3ducmV2LnhtbERP32vCMBB+H/g/hBN8GTOtMpHOKDoIDhyM6WCvR3O2&#10;xeZSkszW/34RBnu7j+/nrTaDbcWVfGgcK8inGQji0pmGKwVfJ/20BBEissHWMSm4UYDNevSwwsK4&#10;nj/peoyVSCEcClRQx9gVUoayJoth6jrixJ2dtxgT9JU0HvsUbls5y7KFtNhwaqixo9eaysvxxyrY&#10;ffTV3D+Wu8EdzvvvZ62NftdKTcbD9gVEpCH+i//cbybNz5fzHO7vpBv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qv8n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51AD0" w:rsidRDefault="00951AD0" w:rsidP="00951A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hrQcMA&#10;AADeAAAADwAAAGRycy9kb3ducmV2LnhtbERP3WrCMBS+H+wdwhF2N1PrNkpnFJkUZHgz3QMcmrOm&#10;2pyUJNbu7Y0geHc+vt+zWI22EwP50DpWMJtmIIhrp1tuFPweqtcCRIjIGjvHpOCfAqyWz08LLLW7&#10;8A8N+9iIFMKhRAUmxr6UMtSGLIap64kT9+e8xZigb6T2eEnhtpN5ln1Iiy2nBoM9fRmqT/uzVVB9&#10;57vhdNa+cuvxzdK7ORYbo9TLZFx/gog0xof47t7qNH9WzHO4vZNuk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0hrQc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51AD0" w:rsidRDefault="00951AD0" w:rsidP="00951A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pQMsEA&#10;AADeAAAADwAAAGRycy9kb3ducmV2LnhtbERPzYrCMBC+C75DGMGbprW6SDXKInRZj9Z9gKEZ22Iz&#10;6TbZtr69WRC8zcf3O/vjaBrRU+dqywriZQSCuLC65lLBzzVbbEE4j6yxsUwKHuTgeJhO9phqO/CF&#10;+tyXIoSwS1FB5X2bSumKigy6pW2JA3eznUEfYFdK3eEQwk0jV1H0IQ3WHBoqbOlUUXHP/4yC9WP4&#10;+s039yjThuJz0p7ZFxul5rPxcwfC0+jf4pf7W4f58TZJ4P+dcIM8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LKUDL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51AD0" w:rsidRDefault="00951AD0" w:rsidP="00951A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He6cQA&#10;AADeAAAADwAAAGRycy9kb3ducmV2LnhtbERPTWvCQBC9F/wPywi91Y22BBtdRZSI9FSj9TxkxySY&#10;nQ3Z1ST/vlsoeJvH+5zluje1eFDrKssKppMIBHFudcWFgvMpfZuDcB5ZY22ZFAzkYL0avSwx0bbj&#10;Iz0yX4gQwi5BBaX3TSKly0sy6Ca2IQ7c1bYGfYBtIXWLXQg3tZxFUSwNVhwaSmxoW1J+y+5GwT2+&#10;zM58/dLf2W7Yf+7SjZM/hVKv436zAOGp90/xv/ugw/zp/P0D/t4JN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h3un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51AD0" w:rsidRDefault="00951AD0" w:rsidP="00951A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LLb8YA&#10;AADeAAAADwAAAGRycy9kb3ducmV2LnhtbERPTWvCQBC9C/0PyxR6041VQ5q6ii0I6kFR20Nv0+w0&#10;Sc3Oxuyq8d+7QqG3ebzPGU9bU4kzNa60rKDfi0AQZ1aXnCv42M+7CQjnkTVWlknBlRxMJw+dMaba&#10;XnhL553PRQhhl6KCwvs6ldJlBRl0PVsTB+7HNgZ9gE0udYOXEG4q+RxFsTRYcmgosKb3grLD7mQU&#10;fG6S+GXzthz+rtbfODD6+KXLWKmnx3b2CsJT6//Ff+6FDvP7yWAE93fCDXJy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wLLb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51AD0" w:rsidRDefault="00951AD0" w:rsidP="00951A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nCjMQA&#10;AADeAAAADwAAAGRycy9kb3ducmV2LnhtbERPS2vCQBC+C/0PyxR6041RQoiu0geNxZO1hV6H7JiE&#10;ZmdDdhsTf71bELzNx/ec9XYwjeipc7VlBfNZBIK4sLrmUsH31/s0BeE8ssbGMikYycF28zBZY6bt&#10;mT+pP/pShBB2GSqovG8zKV1RkUE3sy1x4E62M+gD7EqpOzyHcNPIOIoSabDm0FBhS68VFb/HP6Pg&#10;kvzgwe3il7eF9jQu09zuD7lST4/D8wqEp8HfxTf3hw7z5+kigf93wg1yc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pwoz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51AD0" w:rsidRDefault="00951AD0" w:rsidP="00951A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wOucMA&#10;AADeAAAADwAAAGRycy9kb3ducmV2LnhtbERPS27CMBDdV+IO1iCxKw6fUhowCCGQ2BVCDzCKp05E&#10;PA6xgcDpMVKl7ubpfWe+bG0lrtT40rGCQT8BQZw7XbJR8HPcvk9B+ICssXJMCu7kYbnovM0x1e7G&#10;B7pmwYgYwj5FBUUIdSqlzwuy6PuuJo7cr2sshggbI3WDtxhuKzlMkom0WHJsKLCmdUH5KbtYBWc3&#10;/NBttsHv0+ZrXxozPj8OY6V63XY1AxGoDf/iP/dOx/mD6egTXu/EG+Ti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lwOu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51AD0" w:rsidRDefault="00951AD0" w:rsidP="00951A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/8IMYA&#10;AADeAAAADwAAAGRycy9kb3ducmV2LnhtbESPQW/CMAyF75P4D5GRdhspQ2OlEBCbNIkrsANHk5i2&#10;0DilyaDbr58Pk3az9Z7f+7xY9b5RN+piHdjAeJSBIrbB1Vwa+Nx/POWgYkJ22AQmA98UYbUcPCyw&#10;cOHOW7rtUqkkhGOBBqqU2kLraCvyGEehJRbtFDqPSdau1K7Du4T7Rj9n2VR7rFkaKmzpvSJ72X15&#10;A5v6SC9Te5r5/M1uDz/XNHk9O2Meh/16DipRn/7Nf9cbJ/jjfCK88o7Mo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X/8IM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51AD0" w:rsidRDefault="00951AD0" w:rsidP="00951A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KgbMYA&#10;AADeAAAADwAAAGRycy9kb3ducmV2LnhtbERPXWvCQBB8L/gfjhX6Vi8qFBNzkSoIlraCH9jXJbfN&#10;heb2Qu4a47/vFQq+ze7szOzkq8E2oqfO144VTCcJCOLS6ZorBefT9mkBwgdkjY1jUnAjD6ti9JBj&#10;pt2VD9QfQyWiCfsMFZgQ2kxKXxqy6CeuJY7cl+sshjh2ldQdXqO5beQsSZ6lxZpjgsGWNobK7+OP&#10;VdDj/pZ8mvVH+lq/l7P9+vKm4149joeXJYhAQ7gf/6t3Or4/XcxT+KsTMcj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RKgb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51AD0" w:rsidRDefault="00951AD0" w:rsidP="00951A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OlFsYA&#10;AADeAAAADwAAAGRycy9kb3ducmV2LnhtbESPQU/DMAyF70j7D5GRuLF0FUJTt2yakDZxhMJhR6/x&#10;mm6NXSVhLfx6ckDiZsvP771vvZ18r24UYidsYDEvQBE3YjtuDXx+7B+XoGJCttgLk4FvirDdzO7W&#10;WFkZ+Z1udWpVNuFYoQGX0lBpHRtHHuNcBuJ8O0vwmPIaWm0Djtnc97osimftseOc4HCgF0fNtf7y&#10;BsZDc7qU56N1P2GQff0ml7IXYx7up90KVKIp/Yv/vl9trr9YPmWAjJNn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SOlF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51AD0" w:rsidRDefault="00951AD0" w:rsidP="00951A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cQmsUA&#10;AADeAAAADwAAAGRycy9kb3ducmV2LnhtbERP22rCQBB9L/QflhH6VjcR0ZC6ivUCIkrR1vcxOyZp&#10;d2dDdqvx77uFQt/mcK4zmXXWiCu1vnasIO0nIIgLp2suFXy8r58zED4gazSOScGdPMymjw8TzLW7&#10;8YGux1CKGMI+RwVVCE0upS8qsuj7riGO3MW1FkOEbSl1i7cYbo0cJMlIWqw5NlTY0KKi4uv4bRWs&#10;35bmc7A/zE8yLFbjs8m2r8udUk+9bv4CIlAX/sV/7o2O89NsmMLvO/EGO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lxCa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51AD0" w:rsidRDefault="00951AD0" w:rsidP="00951A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NTecYA&#10;AADeAAAADwAAAGRycy9kb3ducmV2LnhtbERP22rCQBB9L/gPywi+FN1oWwlpNiKCaEGhXsDXMTtN&#10;gtnZkN3G9O/dQqFvczjXSRe9qUVHrassK5hOIhDEudUVFwrOp/U4BuE8ssbaMin4IQeLbPCUYqLt&#10;nQ/UHX0hQgi7BBWU3jeJlC4vyaCb2IY4cF+2NegDbAupW7yHcFPLWRTNpcGKQ0OJDa1Kym/Hb6Og&#10;+9xdi23nmo9b/OzeXq6bzV5flBoN++U7CE+9/xf/ubc6zJ/GrzP4fSfcIL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bNTec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51AD0" w:rsidRDefault="00951AD0" w:rsidP="00951A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OI/8YA&#10;AADeAAAADwAAAGRycy9kb3ducmV2LnhtbERPTWsCMRC9C/6HMEJvmtXasq5G0YLQi1BtD/U2bsbd&#10;xc1km0Td+usboeBtHu9zZovW1OJCzleWFQwHCQji3OqKCwVfn+t+CsIHZI21ZVLwSx4W825nhpm2&#10;V97SZRcKEUPYZ6igDKHJpPR5SQb9wDbEkTtaZzBE6AqpHV5juKnlKElepcGKY0OJDb2VlJ92Z6Ng&#10;NUlXPx9j3ty2hz3tvw+nl5FLlHrqtcspiEBteIj/3e86zh+m42e4vxNv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5OI/8YAAADeAAAADwAAAAAAAAAAAAAAAACYAgAAZHJz&#10;L2Rvd25yZXYueG1sUEsFBgAAAAAEAAQA9QAAAIsDAAAAAA==&#10;" fillcolor="black" stroked="f">
                  <v:textbox>
                    <w:txbxContent>
                      <w:p w:rsidR="00951AD0" w:rsidRDefault="00951AD0" w:rsidP="00951A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kei8YA&#10;AADeAAAADwAAAGRycy9kb3ducmV2LnhtbERPTWvCQBC9F/wPywje6kaxEqKr1FahoB60HjyO2Wmy&#10;JDsbsqum/fVdodDbPN7nzJedrcWNWm8cKxgNExDEudOGCwWnz81zCsIHZI21Y1LwTR6Wi97THDPt&#10;7nyg2zEUIoawz1BBGUKTSenzkiz6oWuII/flWoshwraQusV7DLe1HCfJVFo0HBtKbOitpLw6Xq2C&#10;83Zq0oOh8WX3s1rr3Uu12r9XSg363esMRKAu/Iv/3B86zh+lkwk83ok3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bkei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51AD0" w:rsidRDefault="00951AD0" w:rsidP="00951A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fWIsUA&#10;AADeAAAADwAAAGRycy9kb3ducmV2LnhtbERPS2sCMRC+F/wPYQrealaxZdkaRSyilx7qA6/DZrrZ&#10;7mayTaKu/vqmUOhtPr7nzBa9bcWFfKgdKxiPMhDEpdM1VwoO+/VTDiJEZI2tY1JwowCL+eBhhoV2&#10;V/6gyy5WIoVwKFCBibErpAylIYth5DrixH06bzEm6CupPV5TuG3lJMtepMWaU4PBjlaGymZ3tgr8&#10;8vTW3Pl8bLL7+y1svvrvHI1Sw8d++QoiUh//xX/urU7zx/n0GX7fSTf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p9YixQAAAN4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51AD0" w:rsidRDefault="00951AD0" w:rsidP="00951A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T+HsQA&#10;AADeAAAADwAAAGRycy9kb3ducmV2LnhtbERP22oCMRB9F/oPYYS+SM0qYu3WKEUoFBRB6wdMN9Pd&#10;xWSybEZd+/VGEPo2h3Od+bLzTp2pjXVgA6NhBoq4CLbm0sDh+/NlBioKskUXmAxcKcJy8dSbY27D&#10;hXd03kupUgjHHA1UIk2udSwq8hiHoSFO3G9oPUqCbalti5cU7p0eZ9lUe6w5NVTY0Kqi4rg/eQNu&#10;/OPe1q9xI9eD3mR/XnaDrTXmud99vIMS6uRf/HB/2TR/NJtM4f5OukEv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E/h7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51AD0" w:rsidRDefault="00951AD0" w:rsidP="00951A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ga38UA&#10;AADeAAAADwAAAGRycy9kb3ducmV2LnhtbERPTWsCMRC9F/ofwhR6q1lFVLZGsRVhLz10u8XruJlu&#10;FpPJsom67a83BcHbPN7nLNeDs+JMfWg9KxiPMhDEtdctNwqqr93LAkSIyBqtZ1LwSwHWq8eHJeba&#10;X/iTzmVsRArhkKMCE2OXSxlqQw7DyHfEifvxvcOYYN9I3eMlhTsrJ1k2kw5bTg0GO3o3VB/Lk1Ow&#10;LTs7qQrzFvbfH4eDLf52tN8q9fw0bF5BRBriXXxzFzrNHy+mc/h/J90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mBrf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51AD0" w:rsidRDefault="00951AD0" w:rsidP="00951A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I8m8YA&#10;AADeAAAADwAAAGRycy9kb3ducmV2LnhtbESPT2sCMRDF74V+hzCF3mqiFJWtUaRUEDzVP4fehmS6&#10;u3UzWTbRXb995yB4m+G9ee83i9UQGnWlLtWRLYxHBhSxi77m0sLxsHmbg0oZ2WMTmSzcKMFq+fy0&#10;wMLHnr/pus+lkhBOBVqocm4LrZOrKGAaxZZYtN/YBcyydqX2HfYSHho9MWaqA9YsDRW29FmRO+8v&#10;wcLfRu+iM+hOx1O/9bOfryk1xtrXl2H9ASrTkB/m+/XWC/54/i688o7MoJ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wI8m8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51AD0" w:rsidRDefault="00951AD0" w:rsidP="00951A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ZqZ8QA&#10;AADeAAAADwAAAGRycy9kb3ducmV2LnhtbERPS2vCQBC+F/oflhG81Y0PJI2uYgVBLD1US/E4Zsck&#10;JDsbdleN/75bELzNx/ec+bIzjbiS85VlBcNBAoI4t7riQsHPYfOWgvABWWNjmRTcycNy8foyx0zb&#10;G3/TdR8KEUPYZ6igDKHNpPR5SQb9wLbEkTtbZzBE6AqpHd5iuGnkKEmm0mDFsaHEltYl5fX+YhQc&#10;L598/hrvVu4j/Nru4OvRKa2V6ve61QxEoC48xQ/3Vsf5w3TyDv/vxBv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mamf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51AD0" w:rsidRDefault="00951AD0" w:rsidP="00951A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iAVckA&#10;AADeAAAADwAAAGRycy9kb3ducmV2LnhtbESPQW/CMAyF70j7D5En7QYpaEylENCYNIkLErAdxs00&#10;XlvROF2SQbdfjw+TdrPl5/fet1j1rlUXCrHxbGA8ykARl942XBl4f3sd5qBiQrbYeiYDPxRhtbwb&#10;LLCw/sp7uhxSpcSEY4EG6pS6QutY1uQwjnxHLLdPHxwmWUOlbcCrmLtWT7LsSTtsWBJq7OilpvJ8&#10;+HYG1rN8/bV75O3v/nSk48fpPJ2EzJiH+/55DipRn/7Ff98bK/XH+VQABEdm0Msb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gpiAVckAAADeAAAADwAAAAAAAAAAAAAAAACYAgAA&#10;ZHJzL2Rvd25yZXYueG1sUEsFBgAAAAAEAAQA9QAAAI4DAAAAAA==&#10;" fillcolor="black" stroked="f">
                  <v:textbox>
                    <w:txbxContent>
                      <w:p w:rsidR="00951AD0" w:rsidRDefault="00951AD0" w:rsidP="00951A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IuZMMA&#10;AADeAAAADwAAAGRycy9kb3ducmV2LnhtbERP30vDMBB+F/Y/hBN8c2kVZXTLRhkMh0/dVHy9Nbem&#10;2FxKkmX1vzeC4Nt9fD9vtZnsIBL50DtWUM4LEMSt0z13Ct7fdvcLECEiaxwck4JvCrBZz25WWGl3&#10;5QOlY+xEDuFQoQIT41hJGVpDFsPcjcSZOztvMWboO6k9XnO4HeRDUTxLiz3nBoMjbQ21X8eLVZBO&#10;26Z+TJ/JHF593XnXvHycGqXubqd6CSLSFP/Ff+69zvPLxVMJv+/kG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mIuZM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51AD0" w:rsidRDefault="00951AD0" w:rsidP="00951A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0GsUA&#10;AADeAAAADwAAAGRycy9kb3ducmV2LnhtbERPTWvCQBC9F/wPywje6iZCxUZXEWmL9lIbBT0O2TEb&#10;zM6G7BrT/vpuodDbPN7nLFa9rUVHra8cK0jHCQjiwumKSwXHw+vjDIQPyBprx6TgizysloOHBWba&#10;3fmTujyUIoawz1CBCaHJpPSFIYt+7BriyF1cazFE2JZSt3iP4baWkySZSosVxwaDDW0MFdf8ZhX4&#10;dPNyerffz935zfBHvjPTfWmUGg379RxEoD78i//cWx3np7OnCfy+E2+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HPQa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51AD0" w:rsidRDefault="00951AD0" w:rsidP="00951A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51AD0" w:rsidRPr="00DD2275" w:rsidRDefault="00951AD0" w:rsidP="00951A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51AD0" w:rsidRPr="00DD2275" w:rsidRDefault="00951AD0" w:rsidP="00951AD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51AD0" w:rsidRPr="00DD2275" w:rsidRDefault="00951AD0" w:rsidP="00951A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51AD0" w:rsidRPr="00DD2275" w:rsidRDefault="00951AD0" w:rsidP="00951A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DD2275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951AD0" w:rsidRPr="00DD2275" w:rsidRDefault="00951AD0" w:rsidP="00951AD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DD227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951AD0" w:rsidRPr="00DD2275" w:rsidRDefault="00951AD0" w:rsidP="00951A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DD227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951AD0" w:rsidRPr="00DD2275" w:rsidRDefault="00951AD0" w:rsidP="00951A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DD227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951AD0" w:rsidRPr="00DD2275" w:rsidRDefault="00951AD0" w:rsidP="00951A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51AD0" w:rsidRPr="00DD2275" w:rsidRDefault="00951AD0" w:rsidP="00951A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DD227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951AD0" w:rsidRPr="00DD2275" w:rsidRDefault="00951AD0" w:rsidP="00951A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51AD0" w:rsidRPr="00DD2275" w:rsidRDefault="00951AD0" w:rsidP="00951AD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DD2275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</w:t>
      </w:r>
      <w:r w:rsidRPr="00DD2275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 w:rsidRPr="00DD2275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DD2275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951AD0" w:rsidRPr="00DD2275" w:rsidRDefault="00951AD0" w:rsidP="00951A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951AD0" w:rsidRPr="00DD2275" w:rsidRDefault="00951AD0" w:rsidP="00951A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.06</w:t>
      </w:r>
      <w:r w:rsidRPr="00DD2275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.2021 року                                            Крупець                                                 №___</w:t>
      </w:r>
    </w:p>
    <w:p w:rsidR="00951AD0" w:rsidRPr="00DD2275" w:rsidRDefault="00951AD0" w:rsidP="00951AD0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951AD0" w:rsidRPr="00DD2275" w:rsidRDefault="00951AD0" w:rsidP="00951AD0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951AD0" w:rsidRPr="00DD2275" w:rsidRDefault="00951AD0" w:rsidP="00951AD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D227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DD227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DD227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951AD0" w:rsidRPr="00DD2275" w:rsidRDefault="00951AD0" w:rsidP="00951AD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D227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951AD0" w:rsidRDefault="00951AD0" w:rsidP="00951AD0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D227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пер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едачі  її у власність  </w:t>
      </w:r>
    </w:p>
    <w:p w:rsidR="00951AD0" w:rsidRPr="00DD2275" w:rsidRDefault="00951AD0" w:rsidP="00951AD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Бєлоглазову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Д.І.</w:t>
      </w:r>
    </w:p>
    <w:p w:rsidR="00951AD0" w:rsidRPr="00DD2275" w:rsidRDefault="00951AD0" w:rsidP="00951AD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51AD0" w:rsidRPr="00DD2275" w:rsidRDefault="00951AD0" w:rsidP="00951AD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51AD0" w:rsidRPr="00DD2275" w:rsidRDefault="00951AD0" w:rsidP="00951AD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r w:rsidRPr="00DD2275">
        <w:rPr>
          <w:rFonts w:ascii="Times New Roman" w:eastAsia="Times New Roman" w:hAnsi="Times New Roman" w:cs="Times New Roman"/>
          <w:sz w:val="24"/>
          <w:lang w:eastAsia="en-US"/>
        </w:rPr>
        <w:t xml:space="preserve">Відповідно до пункту 34 частини 1 статті 26,  статті 42 Закону України «Про місцеве самоврядування в Україні», статей 12, </w:t>
      </w:r>
      <w:r>
        <w:rPr>
          <w:rFonts w:ascii="Times New Roman" w:eastAsia="Times New Roman" w:hAnsi="Times New Roman" w:cs="Times New Roman"/>
          <w:sz w:val="24"/>
          <w:lang w:eastAsia="en-US"/>
        </w:rPr>
        <w:t>116,</w:t>
      </w:r>
      <w:r w:rsidRPr="00DD2275">
        <w:rPr>
          <w:rFonts w:ascii="Times New Roman" w:eastAsia="Times New Roman" w:hAnsi="Times New Roman" w:cs="Times New Roman"/>
          <w:sz w:val="24"/>
          <w:lang w:eastAsia="en-US"/>
        </w:rPr>
        <w:t xml:space="preserve"> 118</w:t>
      </w:r>
      <w:r>
        <w:rPr>
          <w:rFonts w:ascii="Times New Roman" w:eastAsia="Times New Roman" w:hAnsi="Times New Roman" w:cs="Times New Roman"/>
          <w:sz w:val="24"/>
          <w:lang w:eastAsia="en-US"/>
        </w:rPr>
        <w:t>,</w:t>
      </w:r>
      <w:r w:rsidRPr="00DD2275">
        <w:rPr>
          <w:rFonts w:ascii="Times New Roman" w:eastAsia="Times New Roman" w:hAnsi="Times New Roman" w:cs="Times New Roman"/>
          <w:sz w:val="24"/>
          <w:lang w:eastAsia="en-US"/>
        </w:rPr>
        <w:t xml:space="preserve"> 121</w:t>
      </w:r>
      <w:r>
        <w:rPr>
          <w:rFonts w:ascii="Times New Roman" w:eastAsia="Times New Roman" w:hAnsi="Times New Roman" w:cs="Times New Roman"/>
          <w:sz w:val="24"/>
          <w:lang w:eastAsia="en-US"/>
        </w:rPr>
        <w:t xml:space="preserve">, 122 </w:t>
      </w:r>
      <w:r w:rsidRPr="00DD2275">
        <w:rPr>
          <w:rFonts w:ascii="Times New Roman" w:eastAsia="Times New Roman" w:hAnsi="Times New Roman" w:cs="Times New Roman"/>
          <w:sz w:val="24"/>
          <w:lang w:eastAsia="en-US"/>
        </w:rPr>
        <w:t xml:space="preserve"> Земельного кодексу України, Закону України «Про землеустрій»,</w:t>
      </w: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Бєлоглазова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Д.І.</w:t>
      </w:r>
      <w:r w:rsidRPr="00DD227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951AD0" w:rsidRPr="00DD2275" w:rsidRDefault="00951AD0" w:rsidP="00951AD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951AD0" w:rsidRPr="00DD2275" w:rsidRDefault="00951AD0" w:rsidP="00951AD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51AD0" w:rsidRPr="00DD2275" w:rsidRDefault="00951AD0" w:rsidP="00951AD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Бєлоглазову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Дмитру Ігоровичу</w:t>
      </w:r>
      <w:r w:rsidRPr="00DD227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едення земельної ділянки, для будівництва і обслуговування житлового будинку, господарських будівель і споруд (присадибна ділянка), площею  0,2500</w:t>
      </w: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яка розташована Хмельницька область, </w:t>
      </w:r>
      <w:proofErr w:type="spellStart"/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951AD0" w:rsidRDefault="00951AD0" w:rsidP="00951AD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Бєлоглазову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Дмитру Ігоровичу</w:t>
      </w:r>
      <w:r w:rsidRPr="00DD227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який 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6D63E8">
        <w:rPr>
          <w:rFonts w:ascii="Times New Roman" w:eastAsia="Calibri" w:hAnsi="Times New Roman" w:cs="Times New Roman"/>
          <w:sz w:val="24"/>
          <w:lang w:eastAsia="en-US"/>
        </w:rPr>
        <w:t>________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DD2275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 номер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r w:rsidR="006D63E8">
        <w:rPr>
          <w:rFonts w:ascii="Times New Roman" w:eastAsia="Calibri" w:hAnsi="Times New Roman" w:cs="Times New Roman"/>
          <w:sz w:val="24"/>
          <w:lang w:eastAsia="en-US"/>
        </w:rPr>
        <w:t>_______</w:t>
      </w:r>
      <w:bookmarkStart w:id="0" w:name="_GoBack"/>
      <w:bookmarkEnd w:id="0"/>
      <w:r w:rsidRPr="00DD2275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земельну ділянку, площею 0,2500 га, кадастровий номер: 6823984000:01:007:0048</w:t>
      </w: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для будівництва і обслуговування житлового будинку, господарських будівель і споруд (присадибна ділянка)</w:t>
      </w: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розташована Хмельницька область, </w:t>
      </w:r>
      <w:proofErr w:type="spellStart"/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  </w:t>
      </w:r>
    </w:p>
    <w:p w:rsidR="00951AD0" w:rsidRPr="00DD2275" w:rsidRDefault="00951AD0" w:rsidP="00951AD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</w:t>
      </w: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Бєлоглазову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Д.І.</w:t>
      </w:r>
      <w:r w:rsidRPr="00DD2275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DD227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якому</w:t>
      </w: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951AD0" w:rsidRPr="00DD2275" w:rsidRDefault="00951AD0" w:rsidP="00951AD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951AD0" w:rsidRPr="00DD2275" w:rsidRDefault="00951AD0" w:rsidP="00951AD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95257" w:rsidRPr="00951AD0" w:rsidRDefault="00951AD0" w:rsidP="00951A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DD227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095257" w:rsidRPr="00951AD0" w:rsidSect="00951AD0">
      <w:pgSz w:w="12240" w:h="15840"/>
      <w:pgMar w:top="1440" w:right="1440" w:bottom="42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AD0"/>
    <w:rsid w:val="00095257"/>
    <w:rsid w:val="006D63E8"/>
    <w:rsid w:val="00951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AD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AD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284</Words>
  <Characters>1625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2021-06-22T10:24:00Z</dcterms:created>
  <dcterms:modified xsi:type="dcterms:W3CDTF">2021-06-22T13:17:00Z</dcterms:modified>
</cp:coreProperties>
</file>