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70F" w:rsidRPr="00AF2E62" w:rsidRDefault="0017670F" w:rsidP="0017670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7670F" w:rsidRPr="00AF2E62" w:rsidRDefault="0017670F" w:rsidP="001767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7FAA83" wp14:editId="7FBD18D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558" name="Группа 145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5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70F" w:rsidRDefault="0017670F" w:rsidP="00176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F7FAA83" id="Группа 1455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" fillcolor="black" stroked="f"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" fillcolor="black" stroked="f"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670F" w:rsidRDefault="0017670F" w:rsidP="00176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7670F" w:rsidRPr="00AF2E62" w:rsidRDefault="0017670F" w:rsidP="0017670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7670F" w:rsidRPr="00AF2E62" w:rsidRDefault="0017670F" w:rsidP="001767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7670F" w:rsidRPr="00AF2E62" w:rsidRDefault="0017670F" w:rsidP="001767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17670F" w:rsidRPr="00AF2E62" w:rsidRDefault="0017670F" w:rsidP="0017670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7670F" w:rsidRPr="00AF2E62" w:rsidRDefault="0017670F" w:rsidP="0017670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В.О.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Дмитришина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7670F" w:rsidRPr="00AF2E62" w:rsidRDefault="0017670F" w:rsidP="001767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901F6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0,40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Дмитришину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7670F" w:rsidRPr="00AF2E62" w:rsidRDefault="0017670F" w:rsidP="00176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7670F" w:rsidRPr="00AF2E62" w:rsidRDefault="0017670F" w:rsidP="001767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7670F" w:rsidRPr="00AF2E62" w:rsidRDefault="0017670F" w:rsidP="0017670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670F" w:rsidRDefault="0017670F" w:rsidP="00176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670F" w:rsidRDefault="0017670F" w:rsidP="00176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670F" w:rsidRDefault="0017670F" w:rsidP="00176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670F" w:rsidRDefault="0017670F" w:rsidP="001767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37C3C" w:rsidRPr="0017670F" w:rsidRDefault="0017670F" w:rsidP="001767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37C3C" w:rsidRPr="001767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70F"/>
    <w:rsid w:val="00137C3C"/>
    <w:rsid w:val="0017670F"/>
    <w:rsid w:val="0059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67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2021-06-22T08:01:00Z</dcterms:created>
  <dcterms:modified xsi:type="dcterms:W3CDTF">2021-06-22T12:55:00Z</dcterms:modified>
</cp:coreProperties>
</file>