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62C5" w:rsidRPr="0066767B" w:rsidRDefault="003762C5" w:rsidP="003762C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3762C5" w:rsidRPr="0066767B" w:rsidRDefault="003762C5" w:rsidP="003762C5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27C9716" wp14:editId="50BCD24D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080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0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dMfcMA&#10;AADeAAAADwAAAGRycy9kb3ducmV2LnhtbERPTWvCQBC9F/wPywi91Y0J2BBdRURLDkIxrfchOybB&#10;7GzIrkn677tCobd5vM/Z7CbTioF611hWsFxEIIhLqxuuFHx/nd5SEM4ja2wtk4IfcrDbzl42mGk7&#10;8oWGwlcihLDLUEHtfZdJ6cqaDLqF7YgDd7O9QR9gX0nd4xjCTSvjKFpJgw2Hhho7OtRU3ouHUWCT&#10;j/x8reJLcuR3z/vP9Hadzkq9zqf9GoSnyf+L/9y5DvPjKF3C851wg9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dMf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FgqcYA&#10;AADeAAAADwAAAGRycy9kb3ducmV2LnhtbERPS2sCMRC+C/6HMIVeRLPdg9rVKCJsX4eCVvA6bKab&#10;bTeTJUl16683QqG3+fies1z3thUn8qFxrOBhkoEgrpxuuFZw+CjHcxAhImtsHZOCXwqwXg0HSyy0&#10;O/OOTvtYixTCoUAFJsaukDJUhiyGieuIE/fpvMWYoK+l9nhO4baVeZZNpcWGU4PBjraGqu/9j1Xw&#10;Vb6b43Z2efKjxx1dRuXbc/s6Ver+rt8sQETq47/4z/2i0/w8m+dweyfdIF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Fgq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5hM8UA&#10;AADeAAAADwAAAGRycy9kb3ducmV2LnhtbESP0YrCMBBF34X9hzCCL7KmKizSbSqyqCy+iNUPGJqx&#10;KTaT0kRb/34jCPs2w71zz51sPdhGPKjztWMF81kCgrh0uuZKweW8+1yB8AFZY+OYFDzJwzr/GGWY&#10;atfziR5FqEQMYZ+iAhNCm0rpS0MW/cy1xFG7us5iiGtXSd1hH8NtIxdJ8iUt1hwJBlv6MVTeiruN&#10;kOMSj4drf97tB+xxezA83ZyUmoyHzTeIQEP4N7+vf3Wsv0hWS3i9E2e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fmE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PsfcQA&#10;AADeAAAADwAAAGRycy9kb3ducmV2LnhtbERPTUsDMRC9C/0PYYTebNal1rI2LaVWEMGDVSi9DZvp&#10;7uJmEpKxu/57Iwje5vE+Z7UZXa8uFFPn2cDtrABFXHvbcWPg4/3pZgkqCbLF3jMZ+KYEm/XkaoWV&#10;9QO/0eUgjcohnCo00IqESutUt+QwzXwgztzZR4eSYWy0jTjkcNfrsigW2mHHuaHFQLuW6s/DlzPw&#10;OuzDy/3i7hxOcV7q9GjluBNjptfj9gGU0Cj/4j/3s83zy2I5h9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T7H3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tc3MQA&#10;AADeAAAADwAAAGRycy9kb3ducmV2LnhtbESP3YrCMBCF7xd8hzCCN4umuihSjSKisngj/jzA0IxN&#10;sZmUJtr69kYQvJvhnDnfmfmytaV4UO0LxwqGgwQEceZ0wbmCy3nbn4LwAVlj6ZgUPMnDctH5mWOq&#10;XcNHepxCLmII+xQVmBCqVEqfGbLoB64ijtrV1RZDXOtc6hqbGG5LOUqSibRYcCQYrGhtKLud7jZC&#10;Dn942F+b83bXYoObveHf1VGpXrddzUAEasPX/Ln+17H+KJmO4f1On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bXN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3XkcQA&#10;AADeAAAADwAAAGRycy9kb3ducmV2LnhtbERPTUvDQBC9C/6HZQRvdmPQtMRuS2kVRPDQVhBvQ3aa&#10;BLOzy+7YxH/vCoK3ebzPWa4nN6gzxdR7NnA7K0ARN9723Bp4Oz7dLEAlQbY4eCYD35Rgvbq8WGJt&#10;/ch7Oh+kVTmEU40GOpFQa52ajhymmQ/EmTv56FAyjK22Eccc7gZdFkWlHfacGzoMtO2o+Tx8OQOv&#10;42N4mVf3p/AR70qddlbet2LM9dW0eQAlNMm/+M/9bPP8slh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N15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Rv48UA&#10;AADeAAAADwAAAGRycy9kb3ducmV2LnhtbERP32vCMBB+F/wfwg32IjPVsU06o6gQNpggU2GvR3O2&#10;Zc2lJJmt/70ZCL7dx/fz5sveNuJMPtSOFUzGGQjiwpmaSwXHg36agQgR2WDjmBRcKMByMRzMMTeu&#10;428672MpUgiHHBVUMba5lKGoyGIYu5Y4cSfnLcYEfSmNxy6F20ZOs+xVWqw5NVTY0qai4nf/ZxWs&#10;d1357EfFundfp4+fF62N3mqlHh/61TuISH28i2/uT5PmT7PZG/y/k26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xG/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uxbsUA&#10;AADeAAAADwAAAGRycy9kb3ducmV2LnhtbESPQWvDMAyF74P9B6NBb6vTsI2Q1S2lJTDGLuv2A0Ss&#10;xWljOdhumv776TDYTeI9vfdpvZ39oCaKqQ9sYLUsQBG3wfbcGfj+ah4rUCkjWxwCk4EbJdhu7u/W&#10;WNtw5U+ajrlTEsKpRgMu57HWOrWOPKZlGIlF+wnRY5Y1dtpGvEq4H3RZFC/aY8/S4HCkvaP2fLx4&#10;A817+TGdLzY2YTc/eXp2p+rgjFk8zLtXUJnm/G/+u36zgl8WlfDKOz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a7Fu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deCsUA&#10;AADeAAAADwAAAGRycy9kb3ducmV2LnhtbERP32vCMBB+H+x/CDfwZcx0iqLVKHMQFBwMneDr0Zxt&#10;WXMpSbTdf78Ig73dx/fzluveNuJGPtSOFbwOMxDEhTM1lwpOX/plBiJEZIONY1LwQwHWq8eHJebG&#10;dXyg2zGWIoVwyFFBFWObSxmKiiyGoWuJE3dx3mJM0JfSeOxSuG3kKMum0mLNqaHClt4rKr6PV6tg&#10;89mVY/9cbHq3v2zPE62N/tBKDZ76twWISH38F/+5dybNH2WzOdzfSTfI1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F14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QrtcYA&#10;AADeAAAADwAAAGRycy9kb3ducmV2LnhtbESPQWvDMAyF74P9B6PBbqvTsI02q1tKS2CMXdb2B4hY&#10;i9PGcrDdNPv302Gwm4Se3nvfajP5Xo0UUxfYwHxWgCJugu24NXA61k8LUCkjW+wDk4EfSrBZ39+t&#10;sLLhxl80HnKrxIRThQZczkOldWoceUyzMBDL7TtEj1nW2Gob8SbmvtdlUbxqjx1LgsOBdo6ay+Hq&#10;DdQf5ed4udpYh+307OnFnRd7Z8zjw7R9A5Vpyv/iv+93K/XLYikAgi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cQrt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YQxsEA&#10;AADeAAAADwAAAGRycy9kb3ducmV2LnhtbERPzYrCMBC+L/gOYYS9rUndVbQaRRaU9Wj1AYZmbIvN&#10;pDZZW9/eCIK3+fh+Z7nubS1u1PrKsYZkpEAQ585UXGg4HbdfMxA+IBusHZOGO3lYrwYfS0yN6/hA&#10;tywUIoawT1FDGUKTSunzkiz6kWuII3d2rcUQYVtI02IXw20tx0pNpcWKY0OJDf2WlF+yf6vh597t&#10;rtnkorbGUrL/bvYc8onWn8N+swARqA9v8cv9Z+L8sZon8Hwn3i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RGEMb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aYHsEA&#10;AADeAAAADwAAAGRycy9kb3ducmV2LnhtbERPS4vCMBC+L/gfwgje1tQeZK2mIoointau63lopg9s&#10;JqWJWv+9EQRv8/E9Z7HsTSNu1LnasoLJOAJBnFtdc6ng9Lf9/gHhPLLGxjIpeJCDZTr4WmCi7Z2P&#10;dMt8KUIIuwQVVN63iZQur8igG9uWOHCF7Qz6ALtS6g7vIdw0Mo6iqTRYc2iosKV1RfkluxoF1+k5&#10;PnFx0L/Z5rGbbbYrJ/9LpUbDfjUH4an3H/HbvddhfhzNYni9E26Q6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WmB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WNmMYA&#10;AADeAAAADwAAAGRycy9kb3ducmV2LnhtbERPTWvCQBC9C/6HZQRvuqlK0JiNtIJQe6jUtofexuw0&#10;iWZnY3ar6b93C0Jv83ifk646U4sLta6yrOBhHIEgzq2uuFDw8b4ZzUE4j6yxtkwKfsnBKuv3Uky0&#10;vfIbXfa+ECGEXYIKSu+bREqXl2TQjW1DHLhv2xr0AbaF1C1eQ7ip5SSKYmmw4tBQYkPrkvLT/sco&#10;+NzN48XuaTs7vrwecGr0+UtXsVLDQfe4BOGp8//iu/tZh/mTaDGFv3fCDTK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rWNm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WCeMMA&#10;AADeAAAADwAAAGRycy9kb3ducmV2LnhtbERPS4vCMBC+C/6HMII3TbeKaNcou4oPPLkqeB2a2bZs&#10;MylN1OqvN4Kwt/n4njOdN6YUV6pdYVnBRz8CQZxaXXCm4HRc9cYgnEfWWFomBXdyMJ+1W1NMtL3x&#10;D10PPhMhhF2CCnLvq0RKl+Zk0PVtRRy4X1sb9AHWmdQ13kK4KWUcRSNpsODQkGNFi5zSv8PFKHiM&#10;zrh3m/h7OdCe7sPx2u72a6W6nebrE4Snxv+L3+6tDvPjaDKE1zvhBj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aWCe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BOTcQA&#10;AADeAAAADwAAAGRycy9kb3ducmV2LnhtbERPzWrCQBC+C32HZQq96aZBpaZuQhELvbXGPsCQnW6C&#10;2dmYXZPUp3cLBW/z8f3OtphsKwbqfeNYwfMiAUFcOd2wUfB9fJ+/gPABWWPrmBT8kocif5htMdNu&#10;5AMNZTAihrDPUEEdQpdJ6auaLPqF64gj9+N6iyHC3kjd4xjDbSvTJFlLiw3Hhho72tVUncqLVXB2&#10;6UpP5R4/T/vNV2PM8nw9LJV6epzeXkEEmsJd/O/+0HF+mmxW8PdOvEHm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QTk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620cMA&#10;AADeAAAADwAAAGRycy9kb3ducmV2LnhtbERPyW7CMBC9I/EP1lTiBk5BpJBiUIuExJXl0OPUHpJA&#10;PA6xgcDX15WQuM3TW2e2aG0lrtT40rGC90ECglg7U3KuYL9b9ScgfEA2WDkmBXfysJh3OzPMjLvx&#10;hq7bkIsYwj5DBUUIdSal1wVZ9ANXE0fu4BqLIcIml6bBWwy3lRwmSSotlhwbCqxpWZA+bS9Wwbr8&#10;pXGqD1M7+dabn8c5jD6ORqneW/v1CSJQG17ip3tt4vxhMk3h/514g5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r620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PqncYA&#10;AADeAAAADwAAAGRycy9kb3ducmV2LnhtbERP0WoCMRB8L/Qfwgp9q4n30OpplFooVKpCVezrctle&#10;jl42xyWe598bQejb7M7OzM5s0btadNSGyrOG0VCBIC68qbjUcNh/PI9BhIhssPZMGi4UYDF/fJhh&#10;bvyZv6nbxVIkEw45arAxNrmUobDkMAx9Q5y4X986jGlsS2laPCdzV8tMqRfpsOKUYLGhd0vF3+7k&#10;NHS4vagfu9xMVtW6yLbL45dJe/006N+mICL18f/4rv406f1MTV7hVidh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tPqn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GhdcQA&#10;AADeAAAADwAAAGRycy9kb3ducmV2LnhtbESPQU/DMAyF70j8h8hI3FhKDwjKsgkhDXGEwmFH03hN&#10;R2NXSVgLvx4fkLjZes/vfV5vlziaE6U8CDu4XlVgiDvxA/cO3t92V7dgckH2OAqTg2/KsN2cn62x&#10;8TLzK53a0hsN4dygg1DK1Fibu0AR80omYtUOkiIWXVNvfcJZw+No66q6sREH1oaAEz0G6j7br+hg&#10;fuo+jvVh78NPmmTXvsixHsW5y4vl4R5MoaX8m/+un73i19Wd8uo7OoPd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BoXX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UU+cUA&#10;AADeAAAADwAAAGRycy9kb3ducmV2LnhtbERPS2sCMRC+F/ofwhS81ax78LEaxWoFkYr46H26GXe3&#10;TSbLJur23zcFwdt8fM+ZzFprxJUaXzlW0OsmIIhzpysuFJyOq9chCB+QNRrHpOCXPMymz08TzLS7&#10;8Z6uh1CIGMI+QwVlCHUmpc9Lsui7riaO3Nk1FkOETSF1g7cYbo1Mk6QvLVYcG0qsaVFS/nO4WAWr&#10;3dJ8p9v9/FOGxfvgyww3b8sPpTov7XwMIlAbHuK7e63j/DQZjeD/nXiDn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9RT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L66scA&#10;AADeAAAADwAAAGRycy9kb3ducmV2LnhtbESPQWvCQBCF70L/wzIFL6VutFQkdZVSEBUU1Apex+w0&#10;CWZnQ3aN6b93DoK3GebNe++bzjtXqZaaUHo2MBwkoIgzb0vODRx/F+8TUCEiW6w8k4F/CjCfvfSm&#10;mFp/4z21h5grMeGQooEixjrVOmQFOQwDXxPL7c83DqOsTa5tgzcxd5UeJclYOyxZEgqs6aeg7HK4&#10;OgPtbnPOV22o15fJW/j8OC+XW3sypv/afX+BitTFp/jxvbJSfzRMBEBwZAY9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3S+u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/IhbMYA&#10;AADeAAAADwAAAGRycy9kb3ducmV2LnhtbERPTWsCMRC9F/wPYQRvNdnFFl2NUgsFL4Vqe9DbuBl3&#10;FzeTbRJ121/fFAq9zeN9zmLV21ZcyYfGsYZsrEAQl840XGn4eH+5n4IIEdlg65g0fFGA1XJwt8DC&#10;uBtv6bqLlUghHArUUMfYFVKGsiaLYew64sSdnLcYE/SVNB5vKdy2MlfqUVpsODXU2NFzTeV5d7Ea&#10;1rPp+vNtwq/f2+OBDvvj+SH3SuvRsH+ag4jUx3/xn3tj0vw8Uxn8vpNukM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/IhbMYAAADeAAAADwAAAAAAAAAAAAAAAACYAgAAZHJz&#10;L2Rvd25yZXYueG1sUEsFBgAAAAAEAAQA9QAAAIsDAAAAAA==&#10;" fillcolor="black" stroked="f"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OxG8UA&#10;AADeAAAADwAAAGRycy9kb3ducmV2LnhtbERPS2vCQBC+F/wPywi91Y0BRaKr+KhQqD34OHgcs2Oy&#10;JDsbsltN++u7BcHbfHzPmS06W4sbtd44VjAcJCCIc6cNFwpOx+3bBIQPyBprx6Tghzws5r2XGWba&#10;3XlPt0MoRAxhn6GCMoQmk9LnJVn0A9cQR+7qWoshwraQusV7DLe1TJNkLC0ajg0lNrQuKa8O31bB&#10;+XNsJntD6WX3u3rXu1G1+tpUSr32u+UURKAuPMUP94eO89NhksL/O/EGO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47Eb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15ssQA&#10;AADeAAAADwAAAGRycy9kb3ducmV2LnhtbERPTWsCMRC9C/0PYYTeaqKFIqtRxFLaSw+1itdhM27W&#10;3Uy2SdTVX98UCt7m8T5nvuxdK84UYu1Zw3ikQBCX3tRcadh+vz1NQcSEbLD1TBquFGG5eBjMsTD+&#10;wl903qRK5BCOBWqwKXWFlLG05DCOfEecuYMPDlOGoZIm4CWHu1ZOlHqRDmvODRY7Wlsqm83JaQir&#10;/Wtz49OuUbfPa3w/9j9TtFo/DvvVDESiPt3F/+4Pk+dPxuoZ/t7JN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9eb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VXjcQA&#10;AADeAAAADwAAAGRycy9kb3ducmV2LnhtbERPbUsCQRD+HvQflgn6ErnrEVmXq0QgBEqg+QOm2+nu&#10;aHf2uB319Ne3guC3eXheZzofgld76lMb2cJ4ZEARV9G1XFvYfi8eX0AlQXboI5OFIyWYz25vpli6&#10;eOA17TdSqxzCqUQLjUhXap2qhgKmUeyIM/cb+4CSYV9r1+MhhwevC2OedcCWc0ODHX00VP1tdsGC&#10;L37863KSVnLc6pU5BVk/fDlr7++G9zdQQoNcxRf3p8vzi7F5gvM7+QY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lV43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mzTMQA&#10;AADeAAAADwAAAGRycy9kb3ducmV2LnhtbERPTWvCQBC9C/0PyxR6042BFkldxVaEXHowRryO2Wk2&#10;uDsbsltN++vdQqG3ebzPWa5HZ8WVhtB5VjCfZSCIG687bhXUh910ASJEZI3WMyn4pgDr1cNkiYX2&#10;N97TtYqtSCEcClRgYuwLKUNjyGGY+Z44cZ9+cBgTHFqpB7ylcGdlnmUv0mHHqcFgT++Gmkv15RRs&#10;q97mdWnewun4cT7b8mdHp61ST4/j5hVEpDH+i//cpU7z83n2DL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5s0z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6fDcMA&#10;AADeAAAADwAAAGRycy9kb3ducmV2LnhtbERPPWvDMBDdC/kP4gLZGikZ3OJGCSUkYOhU1xm6HdLV&#10;dmudjKXazr+vCoFs93iftzvMrhMjDaH1rGGzViCIjbct1xqqj/PjM4gQkS12nknDlQIc9ouHHebW&#10;T/xOYxlrkUI45KihibHPpQymIYdh7XvixH35wWFMcKilHXBK4a6TW6Uy6bDl1NBgT8eGzE/56zR8&#10;n+WbNwrNpbpMhX36PGXUKa1Xy/n1BUSkOd7FN3dh0/ztRmXw/066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i6fD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J8cQA&#10;AADeAAAADwAAAGRycy9kb3ducmV2LnhtbERPTWvCQBC9F/wPywje6sYINkRXUaFQKh6qRTyO2TEJ&#10;yc6G3VXTf+8WCr3N433OYtWbVtzJ+dqygsk4AUFcWF1zqeD7+P6agfABWWNrmRT8kIfVcvCywFzb&#10;B3/R/RBKEUPY56igCqHLpfRFRQb92HbEkbtaZzBE6EqpHT5iuGllmiQzabDm2FBhR9uKiuZwMwrO&#10;tx1f99PPtduEk+2PvkkvWaPUaNiv5yAC9eFf/Of+0HF+Okne4PedeIN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KyfH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iI8cgA&#10;AADeAAAADwAAAGRycy9kb3ducmV2LnhtbESPT0/DMAzF70h8h8hI3FiyCtAoyyaGhMQFaf8O7OY1&#10;pq3WOCUJW+HTzwek3Wy95/d+ns4H36kjxdQGtjAeGVDEVXAt1xa2m7e7CaiUkR12gcnCLyWYz66v&#10;pli6cOIVHde5VhLCqUQLTc59qXWqGvKYRqEnFu0rRI9Z1lhrF/Ek4b7ThTGP2mPL0tBgT68NVYf1&#10;j7eweJosvpf3/PG32u9o97k/PBTRWHt7M7w8g8o05Iv5//rdCX4xNsIr78gMe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yIjxyAAAAN4AAAAPAAAAAAAAAAAAAAAAAJgCAABk&#10;cnMvZG93bnJldi54bWxQSwUGAAAAAAQABAD1AAAAjQMAAAAA&#10;" fillcolor="black" stroked="f"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ImwMMA&#10;AADeAAAADwAAAGRycy9kb3ducmV2LnhtbERP30vDMBB+F/wfwgm+uXQTZNalpQxE2VM3FV9vzdkU&#10;m0tJYtb990YQ9nYf38/b1LMdRSIfBscKlosCBHHn9MC9gve357s1iBCRNY6OScGZAtTV9dUGS+1O&#10;vKd0iL3IIRxKVGBinEopQ2fIYli4iThzX85bjBn6XmqPpxxuR7kqigdpceDcYHCiraHu+/BjFaTj&#10;tm3u02cy+51veu/al49jq9Ttzdw8gYg0x4v43/2q8/zVsniEv3fyDbL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Imw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1diccA&#10;AADeAAAADwAAAGRycy9kb3ducmV2LnhtbESPQU/DMAyF70j8h8hI3FjaHSbolk3TBBNwAQrSdrQa&#10;r6nWOFWTdWW/fj4gcbPl5/fet1iNvlUD9bEJbCCfZKCIq2Abrg38fL88PIKKCdliG5gM/FKE1fL2&#10;ZoGFDWf+oqFMtRITjgUacCl1hdaxcuQxTkJHLLdD6D0mWfta2x7PYu5bPc2ymfbYsCQ47GjjqDqW&#10;J28g5pvn3bu/PA37reOP8s3NPmtnzP3duJ6DSjSmf/Hf96uV+tM8FwDBkRn0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9XY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762C5" w:rsidRPr="0066767B" w:rsidRDefault="003762C5" w:rsidP="003762C5">
      <w:pPr>
        <w:spacing w:after="0" w:line="240" w:lineRule="auto"/>
        <w:rPr>
          <w:rFonts w:ascii="Times New Roman" w:eastAsia="Calibri" w:hAnsi="Times New Roman" w:cs="Times New Roman"/>
        </w:rPr>
      </w:pPr>
    </w:p>
    <w:p w:rsidR="003762C5" w:rsidRPr="0066767B" w:rsidRDefault="003762C5" w:rsidP="003762C5">
      <w:pPr>
        <w:spacing w:after="0" w:line="240" w:lineRule="auto"/>
        <w:rPr>
          <w:rFonts w:ascii="Times New Roman" w:eastAsia="Calibri" w:hAnsi="Times New Roman" w:cs="Times New Roman"/>
        </w:rPr>
      </w:pPr>
    </w:p>
    <w:p w:rsidR="003762C5" w:rsidRPr="0066767B" w:rsidRDefault="003762C5" w:rsidP="003762C5">
      <w:pPr>
        <w:spacing w:after="0" w:line="240" w:lineRule="auto"/>
        <w:rPr>
          <w:rFonts w:ascii="Times New Roman" w:eastAsia="Calibri" w:hAnsi="Times New Roman" w:cs="Times New Roman"/>
        </w:rPr>
      </w:pPr>
    </w:p>
    <w:p w:rsidR="003762C5" w:rsidRPr="0066767B" w:rsidRDefault="003762C5" w:rsidP="003762C5">
      <w:pPr>
        <w:spacing w:after="0" w:line="240" w:lineRule="auto"/>
        <w:rPr>
          <w:rFonts w:ascii="Times New Roman" w:eastAsia="Calibri" w:hAnsi="Times New Roman" w:cs="Times New Roman"/>
        </w:rPr>
      </w:pPr>
    </w:p>
    <w:p w:rsidR="003762C5" w:rsidRPr="0066767B" w:rsidRDefault="003762C5" w:rsidP="003762C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3762C5" w:rsidRPr="0066767B" w:rsidRDefault="003762C5" w:rsidP="003762C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3762C5" w:rsidRPr="0066767B" w:rsidRDefault="003762C5" w:rsidP="003762C5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3762C5" w:rsidRPr="0066767B" w:rsidRDefault="003762C5" w:rsidP="003762C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3762C5" w:rsidRPr="0066767B" w:rsidRDefault="003762C5" w:rsidP="003762C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3762C5" w:rsidRPr="0066767B" w:rsidRDefault="003762C5" w:rsidP="003762C5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6DCAD5C" wp14:editId="0AF39704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111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11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1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2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3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4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762C5" w:rsidRDefault="003762C5" w:rsidP="003762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5IEMMA&#10;AADeAAAADwAAAGRycy9kb3ducmV2LnhtbERPS2vCQBC+C/0PyxR6080DVFJXEdGSQ6AkrfchOyah&#10;2dmQXTX9912h4G0+vudsdpPpxY1G11lWEC8iEMS11R03Cr6/TvM1COeRNfaWScEvOdhtX2YbzLS9&#10;c0m3yjcihLDLUEHr/ZBJ6eqWDLqFHYgDd7GjQR/g2Eg94j2Em14mUbSUBjsODS0OdGip/qmuRoFN&#10;P/Li3CRleuSV5/3n+nKeCqXeXqf9OwhPk3+K/925DvOTOE7g8U64QW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Q5IE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ZfKMcA&#10;AADeAAAADwAAAGRycy9kb3ducmV2LnhtbERPTWsCMRC9F/ofwgi9SM2ugrZboxRha+tB0BZ6HTbT&#10;zdrNZElS3frrjVDobR7vc+bL3rbiSD40jhXkowwEceV0w7WCj/fy/gFEiMgaW8ek4JcCLBe3N3Ms&#10;tDvxjo77WIsUwqFABSbGrpAyVIYshpHriBP35bzFmKCvpfZ4SuG2leMsm0qLDacGgx2tDFXf+x+r&#10;4FBuzedqdn7xw8cdnYflZt2+TZW6G/TPTyAi9fFf/Od+1Wn+OM8ncH0n3S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GXyj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xjXcYA&#10;AADeAAAADwAAAGRycy9kb3ducmV2LnhtbESPzWrDMBCE74W8g9hCLiWRnZYQnCjGhLoUX0J+HmCx&#10;NpaptTKWGjtvXxUKve0ys/PN7vLJduJOg28dK0iXCQji2umWGwXXS7nYgPABWWPnmBQ8yEO+nz3t&#10;MNNu5BPdz6ERMYR9hgpMCH0mpa8NWfRL1xNH7eYGiyGuQyP1gGMMt51cJclaWmw5Egz2dDBUf52/&#10;bYQcX/FY3cZL+THhiO+V4ZfipNT8eSq2IAJN4d/8d/2pY/1Vmr7B7ztxBr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xjX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TT/MQA&#10;AADeAAAADwAAAGRycy9kb3ducmV2LnhtbERPTUvDQBC9C/0Pywje7CahrRK7LaVWEMGDVRBvQ3aa&#10;BLOzy+7YxH/vCoK3ebzPWW8nN6gzxdR7NlDOC1DEjbc9twbeXh+ub0ElQbY4eCYD35Rgu5ldrLG2&#10;fuQXOh+lVTmEU40GOpFQa52ajhymuQ/EmTv56FAyjK22Eccc7gZdFcVKO+w5N3QYaN9R83n8cgae&#10;x0N4ulktT+EjLiqd7q2878WYq8tpdwdKaJJ/8Z/70eb5VVku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u00/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JYscYA&#10;AADeAAAADwAAAGRycy9kb3ducmV2LnhtbESP0WrCQBBF3wv+wzJCX4puYkEkdRURlZKXYOIHDNkx&#10;G5qdDdnVpH/fLRT6NsO9c8+d7X6ynXjS4FvHCtJlAoK4drrlRsGtOi82IHxA1tg5JgXf5GG/m71s&#10;MdNu5Cs9y9CIGMI+QwUmhD6T0teGLPql64mjdneDxRDXoZF6wDGG206ukmQtLbYcCQZ7Ohqqv8qH&#10;jZDiHYv8Plbny4QjnnLDb4erUq/z6fABItAU/s1/15861l+l6Rp+34kzyN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JYs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roEMQA&#10;AADeAAAADwAAAGRycy9kb3ducmV2LnhtbERPTUvDQBC9C/0Pywje7CahthK7LaVWEMGDVRBvQ3aa&#10;BLOzy+7YxH/vCoK3ebzPWW8nN6gzxdR7NlDOC1DEjbc9twbeXh+ub0ElQbY4eCYD35Rgu5ldrLG2&#10;fuQXOh+lVTmEU40GOpFQa52ajhymuQ/EmTv56FAyjK22Eccc7gZdFcVSO+w5N3QYaN9R83n8cgae&#10;x0N4Wi1vTuEjLiqd7q2878WYq8tpdwdKaJJ/8Z/70eb5VVmu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q6B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Bhi8cA&#10;AADeAAAADwAAAGRycy9kb3ducmV2LnhtbESPQUvDQBCF74L/YRnBi9hNKorEbktbWBQUSmuh1yE7&#10;TYLZ2bC7NvHfOwfB2wzvzXvfLFaT79WFYuoCGyhnBSjiOriOGwPHT3v/DCplZId9YDLwQwlWy+ur&#10;BVYujLynyyE3SkI4VWigzXmotE51Sx7TLAzEop1D9JhljY12EUcJ972eF8WT9tixNLQ40Lal+uvw&#10;7Q1sdmPzEO/qzRTez6+nR2ud/bDG3N5M6xdQmab8b/67fnOCPy9L4ZV3ZAa9/A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CwYYv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8yO78MA&#10;AADeAAAADwAAAGRycy9kb3ducmV2LnhtbERP3WrCMBS+H+wdwhF2N9MWN1xnFJkUZHgz3QMcmrOm&#10;2pyUJNbu7Y0geHc+vt+zWI22EwP50DpWkE8zEMS10y03Cn4P1escRIjIGjvHpOCfAqyWz08LLLW7&#10;8A8N+9iIFMKhRAUmxr6UMtSGLIap64kT9+e8xZigb6T2eEnhtpNFlr1Liy2nBoM9fRmqT/uzVVB9&#10;F7vhdNa+cutxZunNHOcbo9TLZFx/gog0xof47t7qNL/I8w+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8yO7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qnMMcA&#10;AADeAAAADwAAAGRycy9kb3ducmV2LnhtbESPQUvDQBCF74L/YRmhF7GbRhSJ3Za2sCgoiLXQ65Cd&#10;JsHsbNjdNvHfOwfB2wzz5r33LdeT79WFYuoCG1jMC1DEdXAdNwYOX/buCVTKyA77wGTghxKsV9dX&#10;S6xcGPmTLvvcKDHhVKGBNueh0jrVLXlM8zAQy+0Uoscsa2y0iziKue91WRSP2mPHktDiQLuW6u/9&#10;2RvYfozNfbytt1N4O70cH6x19t0aM7uZNs+gMk35X/z3/eqkfrkoBUBwZAa9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qpzD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ZIVMMA&#10;AADeAAAADwAAAGRycy9kb3ducmV2LnhtbERP0YrCMBB8P/Afwgq+nalFD6lGEY/Ccfhy6gcszdpU&#10;m01JYq1/bw4OjnnZZXZmdtbbwbaiJx8axwpm0wwEceV0w7WC86l8X4IIEVlj65gUPCnAdjN6W2Oh&#10;3YN/qD/GWiQTDgUqMDF2hZShMmQxTF1HnLiL8xZjWn0ttcdHMretzLPsQ1psOCUY7GhvqLod71ZB&#10;+Z0f+ttd+9LthrmlhbkuP41Sk/GwW4GINMT/4z/1l07v5wnwWyfNID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ZIV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pIy8EA&#10;AADeAAAADwAAAGRycy9kb3ducmV2LnhtbERPzYrCMBC+C75DGMGbpu3qsnRNRRZc9Gj1AYZmti1t&#10;JrXJ2vr2RhC8zcf3O5vtaFpxo97VlhXEywgEcWF1zaWCy3m/+ALhPLLG1jIpuJODbTadbDDVduAT&#10;3XJfihDCLkUFlfddKqUrKjLolrYjDtyf7Q36APtS6h6HEG5amUTRpzRYc2iosKOfioom/zcKVvfh&#10;95qvm2ivDcXHj+7IvlgrNZ+Nu28Qnkb/Fr/cBx3mJ3GSwPOdcIPM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HKSMv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T7/8QA&#10;AADeAAAADwAAAGRycy9kb3ducmV2LnhtbERPS2vCQBC+C/0Pywi96SYpiE2zSqhYSk812p6H7OSB&#10;2dmQ3cT477uFQm/z8T0n28+mExMNrrWsIF5HIIhLq1uuFVzOx9UWhPPIGjvLpOBODva7h0WGqbY3&#10;PtFU+FqEEHYpKmi871MpXdmQQbe2PXHgKjsY9AEOtdQD3kK46WQSRRtpsOXQ0GBPrw2V12I0CsbN&#10;d3Lh6kN/Fof72/PhmDv5VSv1uJzzFxCeZv8v/nO/6zA/iZMn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E+//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LTlsYA&#10;AADeAAAADwAAAGRycy9kb3ducmV2LnhtbERPTWvCQBC9C/0PyxS8mY1Rgk1dpRUE9VCp1UNv0+w0&#10;SZudjdlV03/vCkJv83ifM513phZnal1lWcEwikEQ51ZXXCjYfywHExDOI2usLZOCP3Iwnz30pphp&#10;e+F3Ou98IUIIuwwVlN43mZQuL8mgi2xDHLhv2xr0AbaF1C1eQripZRLHqTRYcWgosaFFSfnv7mQU&#10;HLaT9Gn7uh7/bN6+cGT08VNXqVL9x+7lGYSnzv+L7+6VDvOTYTKG2zvhBjm7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ALTl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7fhmcMA&#10;AADeAAAADwAAAGRycy9kb3ducmV2LnhtbERPS4vCMBC+C/sfwizsTVO7KlKN4gNd8eQLvA7NbFu2&#10;mZQmavXXbwTB23x8zxlPG1OKK9WusKyg24lAEKdWF5wpOB1X7SEI55E1lpZJwZ0cTCcfrTEm2t54&#10;T9eDz0QIYZeggtz7KpHSpTkZdB1bEQfu19YGfYB1JnWNtxBuShlH0UAaLDg05FjRIqf073AxCh6D&#10;M+7cTzxffmtP995wbbe7tVJfn81sBMJT49/il3ujw/y4G/fh+U64QU7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7fhm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wWQMQA&#10;AADeAAAADwAAAGRycy9kb3ducmV2LnhtbERPzWrCQBC+F3yHZQre6ibBik1dgxQFb63RBxiy000w&#10;Oxuz2yT26buFQm/z8f3OpphsKwbqfeNYQbpIQBBXTjdsFFzOh6c1CB+QNbaOScGdPBTb2cMGc+1G&#10;PtFQBiNiCPscFdQhdLmUvqrJol+4jjhyn663GCLsjdQ9jjHctjJLkpW02HBsqLGjt5qqa/llFdxc&#10;9qynco/v1/3LR2PM8vZ9Wio1f5x2ryACTeFf/Oc+6jg/S7MV/L4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cFkD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zVMMMA&#10;AADeAAAADwAAAGRycy9kb3ducmV2LnhtbERPyW7CMBC9I/EP1iBxKw5BBZpiUIuExJXlwHFqD0lK&#10;PA6xgdCvx0iVuM3TW2e2aG0lrtT40rGC4SABQaydKTlXsN+t3qYgfEA2WDkmBXfysJh3OzPMjLvx&#10;hq7bkIsYwj5DBUUIdSal1wVZ9ANXE0fu6BqLIcIml6bBWwy3lUyTZCwtlhwbCqxpWZA+bS9Wwbr8&#10;ofexPn7Y6bfeHP7OYTT5NUr1e+3XJ4hAbXiJ/91rE+enw3QCz3fiDX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zVM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K4lcQA&#10;AADeAAAADwAAAGRycy9kb3ducmV2LnhtbERPS2vCQBC+F/oflhF6qxtzKJq6Si0UKj6gtrTXITvN&#10;BrOzIbvG+O+dg+Bt5nvNN/Pl4BvVUxfrwAYm4wwUcRlszZWBn++P5ymomJAtNoHJwIUiLBePD3Ms&#10;bDjzF/WHVCkJ4VigAZdSW2gdS0ce4zi0xML9h85jkrWrtO3wLOG+0XmWvWiPNcsFhy29OyqPh5M3&#10;0OP+kv251W62rrdlvl/9bqzg5mk0vL2CSjSku/jm/rRSP5/k0lfekRn0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4SuJX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PClMIA&#10;AADeAAAADwAAAGRycy9kb3ducmV2LnhtbERPPU/DMBDdkfgP1iGxUaceEIS6VYVUxAiBoeMRX+O0&#10;8V1kmybw6zESEts9vc9bbeYwqDPF1AtbWC4qUMStuJ47C+9vu5s7UCkjOxyEycIXJdisLy9WWDuZ&#10;+JXOTe5UCeFUowWf81hrnVpPAdNCRuLCHSQGzAXGTruIUwkPgzZVdasD9lwaPI706Kk9NZ/BwvTU&#10;fhzNYe/8dxxl17zI0Qxi7fXVvH0AlWnO/+I/97Mr883S3MPvO+UG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U8KU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jtw8gA&#10;AADeAAAADwAAAGRycy9kb3ducmV2LnhtbESPT0/CQBDF7yZ+h82YcJMtJRFSWQjyJzFEY0C9j92x&#10;re7ONt0Fyrd3DiTeZjJv3nu/2aL3Tp2oi01gA6NhBoq4DLbhysDH+/Z+CiomZIsuMBm4UITF/PZm&#10;hoUNZ97T6ZAqJSYcCzRQp9QWWseyJo9xGFpiuX2HzmOStau07fAs5t7pPMsetMeGJaHGllY1lb+H&#10;ozewfVu7n/x1v/zUabWZfLnp7mn9Yszgrl8+gkrUp3/x9fvZSv18NBYAwZEZ9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ASO3D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KVzMQA&#10;AADeAAAADwAAAGRycy9kb3ducmV2LnhtbERPTYvCMBC9C/6HMIIXWdMqLtI1yrIgKii4ruB1bGbb&#10;YjMpTaz13xtB8DaP9zmzRWtK0VDtCssK4mEEgji1uuBMwfFv+TEF4TyyxtIyKbiTg8W825lhou2N&#10;f6k5+EyEEHYJKsi9rxIpXZqTQTe0FXHg/m1t0AdYZ1LXeAvhppSjKPqUBgsODTlW9JNTejlcjYJm&#10;vz1n68ZVm8t04Cbj82q10yel+r32+wuEp9a/xS/3Wof5o3gcw/OdcIO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ylcz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x1psYA&#10;AADeAAAADwAAAGRycy9kb3ducmV2LnhtbERPS2sCMRC+F/wPYQRvNeu2FV2NUguCl0J9HPQ2bsbd&#10;xc1km0Td9tc3QsHbfHzPmc5bU4srOV9ZVjDoJyCIc6srLhTstsvnEQgfkDXWlknBD3mYzzpPU8y0&#10;vfGarptQiBjCPkMFZQhNJqXPSzLo+7YhjtzJOoMhQldI7fAWw00t0yQZSoMVx4YSG/ooKT9vLkbB&#10;YjxafH+98ufv+nigw/54fktdolSv275PQARqw0P8717pOD8dvKRwfyfe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Ux1psYAAADeAAAADwAAAAAAAAAAAAAAAACYAgAAZHJz&#10;L2Rvd25yZXYueG1sUEsFBgAAAAAEAAQA9QAAAIsDAAAAAA==&#10;" fillcolor="black" stroked="f"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PePcYA&#10;AADeAAAADwAAAGRycy9kb3ducmV2LnhtbERPTWvCQBC9C/6HZYTedGOkItFValuhoB60HjyO2Wmy&#10;JDsbsqum/fVdodDbPN7nLFadrcWNWm8cKxiPEhDEudOGCwWnz81wBsIHZI21Y1LwTR5Wy35vgZl2&#10;dz7Q7RgKEUPYZ6igDKHJpPR5SRb9yDXEkftyrcUQYVtI3eI9httapkkylRYNx4YSG3otKa+OV6vg&#10;vJ2a2cFQetn9rN/17rla798qpZ4G3cscRKAu/Iv/3B86zk/Hkwk83ok3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PeP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gre8QA&#10;AADeAAAADwAAAGRycy9kb3ducmV2LnhtbERPS2sCMRC+F/ofwhS8aVZbimyNIorUSw++6HXYTDfb&#10;3UzWJOrqrzcFobf5+J4zmXW2EWfyoXKsYDjIQBAXTldcKtjvVv0xiBCRNTaOScGVAsymz08TzLW7&#10;8IbO21iKFMIhRwUmxjaXMhSGLIaBa4kT9+O8xZigL6X2eEnhtpGjLHuXFitODQZbWhgq6u3JKvDz&#10;72V949Ohzm5f1/D52x3HaJTqvXTzDxCRuvgvfrjXOs0fDV/f4O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4K3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U4q8UA&#10;AADeAAAADwAAAGRycy9kb3ducmV2LnhtbERP22rCQBB9L/gPywh9KboxpVVTV5FCoVARtH7AmB2T&#10;0N3ZkB019uu7hULf5nCus1j13qkLdbEJbGAyzkARl8E2XBk4fL6NZqCiIFt0gcnAjSKsloO7BRY2&#10;XHlHl71UKoVwLNBALdIWWseyJo9xHFrixJ1C51ES7CptO7ymcO90nmXP2mPDqaHGll5rKr/2Z2/A&#10;5Uc3/5jGjdwOepN9e9k9bK0x98N+/QJKqJd/8Z/73ab5+eTxCX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RTir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nhsQA&#10;AADeAAAADwAAAGRycy9kb3ducmV2LnhtbERPTWvCQBC9C/0PyxR6040piKSu0laEXHpoTPE6Zsds&#10;cHc2ZLea+uvdQqG3ebzPWW1GZ8WFhtB5VjCfZSCIG687bhXU+910CSJEZI3WMyn4oQCb9cNkhYX2&#10;V/6kSxVbkUI4FKjAxNgXUobGkMMw8z1x4k5+cBgTHFqpB7ymcGdlnmUL6bDj1GCwp3dDzbn6dgq2&#10;VW/zujRv4fD1cTza8rajw1app8fx9QVEpDH+i//cpU7z8/nzAn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H54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7wK8IA&#10;AADeAAAADwAAAGRycy9kb3ducmV2LnhtbERPS4vCMBC+C/sfwizsTRNdUKlGWRYFYU++Dt6GZGyr&#10;zaQ00Xb/vREEb/PxPWe+7Fwl7tSE0rOG4UCBIDbelpxrOOzX/SmIEJEtVp5Jwz8FWC4+enPMrG95&#10;S/ddzEUK4ZChhiLGOpMymIIchoGviRN39o3DmGCTS9tgm8JdJUdKjaXDklNDgTX9FmSuu5vTcFnL&#10;P28UmuPh2G7s5LQaU6W0/vrsfmYgInXxLX65NzbNHw2/J/B8J90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DvAr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3mXPscA&#10;AADeAAAADwAAAGRycy9kb3ducmV2LnhtbESPQWvCQBCF70L/wzKF3nRjhCKpq9iCIC0eaqT0OM2O&#10;SUh2Nuyumv5751DobYb35r1vVpvR9epKIbaeDcxnGSjiytuWawOncjddgooJ2WLvmQz8UoTN+mGy&#10;wsL6G3/S9ZhqJSEcCzTQpDQUWseqIYdx5gdi0c4+OEyyhlrbgDcJd73Os+xZO2xZGhoc6K2hqjte&#10;nIHvywefD4v3bXhNX34sY5f/LDtjnh7H7QuoRGP6N/9d763g5/OF8Mo7MoNe3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d5lz7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+jn18YA&#10;AADeAAAADwAAAGRycy9kb3ducmV2LnhtbERPS2sCMRC+F/wPYQRvNevWiq5G0UKhl0J9HPQ2bsbd&#10;xc1kTaKu/fVNodDbfHzPmS1aU4sbOV9ZVjDoJyCIc6srLhTstu/PYxA+IGusLZOCB3lYzDtPM8y0&#10;vfOabptQiBjCPkMFZQhNJqXPSzLo+7YhjtzJOoMhQldI7fAew00t0yQZSYMVx4YSG3orKT9vrkbB&#10;ajJeXb6G/Pm9Ph7osD+eX1OXKNXrtsspiEBt+Bf/uT90nJ8OXib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+jn18YAAADeAAAADwAAAAAAAAAAAAAAAACYAgAAZHJz&#10;L2Rvd25yZXYueG1sUEsFBgAAAAAEAAQA9QAAAIsDAAAAAA==&#10;" fillcolor="black" stroked="f"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I2ncYA&#10;AADeAAAADwAAAGRycy9kb3ducmV2LnhtbESPQUsDMRCF74L/IYzgzWZbRWRtWpaCKJ62reJ1uhk3&#10;i5vJksR0/ffOQfA2w7x5733r7exHVSimIbCB5aICRdwFO3Bv4O34dPMAKmVki2NgMvBDCbaby4s1&#10;1jaceU/lkHslJpxqNOBynmqtU+fIY1qEiVhunyF6zLLGXtuIZzH3o15V1b32OLAkOJxo56j7Onx7&#10;A+W0a5vb8lHc/jU2fQzt8/upNeb6am4eQWWa87/47/vFSv3V8k4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WI2n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LXD8UA&#10;AADeAAAADwAAAGRycy9kb3ducmV2LnhtbERPTWvCQBC9C/0PyxS86SYiYlNXKdIW60VNC+1xyE6z&#10;odnZkF1j6q93BcHbPN7nLFa9rUVHra8cK0jHCQjiwumKSwVfn2+jOQgfkDXWjknBP3lYLR8GC8y0&#10;O/GBujyUIoawz1CBCaHJpPSFIYt+7BriyP261mKIsC2lbvEUw20tJ0kykxYrjg0GG1obKv7yo1Xg&#10;0/Xr99aen7qfd8O7/MPM9qVRavjYvzyDCNSHu/jm3ug4f5JOU7i+E2+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gtcP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762C5" w:rsidRDefault="003762C5" w:rsidP="003762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762C5" w:rsidRPr="0066767B" w:rsidRDefault="003762C5" w:rsidP="003762C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3762C5" w:rsidRPr="0066767B" w:rsidRDefault="003762C5" w:rsidP="003762C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3762C5" w:rsidRPr="0066767B" w:rsidRDefault="003762C5" w:rsidP="003762C5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3762C5" w:rsidRPr="0066767B" w:rsidRDefault="003762C5" w:rsidP="003762C5">
      <w:pPr>
        <w:spacing w:after="0" w:line="240" w:lineRule="auto"/>
        <w:rPr>
          <w:rFonts w:ascii="Times New Roman" w:eastAsia="Calibri" w:hAnsi="Times New Roman" w:cs="Times New Roman"/>
        </w:rPr>
      </w:pPr>
    </w:p>
    <w:p w:rsidR="003762C5" w:rsidRDefault="003762C5" w:rsidP="003762C5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3762C5" w:rsidRDefault="003762C5" w:rsidP="003762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762C5" w:rsidRDefault="003762C5" w:rsidP="003762C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Мельник В.С.</w:t>
      </w: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717B0B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717B0B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r>
        <w:rPr>
          <w:rFonts w:ascii="Times New Roman" w:eastAsia="Calibri" w:hAnsi="Times New Roman" w:cs="Times New Roman"/>
          <w:sz w:val="24"/>
          <w:lang w:val="uk-UA"/>
        </w:rPr>
        <w:t>Мельник В.С.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рада </w:t>
      </w: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>ВИРІШИЛА:</w:t>
      </w: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762C5" w:rsidRPr="00717B0B" w:rsidRDefault="003762C5" w:rsidP="003762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r>
        <w:rPr>
          <w:rFonts w:ascii="Times New Roman" w:eastAsia="Calibri" w:hAnsi="Times New Roman" w:cs="Times New Roman"/>
          <w:sz w:val="24"/>
          <w:lang w:val="uk-UA"/>
        </w:rPr>
        <w:t>Мельнику Володимиру Степановичу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,  який  зареєстрований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AC6C6A">
        <w:rPr>
          <w:rFonts w:ascii="Times New Roman" w:eastAsia="Calibri" w:hAnsi="Times New Roman" w:cs="Times New Roman"/>
          <w:sz w:val="24"/>
          <w:lang w:val="en-US"/>
        </w:rPr>
        <w:t>__________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</w:rPr>
        <w:t>0,</w:t>
      </w:r>
      <w:r>
        <w:rPr>
          <w:rFonts w:ascii="Times New Roman" w:eastAsia="Calibri" w:hAnsi="Times New Roman" w:cs="Times New Roman"/>
          <w:sz w:val="24"/>
          <w:lang w:val="uk-UA"/>
        </w:rPr>
        <w:t>1768</w:t>
      </w:r>
      <w:r w:rsidRPr="00717B0B">
        <w:rPr>
          <w:rFonts w:ascii="Times New Roman" w:eastAsia="Calibri" w:hAnsi="Times New Roman" w:cs="Times New Roman"/>
          <w:sz w:val="24"/>
        </w:rPr>
        <w:t xml:space="preserve">га, 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717B0B">
        <w:rPr>
          <w:rFonts w:ascii="Times New Roman" w:eastAsia="Calibri" w:hAnsi="Times New Roman" w:cs="Times New Roman"/>
          <w:sz w:val="24"/>
        </w:rPr>
        <w:t xml:space="preserve">, за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земель запасу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кад</w:t>
      </w:r>
      <w:r>
        <w:rPr>
          <w:rFonts w:ascii="Times New Roman" w:eastAsia="Calibri" w:hAnsi="Times New Roman" w:cs="Times New Roman"/>
          <w:sz w:val="24"/>
        </w:rPr>
        <w:t>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6823984000:03:01</w:t>
      </w:r>
      <w:r>
        <w:rPr>
          <w:rFonts w:ascii="Times New Roman" w:eastAsia="Calibri" w:hAnsi="Times New Roman" w:cs="Times New Roman"/>
          <w:sz w:val="24"/>
          <w:lang w:val="uk-UA"/>
        </w:rPr>
        <w:t>8</w:t>
      </w:r>
      <w:r>
        <w:rPr>
          <w:rFonts w:ascii="Times New Roman" w:eastAsia="Calibri" w:hAnsi="Times New Roman" w:cs="Times New Roman"/>
          <w:sz w:val="24"/>
        </w:rPr>
        <w:t>:0</w:t>
      </w:r>
      <w:r>
        <w:rPr>
          <w:rFonts w:ascii="Times New Roman" w:eastAsia="Calibri" w:hAnsi="Times New Roman" w:cs="Times New Roman"/>
          <w:sz w:val="24"/>
          <w:lang w:val="uk-UA"/>
        </w:rPr>
        <w:t>350</w:t>
      </w:r>
      <w:r w:rsidRPr="00717B0B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ради, за межами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населеного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пункту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3762C5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>. Мельничуку В.С.</w:t>
      </w:r>
      <w:r w:rsidRPr="00717B0B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ради.</w:t>
      </w: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Даний дозвіл дійсний на протязі року з дня прийняття даного рішення.</w:t>
      </w:r>
    </w:p>
    <w:p w:rsidR="003762C5" w:rsidRPr="00717B0B" w:rsidRDefault="003762C5" w:rsidP="003762C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</w:t>
      </w:r>
      <w:r w:rsidRPr="00717B0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762C5" w:rsidRPr="00717B0B" w:rsidRDefault="003762C5" w:rsidP="003762C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9264BA" w:rsidRPr="003762C5" w:rsidRDefault="003762C5" w:rsidP="003762C5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717B0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9264BA" w:rsidRPr="003762C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016" w:rsidRDefault="00412016">
      <w:pPr>
        <w:spacing w:after="0" w:line="240" w:lineRule="auto"/>
      </w:pPr>
      <w:r>
        <w:separator/>
      </w:r>
    </w:p>
  </w:endnote>
  <w:endnote w:type="continuationSeparator" w:id="0">
    <w:p w:rsidR="00412016" w:rsidRDefault="004120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016" w:rsidRDefault="00412016">
      <w:pPr>
        <w:spacing w:after="0" w:line="240" w:lineRule="auto"/>
      </w:pPr>
      <w:r>
        <w:separator/>
      </w:r>
    </w:p>
  </w:footnote>
  <w:footnote w:type="continuationSeparator" w:id="0">
    <w:p w:rsidR="00412016" w:rsidRDefault="004120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62C5"/>
    <w:rsid w:val="003762C5"/>
    <w:rsid w:val="00412016"/>
    <w:rsid w:val="009264BA"/>
    <w:rsid w:val="00AC6C6A"/>
    <w:rsid w:val="00BB6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C5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2C5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2021-01-18T12:06:00Z</dcterms:created>
  <dcterms:modified xsi:type="dcterms:W3CDTF">2021-01-18T12:30:00Z</dcterms:modified>
</cp:coreProperties>
</file>