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1BAA" w:rsidRPr="00DF573A" w:rsidRDefault="00B11BAA" w:rsidP="00B11BAA">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4"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5"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6"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7"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8"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9"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0"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1"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2"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3"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4"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5"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6"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7"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8"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19"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0"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1"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2"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3"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4"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5"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6"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7"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8"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29"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30"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31"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3424"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s:wsp>
                        <wps:cNvPr id="3425"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1BAA" w:rsidRDefault="00B11BAA" w:rsidP="00B11BA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57vHcAAP9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BUK+57vHcAAP9YBAAOAAAAAAAAAAAAAAAAAC4CAABk&#10;cnMvZTJvRG9jLnhtbFBLAQItABQABgAIAAAAIQCyHUyb4AAAAAoBAAAPAAAAAAAAAAAAAAAAABZ6&#10;AABkcnMvZG93bnJldi54bWxQSwUGAAAAAAQABADzAAAAI3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8da74A&#10;AADaAAAADwAAAGRycy9kb3ducmV2LnhtbESPSwvCMBCE74L/IazgTVMfqFSjiKh4EMTXfWnWtths&#10;ShO1/nsjCB6HmfmGmS1qU4gnVS63rKDXjUAQJ1bnnCq4nDedCQjnkTUWlknBmxws5s3GDGNtX3yk&#10;58mnIkDYxagg876MpXRJRgZd15bEwbvZyqAPskqlrvAV4KaQ/SgaSYM5h4UMS1pllNxPD6PADra7&#10;/TXtHwdrHnteHia3a71Xqt2ql1MQnmr/D//aO61gCN8r4QbI+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KvHWu+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1BAA" w:rsidRDefault="00B11BAA" w:rsidP="00B11BA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PzJ8UA&#10;AADaAAAADwAAAGRycy9kb3ducmV2LnhtbESPQWsCMRSE74L/IbxCL1KzLVT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Q/Mn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1BAA" w:rsidRDefault="00B11BAA" w:rsidP="00B11BA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1BAA" w:rsidRDefault="00B11BAA" w:rsidP="00B11BA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1BAA" w:rsidRDefault="00B11BAA" w:rsidP="00B11BA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CYw74A&#10;AADaAAAADwAAAGRycy9kb3ducmV2LnhtbERPzYrCMBC+L/gOYQQvi6a6sEg1iojK4kX8eYChGZti&#10;MylNtPXtdw4Le/z4/pfr3tfqRW2sAhuYTjJQxEWwFZcGbtf9eA4qJmSLdWAy8KYI69XgY4m5DR2f&#10;6XVJpZIQjjkacCk1udaxcOQxTkJDLNw9tB6TwLbUtsVOwn2tZ1n2rT1WLA0OG9o6Kh6Xp5eS0xee&#10;jvfuuj/02OHu6PhzczZmNOw3C1CJ+vQv/nP/WAOyVa7IDdCrX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gAmMO+AAAA2gAAAA8AAAAAAAAAAAAAAAAAmAIAAGRycy9kb3ducmV2&#10;LnhtbFBLBQYAAAAABAAEAPUAAACD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1BAA" w:rsidRDefault="00B11BAA" w:rsidP="00B11BA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KtrcQA&#10;AADaAAAADwAAAGRycy9kb3ducmV2LnhtbESPQUsDMRSE7wX/Q3iCtzZr0apr0yJVQQo9uAri7bF5&#10;3V3cvITk2V3/vSkUehxm5htmuR5drw4UU+fZwPWsAEVce9txY+Dz43V6DyoJssXeMxn4owTr1cVk&#10;iaX1A7/ToZJGZQinEg20IqHUOtUtOUwzH4izt/fRoWQZG20jDhnuej0vioV22HFeaDHQpqX6p/p1&#10;BnbDS9jeLW734TvezHV6tvK1EWOuLsenR1BCo5zDp/abNfAAxyv5BujV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Qira3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1BAA" w:rsidRDefault="00B11BAA" w:rsidP="00B11BA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1BAA" w:rsidRDefault="00B11BAA" w:rsidP="00B11BA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1BAA" w:rsidRDefault="00B11BAA" w:rsidP="00B11BA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Q95bsIA&#10;AADbAAAADwAAAGRycy9kb3ducmV2LnhtbERP32vCMBB+H+x/CDfwZcxUx2R0RlEhKEwQ62CvR3O2&#10;Zc2lJNHW/34ZCHu7j+/nzZeDbcWVfGgcK5iMMxDEpTMNVwq+TvrlHUSIyAZbx6TgRgGWi8eHOebG&#10;9XykaxErkUI45KigjrHLpQxlTRbD2HXEiTs7bzEm6CtpPPYp3LZymmUzabHh1FBjR5uayp/iYhWs&#10;D3316p/L9eA+z9vvN62N3mulRk/D6gNEpCH+i+/unUnzp/D3Szp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D3luwgAAANs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1BAA" w:rsidRDefault="00B11BAA" w:rsidP="00B11BA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ZAdMAA&#10;AADbAAAADwAAAGRycy9kb3ducmV2LnhtbERP3WrCMBS+H+wdwhnsbqZzOqQ2imwUhnij8wEOzbGp&#10;bU5KEmv39osgeHc+vt9TrEfbiYF8aBwreJ9kIIgrpxuuFRx/y7cFiBCRNXaOScEfBVivnp8KzLW7&#10;8p6GQ6xFCuGQowITY59LGSpDFsPE9cSJOzlvMSboa6k9XlO47eQ0yz6lxYZTg8GevgxV7eFiFZTb&#10;6W5oL9qXbjPOLM3NefFtlHp9GTdLEJHG+BDf3T86zf+A2y/pALn6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5LZAd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1BAA" w:rsidRDefault="00B11BAA" w:rsidP="00B11BA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s69ebsA&#10;AADbAAAADwAAAGRycy9kb3ducmV2LnhtbERPSwrCMBDdC94hjOBOU79INYoIii6tHmBoxrbYTGoT&#10;bb29EQR383jfWW1aU4oX1a6wrGA0jEAQp1YXnCm4XvaDBQjnkTWWlknBmxxs1t3OCmNtGz7TK/GZ&#10;CCHsYlSQe1/FUro0J4NuaCviwN1sbdAHWGdS19iEcFPKcRTNpcGCQ0OOFe1ySu/J0yiYvpvDI5nd&#10;o702NDpNqhP7dKZUv9dulyA8tf4v/rmPOsyfwv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JbOvXm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1BAA" w:rsidRDefault="00B11BAA" w:rsidP="00B11BA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9we8EA&#10;AADbAAAADwAAAGRycy9kb3ducmV2LnhtbERPyWrDMBC9F/IPYgq9NXINDY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tPcHv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1BAA" w:rsidRDefault="00B11BAA" w:rsidP="00B11BA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kO3MMA&#10;AADbAAAADwAAAGRycy9kb3ducmV2LnhtbERPS2vCQBC+C/0PyxR60422BE1dRYWC9VDxdfA2zY5J&#10;NDubZldN/70rCN7m43vOcNyYUlyodoVlBd1OBII4tbrgTMF289Xug3AeWWNpmRT8k4Px6KU1xETb&#10;K6/osvaZCCHsElSQe18lUro0J4OuYyviwB1sbdAHWGdS13gN4aaUvSiKpcGCQ0OOFc1ySk/rs1Gw&#10;W/bjwXL6/XFc/Pziu9F/e13ESr29NpNPEJ4a/xQ/3HMd5sdw/yUcIE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skO3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1BAA" w:rsidRDefault="00B11BAA" w:rsidP="00B11BA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lB/8AA&#10;AADbAAAADwAAAGRycy9kb3ducmV2LnhtbERPS4vCMBC+C/sfwgjeNPWBSjXKqujKnnyB16EZ22Iz&#10;KU3Uur/eCMLe5uN7znRem0LcqXK5ZQXdTgSCOLE651TB6bhuj0E4j6yxsEwKnuRgPvtqTDHW9sF7&#10;uh98KkIIuxgVZN6XsZQuycig69iSOHAXWxn0AVap1BU+QrgpZC+KhtJgzqEhw5KWGSXXw80o+Bue&#10;ced+eotVX3t6DsYb+7vbKNVq1t8TEJ5q/y/+uLc6zB/B+5dwgJy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zlB/8AAAADbAAAADwAAAAAAAAAAAAAAAACYAgAAZHJzL2Rvd25y&#10;ZXYueG1sUEsFBgAAAAAEAAQA9QAAAIU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1BAA" w:rsidRDefault="00B11BAA" w:rsidP="00B11BA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1T/sMA&#10;AADbAAAADwAAAGRycy9kb3ducmV2LnhtbESPQW/CMAyF70j8h8iTdoN0CBArBIQmJu0GlP0AqzFp&#10;ReOUJoNuv34+IHGz9Z7f+7za9L5RN+piHdjA2zgDRVwGW7Mz8H36HC1AxYRssQlMBn4pwmY9HKww&#10;t+HOR7oVySkJ4ZijgSqlNtc6lhV5jOPQEot2Dp3HJGvntO3wLuG+0ZMsm2uPNUtDhS19VFReih9v&#10;4BomM9sXO9xfdu+H2rnp9e84Neb1pd8uQSXq09P8uP6ygi+w8osMo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1T/sMAAADb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1BAA" w:rsidRDefault="00B11BAA" w:rsidP="00B11BA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wZ+n8IA&#10;AADbAAAADwAAAGRycy9kb3ducmV2LnhtbERPPW/CMBDdkfofrKvEBk6LoJBiEK1UKWtCh45X+0jS&#10;xucQuyTl12MkJLZ7ep+33g62ESfqfO1YwdM0AUGsnam5VPC5/5gsQfiAbLBxTAr+ycN28zBaY2pc&#10;zzmdilCKGMI+RQVVCG0qpdcVWfRT1xJH7uA6iyHCrpSmwz6G20Y+J8lCWqw5NlTY0ntF+rf4swqy&#10;+pvmC31Y2eWbzr/OxzB7+TFKjR+H3SuIQEO4i2/uzMT5K7j+Eg+Qm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Bn6f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1BAA" w:rsidRDefault="00B11BAA" w:rsidP="00B11BA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zsAcQA&#10;AADbAAAADwAAAGRycy9kb3ducmV2LnhtbESPT2vCQBDF70K/wzKF3nTTHEobXUULgqWt4B/0OmTH&#10;bDA7G7LbGL9951DocWbevPd+s8XgG9VTF+vABp4nGSjiMtiaKwPHw3r8CiomZItNYDJwpwiL+cNo&#10;hoUNN95Rv0+VEhOOBRpwKbWF1rF05DFOQksst0voPCYZu0rbDm9i7hudZ9mL9lizJDhs6d1Red3/&#10;eAM9bu/Z2a2+3z7qrzLfrk6fVvbm6XFYTkElGtK/+O97Yw3k0l5YhAP0/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s7AHEAAAA2w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1BAA" w:rsidRDefault="00B11BAA" w:rsidP="00B11BA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2V9MMA&#10;AADbAAAADwAAAGRycy9kb3ducmV2LnhtbESPwWrDMBBE74H8g9hCb4kcH0pwo4RQSOixdXrocWtt&#10;LCfWrpHU2O3XV4VCj8PMvGE2u8n36kYhdsIGVssCFHEjtuPWwNvpsFiDignZYi9MBr4owm47n22w&#10;sjLyK93q1KoM4VihAZfSUGkdG0ce41IG4uydJXhMWYZW24Bjhvtel0XxoD12nBccDvTkqLnWn97A&#10;eGw+LuX53brvMMihfpFL2Ysx93fT/hFUoin9h//az9ZAuYLfL/kH6O0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g2V9MMAAADb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1BAA" w:rsidRDefault="00B11BAA" w:rsidP="00B11BA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4AesUA&#10;AADbAAAADwAAAGRycy9kb3ducmV2LnhtbESPQWvCQBSE70L/w/IKvemmOVSJboLVCkUqotX7M/ua&#10;pN19G7JbTf+9Kwg9DjPzDTMremvEmTrfOFbwPEpAEJdON1wpOHyuhhMQPiBrNI5JwR95KPKHwQwz&#10;7S68o/M+VCJC2GeooA6hzaT0ZU0W/ci1xNH7cp3FEGVXSd3hJcKtkWmSvEiLDceFGlta1FT+7H+t&#10;gtV2ab7TzW5+lGHxNj6Zyfp1+aHU02M/n4II1If/8L39rhWkKdy+xB8g8y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jgB6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1BAA" w:rsidRDefault="00B11BAA" w:rsidP="00B11BA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u0YQ8UA&#10;AADbAAAADwAAAGRycy9kb3ducmV2LnhtbESPQWvCQBSE7wX/w/KEXopuaqhIdBUplESw0Krg9Zl9&#10;JsHs25Bdk/Tfd4VCj8PMfMOsNoOpRUetqywreJ1GIIhzqysuFJyOH5MFCOeRNdaWScEPOdisR08r&#10;TLTt+Zu6gy9EgLBLUEHpfZNI6fKSDLqpbYiDd7WtQR9kW0jdYh/gppazKJpLgxWHhRIbei8pvx3u&#10;RkH3tb8UWeea3W3x4t7iS5p+6rNSz+NhuwThafD/4b92phXMYnh8CT9A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7RhD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1BAA" w:rsidRDefault="00B11BAA" w:rsidP="00B11BA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Pji3MYA&#10;AADbAAAADwAAAGRycy9kb3ducmV2LnhtbESPQWvCQBSE74X+h+UVvNVNgxWNbqQWBC+FanvQ2zP7&#10;TEKyb9PdVdP+ercgeBxm5htmvuhNK87kfG1ZwcswAUFcWF1zqeD7a/U8AeEDssbWMin4JQ+L/PFh&#10;jpm2F97QeRtKESHsM1RQhdBlUvqiIoN+aDvi6B2tMxiidKXUDi8RblqZJslYGqw5LlTY0XtFRbM9&#10;GQXL6WT58znij7/NYU/73aF5TV2i1OCpf5uBCNSHe/jWXmsF6Qj+v8QfIPM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Pji3MYAAADbAAAADwAAAAAAAAAAAAAAAACYAgAAZHJz&#10;L2Rvd25yZXYueG1sUEsFBgAAAAAEAAQA9QAAAIsDAAAAAA==&#10;" fillcolor="black" stroked="f">
                  <v:textbox>
                    <w:txbxContent>
                      <w:p w:rsidR="00B11BAA" w:rsidRDefault="00B11BAA" w:rsidP="00B11BA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syUcUA&#10;AADbAAAADwAAAGRycy9kb3ducmV2LnhtbESPQWvCQBSE74L/YXlCb7oxoEjqKmorFLQHbQ8en9ln&#10;siT7NmRXjf313YLQ4zAz3zDzZWdrcaPWG8cKxqMEBHHutOFCwffXdjgD4QOyxtoxKXiQh+Wi35tj&#10;pt2dD3Q7hkJECPsMFZQhNJmUPi/Joh+5hjh6F9daDFG2hdQt3iPc1jJNkqm0aDgulNjQpqS8Ol6t&#10;gtNuamYHQ+l5/7N+1/tJtf58q5R6GXSrVxCBuvAffrY/tIJ0An9f4g+Qi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yzJRxQAAANs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11BAA" w:rsidRDefault="00B11BAA" w:rsidP="00B11BA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jQAsMA&#10;AADbAAAADwAAAGRycy9kb3ducmV2LnhtbESPQWsCMRSE74X+h/AEbzWrB5HVKKKUevGgrXh9bJ6b&#10;dTcv2yTq6q83QqHHYWa+YWaLzjbiSj5UjhUMBxkI4sLpiksFP9+fHxMQISJrbByTgjsFWMzf32aY&#10;a3fjHV33sRQJwiFHBSbGNpcyFIYshoFriZN3ct5iTNKXUnu8Jbht5CjLxtJixWnBYEsrQ0W9v1gF&#10;fnlc1w++HOrssb2Hr3P3O0GjVL/XLacgInXxP/zX3mgFozG8vqQfIO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ojQAsMAAADb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11BAA" w:rsidRDefault="00B11BAA" w:rsidP="00B11BA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o/ccQA&#10;AADbAAAADwAAAGRycy9kb3ducmV2LnhtbESP3WrCQBSE7wu+w3KE3pS6aS6qpq4ihUJBEfx5gNPs&#10;aRLcPRuypxp9+q4geDnMzDfMbNF7p07UxSawgbdRBoq4DLbhysBh//U6ARUF2aILTAYuFGExHzzN&#10;sLDhzFs67aRSCcKxQAO1SFtoHcuaPMZRaImT9xs6j5JkV2nb4TnBvdN5lr1rjw2nhRpb+qypPO7+&#10;vAGX/7jpahzXcjnodXb1sn3ZWGOeh/3yA5RQL4/wvf1tDeRjuH1JP0DP/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KP3H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11BAA" w:rsidRDefault="00B11BAA" w:rsidP="00B11BA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j5ecAA&#10;AADbAAAADwAAAGRycy9kb3ducmV2LnhtbERPu27CMBTdK/EP1kViKw4ZUJViEA8hZWFoSsV6iS9x&#10;hH0dxQYCX18PlToenfdiNTgr7tSH1rOC2TQDQVx73XKj4Pi9f/8AESKyRuuZFDwpwGo5eltgof2D&#10;v+hexUakEA4FKjAxdoWUoTbkMEx9R5y4i+8dxgT7RuoeHyncWZln2Vw6bDk1GOxoa6i+VjenYFd1&#10;Nj+WZhNOP4fz2ZavPZ12Sk3Gw/oTRKQh/ov/3KVWkKex6Uv6AXL5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Nj5ecAAAADbAAAADwAAAAAAAAAAAAAAAACYAgAAZHJzL2Rvd25y&#10;ZXYueG1sUEsFBgAAAAAEAAQA9QAAAIU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11BAA" w:rsidRDefault="00B11BAA" w:rsidP="00B11BA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z/mMIA&#10;AADbAAAADwAAAGRycy9kb3ducmV2LnhtbESPS4sCMRCE78L+h9AL3jRZDz5mjbIsKwiefB28NUnv&#10;zOikM0yiM/57Iwgei6r6ipovO1eJGzWh9Kzha6hAEBtvS841HParwRREiMgWK8+k4U4BlouP3hwz&#10;61ve0m0Xc5EgHDLUUMRYZ1IGU5DDMPQ1cfL+feMwJtnk0jbYJrir5EipsXRYcloosKbfgsxld3Ua&#10;ziu58UahOR6O7dpOTn9jqpTW/c/u5xtEpC6+w6/22moYzeD5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3P+YwgAAANs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11BAA" w:rsidRDefault="00B11BAA" w:rsidP="00B11BA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cVoL8A&#10;AADbAAAADwAAAGRycy9kb3ducmV2LnhtbERPTYvCMBC9C/6HMII3TVUQqUZRQRBlD+qyeBybsS1t&#10;JiWJWv/95iB4fLzvxao1tXiS86VlBaNhAoI4s7rkXMHvZTeYgfABWWNtmRS8ycNq2e0sMNX2xSd6&#10;nkMuYgj7FBUUITSplD4ryKAf2oY4cnfrDIYIXS61w1cMN7UcJ8lUGiw5NhTY0LagrDo/jILr48j3&#10;n8lh7Tbhz7YXX41vs0qpfq9dz0EEasNX/HHvtYJJXB+/xB8gl/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BxWgvwAAANsAAAAPAAAAAAAAAAAAAAAAAJgCAABkcnMvZG93bnJl&#10;di54bWxQSwUGAAAAAAQABAD1AAAAhA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11BAA" w:rsidRDefault="00B11BAA" w:rsidP="00B11BA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bXmcYA&#10;AADbAAAADwAAAGRycy9kb3ducmV2LnhtbESPQWvCQBSE74L/YXlCb7rR2mJjVtFCoZeC2h7q7Zl9&#10;JiHZt3F3q7G/3hUKPQ4z8w2TLTvTiDM5X1lWMB4lIIhzqysuFHx9vg1nIHxA1thYJgVX8rBc9HsZ&#10;ptpeeEvnXShEhLBPUUEZQptK6fOSDPqRbYmjd7TOYIjSFVI7vES4aeQkSZ6lwYrjQoktvZaU17sf&#10;o2D9MlufNlP++N0e9rT/PtRPE5co9TDoVnMQgbrwH/5rv2sFj2O4f4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VbXmcYAAADbAAAADwAAAAAAAAAAAAAAAACYAgAAZHJz&#10;L2Rvd25yZXYueG1sUEsFBgAAAAAEAAQA9QAAAIsDAAAAAA==&#10;" fillcolor="black" stroked="f">
                  <v:textbox>
                    <w:txbxContent>
                      <w:p w:rsidR="00B11BAA" w:rsidRDefault="00B11BAA" w:rsidP="00B11BA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b3OsUA&#10;AADdAAAADwAAAGRycy9kb3ducmV2LnhtbESPzWrDMBCE74W+g9hCb43cJJTgRAkmEFJ6cn5Krxtr&#10;Y5laKyOpivv2VaHQ4zAz3zCrzWh7kciHzrGC50kBgrhxuuNWwfm0e1qACBFZY++YFHxTgM36/m6F&#10;pXY3PlA6xlZkCIcSFZgYh1LK0BiyGCZuIM7e1XmLMUvfSu3xluG2l9OieJEWO84LBgfaGmo+j19W&#10;Qbps62qWPpI5vPmq9a7ev19qpR4fxmoJItIY/8N/7VetYDafzuH3TX4Ccv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Vvc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11BAA" w:rsidRDefault="00B11BAA" w:rsidP="00B11BA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2yU8cA&#10;AADdAAAADwAAAGRycy9kb3ducmV2LnhtbESPQWvCQBSE7wX/w/IEb81GbaWNriJiS/XSNi3U4yP7&#10;zAazb0N2G9P++q4g9DjMzDfMYtXbWnTU+sqxgnGSgiAunK64VPD58XT7AMIHZI21Y1LwQx5Wy8HN&#10;AjPtzvxOXR5KESHsM1RgQmgyKX1hyKJPXEMcvaNrLYYo21LqFs8Rbms5SdOZtFhxXDDY0MZQccq/&#10;rQI/3my/9vb3sTs8G37Nd2b2VhqlRsN+PQcRqA//4Wv7RSuY3k3u4fImPgG5/A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mdslP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B11BAA" w:rsidRDefault="00B11BAA" w:rsidP="00B11BAA">
                        <w:pPr>
                          <w:rPr>
                            <w:rFonts w:eastAsia="Times New Roman"/>
                          </w:rPr>
                        </w:pPr>
                      </w:p>
                    </w:txbxContent>
                  </v:textbox>
                </v:shape>
                <w10:wrap anchorx="margin"/>
              </v:group>
            </w:pict>
          </mc:Fallback>
        </mc:AlternateContent>
      </w: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11BAA" w:rsidRDefault="00B11BAA" w:rsidP="00B11BA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11BAA" w:rsidRDefault="00B11BAA" w:rsidP="00B11BAA">
      <w:pPr>
        <w:tabs>
          <w:tab w:val="left" w:pos="708"/>
        </w:tabs>
        <w:spacing w:after="0" w:line="240" w:lineRule="auto"/>
        <w:jc w:val="center"/>
        <w:rPr>
          <w:rFonts w:ascii="Times New Roman" w:eastAsia="Arial Unicode MS" w:hAnsi="Times New Roman"/>
          <w:b/>
          <w:color w:val="000000"/>
          <w:sz w:val="24"/>
          <w:szCs w:val="24"/>
        </w:rPr>
      </w:pPr>
    </w:p>
    <w:p w:rsidR="00B11BAA" w:rsidRDefault="00B11BAA" w:rsidP="00B11BA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11BAA" w:rsidRDefault="00B11BAA" w:rsidP="00B11BAA">
      <w:pPr>
        <w:tabs>
          <w:tab w:val="left" w:pos="708"/>
        </w:tabs>
        <w:spacing w:after="0" w:line="240" w:lineRule="auto"/>
        <w:rPr>
          <w:rFonts w:ascii="Times New Roman" w:eastAsia="Arial Unicode MS" w:hAnsi="Times New Roman"/>
          <w:color w:val="000000"/>
          <w:sz w:val="24"/>
          <w:szCs w:val="24"/>
        </w:rPr>
      </w:pPr>
    </w:p>
    <w:p w:rsidR="00B11BAA" w:rsidRDefault="00B11BAA" w:rsidP="00B11BAA">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25.02.2021 року                                            Крупець                                                       №8</w:t>
      </w:r>
    </w:p>
    <w:p w:rsidR="00B11BAA" w:rsidRDefault="00B11BAA" w:rsidP="00B11BAA">
      <w:pPr>
        <w:tabs>
          <w:tab w:val="left" w:pos="708"/>
        </w:tabs>
        <w:spacing w:after="0" w:line="240" w:lineRule="auto"/>
        <w:rPr>
          <w:rFonts w:ascii="Times New Roman" w:eastAsia="Arial Unicode MS" w:hAnsi="Times New Roman"/>
          <w:color w:val="000000"/>
          <w:sz w:val="24"/>
          <w:szCs w:val="24"/>
        </w:rPr>
      </w:pPr>
    </w:p>
    <w:p w:rsidR="00B11BAA" w:rsidRPr="00DF573A" w:rsidRDefault="00B11BAA" w:rsidP="00B11BAA">
      <w:pPr>
        <w:pStyle w:val="HTML0"/>
        <w:shd w:val="clear" w:color="auto" w:fill="FFFFFF"/>
        <w:spacing w:line="276" w:lineRule="auto"/>
        <w:jc w:val="both"/>
        <w:textAlignment w:val="baseline"/>
        <w:rPr>
          <w:rFonts w:ascii="Times New Roman" w:hAnsi="Times New Roman"/>
          <w:b/>
          <w:bCs/>
          <w:color w:val="000000"/>
          <w:shd w:val="clear" w:color="auto" w:fill="FFFFFF"/>
        </w:rPr>
      </w:pPr>
      <w:r w:rsidRPr="00DF573A">
        <w:rPr>
          <w:rFonts w:ascii="Times New Roman" w:hAnsi="Times New Roman"/>
          <w:b/>
          <w:bCs/>
          <w:color w:val="000000"/>
          <w:shd w:val="clear" w:color="auto" w:fill="FFFFFF"/>
        </w:rPr>
        <w:t>Про виготовлення печаток</w:t>
      </w:r>
      <w:r w:rsidRPr="00014392">
        <w:rPr>
          <w:rFonts w:ascii="Times New Roman" w:hAnsi="Times New Roman"/>
          <w:b/>
          <w:bCs/>
          <w:color w:val="000000"/>
          <w:shd w:val="clear" w:color="auto" w:fill="FFFFFF"/>
        </w:rPr>
        <w:t> </w:t>
      </w:r>
      <w:r w:rsidRPr="00DF573A">
        <w:rPr>
          <w:rFonts w:ascii="Times New Roman" w:hAnsi="Times New Roman"/>
          <w:b/>
          <w:bCs/>
          <w:color w:val="000000"/>
          <w:shd w:val="clear" w:color="auto" w:fill="FFFFFF"/>
        </w:rPr>
        <w:t xml:space="preserve">у сфері </w:t>
      </w:r>
    </w:p>
    <w:p w:rsidR="00B11BAA" w:rsidRPr="00DF573A" w:rsidRDefault="00B11BAA" w:rsidP="00B11BAA">
      <w:pPr>
        <w:pStyle w:val="HTML0"/>
        <w:shd w:val="clear" w:color="auto" w:fill="FFFFFF"/>
        <w:spacing w:line="276" w:lineRule="auto"/>
        <w:jc w:val="both"/>
        <w:textAlignment w:val="baseline"/>
        <w:rPr>
          <w:rFonts w:ascii="Times New Roman" w:hAnsi="Times New Roman"/>
          <w:b/>
          <w:bCs/>
          <w:color w:val="000000"/>
          <w:shd w:val="clear" w:color="auto" w:fill="FFFFFF"/>
        </w:rPr>
      </w:pPr>
      <w:r w:rsidRPr="00DF573A">
        <w:rPr>
          <w:rFonts w:ascii="Times New Roman" w:hAnsi="Times New Roman"/>
          <w:b/>
          <w:bCs/>
          <w:color w:val="000000"/>
          <w:shd w:val="clear" w:color="auto" w:fill="FFFFFF"/>
        </w:rPr>
        <w:t>надання адміністративних послуг</w:t>
      </w:r>
    </w:p>
    <w:p w:rsidR="00B11BAA" w:rsidRPr="00DF573A" w:rsidRDefault="00B11BAA" w:rsidP="00B11BAA">
      <w:pPr>
        <w:pStyle w:val="HTML0"/>
        <w:shd w:val="clear" w:color="auto" w:fill="FFFFFF"/>
        <w:spacing w:line="276" w:lineRule="auto"/>
        <w:ind w:firstLine="426"/>
        <w:jc w:val="both"/>
        <w:textAlignment w:val="baseline"/>
        <w:rPr>
          <w:b/>
          <w:bCs/>
          <w:color w:val="000000"/>
          <w:sz w:val="20"/>
          <w:szCs w:val="20"/>
          <w:shd w:val="clear" w:color="auto" w:fill="FFFFFF"/>
        </w:rPr>
      </w:pPr>
    </w:p>
    <w:p w:rsidR="00B11BAA" w:rsidRPr="00DF573A" w:rsidRDefault="00B11BAA" w:rsidP="00B11BAA">
      <w:pPr>
        <w:pStyle w:val="HTML0"/>
        <w:shd w:val="clear" w:color="auto" w:fill="FFFFFF"/>
        <w:spacing w:line="276" w:lineRule="auto"/>
        <w:ind w:firstLine="425"/>
        <w:jc w:val="both"/>
        <w:textAlignment w:val="baseline"/>
        <w:rPr>
          <w:rFonts w:ascii="Times New Roman" w:hAnsi="Times New Roman"/>
          <w:bCs/>
        </w:rPr>
      </w:pPr>
      <w:r w:rsidRPr="00DF573A">
        <w:rPr>
          <w:rFonts w:ascii="Times New Roman" w:hAnsi="Times New Roman"/>
          <w:bCs/>
        </w:rPr>
        <w:t xml:space="preserve">Відповідно до статті 25 Закону України «Про місцеве самоврядування в Україні», Законів України «Про адміністративні послуги», «Про державну реєстрацію речових прав на нерухоме майно та їх обтяжень», «Про державну реєстрацію юридичних осіб, фізичних осіб – підприємців, громадських формувань», Постанови Кабінету Міністрів України від 02 березня 2016 р.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 Наказу Міністерства юстиції України від 29 грудня 2015 року № 2790/5 «Про врегулювання відносин, пов’язаних зі статусом державного реєстратора», Наказу Міністерства юстиції України від 18.06.2015року  №1000/5 «Про затвердження Правил організації діловодства та архівного зберігання документів у державних органах, органах місцевого самоврядування, на підприємствах, в установах і організаціях» (зі змінами та доповненнями), з метою належної організації надання адміністративних послуг у Крупецькій сільській територіальній громаді, сільська рада  </w:t>
      </w:r>
    </w:p>
    <w:p w:rsidR="00B11BAA" w:rsidRPr="003E1891" w:rsidRDefault="00B11BAA" w:rsidP="00B11BAA">
      <w:pPr>
        <w:pStyle w:val="HTML0"/>
        <w:shd w:val="clear" w:color="auto" w:fill="FFFFFF"/>
        <w:spacing w:line="276" w:lineRule="auto"/>
        <w:ind w:firstLine="426"/>
        <w:jc w:val="both"/>
        <w:textAlignment w:val="baseline"/>
        <w:rPr>
          <w:rFonts w:ascii="Times New Roman" w:hAnsi="Times New Roman"/>
        </w:rPr>
      </w:pPr>
      <w:r w:rsidRPr="003E1891">
        <w:rPr>
          <w:rFonts w:ascii="Times New Roman" w:hAnsi="Times New Roman"/>
          <w:bCs/>
        </w:rPr>
        <w:t>ВИРІШИЛА:</w:t>
      </w:r>
    </w:p>
    <w:p w:rsidR="00B11BAA" w:rsidRPr="003E1891" w:rsidRDefault="00B11BAA" w:rsidP="00B11BAA">
      <w:pPr>
        <w:numPr>
          <w:ilvl w:val="0"/>
          <w:numId w:val="1"/>
        </w:numPr>
        <w:spacing w:after="0"/>
        <w:ind w:left="142" w:firstLine="142"/>
        <w:jc w:val="both"/>
        <w:rPr>
          <w:rFonts w:ascii="Times New Roman" w:hAnsi="Times New Roman" w:cs="Times New Roman"/>
          <w:sz w:val="24"/>
          <w:szCs w:val="24"/>
        </w:rPr>
      </w:pPr>
      <w:r w:rsidRPr="003E1891">
        <w:rPr>
          <w:rFonts w:ascii="Times New Roman" w:hAnsi="Times New Roman" w:cs="Times New Roman"/>
          <w:sz w:val="24"/>
          <w:szCs w:val="24"/>
        </w:rPr>
        <w:t>Виготовити:</w:t>
      </w:r>
    </w:p>
    <w:p w:rsidR="00B11BAA" w:rsidRPr="003E1891" w:rsidRDefault="00B11BAA" w:rsidP="00B11BAA">
      <w:pPr>
        <w:spacing w:after="0"/>
        <w:ind w:firstLine="426"/>
        <w:jc w:val="both"/>
        <w:rPr>
          <w:rFonts w:ascii="Times New Roman" w:hAnsi="Times New Roman" w:cs="Times New Roman"/>
          <w:sz w:val="24"/>
          <w:szCs w:val="24"/>
        </w:rPr>
      </w:pPr>
      <w:r w:rsidRPr="003E1891">
        <w:rPr>
          <w:rFonts w:ascii="Times New Roman" w:hAnsi="Times New Roman" w:cs="Times New Roman"/>
          <w:sz w:val="24"/>
          <w:szCs w:val="24"/>
        </w:rPr>
        <w:t xml:space="preserve"> 1.1. печатку державного реєстратора за зразком та описом, затвердженим Наказом</w:t>
      </w:r>
      <w:r w:rsidRPr="003E1891">
        <w:rPr>
          <w:rFonts w:ascii="Times New Roman" w:hAnsi="Times New Roman" w:cs="Times New Roman"/>
          <w:sz w:val="24"/>
          <w:szCs w:val="24"/>
        </w:rPr>
        <w:br/>
        <w:t>Міністерства юстиції України від 29.12.2015 року   № 2790/5;</w:t>
      </w:r>
    </w:p>
    <w:p w:rsidR="00B11BAA" w:rsidRPr="003E1891" w:rsidRDefault="00B11BAA" w:rsidP="00B11BAA">
      <w:pPr>
        <w:spacing w:after="0"/>
        <w:ind w:firstLine="426"/>
        <w:jc w:val="both"/>
        <w:rPr>
          <w:rFonts w:ascii="Times New Roman" w:hAnsi="Times New Roman" w:cs="Times New Roman"/>
          <w:sz w:val="24"/>
          <w:szCs w:val="24"/>
        </w:rPr>
      </w:pPr>
      <w:r w:rsidRPr="003E1891">
        <w:rPr>
          <w:rFonts w:ascii="Times New Roman" w:hAnsi="Times New Roman" w:cs="Times New Roman"/>
          <w:sz w:val="24"/>
          <w:szCs w:val="24"/>
        </w:rPr>
        <w:t>1.2. іменні печатки адміністраторів Центру надання адміністративних послуг Крупецької сільської ради у кількості 2 шт.</w:t>
      </w:r>
      <w:r>
        <w:rPr>
          <w:rFonts w:ascii="Times New Roman" w:hAnsi="Times New Roman" w:cs="Times New Roman"/>
          <w:sz w:val="24"/>
          <w:szCs w:val="24"/>
        </w:rPr>
        <w:t xml:space="preserve"> </w:t>
      </w:r>
      <w:r w:rsidRPr="003E1891">
        <w:rPr>
          <w:rFonts w:ascii="Times New Roman" w:hAnsi="Times New Roman" w:cs="Times New Roman"/>
          <w:sz w:val="24"/>
          <w:szCs w:val="24"/>
        </w:rPr>
        <w:t xml:space="preserve">за зразком та описом  згідно додатком1; </w:t>
      </w:r>
    </w:p>
    <w:p w:rsidR="00B11BAA" w:rsidRPr="003E1891" w:rsidRDefault="00B11BAA" w:rsidP="00B11BAA">
      <w:pPr>
        <w:spacing w:after="0"/>
        <w:ind w:firstLine="426"/>
        <w:jc w:val="both"/>
        <w:rPr>
          <w:rFonts w:ascii="Times New Roman" w:hAnsi="Times New Roman" w:cs="Times New Roman"/>
          <w:sz w:val="24"/>
          <w:szCs w:val="24"/>
        </w:rPr>
      </w:pPr>
      <w:r w:rsidRPr="003E1891">
        <w:rPr>
          <w:rFonts w:ascii="Times New Roman" w:hAnsi="Times New Roman" w:cs="Times New Roman"/>
          <w:sz w:val="24"/>
          <w:szCs w:val="24"/>
        </w:rPr>
        <w:t>1.3. печатку для довідок Крупецької сільської ради для видачі довідок встановлених зразків, характеристик за місцем проживання, актів обстеження, інших документів що вида</w:t>
      </w:r>
      <w:r>
        <w:rPr>
          <w:rFonts w:ascii="Times New Roman" w:hAnsi="Times New Roman" w:cs="Times New Roman"/>
          <w:sz w:val="24"/>
          <w:szCs w:val="24"/>
        </w:rPr>
        <w:t xml:space="preserve">ватимуться </w:t>
      </w:r>
      <w:r w:rsidRPr="003E1891">
        <w:rPr>
          <w:rFonts w:ascii="Times New Roman" w:hAnsi="Times New Roman" w:cs="Times New Roman"/>
          <w:sz w:val="24"/>
          <w:szCs w:val="24"/>
        </w:rPr>
        <w:t xml:space="preserve">за зразком  та описом згідно додатку 2; </w:t>
      </w:r>
    </w:p>
    <w:p w:rsidR="00B11BAA" w:rsidRPr="003E1891" w:rsidRDefault="00B11BAA" w:rsidP="00B11BAA">
      <w:pPr>
        <w:spacing w:after="0"/>
        <w:jc w:val="both"/>
        <w:rPr>
          <w:rFonts w:ascii="Times New Roman" w:hAnsi="Times New Roman" w:cs="Times New Roman"/>
          <w:color w:val="000000"/>
          <w:sz w:val="24"/>
          <w:szCs w:val="24"/>
        </w:rPr>
      </w:pPr>
      <w:r w:rsidRPr="003E1891">
        <w:rPr>
          <w:rFonts w:ascii="Times New Roman" w:hAnsi="Times New Roman" w:cs="Times New Roman"/>
          <w:sz w:val="24"/>
          <w:szCs w:val="24"/>
        </w:rPr>
        <w:t>2.   Установити, що печатки зберігаються у сейфах або металевих шафах, облік печаток та штампів ведеться у Журналі обліку та видачі печаток і штампів Крупецької сільської ради</w:t>
      </w:r>
      <w:r w:rsidRPr="003E1891">
        <w:rPr>
          <w:rFonts w:ascii="Times New Roman" w:hAnsi="Times New Roman" w:cs="Times New Roman"/>
          <w:color w:val="000000"/>
          <w:sz w:val="24"/>
          <w:szCs w:val="24"/>
        </w:rPr>
        <w:t>.,</w:t>
      </w:r>
    </w:p>
    <w:p w:rsidR="00B11BAA" w:rsidRPr="003E1891" w:rsidRDefault="00B11BAA" w:rsidP="00B11BAA">
      <w:pPr>
        <w:spacing w:after="0"/>
        <w:ind w:firstLine="284"/>
        <w:jc w:val="both"/>
        <w:rPr>
          <w:rFonts w:ascii="Times New Roman" w:hAnsi="Times New Roman" w:cs="Times New Roman"/>
          <w:color w:val="000000"/>
          <w:sz w:val="24"/>
          <w:szCs w:val="24"/>
        </w:rPr>
      </w:pPr>
      <w:r w:rsidRPr="003E1891">
        <w:rPr>
          <w:rFonts w:ascii="Times New Roman" w:hAnsi="Times New Roman" w:cs="Times New Roman"/>
          <w:color w:val="000000"/>
          <w:sz w:val="24"/>
          <w:szCs w:val="24"/>
        </w:rPr>
        <w:lastRenderedPageBreak/>
        <w:t xml:space="preserve">3. </w:t>
      </w:r>
      <w:r w:rsidRPr="003E1891">
        <w:rPr>
          <w:rFonts w:ascii="Times New Roman" w:hAnsi="Times New Roman" w:cs="Times New Roman"/>
          <w:sz w:val="24"/>
          <w:szCs w:val="24"/>
        </w:rPr>
        <w:t>Відповідальними за зберігання та використання печаток, зазначених у пункті 1 цього рішення визначити начальника відділу з питань організації надання адміністративних послуг Панцюк Тетяну Олександрівну.</w:t>
      </w:r>
    </w:p>
    <w:p w:rsidR="00B11BAA" w:rsidRPr="003E1891" w:rsidRDefault="00B11BAA" w:rsidP="00B11BAA">
      <w:pPr>
        <w:spacing w:after="0"/>
        <w:ind w:firstLine="284"/>
        <w:jc w:val="both"/>
        <w:rPr>
          <w:rFonts w:ascii="Times New Roman" w:hAnsi="Times New Roman" w:cs="Times New Roman"/>
          <w:color w:val="000000"/>
          <w:sz w:val="24"/>
          <w:szCs w:val="24"/>
        </w:rPr>
      </w:pPr>
      <w:r w:rsidRPr="003E1891">
        <w:rPr>
          <w:rFonts w:ascii="Times New Roman" w:hAnsi="Times New Roman" w:cs="Times New Roman"/>
          <w:color w:val="000000"/>
          <w:sz w:val="24"/>
          <w:szCs w:val="24"/>
        </w:rPr>
        <w:t>4.</w:t>
      </w:r>
      <w:r w:rsidRPr="003E1891">
        <w:rPr>
          <w:rFonts w:ascii="Times New Roman" w:hAnsi="Times New Roman" w:cs="Times New Roman"/>
          <w:sz w:val="24"/>
          <w:szCs w:val="24"/>
        </w:rPr>
        <w:t xml:space="preserve"> Контроль за виконанням цього рішення покласти на сільського голову Валерія Михалюка.</w:t>
      </w:r>
    </w:p>
    <w:p w:rsidR="00B11BAA" w:rsidRPr="003E1891" w:rsidRDefault="00B11BAA" w:rsidP="00B11BAA">
      <w:pPr>
        <w:spacing w:after="0"/>
        <w:ind w:left="142"/>
        <w:jc w:val="both"/>
        <w:rPr>
          <w:rFonts w:ascii="Times New Roman" w:hAnsi="Times New Roman" w:cs="Times New Roman"/>
          <w:sz w:val="24"/>
          <w:szCs w:val="24"/>
        </w:rPr>
      </w:pPr>
    </w:p>
    <w:p w:rsidR="00B11BAA" w:rsidRPr="003E1891" w:rsidRDefault="00B11BAA" w:rsidP="00B11BAA">
      <w:pPr>
        <w:spacing w:after="0"/>
        <w:ind w:left="142"/>
        <w:jc w:val="both"/>
        <w:rPr>
          <w:rFonts w:ascii="Times New Roman" w:hAnsi="Times New Roman" w:cs="Times New Roman"/>
          <w:sz w:val="24"/>
          <w:szCs w:val="24"/>
        </w:rPr>
      </w:pPr>
    </w:p>
    <w:p w:rsidR="00B11BAA" w:rsidRPr="003E1891" w:rsidRDefault="00B11BAA" w:rsidP="00B11BAA">
      <w:pPr>
        <w:spacing w:after="0"/>
        <w:ind w:left="142"/>
        <w:jc w:val="both"/>
        <w:rPr>
          <w:rFonts w:ascii="Times New Roman" w:hAnsi="Times New Roman" w:cs="Times New Roman"/>
          <w:sz w:val="24"/>
          <w:szCs w:val="24"/>
        </w:rPr>
      </w:pPr>
    </w:p>
    <w:p w:rsidR="00B11BAA" w:rsidRPr="003E1891" w:rsidRDefault="00B11BAA" w:rsidP="00B11BAA">
      <w:pPr>
        <w:spacing w:after="0"/>
        <w:ind w:left="142"/>
        <w:jc w:val="both"/>
        <w:rPr>
          <w:rFonts w:ascii="Times New Roman" w:hAnsi="Times New Roman" w:cs="Times New Roman"/>
          <w:sz w:val="24"/>
          <w:szCs w:val="24"/>
        </w:rPr>
      </w:pPr>
      <w:r w:rsidRPr="003E1891">
        <w:rPr>
          <w:rFonts w:ascii="Times New Roman" w:hAnsi="Times New Roman" w:cs="Times New Roman"/>
          <w:sz w:val="24"/>
          <w:szCs w:val="24"/>
        </w:rPr>
        <w:t xml:space="preserve">  Сільський голова                                                                        Валерій МИХАЛЮК</w:t>
      </w:r>
    </w:p>
    <w:p w:rsidR="00B11BAA" w:rsidRPr="003E1891" w:rsidRDefault="00B11BAA" w:rsidP="00B11BAA">
      <w:pPr>
        <w:spacing w:after="0"/>
        <w:ind w:left="142"/>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bookmarkStart w:id="0" w:name="_GoBack"/>
      <w:bookmarkEnd w:id="0"/>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Default="00B11BAA" w:rsidP="00B11BAA">
      <w:pPr>
        <w:jc w:val="both"/>
        <w:rPr>
          <w:rFonts w:ascii="Times New Roman" w:hAnsi="Times New Roman" w:cs="Times New Roman"/>
          <w:sz w:val="24"/>
          <w:szCs w:val="24"/>
        </w:rPr>
      </w:pPr>
    </w:p>
    <w:p w:rsidR="00B11BAA" w:rsidRPr="003E1891" w:rsidRDefault="00B11BAA" w:rsidP="00B11BAA">
      <w:pPr>
        <w:jc w:val="both"/>
        <w:rPr>
          <w:rFonts w:ascii="Times New Roman" w:hAnsi="Times New Roman" w:cs="Times New Roman"/>
          <w:sz w:val="24"/>
          <w:szCs w:val="24"/>
        </w:rPr>
      </w:pPr>
    </w:p>
    <w:p w:rsidR="00B11BAA" w:rsidRPr="003E1891" w:rsidRDefault="00B11BAA" w:rsidP="00B11BAA">
      <w:pPr>
        <w:spacing w:after="0"/>
        <w:ind w:left="4536"/>
        <w:jc w:val="both"/>
        <w:rPr>
          <w:rFonts w:ascii="Times New Roman" w:hAnsi="Times New Roman" w:cs="Times New Roman"/>
          <w:sz w:val="24"/>
          <w:szCs w:val="24"/>
        </w:rPr>
      </w:pPr>
      <w:r w:rsidRPr="003E1891">
        <w:rPr>
          <w:rFonts w:ascii="Times New Roman" w:hAnsi="Times New Roman" w:cs="Times New Roman"/>
          <w:sz w:val="24"/>
          <w:szCs w:val="24"/>
        </w:rPr>
        <w:lastRenderedPageBreak/>
        <w:t xml:space="preserve">Додаток 1 </w:t>
      </w:r>
    </w:p>
    <w:p w:rsidR="00B11BAA" w:rsidRPr="003E1891" w:rsidRDefault="00B11BAA" w:rsidP="00B11BAA">
      <w:pPr>
        <w:spacing w:after="0"/>
        <w:ind w:left="4536"/>
        <w:jc w:val="both"/>
        <w:rPr>
          <w:rFonts w:ascii="Times New Roman" w:hAnsi="Times New Roman" w:cs="Times New Roman"/>
          <w:sz w:val="24"/>
          <w:szCs w:val="24"/>
        </w:rPr>
      </w:pPr>
      <w:r w:rsidRPr="003E1891">
        <w:rPr>
          <w:rFonts w:ascii="Times New Roman" w:hAnsi="Times New Roman" w:cs="Times New Roman"/>
          <w:sz w:val="24"/>
          <w:szCs w:val="24"/>
        </w:rPr>
        <w:t>до рішення Крупецької сільської ради</w:t>
      </w:r>
    </w:p>
    <w:p w:rsidR="00B11BAA" w:rsidRPr="003E1891" w:rsidRDefault="00B11BAA" w:rsidP="00B11BAA">
      <w:pPr>
        <w:spacing w:after="0"/>
        <w:ind w:left="4536"/>
        <w:jc w:val="both"/>
        <w:rPr>
          <w:rFonts w:ascii="Times New Roman" w:hAnsi="Times New Roman" w:cs="Times New Roman"/>
          <w:sz w:val="24"/>
          <w:szCs w:val="24"/>
        </w:rPr>
      </w:pPr>
      <w:r>
        <w:rPr>
          <w:rFonts w:ascii="Times New Roman" w:hAnsi="Times New Roman" w:cs="Times New Roman"/>
          <w:sz w:val="24"/>
          <w:szCs w:val="24"/>
        </w:rPr>
        <w:t>від 25 лютого 2021р. №8</w:t>
      </w:r>
    </w:p>
    <w:p w:rsidR="00B11BAA" w:rsidRPr="003E1891" w:rsidRDefault="00B11BAA" w:rsidP="00B11BAA">
      <w:pPr>
        <w:spacing w:after="0"/>
        <w:ind w:left="4536"/>
        <w:jc w:val="both"/>
        <w:rPr>
          <w:rFonts w:ascii="Times New Roman" w:hAnsi="Times New Roman" w:cs="Times New Roman"/>
          <w:sz w:val="24"/>
          <w:szCs w:val="24"/>
        </w:rPr>
      </w:pP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sz w:val="24"/>
          <w:szCs w:val="24"/>
        </w:rPr>
        <w:t>ОПИС</w:t>
      </w: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sz w:val="24"/>
          <w:szCs w:val="24"/>
        </w:rPr>
        <w:t xml:space="preserve"> іменної печатки адміністратора Центру надання адміністративних послуг </w:t>
      </w: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sz w:val="24"/>
          <w:szCs w:val="24"/>
        </w:rPr>
        <w:t>Крупецької сільської ради</w:t>
      </w:r>
    </w:p>
    <w:p w:rsidR="00B11BAA" w:rsidRPr="003E1891" w:rsidRDefault="00B11BAA" w:rsidP="00B11BAA">
      <w:pPr>
        <w:spacing w:after="0"/>
        <w:ind w:firstLine="567"/>
        <w:jc w:val="both"/>
        <w:rPr>
          <w:rFonts w:ascii="Times New Roman" w:hAnsi="Times New Roman" w:cs="Times New Roman"/>
          <w:sz w:val="24"/>
          <w:szCs w:val="24"/>
        </w:rPr>
      </w:pPr>
    </w:p>
    <w:p w:rsidR="00B11BAA" w:rsidRPr="003E1891" w:rsidRDefault="00B11BAA" w:rsidP="00B11BAA">
      <w:pPr>
        <w:spacing w:after="0"/>
        <w:ind w:firstLine="567"/>
        <w:jc w:val="both"/>
        <w:rPr>
          <w:rFonts w:ascii="Times New Roman" w:hAnsi="Times New Roman" w:cs="Times New Roman"/>
          <w:sz w:val="24"/>
          <w:szCs w:val="24"/>
        </w:rPr>
      </w:pPr>
      <w:r w:rsidRPr="003E1891">
        <w:rPr>
          <w:rFonts w:ascii="Times New Roman" w:hAnsi="Times New Roman" w:cs="Times New Roman"/>
          <w:sz w:val="24"/>
          <w:szCs w:val="24"/>
        </w:rPr>
        <w:t>Іменна печатка адміністратора Центру надання адміністративних послуг Крупецької сільської ради має форму кола діаметром 45 мм, край печатки обрамований подвійним бортиком. У центрі печатки розміщується прізвище, ім’я, по-батькові адміністратора Центру надання адміністративних послуг Крупецької сільської ради. На полі між зовнішнім обрамленням і обрамленням прізвища, ім’я, по-батькові адміністратора зліва направо по колу двома рядками центровим способом розміщується повне найменування Центру надання адміністративних послуг Крупецької сільської ради. На нижньому стику напису найменування Центру надання адміністративних послуг сільської ради центровим способом по дузі розміщується напис "Україна", який з обох боків розділено семикутною зірочкою. Написи «Центр надання адміністративних послуг» і «Україна» виконуються рубленим шрифтом, кеглем 10 прописним. Написи найменування сільської ради і «адміністратор» виконуються рубленим шрифтом, кеглем 10 рядковим. Напис прізвища, імені, по-батькові адміністратора Центру надання адміністративних послуг Крупецької сільської ради виконується рубленим шрифтом, кеглем 12 прописним. Печатка виготовляється з гуми</w:t>
      </w:r>
    </w:p>
    <w:p w:rsidR="00B11BAA" w:rsidRPr="003E1891" w:rsidRDefault="00B11BAA" w:rsidP="00B11BAA">
      <w:pPr>
        <w:spacing w:after="0"/>
        <w:ind w:left="142" w:firstLine="567"/>
        <w:jc w:val="both"/>
        <w:rPr>
          <w:rFonts w:ascii="Times New Roman" w:hAnsi="Times New Roman" w:cs="Times New Roman"/>
          <w:sz w:val="24"/>
          <w:szCs w:val="24"/>
        </w:rPr>
      </w:pPr>
    </w:p>
    <w:p w:rsidR="00B11BAA" w:rsidRDefault="00B11BAA" w:rsidP="00B11BAA">
      <w:pPr>
        <w:spacing w:after="0"/>
        <w:ind w:firstLine="567"/>
        <w:rPr>
          <w:rFonts w:ascii="Times New Roman" w:hAnsi="Times New Roman" w:cs="Times New Roman"/>
          <w:sz w:val="24"/>
          <w:szCs w:val="24"/>
        </w:rPr>
      </w:pPr>
    </w:p>
    <w:p w:rsidR="00B11BAA" w:rsidRDefault="00B11BAA" w:rsidP="00B11BAA">
      <w:pPr>
        <w:spacing w:after="0"/>
        <w:ind w:firstLine="567"/>
        <w:rPr>
          <w:rFonts w:ascii="Times New Roman" w:hAnsi="Times New Roman" w:cs="Times New Roman"/>
          <w:sz w:val="24"/>
          <w:szCs w:val="24"/>
        </w:rPr>
      </w:pPr>
    </w:p>
    <w:p w:rsidR="00B11BAA" w:rsidRPr="003E1891" w:rsidRDefault="00B11BAA" w:rsidP="00B11BAA">
      <w:pPr>
        <w:spacing w:after="0"/>
        <w:ind w:firstLine="567"/>
        <w:rPr>
          <w:rFonts w:ascii="Times New Roman" w:hAnsi="Times New Roman" w:cs="Times New Roman"/>
          <w:sz w:val="24"/>
          <w:szCs w:val="24"/>
        </w:rPr>
      </w:pP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sz w:val="24"/>
          <w:szCs w:val="24"/>
        </w:rPr>
        <w:t>Зразок</w:t>
      </w: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sz w:val="24"/>
          <w:szCs w:val="24"/>
        </w:rPr>
        <w:t xml:space="preserve">іменної печатки адміністратора центру надання адміністративних послуг </w:t>
      </w: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sz w:val="24"/>
          <w:szCs w:val="24"/>
        </w:rPr>
        <w:t>Крупецької сільської ради</w:t>
      </w:r>
    </w:p>
    <w:p w:rsidR="00B11BAA" w:rsidRPr="003E1891" w:rsidRDefault="00B11BAA" w:rsidP="00B11BAA">
      <w:pPr>
        <w:spacing w:after="0"/>
        <w:jc w:val="center"/>
        <w:rPr>
          <w:rFonts w:ascii="Times New Roman" w:hAnsi="Times New Roman" w:cs="Times New Roman"/>
          <w:sz w:val="24"/>
          <w:szCs w:val="24"/>
        </w:rPr>
      </w:pPr>
    </w:p>
    <w:p w:rsidR="00B11BAA" w:rsidRPr="003E1891" w:rsidRDefault="00B11BAA" w:rsidP="00B11BAA">
      <w:pPr>
        <w:spacing w:after="0"/>
        <w:jc w:val="center"/>
        <w:rPr>
          <w:rFonts w:ascii="Times New Roman" w:hAnsi="Times New Roman" w:cs="Times New Roman"/>
          <w:sz w:val="24"/>
          <w:szCs w:val="24"/>
        </w:rPr>
      </w:pPr>
    </w:p>
    <w:p w:rsidR="00B11BAA" w:rsidRPr="003E1891" w:rsidRDefault="00B11BAA" w:rsidP="00B11BAA">
      <w:pPr>
        <w:spacing w:after="0"/>
        <w:jc w:val="center"/>
        <w:rPr>
          <w:rFonts w:ascii="Times New Roman" w:hAnsi="Times New Roman" w:cs="Times New Roman"/>
          <w:sz w:val="24"/>
          <w:szCs w:val="24"/>
        </w:rPr>
      </w:pPr>
      <w:r w:rsidRPr="003E1891">
        <w:rPr>
          <w:rFonts w:ascii="Times New Roman" w:hAnsi="Times New Roman" w:cs="Times New Roman"/>
          <w:noProof/>
          <w:sz w:val="24"/>
          <w:szCs w:val="24"/>
        </w:rPr>
        <w:drawing>
          <wp:inline distT="0" distB="0" distL="0" distR="0" wp14:anchorId="7DEC2399" wp14:editId="671E980B">
            <wp:extent cx="2743200" cy="1362075"/>
            <wp:effectExtent l="19050" t="0" r="0" b="0"/>
            <wp:docPr id="1" name="Рисунок 1" descr="цнап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нап1"/>
                    <pic:cNvPicPr>
                      <a:picLocks noChangeAspect="1" noChangeArrowheads="1"/>
                    </pic:cNvPicPr>
                  </pic:nvPicPr>
                  <pic:blipFill>
                    <a:blip r:embed="rId6" cstate="print"/>
                    <a:srcRect/>
                    <a:stretch>
                      <a:fillRect/>
                    </a:stretch>
                  </pic:blipFill>
                  <pic:spPr bwMode="auto">
                    <a:xfrm>
                      <a:off x="0" y="0"/>
                      <a:ext cx="2743200" cy="1362075"/>
                    </a:xfrm>
                    <a:prstGeom prst="rect">
                      <a:avLst/>
                    </a:prstGeom>
                    <a:noFill/>
                    <a:ln w="9525">
                      <a:noFill/>
                      <a:miter lim="800000"/>
                      <a:headEnd/>
                      <a:tailEnd/>
                    </a:ln>
                  </pic:spPr>
                </pic:pic>
              </a:graphicData>
            </a:graphic>
          </wp:inline>
        </w:drawing>
      </w:r>
    </w:p>
    <w:p w:rsidR="00B11BAA" w:rsidRPr="003E1891" w:rsidRDefault="00B11BAA" w:rsidP="00B11BAA">
      <w:pPr>
        <w:spacing w:after="0"/>
        <w:jc w:val="center"/>
        <w:rPr>
          <w:rFonts w:ascii="Times New Roman" w:hAnsi="Times New Roman" w:cs="Times New Roman"/>
          <w:sz w:val="24"/>
          <w:szCs w:val="24"/>
        </w:rPr>
      </w:pPr>
    </w:p>
    <w:p w:rsidR="00B11BAA" w:rsidRPr="003E1891" w:rsidRDefault="00B11BAA" w:rsidP="00B11BAA">
      <w:pPr>
        <w:spacing w:after="0"/>
        <w:jc w:val="center"/>
        <w:rPr>
          <w:rFonts w:ascii="Times New Roman" w:hAnsi="Times New Roman" w:cs="Times New Roman"/>
          <w:sz w:val="24"/>
          <w:szCs w:val="24"/>
        </w:rPr>
      </w:pPr>
    </w:p>
    <w:p w:rsidR="00B11BAA" w:rsidRPr="003E1891" w:rsidRDefault="00B11BAA" w:rsidP="00B11BAA">
      <w:pPr>
        <w:spacing w:after="0"/>
        <w:ind w:left="142"/>
        <w:jc w:val="both"/>
        <w:rPr>
          <w:rFonts w:ascii="Times New Roman" w:hAnsi="Times New Roman" w:cs="Times New Roman"/>
          <w:sz w:val="24"/>
          <w:szCs w:val="24"/>
        </w:rPr>
      </w:pPr>
      <w:r w:rsidRPr="003E1891">
        <w:rPr>
          <w:rFonts w:ascii="Times New Roman" w:hAnsi="Times New Roman" w:cs="Times New Roman"/>
          <w:sz w:val="24"/>
          <w:szCs w:val="24"/>
        </w:rPr>
        <w:t xml:space="preserve">  Сільський голова                                                                        Валерій МИХАЛЮК</w:t>
      </w:r>
    </w:p>
    <w:p w:rsidR="00B11BAA" w:rsidRDefault="00B11BAA" w:rsidP="00B11BAA">
      <w:pPr>
        <w:jc w:val="both"/>
        <w:rPr>
          <w:rFonts w:cs="Times New Roman"/>
        </w:rPr>
      </w:pPr>
    </w:p>
    <w:p w:rsidR="00B11BAA" w:rsidRDefault="00B11BAA" w:rsidP="00B11BAA">
      <w:pPr>
        <w:spacing w:after="0"/>
        <w:ind w:left="4536"/>
        <w:jc w:val="both"/>
        <w:rPr>
          <w:rFonts w:cs="Times New Roman"/>
          <w:sz w:val="24"/>
          <w:szCs w:val="24"/>
        </w:rPr>
      </w:pPr>
    </w:p>
    <w:p w:rsidR="00B11BAA" w:rsidRPr="00D95C88" w:rsidRDefault="00B11BAA" w:rsidP="00B11BAA">
      <w:pPr>
        <w:spacing w:after="0"/>
        <w:ind w:left="4536"/>
        <w:jc w:val="both"/>
        <w:rPr>
          <w:rFonts w:cs="Times New Roman"/>
          <w:sz w:val="24"/>
          <w:szCs w:val="24"/>
        </w:rPr>
      </w:pPr>
    </w:p>
    <w:p w:rsidR="00B11BAA" w:rsidRPr="00D95C88" w:rsidRDefault="00B11BAA" w:rsidP="00B11BAA">
      <w:pPr>
        <w:spacing w:after="0"/>
        <w:ind w:left="4536"/>
        <w:jc w:val="both"/>
        <w:rPr>
          <w:rFonts w:ascii="Times New Roman" w:hAnsi="Times New Roman" w:cs="Times New Roman"/>
          <w:sz w:val="24"/>
          <w:szCs w:val="24"/>
        </w:rPr>
      </w:pPr>
      <w:r w:rsidRPr="00D95C88">
        <w:rPr>
          <w:rFonts w:ascii="Times New Roman" w:hAnsi="Times New Roman" w:cs="Times New Roman"/>
          <w:sz w:val="24"/>
          <w:szCs w:val="24"/>
        </w:rPr>
        <w:t xml:space="preserve">Додаток 2 </w:t>
      </w:r>
    </w:p>
    <w:p w:rsidR="00B11BAA" w:rsidRPr="00D95C88" w:rsidRDefault="00B11BAA" w:rsidP="00B11BAA">
      <w:pPr>
        <w:spacing w:after="0"/>
        <w:ind w:left="4536"/>
        <w:jc w:val="both"/>
        <w:rPr>
          <w:rFonts w:ascii="Times New Roman" w:hAnsi="Times New Roman" w:cs="Times New Roman"/>
          <w:sz w:val="24"/>
          <w:szCs w:val="24"/>
        </w:rPr>
      </w:pPr>
      <w:r w:rsidRPr="00D95C88">
        <w:rPr>
          <w:rFonts w:ascii="Times New Roman" w:hAnsi="Times New Roman" w:cs="Times New Roman"/>
          <w:sz w:val="24"/>
          <w:szCs w:val="24"/>
        </w:rPr>
        <w:t>до рішення Крупецької сільської ради</w:t>
      </w:r>
    </w:p>
    <w:p w:rsidR="00B11BAA" w:rsidRPr="00D95C88" w:rsidRDefault="00B11BAA" w:rsidP="00B11BAA">
      <w:pPr>
        <w:spacing w:after="0"/>
        <w:ind w:left="4536"/>
        <w:jc w:val="both"/>
        <w:rPr>
          <w:rFonts w:ascii="Times New Roman" w:hAnsi="Times New Roman" w:cs="Times New Roman"/>
          <w:sz w:val="24"/>
          <w:szCs w:val="24"/>
        </w:rPr>
      </w:pPr>
      <w:r w:rsidRPr="00D95C88">
        <w:rPr>
          <w:rFonts w:ascii="Times New Roman" w:hAnsi="Times New Roman" w:cs="Times New Roman"/>
          <w:sz w:val="24"/>
          <w:szCs w:val="24"/>
        </w:rPr>
        <w:t>від 25 лютого 2021</w:t>
      </w:r>
      <w:r>
        <w:rPr>
          <w:rFonts w:ascii="Times New Roman" w:hAnsi="Times New Roman" w:cs="Times New Roman"/>
          <w:sz w:val="24"/>
          <w:szCs w:val="24"/>
        </w:rPr>
        <w:t xml:space="preserve"> </w:t>
      </w:r>
      <w:r w:rsidRPr="00D95C88">
        <w:rPr>
          <w:rFonts w:ascii="Times New Roman" w:hAnsi="Times New Roman" w:cs="Times New Roman"/>
          <w:sz w:val="24"/>
          <w:szCs w:val="24"/>
        </w:rPr>
        <w:t>р. №8</w:t>
      </w:r>
    </w:p>
    <w:p w:rsidR="00B11BAA" w:rsidRPr="00D95C88" w:rsidRDefault="00B11BAA" w:rsidP="00B11BAA">
      <w:pPr>
        <w:rPr>
          <w:color w:val="000000"/>
          <w:sz w:val="24"/>
          <w:szCs w:val="24"/>
        </w:rPr>
      </w:pPr>
    </w:p>
    <w:p w:rsidR="00B11BAA" w:rsidRPr="00D95C88" w:rsidRDefault="00B11BAA" w:rsidP="00B11BAA">
      <w:pPr>
        <w:spacing w:after="0"/>
        <w:ind w:left="360"/>
        <w:jc w:val="center"/>
        <w:rPr>
          <w:rFonts w:ascii="Times New Roman" w:hAnsi="Times New Roman" w:cs="Times New Roman"/>
          <w:color w:val="000000"/>
          <w:sz w:val="24"/>
          <w:szCs w:val="24"/>
        </w:rPr>
      </w:pPr>
      <w:r w:rsidRPr="00D95C88">
        <w:rPr>
          <w:rFonts w:ascii="Times New Roman" w:hAnsi="Times New Roman" w:cs="Times New Roman"/>
          <w:color w:val="000000"/>
          <w:sz w:val="24"/>
          <w:szCs w:val="24"/>
        </w:rPr>
        <w:t>Опис</w:t>
      </w:r>
    </w:p>
    <w:p w:rsidR="00B11BAA" w:rsidRPr="00D95C88" w:rsidRDefault="00B11BAA" w:rsidP="00B11BAA">
      <w:pPr>
        <w:spacing w:after="0"/>
        <w:ind w:left="360"/>
        <w:jc w:val="center"/>
        <w:rPr>
          <w:rFonts w:ascii="Times New Roman" w:hAnsi="Times New Roman" w:cs="Times New Roman"/>
          <w:color w:val="000000"/>
          <w:sz w:val="24"/>
          <w:szCs w:val="24"/>
        </w:rPr>
      </w:pPr>
      <w:r w:rsidRPr="00D95C88">
        <w:rPr>
          <w:rFonts w:ascii="Times New Roman" w:hAnsi="Times New Roman" w:cs="Times New Roman"/>
          <w:color w:val="000000"/>
          <w:sz w:val="24"/>
          <w:szCs w:val="24"/>
        </w:rPr>
        <w:t>печатки  для довідок Крупецької сільської ради</w:t>
      </w:r>
    </w:p>
    <w:p w:rsidR="00B11BAA" w:rsidRPr="00D95C88" w:rsidRDefault="00B11BAA" w:rsidP="00B11BAA">
      <w:pPr>
        <w:spacing w:after="0"/>
        <w:ind w:left="360"/>
        <w:jc w:val="center"/>
        <w:rPr>
          <w:rFonts w:ascii="Times New Roman" w:hAnsi="Times New Roman" w:cs="Times New Roman"/>
          <w:color w:val="000000"/>
          <w:sz w:val="24"/>
          <w:szCs w:val="24"/>
        </w:rPr>
      </w:pPr>
      <w:r w:rsidRPr="00D95C88">
        <w:rPr>
          <w:rFonts w:ascii="Times New Roman" w:hAnsi="Times New Roman" w:cs="Times New Roman"/>
          <w:color w:val="000000"/>
          <w:sz w:val="24"/>
          <w:szCs w:val="24"/>
        </w:rPr>
        <w:t> </w:t>
      </w:r>
    </w:p>
    <w:p w:rsidR="00B11BAA" w:rsidRPr="00D95C88" w:rsidRDefault="00B11BAA" w:rsidP="00B11BAA">
      <w:pPr>
        <w:spacing w:after="0"/>
        <w:rPr>
          <w:rFonts w:ascii="Times New Roman" w:hAnsi="Times New Roman" w:cs="Times New Roman"/>
          <w:color w:val="000000"/>
          <w:sz w:val="24"/>
          <w:szCs w:val="24"/>
        </w:rPr>
      </w:pPr>
      <w:r w:rsidRPr="00D95C88">
        <w:rPr>
          <w:rFonts w:ascii="Times New Roman" w:hAnsi="Times New Roman" w:cs="Times New Roman"/>
          <w:color w:val="000000"/>
          <w:sz w:val="24"/>
          <w:szCs w:val="24"/>
        </w:rPr>
        <w:t>Обов’язкові відомості:</w:t>
      </w:r>
    </w:p>
    <w:p w:rsidR="00B11BAA" w:rsidRPr="00D95C88" w:rsidRDefault="00B11BAA" w:rsidP="00B11BAA">
      <w:pPr>
        <w:spacing w:after="0"/>
        <w:rPr>
          <w:rFonts w:ascii="Times New Roman" w:hAnsi="Times New Roman" w:cs="Times New Roman"/>
          <w:color w:val="000000"/>
          <w:sz w:val="24"/>
          <w:szCs w:val="24"/>
        </w:rPr>
      </w:pPr>
      <w:r w:rsidRPr="00D95C88">
        <w:rPr>
          <w:rFonts w:ascii="Times New Roman" w:hAnsi="Times New Roman" w:cs="Times New Roman"/>
          <w:color w:val="000000"/>
          <w:sz w:val="24"/>
          <w:szCs w:val="24"/>
        </w:rPr>
        <w:t> </w:t>
      </w:r>
    </w:p>
    <w:p w:rsidR="00B11BAA" w:rsidRPr="00D95C88" w:rsidRDefault="00B11BAA" w:rsidP="00B11BAA">
      <w:pPr>
        <w:spacing w:after="0"/>
        <w:ind w:firstLine="708"/>
        <w:jc w:val="both"/>
        <w:rPr>
          <w:rFonts w:ascii="Times New Roman" w:hAnsi="Times New Roman" w:cs="Times New Roman"/>
          <w:color w:val="000000"/>
          <w:sz w:val="24"/>
          <w:szCs w:val="24"/>
        </w:rPr>
      </w:pPr>
      <w:r w:rsidRPr="00D95C88">
        <w:rPr>
          <w:rFonts w:ascii="Times New Roman" w:hAnsi="Times New Roman" w:cs="Times New Roman"/>
          <w:color w:val="000000"/>
          <w:sz w:val="24"/>
          <w:szCs w:val="24"/>
        </w:rPr>
        <w:t xml:space="preserve">Печатка для довідок сільської ради має форму правильного кола діаметром </w:t>
      </w:r>
      <w:smartTag w:uri="urn:schemas-microsoft-com:office:smarttags" w:element="metricconverter">
        <w:smartTagPr>
          <w:attr w:name="ProductID" w:val="45 мм"/>
        </w:smartTagPr>
        <w:r w:rsidRPr="00D95C88">
          <w:rPr>
            <w:rFonts w:ascii="Times New Roman" w:hAnsi="Times New Roman" w:cs="Times New Roman"/>
            <w:color w:val="000000"/>
            <w:sz w:val="24"/>
            <w:szCs w:val="24"/>
          </w:rPr>
          <w:t>45 мм</w:t>
        </w:r>
      </w:smartTag>
      <w:r w:rsidRPr="00D95C88">
        <w:rPr>
          <w:rFonts w:ascii="Times New Roman" w:hAnsi="Times New Roman" w:cs="Times New Roman"/>
          <w:color w:val="000000"/>
          <w:sz w:val="24"/>
          <w:szCs w:val="24"/>
        </w:rPr>
        <w:t>, краї печатки обрамлено подвійним бортиком. У центрі печатки знаходиться напис «ДЛЯ ДОВІДОК», обрамлений колом діаметром 22 мм.</w:t>
      </w:r>
    </w:p>
    <w:p w:rsidR="00B11BAA" w:rsidRPr="00D95C88" w:rsidRDefault="00B11BAA" w:rsidP="00B11BAA">
      <w:pPr>
        <w:spacing w:after="0"/>
        <w:ind w:firstLine="709"/>
        <w:jc w:val="both"/>
        <w:rPr>
          <w:rFonts w:ascii="Times New Roman" w:hAnsi="Times New Roman" w:cs="Times New Roman"/>
          <w:color w:val="000000"/>
          <w:sz w:val="24"/>
          <w:szCs w:val="24"/>
        </w:rPr>
      </w:pPr>
      <w:r w:rsidRPr="00D95C88">
        <w:rPr>
          <w:rFonts w:ascii="Times New Roman" w:hAnsi="Times New Roman" w:cs="Times New Roman"/>
          <w:color w:val="000000"/>
          <w:sz w:val="24"/>
          <w:szCs w:val="24"/>
        </w:rPr>
        <w:t>По зовнішньому від обрамлення напису колу зліва направо українською мовою розміщуються напис: «Крупецька сільська територіальна громада</w:t>
      </w:r>
      <w:r w:rsidRPr="00D95C88">
        <w:rPr>
          <w:rFonts w:ascii="Times New Roman" w:hAnsi="Times New Roman" w:cs="Times New Roman"/>
          <w:sz w:val="24"/>
          <w:szCs w:val="24"/>
        </w:rPr>
        <w:t>».</w:t>
      </w:r>
      <w:r w:rsidRPr="00D95C88">
        <w:rPr>
          <w:rFonts w:ascii="Times New Roman" w:hAnsi="Times New Roman" w:cs="Times New Roman"/>
          <w:color w:val="000000"/>
          <w:sz w:val="24"/>
          <w:szCs w:val="24"/>
        </w:rPr>
        <w:t>  По внутрішньому від обрамлення напису колу зліва направо українською мовою розміщуються напис: «Крупецька сільська рада</w:t>
      </w:r>
      <w:r w:rsidRPr="00D95C88">
        <w:rPr>
          <w:rFonts w:ascii="Times New Roman" w:hAnsi="Times New Roman" w:cs="Times New Roman"/>
          <w:sz w:val="24"/>
          <w:szCs w:val="24"/>
        </w:rPr>
        <w:t>».</w:t>
      </w:r>
    </w:p>
    <w:p w:rsidR="00B11BAA" w:rsidRPr="00D95C88" w:rsidRDefault="00B11BAA" w:rsidP="00B11BAA">
      <w:pPr>
        <w:spacing w:after="0"/>
        <w:ind w:firstLine="709"/>
        <w:jc w:val="both"/>
        <w:rPr>
          <w:rFonts w:ascii="Times New Roman" w:hAnsi="Times New Roman" w:cs="Times New Roman"/>
          <w:color w:val="000000"/>
          <w:sz w:val="24"/>
          <w:szCs w:val="24"/>
        </w:rPr>
      </w:pPr>
      <w:r w:rsidRPr="00D95C88">
        <w:rPr>
          <w:rFonts w:ascii="Times New Roman" w:hAnsi="Times New Roman" w:cs="Times New Roman"/>
          <w:color w:val="000000"/>
          <w:sz w:val="24"/>
          <w:szCs w:val="24"/>
        </w:rPr>
        <w:t>На нижньому стику напису найменування сільської ради у першому рядку центровим способом розміщується напис «Україна», над яким розміщується напис «код ЄДРПОУ 04405030».</w:t>
      </w:r>
    </w:p>
    <w:p w:rsidR="00B11BAA" w:rsidRPr="00D95C88" w:rsidRDefault="00B11BAA" w:rsidP="00B11BAA">
      <w:pPr>
        <w:spacing w:after="0"/>
        <w:ind w:firstLine="709"/>
        <w:jc w:val="both"/>
        <w:rPr>
          <w:rFonts w:ascii="Times New Roman" w:hAnsi="Times New Roman" w:cs="Times New Roman"/>
          <w:color w:val="000000"/>
          <w:sz w:val="24"/>
          <w:szCs w:val="24"/>
        </w:rPr>
      </w:pPr>
      <w:r w:rsidRPr="00D95C88">
        <w:rPr>
          <w:rFonts w:ascii="Times New Roman" w:hAnsi="Times New Roman" w:cs="Times New Roman"/>
          <w:color w:val="000000"/>
          <w:sz w:val="24"/>
          <w:szCs w:val="24"/>
        </w:rPr>
        <w:t>Печатка виготовляється з гуми. Для печатки використовується штемпельна фарба синього кольору. </w:t>
      </w:r>
    </w:p>
    <w:p w:rsidR="00B11BAA" w:rsidRPr="00D95C88" w:rsidRDefault="00B11BAA" w:rsidP="00B11BAA">
      <w:pPr>
        <w:spacing w:after="0"/>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r w:rsidRPr="00D95C88">
        <w:rPr>
          <w:rFonts w:ascii="Times New Roman" w:hAnsi="Times New Roman" w:cs="Times New Roman"/>
          <w:sz w:val="24"/>
          <w:szCs w:val="24"/>
        </w:rPr>
        <w:t>Зразок</w:t>
      </w:r>
    </w:p>
    <w:p w:rsidR="00B11BAA" w:rsidRPr="00D95C88" w:rsidRDefault="00B11BAA" w:rsidP="00B11BAA">
      <w:pPr>
        <w:spacing w:after="0"/>
        <w:jc w:val="center"/>
        <w:rPr>
          <w:rFonts w:ascii="Times New Roman" w:hAnsi="Times New Roman" w:cs="Times New Roman"/>
          <w:sz w:val="24"/>
          <w:szCs w:val="24"/>
        </w:rPr>
      </w:pPr>
      <w:r w:rsidRPr="00D95C88">
        <w:rPr>
          <w:rFonts w:ascii="Times New Roman" w:hAnsi="Times New Roman" w:cs="Times New Roman"/>
          <w:sz w:val="24"/>
          <w:szCs w:val="24"/>
        </w:rPr>
        <w:t xml:space="preserve">печатки </w:t>
      </w:r>
      <w:r w:rsidRPr="00D95C88">
        <w:rPr>
          <w:rFonts w:ascii="Times New Roman" w:hAnsi="Times New Roman" w:cs="Times New Roman"/>
          <w:color w:val="000000"/>
          <w:sz w:val="24"/>
          <w:szCs w:val="24"/>
        </w:rPr>
        <w:t>для довідок Крупецької сільської ради</w:t>
      </w:r>
    </w:p>
    <w:p w:rsidR="00B11BAA" w:rsidRPr="00D95C88" w:rsidRDefault="00B11BAA" w:rsidP="00B11BAA">
      <w:pPr>
        <w:spacing w:after="0"/>
        <w:jc w:val="center"/>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r w:rsidRPr="00D95C88">
        <w:rPr>
          <w:rFonts w:ascii="Times New Roman" w:hAnsi="Times New Roman" w:cs="Times New Roman"/>
          <w:noProof/>
          <w:sz w:val="24"/>
          <w:szCs w:val="24"/>
        </w:rPr>
        <w:drawing>
          <wp:inline distT="0" distB="0" distL="0" distR="0" wp14:anchorId="6C17518C" wp14:editId="55A05F5E">
            <wp:extent cx="1219200" cy="1219200"/>
            <wp:effectExtent l="19050" t="0" r="0" b="0"/>
            <wp:docPr id="3" name="Рисунок 1" descr="цнап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цнап2"/>
                    <pic:cNvPicPr>
                      <a:picLocks noChangeAspect="1" noChangeArrowheads="1"/>
                    </pic:cNvPicPr>
                  </pic:nvPicPr>
                  <pic:blipFill>
                    <a:blip r:embed="rId7" cstate="print"/>
                    <a:srcRect/>
                    <a:stretch>
                      <a:fillRect/>
                    </a:stretch>
                  </pic:blipFill>
                  <pic:spPr bwMode="auto">
                    <a:xfrm>
                      <a:off x="0" y="0"/>
                      <a:ext cx="1219200" cy="1219200"/>
                    </a:xfrm>
                    <a:prstGeom prst="rect">
                      <a:avLst/>
                    </a:prstGeom>
                    <a:noFill/>
                    <a:ln w="9525">
                      <a:noFill/>
                      <a:miter lim="800000"/>
                      <a:headEnd/>
                      <a:tailEnd/>
                    </a:ln>
                  </pic:spPr>
                </pic:pic>
              </a:graphicData>
            </a:graphic>
          </wp:inline>
        </w:drawing>
      </w:r>
    </w:p>
    <w:p w:rsidR="00B11BAA" w:rsidRPr="00D95C88" w:rsidRDefault="00B11BAA" w:rsidP="00B11BAA">
      <w:pPr>
        <w:spacing w:after="0"/>
        <w:ind w:firstLine="567"/>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p>
    <w:p w:rsidR="00B11BAA" w:rsidRPr="00D95C88" w:rsidRDefault="00B11BAA" w:rsidP="00B11BAA">
      <w:pPr>
        <w:spacing w:after="0"/>
        <w:jc w:val="center"/>
        <w:rPr>
          <w:rFonts w:ascii="Times New Roman" w:hAnsi="Times New Roman" w:cs="Times New Roman"/>
          <w:sz w:val="24"/>
          <w:szCs w:val="24"/>
        </w:rPr>
      </w:pPr>
    </w:p>
    <w:p w:rsidR="00B11BAA" w:rsidRPr="00D95C88" w:rsidRDefault="00B11BAA" w:rsidP="00B11BAA">
      <w:pPr>
        <w:spacing w:after="0"/>
        <w:ind w:left="142"/>
        <w:jc w:val="both"/>
        <w:rPr>
          <w:rFonts w:ascii="Times New Roman" w:hAnsi="Times New Roman" w:cs="Times New Roman"/>
          <w:sz w:val="24"/>
          <w:szCs w:val="24"/>
        </w:rPr>
      </w:pPr>
      <w:r w:rsidRPr="00D95C88">
        <w:rPr>
          <w:rFonts w:ascii="Times New Roman" w:hAnsi="Times New Roman" w:cs="Times New Roman"/>
          <w:sz w:val="24"/>
          <w:szCs w:val="24"/>
        </w:rPr>
        <w:t xml:space="preserve">  Сільський голова                                                                        Валерій МИХАЛЮК</w:t>
      </w:r>
    </w:p>
    <w:p w:rsidR="00AF64C1" w:rsidRDefault="00AF64C1"/>
    <w:sectPr w:rsidR="00AF64C1" w:rsidSect="00B11BAA">
      <w:pgSz w:w="12240" w:h="15840"/>
      <w:pgMar w:top="1440" w:right="1440" w:bottom="709"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765EF7"/>
    <w:multiLevelType w:val="multilevel"/>
    <w:tmpl w:val="DB74A0A4"/>
    <w:lvl w:ilvl="0">
      <w:start w:val="1"/>
      <w:numFmt w:val="decimal"/>
      <w:lvlText w:val="%1."/>
      <w:lvlJc w:val="left"/>
      <w:pPr>
        <w:ind w:left="1683"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1BAA"/>
    <w:rsid w:val="00171A2E"/>
    <w:rsid w:val="00304C90"/>
    <w:rsid w:val="00505B6D"/>
    <w:rsid w:val="006D3977"/>
    <w:rsid w:val="007D6C18"/>
    <w:rsid w:val="00AF64C1"/>
    <w:rsid w:val="00B11BAA"/>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B11BAA"/>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11BAA"/>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11BAA"/>
    <w:rPr>
      <w:rFonts w:ascii="Consolas" w:hAnsi="Consolas"/>
      <w:sz w:val="20"/>
      <w:szCs w:val="20"/>
      <w:lang w:val="ru-RU" w:eastAsia="ru-RU" w:bidi="ar-SA"/>
    </w:rPr>
  </w:style>
  <w:style w:type="paragraph" w:styleId="af4">
    <w:name w:val="Balloon Text"/>
    <w:basedOn w:val="a"/>
    <w:link w:val="af5"/>
    <w:uiPriority w:val="99"/>
    <w:semiHidden/>
    <w:unhideWhenUsed/>
    <w:rsid w:val="00B11BA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B11BAA"/>
    <w:rPr>
      <w:rFonts w:ascii="Tahoma" w:hAnsi="Tahoma" w:cs="Tahoma"/>
      <w:sz w:val="16"/>
      <w:szCs w:val="16"/>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B11BAA"/>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11BAA"/>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11BAA"/>
    <w:rPr>
      <w:rFonts w:ascii="Consolas" w:hAnsi="Consolas"/>
      <w:sz w:val="20"/>
      <w:szCs w:val="20"/>
      <w:lang w:val="ru-RU" w:eastAsia="ru-RU" w:bidi="ar-SA"/>
    </w:rPr>
  </w:style>
  <w:style w:type="paragraph" w:styleId="af4">
    <w:name w:val="Balloon Text"/>
    <w:basedOn w:val="a"/>
    <w:link w:val="af5"/>
    <w:uiPriority w:val="99"/>
    <w:semiHidden/>
    <w:unhideWhenUsed/>
    <w:rsid w:val="00B11BAA"/>
    <w:pPr>
      <w:spacing w:after="0" w:line="240" w:lineRule="auto"/>
    </w:pPr>
    <w:rPr>
      <w:rFonts w:ascii="Tahoma" w:hAnsi="Tahoma" w:cs="Tahoma"/>
      <w:sz w:val="16"/>
      <w:szCs w:val="16"/>
    </w:rPr>
  </w:style>
  <w:style w:type="character" w:customStyle="1" w:styleId="af5">
    <w:name w:val="Текст выноски Знак"/>
    <w:basedOn w:val="a0"/>
    <w:link w:val="af4"/>
    <w:uiPriority w:val="99"/>
    <w:semiHidden/>
    <w:rsid w:val="00B11BAA"/>
    <w:rPr>
      <w:rFonts w:ascii="Tahoma" w:hAnsi="Tahoma" w:cs="Tahoma"/>
      <w:sz w:val="16"/>
      <w:szCs w:val="16"/>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6</TotalTime>
  <Pages>4</Pages>
  <Words>768</Words>
  <Characters>4379</Characters>
  <Application>Microsoft Office Word</Application>
  <DocSecurity>0</DocSecurity>
  <Lines>36</Lines>
  <Paragraphs>10</Paragraphs>
  <ScaleCrop>false</ScaleCrop>
  <Company>Microsoft</Company>
  <LinksUpToDate>false</LinksUpToDate>
  <CharactersWithSpaces>5137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2021-03-02T14:14:00Z</dcterms:created>
  <dcterms:modified xsi:type="dcterms:W3CDTF">2021-03-02T14:21:00Z</dcterms:modified>
</cp:coreProperties>
</file>