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D9" w:rsidRPr="00B623A8" w:rsidRDefault="008A2A02" w:rsidP="003315D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UEs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n7GlUftgtvndUPhWiiMd0vCsd4/JH2s0pTxqhJLynfFNcPsxJ&#10;iiIE27CV5gH32LyOgSHA8wqBMPFcyslwDiUyYqNwg+g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h6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1iGlBLF3AABAWQQADgAAAAAAAAAAAAAAAAAuAgAAZHJzL2Uyb0RvYy54&#10;bWxQSwECLQAUAAYACAAAACEAsh1Mm+AAAAAKAQAADwAAAAAAAAAAAAAAAAALegAAZHJzL2Rvd25y&#10;ZXYueG1sUEsFBgAAAAAEAAQA8wAAABh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ccEA&#10;AADdAAAADwAAAGRycy9kb3ducmV2LnhtbERPy4rCMBTdD/gP4QruxtRWRqmNIjKKC2Goj/2luX1g&#10;c1OajNa/N4uBWR7OO9sMphUP6l1jWcFsGoEgLqxuuFJwvew/lyCcR9bYWiYFL3KwWY8+Mky1fXJO&#10;j7OvRAhhl6KC2vsuldIVNRl0U9sRB660vUEfYF9J3eMzhJtWxlH0JQ02HBpq7GhXU3E//xoFNjkc&#10;T7cqzpNvXnje/izL23BSajIetisQngb/L/5zH7WCeRKH/eFNeAJ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Tk3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y5MgA&#10;AADdAAAADwAAAGRycy9kb3ducmV2LnhtbESPQWsCMRSE74X+h/AKXqRm1WLt1ihFWG17KKiFXh+b&#10;1822m5clibr6641Q6HGYmW+Y2aKzjTiQD7VjBcNBBoK4dLrmSsHnrrifgggRWWPjmBScKMBifnsz&#10;w1y7I2/osI2VSBAOOSowMba5lKE0ZDEMXEucvG/nLcYkfSW1x2OC20aOsmwiLdacFgy2tDRU/m73&#10;VsFP8WG+lo/nle8/bejcL97XzdtEqd5d9/IMIlIX/8N/7Vet4GE8GsL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CfL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O7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ibj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Aw7s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+18YA&#10;AADd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bCYl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R+1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YzA8QA&#10;AADdAAAADwAAAGRycy9kb3ducmV2LnhtbESP3WrCQBCF7wu+wzKCN6Vu/KGU6CaINEW8EbUPMGTH&#10;bDA7G7LbJL59Vyj08nB+Ps42H20jeup87VjBYp6AIC6drrlS8H0t3j5A+ICssXFMCh7kIc8mL1tM&#10;tRv4TP0lVCKOsE9RgQmhTaX0pSGLfu5a4ujdXGcxRNlVUnc4xHHbyGWSvEuLNUeCwZb2hsr75cdG&#10;yGmFp+NtuBZfIw74eTT8ujsrNZuOuw2IQGP4D/+1D1rBerVcw/NNf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mMw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DOM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pjflA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FD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9Mc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+B5Nl3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N9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eC7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9prP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3gu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M2MMA&#10;AADdAAAADwAAAGRycy9kb3ducmV2LnhtbERPXWvCMBR9H+w/hCv4MjRVtzGqUaYQFCaM6cDXS3Nt&#10;i81NSaKt/948DPZ4ON+LVW8bcSMfascKJuMMBHHhTM2lgt+jHn2ACBHZYOOYFNwpwGr5/LTA3LiO&#10;f+h2iKVIIRxyVFDF2OZShqIii2HsWuLEnZ23GBP0pTQeuxRuGznNsndpsebUUGFLm4qKy+FqFay/&#10;u3LmX4p1777O29Ob1kbvtVLDQf85BxGpj//iP/fOKHidTdPc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M2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z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9pov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ksw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WYL8A&#10;AADdAAAADwAAAGRycy9kb3ducmV2LnhtbERPzYrCMBC+C/sOYQRvmmp1WapRRFDWo3UfYGhm22Iz&#10;6TbR1rffOQgeP77/zW5wjXpQF2rPBuazBBRx4W3NpYGf63H6BSpEZIuNZzLwpAC77cdog5n1PV/o&#10;kcdSSQiHDA1UMbaZ1qGoyGGY+ZZYuF/fOYwCu1LbDnsJd41eJMmndlizNFTY0qGi4pbfnYHlsz/9&#10;5atbcrSO5ue0PXMsVsZMxsN+DSrSEN/il/vbii9NZb+8kSegt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pZg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q58UA&#10;AADdAAAADwAAAGRycy9kb3ducmV2LnhtbESPQWvCQBSE7wX/w/IEb81GLWKjq4iilJ5qTD0/ss8k&#10;mH0bsqtJ/n23UOhxmJlvmPW2N7V4UusqywqmUQyCOLe64kJBdjm+LkE4j6yxtkwKBnKw3Yxe1pho&#10;2/GZnqkvRICwS1BB6X2TSOnykgy6yDbEwbvZ1qAPsi2kbrELcFPLWRwvpMGKw0KJDe1Lyu/pwyh4&#10;LK6zjG+f+is9DKf3w3Hn5Heh1GTc71YgPPX+P/zX/tAK3ubzK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Cr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Ll8cA&#10;AADdAAAADwAAAGRycy9kb3ducmV2LnhtbESPT2vCQBTE7wW/w/KE3upGI0Gjq7QFofVQ8d/B2zP7&#10;TGKzb2N2q+m37woFj8PM/IaZzltTiSs1rrSsoN+LQBBnVpecK9htFy8jEM4ja6wsk4JfcjCfdZ6m&#10;mGp74zVdNz4XAcIuRQWF93UqpcsKMuh6tiYO3sk2Bn2QTS51g7cAN5UcRFEiDZYcFgqs6b2g7Hvz&#10;YxTsV6NkvHr7HJ6XX0eMjb4cdJko9dxtXycgPLX+Ef5vf2gFwzgewP1Ne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ty5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s/8UA&#10;AADdAAAADwAAAGRycy9kb3ducmV2LnhtbESPS4vCQBCE74L/YWjBm040IiHrKD5QF08+FvbaZHqT&#10;YKYnZEaN++t3FgSPRVV9Rc0WranEnRpXWlYwGkYgiDOrS84VfF22gwSE88gaK8uk4EkOFvNuZ4ap&#10;tg8+0f3scxEg7FJUUHhfp1K6rCCDbmhr4uD92MagD7LJpW7wEeCmkuMomkqDJYeFAmtaF5Rdzzej&#10;4Hf6jUe3H682sfb0nCQ7ezjulOr32uUHCE+tf4df7U+tYBLHMfy/C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az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nM8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uk0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Gc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IwMUA&#10;AADdAAAADwAAAGRycy9kb3ducmV2LnhtbESPzW7CMBCE70i8g7VIvYEDKZSmMahFqsQV6KHHrb35&#10;gXidxgbSPn1dCYnjaGa+0eTr3jbiQp2vHSuYThIQxNqZmksFH4f38RKED8gGG8ek4Ic8rFfDQY6Z&#10;cVfe0WUfShEh7DNUUIXQZlJ6XZFFP3EtcfQK11kMUXalNB1eI9w2cpYkC2mx5rhQYUubivRpf7YK&#10;tvUXzRe6eLbLN737/P0O6dPRKPUw6l9fQATqwz18a2+Ngsc0ncP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U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4lQ8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hOJj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4l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k+uMUA&#10;AADdAAAADwAAAGRycy9kb3ducmV2LnhtbESPQUvDQBSE74L/YXmCN7sxFSux21IKFY+a9uDxmX3N&#10;pmbfC7trE/31riB4HGbmG2a5nnyvzhRiJ2zgdlaAIm7EdtwaOOx3Nw+gYkK22AuTgS+KsF5dXiyx&#10;sjLyK53r1KoM4VihAZfSUGkdG0ce40wG4uwdJXhMWYZW24Bjhvtel0Vxrz12nBccDrR11HzUn97A&#10;+NS8n8rjm3XfYZBd/SKnshdjrq+mzSOoRFP6D/+1n62Bu/l8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T6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sbcQA&#10;AADdAAAADwAAAGRycy9kb3ducmV2LnhtbERPW2vCMBR+H/gfwhH2NlN1bFKbitMJYzjE2/uxObbV&#10;5KQ0mXb/fnkY7PHju2ezzhpxo9bXjhUMBwkI4sLpmksFh/3qaQLCB2SNxjEp+CEPs7z3kGGq3Z23&#10;dNuFUsQQ9ikqqEJoUil9UZFFP3ANceTOrrUYImxLqVu8x3Br5ChJXqTFmmNDhQ0tKiquu2+rYLVZ&#10;msvoazs/yrB4fz2Zyefbcq3UY7+bT0EE6sK/+M/9oRU8j8dxbn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d7G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ET8cA&#10;AADdAAAADwAAAGRycy9kb3ducmV2LnhtbESPQWvCQBSE74X+h+UVehHd2KjY6CpSKLGgoLbQ6zP7&#10;TILZtyG7TdJ/3xWEHoeZ+YZZrntTiZYaV1pWMB5FIIgzq0vOFXx9vg/nIJxH1lhZJgW/5GC9enxY&#10;YqJtx0dqTz4XAcIuQQWF93UipcsKMuhGtiYO3sU2Bn2QTS51g12Am0q+RNFMGiw5LBRY01tB2fX0&#10;YxS0h90537au/rjOB24an9N0r7+Ven7qNwsQnnr/H763t1rBJI5f4fYmP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2hE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iZ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kD6mcX9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yJmxQAAAN0AAAAPAAAAAAAAAAAAAAAAAJgCAABkcnMv&#10;ZG93bnJldi54bWxQSwUGAAAAAAQABAD1AAAAigMAAAAA&#10;" fillcolor="black" stroked="f"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E88gA&#10;AADdAAAADwAAAGRycy9kb3ducmV2LnhtbESPzWsCMRTE70L/h/AKvWlWa0VWo9R+gFA9+HHw+Nw8&#10;d8NuXpZNqqt/vSkUPA4z8xtmOm9tJc7UeONYQb+XgCDOnDacK9jvvrtjED4ga6wck4IreZjPnjpT&#10;TLW78IbO25CLCGGfooIihDqV0mcFWfQ9VxNH7+QaiyHKJpe6wUuE20oOkmQkLRqOCwXW9FFQVm5/&#10;rYLDz8iMN4YGx9Vt8aVXb+Vi/Vkq9fLcvk9ABGrDI/zfXmoFw9dhH/7e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DkTz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kMcYA&#10;AADdAAAADwAAAGRycy9kb3ducmV2LnhtbESPT2sCMRTE7wW/Q3hCbzWrFZGtUcQievFQ/9DrY/O6&#10;2e7mZZtEXf30jVDocZiZ3zCzRWcbcSEfKscKhoMMBHHhdMWlguNh/TIFESKyxsYxKbhRgMW89zTD&#10;XLsrf9BlH0uRIBxyVGBibHMpQ2HIYhi4ljh5X85bjEn6UmqP1wS3jRxl2URarDgtGGxpZaio92er&#10;wC8/3+s7n091dt/dwua7+5miUeq53y3fQETq4n/4r73VCsav4x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nkM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HkGMYA&#10;AADdAAAADwAAAGRycy9kb3ducmV2LnhtbESP3WoCMRSE7wu+QziCN6Vm/aG2q1GKUCgoBX8e4HRz&#10;3F1MTpbNqa59+kYo9HKYmW+YxarzTl2ojXVgA6NhBoq4CLbm0sDx8P70AioKskUXmAzcKMJq2XtY&#10;YG7DlXd02UupEoRjjgYqkSbXOhYVeYzD0BAn7xRaj5JkW2rb4jXBvdPjLHvWHmtOCxU2tK6oOO+/&#10;vQE3/nKvm1ncyu2ot9mPl93jpzVm0O/e5qCEOvkP/7U/rIHpZDqB+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HkG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zKMYA&#10;AADdAAAADwAAAGRycy9kb3ducmV2LnhtbESPQWsCMRSE74X+h/AK3mpWu5SyNYqtCHvpwa3F63Pz&#10;3CwmL8sm1bW/3ghCj8PMfMPMFoOz4kR9aD0rmIwzEMS11y03Crbf6+c3ECEia7SeScGFAizmjw8z&#10;LLQ/84ZOVWxEgnAoUIGJsSukDLUhh2HsO+LkHXzvMCbZN1L3eE5wZ+U0y16lw5bTgsGOPg3Vx+rX&#10;KVhVnZ1uS/MRdj9f+70t/9a0Wyk1ehqW7yAiDfE/fG+XWkH+k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RzK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+ZAsYA&#10;AADdAAAADwAAAGRycy9kb3ducmV2LnhtbESPzWrDMBCE74W+g9hCb43UJk2CayWUkECgp+bnkNsi&#10;bWy31spYiu2+fRUI5DjMzDdMvhxcLTpqQ+VZw+tIgSA23lZcaDjsNy9zECEiW6w9k4Y/CrBcPD7k&#10;mFnf8zd1u1iIBOGQoYYyxiaTMpiSHIaRb4iTd/atw5hkW0jbYp/grpZvSk2lw4rTQokNrUoyv7uL&#10;0/CzkV/eKDTHw7Hf2tlpPaVaaf38NHx+gIg0xHv41t5aDZPx5B2ub9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+ZA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SlW8UA&#10;AADdAAAADwAAAGRycy9kb3ducmV2LnhtbESPT4vCMBTE78J+h/AW9qbpqohUo7iCsCh78A/i8dk8&#10;29LmpSRR67c3C4LHYWZ+w0znranFjZwvLSv47iUgiDOrS84VHPar7hiED8gaa8uk4EEe5rOPzhRT&#10;be+8pdsu5CJC2KeooAihSaX0WUEGfc82xNG7WGcwROlyqR3eI9zUsp8kI2mw5LhQYEPLgrJqdzUK&#10;TtcNX/4G64X7CUfb7n3VP48rpb4+28UERKA2vMOv9q9WMBwMR/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KV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6Es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XP6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groSyAAAAN0AAAAPAAAAAAAAAAAAAAAAAJgCAABk&#10;cnMvZG93bnJldi54bWxQSwUGAAAAAAQABAD1AAAAjQMAAAAA&#10;" fillcolor="black" stroked="f"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UYcIA&#10;AADdAAAADwAAAGRycy9kb3ducmV2LnhtbERPz2vCMBS+D/Y/hDfwNtNNGaMzShGG4qnqxq7P5q0p&#10;a15KEmP9781B2PHj+71YjbYXiXzoHCt4mRYgiBunO24VfB0/n99BhIissXdMCq4UYLV8fFhgqd2F&#10;95QOsRU5hEOJCkyMQyllaAxZDFM3EGfu13mLMUPfSu3xksNtL1+L4k1a7Dg3GBxobaj5O5ytgnRa&#10;19Us/SSz3/mq9a7efJ9qpSZPY/UBItIY/8V391YrmM/m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dRh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qRCMYA&#10;AADdAAAADwAAAGRycy9kb3ducmV2LnhtbESPQWvCQBSE74X+h+UVvOlGK6LRVYpYsb2oaaE9PrLP&#10;bGj2bciuMfXXuwWhx2FmvmEWq85WoqXGl44VDAcJCOLc6ZILBZ8fr/0pCB+QNVaOScEveVgtHx8W&#10;mGp34SO1WShEhLBPUYEJoU6l9Lkhi37gauLonVxjMUTZFFI3eIlwW8lRkkykxZLjgsGa1obyn+xs&#10;FfjhevP1bq+z9ntreJ+9mcmhMEr1nrqXOYhAXfgP39s7rWD8PJ7B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qRC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315D9" w:rsidRDefault="003315D9" w:rsidP="003315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315D9" w:rsidRDefault="003315D9" w:rsidP="003315D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15D9" w:rsidRDefault="003315D9" w:rsidP="003315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315D9" w:rsidRDefault="003315D9" w:rsidP="003315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315D9" w:rsidRPr="00167AAC" w:rsidRDefault="003315D9" w:rsidP="003315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№110</w:t>
      </w:r>
    </w:p>
    <w:p w:rsidR="003315D9" w:rsidRDefault="003315D9" w:rsidP="003315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15D9" w:rsidRPr="00A50A65" w:rsidRDefault="003315D9" w:rsidP="003315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315D9" w:rsidRPr="00A50A65" w:rsidRDefault="003315D9" w:rsidP="003315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3315D9" w:rsidRPr="00A50A65" w:rsidRDefault="003315D9" w:rsidP="003315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Д.В.</w:t>
      </w:r>
    </w:p>
    <w:p w:rsidR="003315D9" w:rsidRPr="00A50A65" w:rsidRDefault="003315D9" w:rsidP="003315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5D9" w:rsidRPr="00A50A65" w:rsidRDefault="003315D9" w:rsidP="003315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proofErr w:type="gramStart"/>
      <w:r w:rsidRPr="00A50A65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>»,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рада</w:t>
      </w:r>
      <w:proofErr w:type="gramEnd"/>
    </w:p>
    <w:p w:rsidR="003315D9" w:rsidRPr="00A50A65" w:rsidRDefault="003315D9" w:rsidP="003315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3315D9" w:rsidRPr="00A50A65" w:rsidRDefault="003315D9" w:rsidP="003315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0A65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ітлані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садівництва,</w:t>
      </w:r>
      <w:r w:rsidRPr="00A50A65">
        <w:rPr>
          <w:rFonts w:ascii="Times New Roman" w:eastAsia="Arial Unicode MS" w:hAnsi="Times New Roman" w:cs="Times New Roman"/>
          <w:sz w:val="24"/>
          <w:szCs w:val="24"/>
        </w:rPr>
        <w:t>за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рахунок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(16.00)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землі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запасу (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земельні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кожної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категорії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земель,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які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не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надані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у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або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користування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громадянам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чи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юридичним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особам),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0,1000 га,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рада  село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межами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пункту.</w:t>
      </w:r>
    </w:p>
    <w:p w:rsidR="003315D9" w:rsidRPr="00A50A65" w:rsidRDefault="003315D9" w:rsidP="003315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2.Передати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0A65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ітлані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: </w:t>
      </w:r>
      <w:r w:rsidR="008A2A02">
        <w:rPr>
          <w:rFonts w:ascii="Times New Roman" w:hAnsi="Times New Roman" w:cs="Times New Roman"/>
          <w:sz w:val="24"/>
          <w:szCs w:val="24"/>
        </w:rPr>
        <w:t>_________________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A2A02">
        <w:rPr>
          <w:rFonts w:ascii="Times New Roman" w:hAnsi="Times New Roman" w:cs="Times New Roman"/>
          <w:sz w:val="24"/>
          <w:szCs w:val="24"/>
        </w:rPr>
        <w:t>________</w:t>
      </w:r>
      <w:bookmarkStart w:id="0" w:name="_GoBack"/>
      <w:bookmarkEnd w:id="0"/>
      <w:r w:rsidRPr="00A50A6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0,1000 га,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номер: 6823986800:06:005:0057,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садівництва,яка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рада  село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межами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пункту.</w:t>
      </w:r>
    </w:p>
    <w:p w:rsidR="003315D9" w:rsidRPr="00A50A65" w:rsidRDefault="003315D9" w:rsidP="003315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3.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3315D9" w:rsidRPr="00A50A65" w:rsidRDefault="003315D9" w:rsidP="003315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3315D9" w:rsidRPr="00A50A65" w:rsidRDefault="003315D9" w:rsidP="003315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0BA7" w:rsidRPr="003315D9" w:rsidRDefault="003315D9" w:rsidP="003315D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30BA7" w:rsidRPr="003315D9" w:rsidSect="003315D9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3315D9"/>
    <w:rsid w:val="00171A2E"/>
    <w:rsid w:val="00230BA7"/>
    <w:rsid w:val="00304C90"/>
    <w:rsid w:val="003315D9"/>
    <w:rsid w:val="00505B6D"/>
    <w:rsid w:val="006D3977"/>
    <w:rsid w:val="007D6C18"/>
    <w:rsid w:val="008A2A0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D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315D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315D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315D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293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2020-12-01T06:24:00Z</dcterms:created>
  <dcterms:modified xsi:type="dcterms:W3CDTF">2020-12-01T07:42:00Z</dcterms:modified>
</cp:coreProperties>
</file>