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314" w:rsidRPr="00CD53EA" w:rsidRDefault="00892314" w:rsidP="00892314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314" w:rsidRDefault="00892314" w:rsidP="008923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2314" w:rsidRDefault="00892314" w:rsidP="008923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314" w:rsidRDefault="00892314" w:rsidP="008923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2314" w:rsidRDefault="00892314" w:rsidP="008923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314" w:rsidRDefault="00892314" w:rsidP="008923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2314" w:rsidRDefault="00892314" w:rsidP="008923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314" w:rsidRDefault="00892314" w:rsidP="008923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2314" w:rsidRDefault="00892314" w:rsidP="008923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314" w:rsidRDefault="00892314" w:rsidP="008923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2314" w:rsidRDefault="00892314" w:rsidP="008923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314" w:rsidRDefault="00892314" w:rsidP="008923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2314" w:rsidRDefault="00892314" w:rsidP="008923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314" w:rsidRDefault="00892314" w:rsidP="008923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2314" w:rsidRDefault="00892314" w:rsidP="008923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314" w:rsidRDefault="00892314" w:rsidP="008923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2314" w:rsidRDefault="00892314" w:rsidP="008923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314" w:rsidRDefault="00892314" w:rsidP="008923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2314" w:rsidRDefault="00892314" w:rsidP="008923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314" w:rsidRDefault="00892314" w:rsidP="008923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2314" w:rsidRDefault="00892314" w:rsidP="008923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314" w:rsidRDefault="00892314" w:rsidP="008923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314" w:rsidRDefault="00892314" w:rsidP="008923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314" w:rsidRDefault="00892314" w:rsidP="008923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314" w:rsidRDefault="00892314" w:rsidP="008923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314" w:rsidRDefault="00892314" w:rsidP="008923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314" w:rsidRDefault="00892314" w:rsidP="008923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314" w:rsidRDefault="00892314" w:rsidP="008923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314" w:rsidRDefault="00892314" w:rsidP="008923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314" w:rsidRDefault="00892314" w:rsidP="008923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314" w:rsidRDefault="00892314" w:rsidP="008923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92314" w:rsidRDefault="00892314" w:rsidP="008923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92314" w:rsidRDefault="00892314" w:rsidP="008923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92314" w:rsidRDefault="00892314" w:rsidP="008923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92314" w:rsidRDefault="00892314" w:rsidP="008923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92314" w:rsidRDefault="00892314" w:rsidP="008923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92314" w:rsidRDefault="00892314" w:rsidP="008923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92314" w:rsidRDefault="00892314" w:rsidP="008923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92314" w:rsidRDefault="00892314" w:rsidP="008923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92314" w:rsidRDefault="00892314" w:rsidP="008923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92314" w:rsidRDefault="00892314" w:rsidP="008923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92314" w:rsidRDefault="00892314" w:rsidP="008923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92314" w:rsidRDefault="00892314" w:rsidP="008923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92314" w:rsidRDefault="00892314" w:rsidP="008923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92314" w:rsidRDefault="00892314" w:rsidP="008923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92314" w:rsidRDefault="00892314" w:rsidP="008923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92314" w:rsidRDefault="00892314" w:rsidP="008923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92314" w:rsidRDefault="00892314" w:rsidP="008923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92314" w:rsidRDefault="00892314" w:rsidP="008923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92314" w:rsidRDefault="00892314" w:rsidP="008923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92314" w:rsidRDefault="00892314" w:rsidP="008923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92314" w:rsidRDefault="00892314" w:rsidP="008923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92314" w:rsidRDefault="00892314" w:rsidP="008923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92314" w:rsidRDefault="00892314" w:rsidP="008923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92314" w:rsidRDefault="00892314" w:rsidP="008923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92314" w:rsidRDefault="00892314" w:rsidP="008923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92314" w:rsidRDefault="00892314" w:rsidP="008923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92314" w:rsidRDefault="00892314" w:rsidP="008923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92314" w:rsidRDefault="00892314" w:rsidP="008923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92314" w:rsidRDefault="00892314" w:rsidP="008923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92314" w:rsidRDefault="00892314" w:rsidP="008923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92314" w:rsidRDefault="00892314" w:rsidP="008923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2314" w:rsidRDefault="00892314" w:rsidP="008923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2314" w:rsidRDefault="00892314" w:rsidP="008923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2314" w:rsidRDefault="00892314" w:rsidP="008923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2314" w:rsidRDefault="00892314" w:rsidP="008923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92314" w:rsidRDefault="00892314" w:rsidP="0089231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92314" w:rsidRDefault="00892314" w:rsidP="008923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92314" w:rsidRDefault="00892314" w:rsidP="008923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92314" w:rsidRDefault="00892314" w:rsidP="008923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2314" w:rsidRDefault="00892314" w:rsidP="008923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92314" w:rsidRDefault="00892314" w:rsidP="008923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2314" w:rsidRDefault="00892314" w:rsidP="008923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892314" w:rsidRDefault="00892314" w:rsidP="0089231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92314" w:rsidRDefault="00892314" w:rsidP="0089231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23.09.2020 року                                            Крупець                                                       №9</w:t>
      </w:r>
    </w:p>
    <w:p w:rsidR="00892314" w:rsidRDefault="00892314" w:rsidP="00892314">
      <w:pPr>
        <w:tabs>
          <w:tab w:val="left" w:pos="708"/>
        </w:tabs>
        <w:spacing w:after="0"/>
        <w:rPr>
          <w:rFonts w:ascii="Times New Roman" w:hAnsi="Times New Roman"/>
          <w:sz w:val="24"/>
        </w:rPr>
      </w:pPr>
    </w:p>
    <w:p w:rsidR="00892314" w:rsidRDefault="00892314" w:rsidP="00892314">
      <w:pPr>
        <w:tabs>
          <w:tab w:val="left" w:pos="708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Про надання дозволу на розробку </w:t>
      </w:r>
    </w:p>
    <w:p w:rsidR="00892314" w:rsidRDefault="00892314" w:rsidP="00892314">
      <w:pPr>
        <w:tabs>
          <w:tab w:val="left" w:pos="708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технічної документації із землеустрою</w:t>
      </w:r>
    </w:p>
    <w:p w:rsidR="00892314" w:rsidRDefault="00892314" w:rsidP="00892314">
      <w:pPr>
        <w:tabs>
          <w:tab w:val="left" w:pos="708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щодо встановлення (відновлення) меж </w:t>
      </w:r>
    </w:p>
    <w:p w:rsidR="00892314" w:rsidRDefault="00892314" w:rsidP="00892314">
      <w:pPr>
        <w:tabs>
          <w:tab w:val="left" w:pos="708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земельної ділянки в натурі (на місцевості)</w:t>
      </w:r>
    </w:p>
    <w:p w:rsidR="00892314" w:rsidRDefault="00892314" w:rsidP="00892314">
      <w:pPr>
        <w:tabs>
          <w:tab w:val="left" w:pos="2160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ТОВ «Акріс Агро» за межами населеного</w:t>
      </w:r>
    </w:p>
    <w:p w:rsidR="00892314" w:rsidRDefault="00892314" w:rsidP="00892314">
      <w:pPr>
        <w:tabs>
          <w:tab w:val="left" w:pos="2160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пункту села Лисиче</w:t>
      </w:r>
    </w:p>
    <w:p w:rsidR="00892314" w:rsidRPr="00C44A1E" w:rsidRDefault="00892314" w:rsidP="00892314">
      <w:pPr>
        <w:tabs>
          <w:tab w:val="left" w:pos="708"/>
        </w:tabs>
        <w:spacing w:after="0"/>
        <w:rPr>
          <w:rFonts w:ascii="Times New Roman" w:hAnsi="Times New Roman"/>
          <w:b/>
          <w:sz w:val="24"/>
        </w:rPr>
      </w:pPr>
    </w:p>
    <w:p w:rsidR="00892314" w:rsidRPr="00C44A1E" w:rsidRDefault="00892314" w:rsidP="00892314">
      <w:pPr>
        <w:tabs>
          <w:tab w:val="left" w:pos="708"/>
        </w:tabs>
        <w:spacing w:after="0"/>
        <w:jc w:val="both"/>
        <w:rPr>
          <w:rFonts w:ascii="Times New Roman" w:hAnsi="Times New Roman"/>
          <w:sz w:val="24"/>
        </w:rPr>
      </w:pPr>
      <w:r w:rsidRPr="00C44A1E">
        <w:rPr>
          <w:rFonts w:ascii="Times New Roman" w:hAnsi="Times New Roman"/>
          <w:sz w:val="24"/>
        </w:rPr>
        <w:t xml:space="preserve">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 клопотання  ТОВ «Акріс Агро»</w:t>
      </w:r>
      <w:r>
        <w:rPr>
          <w:rFonts w:ascii="Times New Roman" w:hAnsi="Times New Roman"/>
          <w:sz w:val="24"/>
        </w:rPr>
        <w:t xml:space="preserve">,  </w:t>
      </w:r>
      <w:r w:rsidRPr="00C44A1E">
        <w:rPr>
          <w:rFonts w:ascii="Times New Roman" w:hAnsi="Times New Roman"/>
          <w:sz w:val="24"/>
        </w:rPr>
        <w:t xml:space="preserve"> сільська рада</w:t>
      </w:r>
    </w:p>
    <w:p w:rsidR="00892314" w:rsidRDefault="00892314" w:rsidP="00892314">
      <w:pPr>
        <w:tabs>
          <w:tab w:val="left" w:pos="708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ВИРІШИЛА:</w:t>
      </w:r>
    </w:p>
    <w:p w:rsidR="00892314" w:rsidRDefault="00892314" w:rsidP="00892314">
      <w:pPr>
        <w:tabs>
          <w:tab w:val="left" w:pos="708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1.Надати  Товариству з обмеженою відповідальністю «Акріс Агро»»  дозвіл на розробку технічної документації із землеустрою щодо встановлення (відновлення) меж земельної ділянки в натурі (на місцевості), на польові (проектні) дороги, орієнтовною площею  4,25 га, які розташовані на території Крупецької сільської ради за межами населеного пункту села  Лисиче. </w:t>
      </w:r>
    </w:p>
    <w:p w:rsidR="00892314" w:rsidRDefault="00892314" w:rsidP="00892314">
      <w:pPr>
        <w:tabs>
          <w:tab w:val="left" w:pos="708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2.ТОВ «Акріс Агро» розробити технічну документацію із землеустрою щодо встановлення (відновлення) меж земельної ділянки в натурі (на місцевості) та подати на  розгляд сесії сільської ради.</w:t>
      </w:r>
    </w:p>
    <w:p w:rsidR="00892314" w:rsidRDefault="00892314" w:rsidP="0089231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92314" w:rsidRDefault="00892314" w:rsidP="0089231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892314" w:rsidRPr="00892314" w:rsidRDefault="00892314" w:rsidP="00892314">
      <w:pPr>
        <w:tabs>
          <w:tab w:val="left" w:pos="708"/>
        </w:tabs>
        <w:spacing w:after="0"/>
        <w:jc w:val="both"/>
        <w:rPr>
          <w:rFonts w:ascii="Times New Roman" w:hAnsi="Times New Roman"/>
          <w:sz w:val="24"/>
          <w:lang w:val="en-US"/>
        </w:rPr>
      </w:pPr>
      <w:bookmarkStart w:id="0" w:name="_GoBack"/>
      <w:bookmarkEnd w:id="0"/>
    </w:p>
    <w:p w:rsidR="006F775C" w:rsidRPr="00892314" w:rsidRDefault="00892314" w:rsidP="00892314">
      <w:pPr>
        <w:tabs>
          <w:tab w:val="left" w:pos="708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Валерій МИХАЛЮК</w:t>
      </w:r>
    </w:p>
    <w:sectPr w:rsidR="006F775C" w:rsidRPr="0089231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314"/>
    <w:rsid w:val="00171A2E"/>
    <w:rsid w:val="00304C90"/>
    <w:rsid w:val="00505B6D"/>
    <w:rsid w:val="006D3977"/>
    <w:rsid w:val="006F775C"/>
    <w:rsid w:val="007D6C18"/>
    <w:rsid w:val="00892314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9231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8923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92314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9231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8923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92314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247</Words>
  <Characters>1410</Characters>
  <Application>Microsoft Office Word</Application>
  <DocSecurity>0</DocSecurity>
  <Lines>11</Lines>
  <Paragraphs>3</Paragraphs>
  <ScaleCrop>false</ScaleCrop>
  <Company>Microsoft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2020-09-29T17:20:00Z</dcterms:created>
  <dcterms:modified xsi:type="dcterms:W3CDTF">2020-09-29T17:21:00Z</dcterms:modified>
</cp:coreProperties>
</file>