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4F8F" w:rsidRPr="0066767B" w:rsidRDefault="00164F8F" w:rsidP="00164F8F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  <w:r w:rsidRPr="0066767B"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  <w:t>ПРОЕКТ</w:t>
      </w:r>
    </w:p>
    <w:p w:rsidR="00164F8F" w:rsidRPr="0066767B" w:rsidRDefault="00164F8F" w:rsidP="00164F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164F8F" w:rsidRPr="0066767B" w:rsidRDefault="00164F8F" w:rsidP="00164F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66767B">
        <w:rPr>
          <w:rFonts w:ascii="Calibri" w:eastAsia="Calibri" w:hAnsi="Calibri" w:cs="Times New Roman"/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C1CE1B2" wp14:editId="3B0B4AFF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11584" name="Групувати 94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11585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64F8F" w:rsidRDefault="00164F8F" w:rsidP="00164F8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586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64F8F" w:rsidRDefault="00164F8F" w:rsidP="00164F8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587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64F8F" w:rsidRDefault="00164F8F" w:rsidP="00164F8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588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64F8F" w:rsidRDefault="00164F8F" w:rsidP="00164F8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589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64F8F" w:rsidRDefault="00164F8F" w:rsidP="00164F8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590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64F8F" w:rsidRDefault="00164F8F" w:rsidP="00164F8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591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64F8F" w:rsidRDefault="00164F8F" w:rsidP="00164F8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592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64F8F" w:rsidRDefault="00164F8F" w:rsidP="00164F8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593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64F8F" w:rsidRDefault="00164F8F" w:rsidP="00164F8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594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64F8F" w:rsidRDefault="00164F8F" w:rsidP="00164F8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595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64F8F" w:rsidRDefault="00164F8F" w:rsidP="00164F8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596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64F8F" w:rsidRDefault="00164F8F" w:rsidP="00164F8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597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64F8F" w:rsidRDefault="00164F8F" w:rsidP="00164F8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598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64F8F" w:rsidRDefault="00164F8F" w:rsidP="00164F8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599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64F8F" w:rsidRDefault="00164F8F" w:rsidP="00164F8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600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64F8F" w:rsidRDefault="00164F8F" w:rsidP="00164F8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601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64F8F" w:rsidRDefault="00164F8F" w:rsidP="00164F8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602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64F8F" w:rsidRDefault="00164F8F" w:rsidP="00164F8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603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64F8F" w:rsidRDefault="00164F8F" w:rsidP="00164F8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604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64F8F" w:rsidRDefault="00164F8F" w:rsidP="00164F8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605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64F8F" w:rsidRDefault="00164F8F" w:rsidP="00164F8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606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64F8F" w:rsidRDefault="00164F8F" w:rsidP="00164F8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607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64F8F" w:rsidRDefault="00164F8F" w:rsidP="00164F8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608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64F8F" w:rsidRDefault="00164F8F" w:rsidP="00164F8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609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64F8F" w:rsidRDefault="00164F8F" w:rsidP="00164F8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610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64F8F" w:rsidRDefault="00164F8F" w:rsidP="00164F8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611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64F8F" w:rsidRDefault="00164F8F" w:rsidP="00164F8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612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64F8F" w:rsidRDefault="00164F8F" w:rsidP="00164F8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613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64F8F" w:rsidRDefault="00164F8F" w:rsidP="00164F8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614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64F8F" w:rsidRDefault="00164F8F" w:rsidP="00164F8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увати 9424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AiU68IA&#10;AADeAAAADwAAAGRycy9kb3ducmV2LnhtbERPy6rCMBDdX/AfwgjurqmK11KNIqLiQrjUx35oxrbY&#10;TEoTtf69EQR3czjPmS1aU4k7Na60rGDQj0AQZ1aXnCs4HTe/MQjnkTVWlknBkxws5p2fGSbaPjil&#10;+8HnIoSwS1BB4X2dSOmyggy6vq2JA3exjUEfYJNL3eAjhJtKDqPoTxosOTQUWNOqoOx6uBkFdrTd&#10;7c/5MB2teeJ5+R9fzu1eqV63XU5BeGr9V/xx73SYPxjHY3i/E26Q8x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4CJTrwgAAAN4AAAAPAAAAAAAAAAAAAAAAAJgCAABkcnMvZG93&#10;bnJldi54bWxQSwUGAAAAAAQABAD1AAAAhw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164F8F" w:rsidRDefault="00164F8F" w:rsidP="00164F8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64P8cA&#10;AADeAAAADwAAAGRycy9kb3ducmV2LnhtbERPTWsCMRC9F/ofwhR6kZq10NVujSLC2upB0BZ6HTbT&#10;zdbNZEmibv31TUHobR7vc6bz3rbiRD40jhWMhhkI4srphmsFH+/lwwREiMgaW8ek4IcCzGe3N1Ms&#10;tDvzjk77WIsUwqFABSbGrpAyVIYshqHriBP35bzFmKCvpfZ4TuG2lY9ZlkuLDacGgx0tDVWH/dEq&#10;+C635nM5vqz84HlHl0G5eW3XuVL3d/3iBUSkPv6Lr+43neaPniY5/L2TbpCz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oeuD/HAAAA3gAAAA8AAAAAAAAAAAAAAAAAmAIAAGRy&#10;cy9kb3ducmV2LnhtbFBLBQYAAAAABAAEAPUAAACM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164F8F" w:rsidRDefault="00164F8F" w:rsidP="00164F8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0G5pcUA&#10;AADeAAAADwAAAGRycy9kb3ducmV2LnhtbESP3YrCMBCF74V9hzALeyNrquIP1SiyqIg3Rd0HGJqx&#10;KTaT0mRt9+2NIHg3wzlzvjPLdWcrcafGl44VDAcJCOLc6ZILBb+X3fcchA/IGivHpOCfPKxXH70l&#10;ptq1fKL7ORQihrBPUYEJoU6l9Lkhi37gauKoXV1jMcS1KaRusI3htpKjJJlKiyVHgsGafgzlt/Of&#10;jZBsjNnx2l52+w5b3B4N9zcnpb4+u80CRKAuvM2v64OO9YeT+Qye78QZ5Oo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QbmlxQAAAN4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164F8F" w:rsidRDefault="00164F8F" w:rsidP="00164F8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1o47cYA&#10;AADeAAAADwAAAGRycy9kb3ducmV2LnhtbESPQUsDQQyF74L/YYjgzc622FrWTotUBRE8WAXxFnbS&#10;3cWdzDATu+u/NwfBW8J7ee/LZjeFwZwolz6yg/msAkPcRN9z6+D97fFqDaYIsschMjn4oQK77fnZ&#10;BmsfR36l00FaoyFcanTQiaTa2tJ0FLDMYiJW7RhzQNE1t9ZnHDU8DHZRVSsbsGdt6DDRvqPm6/Ad&#10;HLyMD+n5ZrU8ps98vbDl3svHXpy7vJjubsEITfJv/rt+8oo/X66VV9/RGez2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1o47cYAAADe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164F8F" w:rsidRDefault="00164F8F" w:rsidP="00164F8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ZKITMUA&#10;AADeAAAADwAAAGRycy9kb3ducmV2LnhtbESP0YrCMBBF34X9hzAL+yKaqihuNYosKuJLUfcDhmZs&#10;is2kNFnb/XsjCL7NcO/cc2e57mwl7tT40rGC0TABQZw7XXKh4PeyG8xB+ICssXJMCv7Jw3r10Vti&#10;ql3LJ7qfQyFiCPsUFZgQ6lRKnxuy6IeuJo7a1TUWQ1ybQuoG2xhuKzlOkpm0WHIkGKzpx1B+O//Z&#10;CMkmmB2v7WW377DF7dFwf3NS6uuz2yxABOrC2/y6PuhYfzSdf8PznTiDXD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FkohMxQAAAN4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164F8F" w:rsidRDefault="00164F8F" w:rsidP="00164F8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PWiNscA&#10;AADeAAAADwAAAGRycy9kb3ducmV2LnhtbESPQUsDQQyF74L/YYjgzc622Kprp0WqgggerIJ4Czvp&#10;7uJOZpiJ3fXfm4PgLSEv771vvZ3CYI6USx/ZwXxWgSFuou+5dfD+9nhxDaYIsschMjn4oQLbzenJ&#10;GmsfR36l415aoyZcanTQiaTa2tJ0FLDMYiLW2yHmgKJrbq3POKp5GOyiqlY2YM+a0GGiXUfN1/47&#10;OHgZH9Lz1Wp5SJ/5cmHLvZePnTh3fjbd3YIRmuRf/Pf95LX+fHmjAIqjM9jN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T1ojbHAAAA3gAAAA8AAAAAAAAAAAAAAAAAmAIAAGRy&#10;cy9kb3ducmV2LnhtbFBLBQYAAAAABAAEAPUAAACM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164F8F" w:rsidRDefault="00164F8F" w:rsidP="00164F8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rwaRMUA&#10;AADeAAAADwAAAGRycy9kb3ducmV2LnhtbERPW2vCMBR+F/YfwhnsZWjaDcV1RlEhTNhgeIG9Hppj&#10;W9aclCSz3b83g4Fv5+O7nsVqsK24kA+NYwX5JANBXDrTcKXgdNTjOYgQkQ22jknBLwVYLe9GCyyM&#10;63lPl0OsRArhUKCCOsaukDKUNVkME9cRJ+7svMWYoK+k8dincNvKpyybSYsNp4YaO9rWVH4ffqyC&#10;zWdfPfvHcjO49/Pb11Rroz+0Ug/3w/oVRKQh3sT/7p1J8/PpSw5/76Qb5PI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+vBpExQAAAN4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164F8F" w:rsidRDefault="00164F8F" w:rsidP="00164F8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7OzMIA&#10;AADeAAAADwAAAGRycy9kb3ducmV2LnhtbERP3WrCMBS+H/gO4Qi7m6llDq1GEaUwxm6mPsChOTbV&#10;5qQksXZvvwjC7s7H93tWm8G2oicfGscKppMMBHHldMO1gtOxfJuDCBFZY+uYFPxSgM169LLCQrs7&#10;/1B/iLVIIRwKVGBi7AopQ2XIYpi4jjhxZ+ctxgR9LbXHewq3rcyz7ENabDg1GOxoZ6i6Hm5WQfmV&#10;f/fXm/al2w7vlmbmMt8bpV7Hw3YJItIQ/8VP96dO86ezRQ6Pd9INcv0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GXs7MwgAAAN4AAAAPAAAAAAAAAAAAAAAAAJgCAABkcnMvZG93&#10;bnJldi54bWxQSwUGAAAAAAQABAD1AAAAhw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164F8F" w:rsidRDefault="00164F8F" w:rsidP="00164F8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SIhqMUA&#10;AADeAAAADwAAAGRycy9kb3ducmV2LnhtbERP32vCMBB+H/g/hBvsRWaq4tiqUVQIChPG3MDXoznb&#10;suZSkszW/94MhL3dx/fzFqveNuJCPtSOFYxHGQjiwpmaSwXfX/r5FUSIyAYbx6TgSgFWy8HDAnPj&#10;Ov6kyzGWIoVwyFFBFWObSxmKiiyGkWuJE3d23mJM0JfSeOxSuG3kJMtepMWaU0OFLW0rKn6Ov1bB&#10;5qMrp35YbHr3ft6dZlobfdBKPT326zmISH38F9/de5Pmj2dvU/h7J90gl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hIiGoxQAAAN4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164F8F" w:rsidRDefault="00164F8F" w:rsidP="00164F8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vvzI8IA&#10;AADeAAAADwAAAGRycy9kb3ducmV2LnhtbERPzYrCMBC+L/gOYRb2tqaKLto1irgURLys+gBDM9t0&#10;bSYlibW+vREEb/Px/c5i1dtGdORD7VjBaJiBIC6drrlScDoWnzMQISJrbByTghsFWC0HbwvMtbvy&#10;L3WHWIkUwiFHBSbGNpcylIYshqFriRP357zFmKCvpPZ4TeG2keMs+5IWa04NBlvaGCrPh4tVUOzG&#10;++580b5w635iaWr+Zz9GqY/3fv0NIlIfX+Kne6vT/NF0PoHHO+kGubw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m+/MjwgAAAN4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164F8F" w:rsidRDefault="00164F8F" w:rsidP="00164F8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3nIUMIA&#10;AADeAAAADwAAAGRycy9kb3ducmV2LnhtbERPS2rDMBDdB3oHMYXsYtlNHFo3SigBl3hZpwcYrKlt&#10;Yo1cS/Hn9lWh0N083ncOp9l0YqTBtZYVJFEMgriyuuVawec13zyDcB5ZY2eZFCzk4HR8WB0w03bi&#10;DxpLX4sQwi5DBY33fSalqxoy6CLbEwfuyw4GfYBDLfWAUwg3nXyK47002HJoaLCnc0PVrbwbBbtl&#10;ev8u01uca0NJse0L9lWq1PpxfnsF4Wn2/+I/90WH+Un6ksLvO+EGef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/echQwgAAAN4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164F8F" w:rsidRDefault="00164F8F" w:rsidP="00164F8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alAiMQA&#10;AADeAAAADwAAAGRycy9kb3ducmV2LnhtbERPS2vCQBC+F/oflhF6q5sIDTV1E6RiKZ5sansespMH&#10;ZmdDdjXJv3eFQm/z8T1nk0+mE1caXGtZQbyMQBCXVrdcKzh9759fQTiPrLGzTApmcpBnjw8bTLUd&#10;+Yuuha9FCGGXooLG+z6V0pUNGXRL2xMHrrKDQR/gUEs94BjCTSdXUZRIgy2HhgZ7em+oPBcXo+CS&#10;/K5OXB30sdjNH+vdfuvkT63U02LavoHwNPl/8Z/7U4f58cs6gfs74QaZ3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GpQIjEAAAA3g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164F8F" w:rsidRDefault="00164F8F" w:rsidP="00164F8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pVDsYA&#10;AADeAAAADwAAAGRycy9kb3ducmV2LnhtbERPS2vCQBC+C/6HZYTedGNbo6au0hYK6kHxdfA2zY5J&#10;bHY2zW41/feuUOhtPr7nTGaNKcWFaldYVtDvRSCIU6sLzhTsdx/dEQjnkTWWlknBLzmYTdutCSba&#10;XnlDl63PRAhhl6CC3PsqkdKlORl0PVsRB+5ka4M+wDqTusZrCDelfIyiWBosODTkWNF7TunX9sco&#10;OKxH8Xj9tng+L1ef+GT091EXsVIPneb1BYSnxv+L/9xzHeb3B+Mh3N8JN8jpD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YpVDsYAAADe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164F8F" w:rsidRDefault="00164F8F" w:rsidP="00164F8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OxW6McA&#10;AADeAAAADwAAAGRycy9kb3ducmV2LnhtbESPzW7CQAyE75X6DisjcSsbKEWQsqC2CIo48Sf1amVN&#10;EjXrjbILBJ6+PlTiZmvGM5+n89ZV6kJNKD0b6PcSUMSZtyXnBo6H5csYVIjIFivPZOBGAeaz56cp&#10;ptZfeUeXfcyVhHBI0UARY51qHbKCHIaer4lFO/nGYZS1ybVt8CrhrtKDJBlphyVLQ4E1fRWU/e7P&#10;zsB99IPb8D34XLzaSLfheOU325Ux3U778Q4qUhsf5v/rtRX8/ttEeOUdmUHP/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TsVujHAAAA3g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164F8F" w:rsidRDefault="00164F8F" w:rsidP="00164F8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Zma3cIA&#10;AADeAAAADwAAAGRycy9kb3ducmV2LnhtbERPzYrCMBC+L/gOYQRva6rosq1GEVHwpnZ9gKEZ02Iz&#10;qU3Uuk+/EYS9zcf3O/NlZ2txp9ZXjhWMhgkI4sLpio2C08/28xuED8gaa8ek4Ekelovexxwz7R58&#10;pHsejIgh7DNUUIbQZFL6oiSLfuga4sidXWsxRNgaqVt8xHBby3GSfEmLFceGEhtal1Rc8ptVcHXj&#10;qe7yDe4vm/RQGTO5/h4nSg363WoGIlAX/sVv907H+aNpmsLrnXiDXP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JmZrdwgAAAN4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164F8F" w:rsidRDefault="00164F8F" w:rsidP="00164F8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ChUMYA&#10;AADeAAAADwAAAGRycy9kb3ducmV2LnhtbESPQW/CMAyF75P4D5GRdoOUTRTWEdCYNIkrbAeOXmLa&#10;jsYpTYCyXz8fkHaz5ef33rdY9b5RF+piHdjAZJyBIrbB1Vwa+Pr8GM1BxYTssAlMBm4UYbUcPCyw&#10;cOHKW7rsUqnEhGOBBqqU2kLraCvyGMehJZbbIXQek6xdqV2HVzH3jX7Kslx7rFkSKmzpvSJ73J29&#10;gU39TdPcHl78fG23+99Tep79OGMeh/3bK6hEffoX3783TupP8kwABEdm0Ms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ChUMYAAADe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164F8F" w:rsidRDefault="00164F8F" w:rsidP="00164F8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V39HMUA&#10;AADeAAAADwAAAGRycy9kb3ducmV2LnhtbERP0WoCMRB8L/gPYQXfanI+SHsaRQWh0laoir4ul/Vy&#10;eNkcl/Q8/74pFPo2u7MzszNf9q4WHbWh8qwhGysQxIU3FZcaTsft8wuIEJEN1p5Jw4MCLBeDpznm&#10;xt/5i7pDLEUy4ZCjBhtjk0sZCksOw9g3xIm7+tZhTGNbStPiPZm7Wk6UmkqHFacEiw1tLBW3w7fT&#10;0OH+oS52/fm6qz6KyX59fjdpr0fDfjUDEamP/8d/6jeT3s+mKoPfOgmDXP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9Xf0cxQAAAN4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164F8F" w:rsidRDefault="00164F8F" w:rsidP="00164F8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IK88cMA&#10;AADeAAAADwAAAGRycy9kb3ducmV2LnhtbERPTUvDQBC9C/6HZQRvdtMciqTdllKoeLTRg8dpdppN&#10;m50Ju2uT+utdQfA2j/c5q83ke3WlEDthA/NZAYq4Edtxa+Djff/0DComZIu9MBm4UYTN+v5uhZWV&#10;kQ90rVOrcgjHCg24lIZK69g48hhnMhBn7iTBY8owtNoGHHO473VZFAvtsePc4HCgnaPmUn95A+NL&#10;czyXp0/rvsMg+/pNzmUvxjw+TNslqERT+hf/uV9tnj9fFCX8vpNv0Os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IK88cMAAADe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164F8F" w:rsidRDefault="00164F8F" w:rsidP="00164F8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zYJfcQA&#10;AADeAAAADwAAAGRycy9kb3ducmV2LnhtbERP22oCMRB9F/yHMELfNKsFK1ujeIUiLaJt38fNuLua&#10;TJZNquvfG6Hg2xzOdcbTxhpxodqXjhX0ewkI4szpknMFP9/r7giED8gajWNScCMP00m7NcZUuyvv&#10;6LIPuYgh7FNUUIRQpVL6rCCLvucq4sgdXW0xRFjnUtd4jeHWyEGSDKXFkmNDgRUtCsrO+z+rYL1d&#10;mtPgazf7lWGxejuY0Wa+/FTqpdPM3kEEasJT/O/+0HF+f5i8wuOdeIOc3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c2CX3EAAAA3g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164F8F" w:rsidRDefault="00164F8F" w:rsidP="00164F8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ylMncQA&#10;AADeAAAADwAAAGRycy9kb3ducmV2LnhtbERP24rCMBB9F/yHMAv7Ipq6XpCuUUQQFVbwBvs6NrNt&#10;sZmUJtb69xtB8G0O5zrTeWMKUVPlcssK+r0IBHFidc6pgvNp1Z2AcB5ZY2GZFDzIwXzWbk0x1vbO&#10;B6qPPhUhhF2MCjLvy1hKl2Rk0PVsSRy4P1sZ9AFWqdQV3kO4KeRXFI2lwZxDQ4YlLTNKrsebUVDv&#10;fy7ppnbl9jrpuNHgsl7v9K9Snx/N4huEp8a/xS/3Rof5/XE0hOc74QY5+w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spTJ3EAAAA3g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164F8F" w:rsidRDefault="00164F8F" w:rsidP="00164F8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QmXG8UA&#10;AADeAAAADwAAAGRycy9kb3ducmV2LnhtbERPTWsCMRC9F/ofwhS8dRNFxW6NooLQi1BtD/U2bqa7&#10;i5vJmqS69tc3BcHbPN7nTOedbcSZfKgda+hnCgRx4UzNpYbPj/XzBESIyAYbx6ThSgHms8eHKebG&#10;XXhL510sRQrhkKOGKsY2lzIUFVkMmWuJE/ftvMWYoC+l8XhJ4baRA6XG0mLNqaHCllYVFcfdj9Ww&#10;fJksT+9D3vxuD3vafx2Oo4FXWveeusUriEhdvItv7jeT5vfHagT/76Qb5Ow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BCZcbxQAAAN4AAAAPAAAAAAAAAAAAAAAAAJgCAABkcnMv&#10;ZG93bnJldi54bWxQSwUGAAAAAAQABAD1AAAAigMAAAAA&#10;" fillcolor="black" stroked="f">
                  <v:textbox>
                    <w:txbxContent>
                      <w:p w:rsidR="00164F8F" w:rsidRDefault="00164F8F" w:rsidP="00164F8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BgHbMUA&#10;AADeAAAADwAAAGRycy9kb3ducmV2LnhtbERPTWvCQBC9C/6HZYTedKNgkNRVaqtQqB60PXgcs9Nk&#10;SXY2ZFdN/fWuIPQ2j/c582Vna3Gh1hvHCsajBARx7rThQsHP92Y4A+EDssbaMSn4Iw/LRb83x0y7&#10;K+/pcgiFiCHsM1RQhtBkUvq8JIt+5BriyP261mKIsC2kbvEaw20tJ0mSSouGY0OJDb2XlFeHs1Vw&#10;/ErNbG9octreVmu9nVar3Uel1Muge3sFEagL/+Kn+1PH+eM0SeHxTrxBLu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YGAdsxQAAAN4AAAAPAAAAAAAAAAAAAAAAAJgCAABkcnMv&#10;ZG93bnJldi54bWxQSwUGAAAAAAQABAD1AAAAig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164F8F" w:rsidRDefault="00164F8F" w:rsidP="00164F8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bPxcQA&#10;AADeAAAADwAAAGRycy9kb3ducmV2LnhtbERPTWsCMRC9F/ofwgi91cQeVFajiKW0lx5qFa/DZtys&#10;u5lsk6irv94UCr3N433OfNm7VpwpxNqzhtFQgSAuvam50rD9fnuegogJ2WDrmTRcKcJy8fgwx8L4&#10;C3/ReZMqkUM4FqjBptQVUsbSksM49B1x5g4+OEwZhkqagJcc7lr5otRYOqw5N1jsaG2pbDYnpyGs&#10;9q/NjU+7Rt0+r/H92P9M0Wr9NOhXMxCJ+vQv/nN/mDx/NFYT+H0n3yA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EGz8XEAAAA3g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164F8F" w:rsidRDefault="00164F8F" w:rsidP="00164F8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+jt/McA&#10;AADeAAAADwAAAGRycy9kb3ducmV2LnhtbESP3UoDQQyF7wXfYYjgjdiZ9qLqttMigiBYhP48QNxJ&#10;dxdnMstObLc+vbkQvEs4J+d8Wa7HFM2JhtJl9jCdODDEdQ4dNx4O+9f7RzBFkAPGzOThQgXWq+ur&#10;JVYhn3lLp500RkO4VOihFekra0vdUsIyyT2xasc8JBRdh8aGAc8anqKdOTe3CTvWhhZ7emmp/tp9&#10;Jw9x9hmf3h/KRi4Hu3E/SbZ3H8H725vxeQFGaJR/89/1W1D86dwpr76jM9jV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Po7fzHAAAA3gAAAA8AAAAAAAAAAAAAAAAAmAIAAGRy&#10;cy9kb3ducmV2LnhtbFBLBQYAAAAABAAEAPUAAACM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164F8F" w:rsidRDefault="00164F8F" w:rsidP="00164F8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3QJPcUA&#10;AADeAAAADwAAAGRycy9kb3ducmV2LnhtbERPPW/CMBDdK/EfrENiKw4MiKZxUAtCytKhKRXrEV/j&#10;qPY5ig2E/voaqVK3e3qfV2xGZ8WFhtB5VrCYZyCIG687bhUcPvaPaxAhImu0nknBjQJsyslDgbn2&#10;V36nSx1bkUI45KjAxNjnUobGkMMw9z1x4r784DAmOLRSD3hN4c7KZZatpMOOU4PBnraGmu/67BTs&#10;6t4uD5V5DcfPt9PJVj97Ou6Umk3Hl2cQkcb4L/5zVzrNX6yyJ7i/k26Q5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rdAk9xQAAAN4AAAAPAAAAAAAAAAAAAAAAAJgCAABkcnMv&#10;ZG93bnJldi54bWxQSwUGAAAAAAQABAD1AAAAigMAAAAA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164F8F" w:rsidRDefault="00164F8F" w:rsidP="00164F8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pKES8YA&#10;AADeAAAADwAAAGRycy9kb3ducmV2LnhtbESPT2vDMAzF74N9B6PBbqudHdKS1S1lrFDYaf1z2E3Y&#10;apI2lkPsNdm3nw6D3iT09N77LddT6NSNhtRGtlDMDChiF33LtYXjYfuyAJUysscuMln4pQTr1ePD&#10;EisfR/6i2z7XSkw4VWihybmvtE6uoYBpFntiuZ3jEDDLOtTaDziKeej0qzGlDtiyJDTY03tD7rr/&#10;CRYuW/0ZnUF3Op7GnZ9/f5TUGWufn6bNG6hMU76L/793XuoXZSEAgiMz6N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pKES8YAAADeAAAADwAAAAAAAAAAAAAAAACYAgAAZHJz&#10;L2Rvd25yZXYueG1sUEsFBgAAAAAEAAQA9QAAAIs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164F8F" w:rsidRDefault="00164F8F" w:rsidP="00164F8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DbSt8MA&#10;AADeAAAADwAAAGRycy9kb3ducmV2LnhtbERPS4vCMBC+C/6HMMLeNK0LIl2j6MKCuHjwgexxbMa2&#10;tJmUJGr33xtB8DYf33Nmi8404kbOV5YVpKMEBHFudcWFguPhZzgF4QOyxsYyKfgnD4t5vzfDTNs7&#10;7+i2D4WIIewzVFCG0GZS+rwkg35kW+LIXawzGCJ0hdQO7zHcNHKcJBNpsOLYUGJL3yXl9f5qFPxd&#10;f/my/dws3SqcbHfw9fg8rZX6GHTLLxCBuvAWv9xrHeenkzSF5zvxBjl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DbSt8MAAADeAAAADwAAAAAAAAAAAAAAAACYAgAAZHJzL2Rv&#10;d25yZXYueG1sUEsFBgAAAAAEAAQA9QAAAIg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164F8F" w:rsidRDefault="00164F8F" w:rsidP="00164F8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zmZssYA&#10;AADeAAAADwAAAGRycy9kb3ducmV2LnhtbERPS2vCQBC+C/0PyxR6001CFY2uUguFXgo+eqi3MTtN&#10;gtnZdHer0V/vCoK3+fieM1t0phFHcr62rCAdJCCIC6trLhV8bz/6YxA+IGtsLJOCM3lYzJ96M8y1&#10;PfGajptQihjCPkcFVQhtLqUvKjLoB7YljtyvdQZDhK6U2uEphptGZkkykgZrjg0VtvReUXHY/BsF&#10;y8l4+bd65a/Ler+j3c/+MMxcotTLc/c2BRGoCw/x3f2p4/x0lGZweyfeIO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zmZssYAAADeAAAADwAAAAAAAAAAAAAAAACYAgAAZHJz&#10;L2Rvd25yZXYueG1sUEsFBgAAAAAEAAQA9QAAAIsDAAAAAA==&#10;" fillcolor="black" stroked="f">
                  <v:textbox>
                    <w:txbxContent>
                      <w:p w:rsidR="00164F8F" w:rsidRDefault="00164F8F" w:rsidP="00164F8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8M3g8MA&#10;AADeAAAADwAAAGRycy9kb3ducmV2LnhtbERP30vDMBB+F/Y/hBv45tI6GFKXjTIYE5+6qfh6a86m&#10;2FxKErP63y8Dwbf7+H7eejvZQSTyoXesoFwUIIhbp3vuFLy/7R+eQISIrHFwTAp+KcB2M7tbY6Xd&#10;hY+UTrETOYRDhQpMjGMlZWgNWQwLNxJn7st5izFD30nt8ZLD7SAfi2IlLfacGwyOtDPUfp9+rIJ0&#10;3jX1Mn0mc3z1deddc/g4N0rdz6f6GUSkKf6L/9wvOs8vV+USbu/kG+TmC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8M3g8MAAADeAAAADwAAAAAAAAAAAAAAAACYAgAAZHJzL2Rv&#10;d25yZXYueG1sUEsFBgAAAAAEAAQA9QAAAIg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164F8F" w:rsidRDefault="00164F8F" w:rsidP="00164F8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Ibr/sUA&#10;AADeAAAADwAAAGRycy9kb3ducmV2LnhtbERPTWvCQBC9F/wPywje6iZFQhtdpUiV6qU2LehxyI7Z&#10;0OxsyG5j9Nd3C4Xe5vE+Z7EabCN66nztWEE6TUAQl07XXCn4/NjcP4LwAVlj45gUXMnDajm6W2Cu&#10;3YXfqS9CJWII+xwVmBDaXEpfGrLop64ljtzZdRZDhF0ldYeXGG4b+ZAkmbRYc2ww2NLaUPlVfFsF&#10;Pl2/HPf29tSftobfip3JDpVRajIenucgAg3hX/znftVxfpqlM/h9J94gl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khuv+xQAAAN4AAAAPAAAAAAAAAAAAAAAAAJgCAABkcnMv&#10;ZG93bnJldi54bWxQSwUGAAAAAAQABAD1AAAAigM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164F8F" w:rsidRDefault="00164F8F" w:rsidP="00164F8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164F8F" w:rsidRPr="0066767B" w:rsidRDefault="00164F8F" w:rsidP="00164F8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</w:pPr>
    </w:p>
    <w:p w:rsidR="00164F8F" w:rsidRPr="0066767B" w:rsidRDefault="00164F8F" w:rsidP="00164F8F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</w:pPr>
    </w:p>
    <w:p w:rsidR="00164F8F" w:rsidRPr="0066767B" w:rsidRDefault="00164F8F" w:rsidP="00164F8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</w:pPr>
    </w:p>
    <w:p w:rsidR="00164F8F" w:rsidRPr="0066767B" w:rsidRDefault="00164F8F" w:rsidP="00164F8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val="uk-UA"/>
        </w:rPr>
      </w:pPr>
      <w:r w:rsidRPr="0066767B">
        <w:rPr>
          <w:rFonts w:ascii="Times New Roman" w:eastAsia="Arial Unicode MS" w:hAnsi="Times New Roman" w:cs="Times New Roman"/>
          <w:b/>
          <w:color w:val="000000"/>
          <w:sz w:val="28"/>
          <w:szCs w:val="28"/>
          <w:lang w:val="uk-UA"/>
        </w:rPr>
        <w:t>УКРАЇНА</w:t>
      </w:r>
    </w:p>
    <w:p w:rsidR="00164F8F" w:rsidRPr="0066767B" w:rsidRDefault="00164F8F" w:rsidP="00164F8F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</w:pPr>
      <w:r w:rsidRPr="0066767B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  <w:t>КРУПЕЦЬКА СІЛЬСЬКА РАДА</w:t>
      </w:r>
    </w:p>
    <w:p w:rsidR="00164F8F" w:rsidRPr="0066767B" w:rsidRDefault="00164F8F" w:rsidP="00164F8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</w:pPr>
      <w:r w:rsidRPr="0066767B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  <w:t>СЛАВУТСЬКОГО РАЙОНУ</w:t>
      </w:r>
    </w:p>
    <w:p w:rsidR="00164F8F" w:rsidRPr="0066767B" w:rsidRDefault="00164F8F" w:rsidP="00164F8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</w:pPr>
      <w:r w:rsidRPr="0066767B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  <w:t>ХМЕЛЬНИЦЬКОЇ ОБЛАСТІ</w:t>
      </w:r>
    </w:p>
    <w:p w:rsidR="00164F8F" w:rsidRPr="0066767B" w:rsidRDefault="00164F8F" w:rsidP="00164F8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</w:pPr>
    </w:p>
    <w:p w:rsidR="00164F8F" w:rsidRPr="0066767B" w:rsidRDefault="00164F8F" w:rsidP="00164F8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</w:pPr>
      <w:r w:rsidRPr="0066767B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  <w:t xml:space="preserve"> РІШЕННЯ</w:t>
      </w:r>
    </w:p>
    <w:p w:rsidR="00164F8F" w:rsidRPr="0066767B" w:rsidRDefault="00164F8F" w:rsidP="00164F8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</w:pPr>
    </w:p>
    <w:p w:rsidR="00164F8F" w:rsidRPr="0066767B" w:rsidRDefault="00164F8F" w:rsidP="00164F8F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</w:pPr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  <w:t xml:space="preserve"> сесії сільської </w:t>
      </w:r>
      <w:proofErr w:type="gramStart"/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  <w:t xml:space="preserve">ради  </w:t>
      </w:r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  <w:t>ІІІ</w:t>
      </w:r>
      <w:proofErr w:type="gramEnd"/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  <w:t xml:space="preserve"> скликання</w:t>
      </w:r>
    </w:p>
    <w:p w:rsidR="00164F8F" w:rsidRPr="0066767B" w:rsidRDefault="00164F8F" w:rsidP="00164F8F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</w:pPr>
    </w:p>
    <w:p w:rsidR="00164F8F" w:rsidRPr="0066767B" w:rsidRDefault="00164F8F" w:rsidP="00164F8F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  <w:t xml:space="preserve">   27</w:t>
      </w:r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  <w:t>.01.2021 року                                        Крупець                                                 №___</w:t>
      </w:r>
    </w:p>
    <w:p w:rsidR="00164F8F" w:rsidRPr="0066767B" w:rsidRDefault="00164F8F" w:rsidP="00164F8F">
      <w:pPr>
        <w:tabs>
          <w:tab w:val="left" w:pos="2160"/>
        </w:tabs>
        <w:spacing w:after="0" w:line="240" w:lineRule="auto"/>
        <w:rPr>
          <w:rFonts w:ascii="Times New Roman" w:eastAsia="Calibri" w:hAnsi="Times New Roman" w:cs="Times New Roman"/>
          <w:color w:val="FF0000"/>
          <w:sz w:val="24"/>
          <w:szCs w:val="24"/>
          <w:lang w:val="uk-UA"/>
        </w:rPr>
      </w:pPr>
    </w:p>
    <w:p w:rsidR="00164F8F" w:rsidRPr="0066767B" w:rsidRDefault="00164F8F" w:rsidP="00164F8F">
      <w:pPr>
        <w:tabs>
          <w:tab w:val="left" w:pos="2160"/>
        </w:tabs>
        <w:spacing w:after="0" w:line="240" w:lineRule="auto"/>
        <w:rPr>
          <w:rFonts w:ascii="Times New Roman" w:eastAsia="Calibri" w:hAnsi="Times New Roman" w:cs="Times New Roman"/>
          <w:color w:val="FF0000"/>
          <w:sz w:val="24"/>
          <w:szCs w:val="24"/>
          <w:lang w:val="uk-UA"/>
        </w:rPr>
      </w:pPr>
    </w:p>
    <w:p w:rsidR="00164F8F" w:rsidRPr="0066767B" w:rsidRDefault="00164F8F" w:rsidP="00164F8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66767B">
        <w:rPr>
          <w:rFonts w:ascii="Times New Roman" w:eastAsia="Calibri" w:hAnsi="Times New Roman" w:cs="Times New Roman"/>
          <w:b/>
          <w:sz w:val="24"/>
          <w:szCs w:val="24"/>
          <w:lang w:val="uk-UA"/>
        </w:rPr>
        <w:t>Про затвердження проекту землеустрою</w:t>
      </w:r>
    </w:p>
    <w:p w:rsidR="00164F8F" w:rsidRPr="0066767B" w:rsidRDefault="00164F8F" w:rsidP="00164F8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66767B">
        <w:rPr>
          <w:rFonts w:ascii="Times New Roman" w:eastAsia="Calibri" w:hAnsi="Times New Roman" w:cs="Times New Roman"/>
          <w:b/>
          <w:sz w:val="24"/>
          <w:szCs w:val="24"/>
          <w:lang w:val="uk-UA"/>
        </w:rPr>
        <w:t>щодо відведення земельної ділянки  та</w:t>
      </w:r>
    </w:p>
    <w:p w:rsidR="00164F8F" w:rsidRPr="0066767B" w:rsidRDefault="00164F8F" w:rsidP="00164F8F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66767B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передачі  її у власність  </w:t>
      </w:r>
      <w:proofErr w:type="spell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Нікітчук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 xml:space="preserve"> Г.Ю.</w:t>
      </w:r>
    </w:p>
    <w:p w:rsidR="00164F8F" w:rsidRPr="0066767B" w:rsidRDefault="00164F8F" w:rsidP="00164F8F">
      <w:pPr>
        <w:tabs>
          <w:tab w:val="left" w:pos="216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164F8F" w:rsidRPr="0066767B" w:rsidRDefault="00164F8F" w:rsidP="00164F8F">
      <w:pPr>
        <w:tabs>
          <w:tab w:val="left" w:pos="216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164F8F" w:rsidRPr="0066767B" w:rsidRDefault="00164F8F" w:rsidP="00164F8F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66767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</w:t>
      </w:r>
      <w:r w:rsidRPr="0066767B">
        <w:rPr>
          <w:rFonts w:ascii="Times New Roman" w:eastAsia="Times New Roman" w:hAnsi="Times New Roman" w:cs="Times New Roman"/>
          <w:sz w:val="24"/>
          <w:lang w:val="uk-UA"/>
        </w:rPr>
        <w:t>Відповідно до пункту 34 частини 1 статті 26,  статті 42 Закону України «Про місцеве самоврядування в Україні», статей 12,  118 та 121 Земельного кодексу України, Закону України «Про землеустрій»,</w:t>
      </w:r>
      <w:r w:rsidRPr="0066767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розглянувши заяву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Нікітчук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Г.Ю.</w:t>
      </w:r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,  </w:t>
      </w:r>
      <w:r w:rsidRPr="0066767B">
        <w:rPr>
          <w:rFonts w:ascii="Times New Roman" w:eastAsia="Calibri" w:hAnsi="Times New Roman" w:cs="Times New Roman"/>
          <w:sz w:val="24"/>
          <w:szCs w:val="24"/>
          <w:lang w:val="uk-UA"/>
        </w:rPr>
        <w:t>сільська  рада</w:t>
      </w:r>
    </w:p>
    <w:p w:rsidR="00164F8F" w:rsidRPr="0066767B" w:rsidRDefault="00164F8F" w:rsidP="00164F8F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66767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ВИРІШИЛА:</w:t>
      </w:r>
    </w:p>
    <w:p w:rsidR="00164F8F" w:rsidRPr="0066767B" w:rsidRDefault="00164F8F" w:rsidP="00164F8F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164F8F" w:rsidRPr="0066767B" w:rsidRDefault="00164F8F" w:rsidP="00164F8F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66767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1.Затвердити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Нікітчук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Галині Юріївні</w:t>
      </w:r>
      <w:r w:rsidRPr="0066767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проект землеустрою щодо відведення земельної ділянки, для ведення особистого селянсь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кого господарства, площею 1,0318</w:t>
      </w:r>
      <w:r w:rsidRPr="0066767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га, яка розташована Хмельницька облас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ть,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uk-UA"/>
        </w:rPr>
        <w:t>Славутський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район,  на території 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uk-UA"/>
        </w:rPr>
        <w:t>Крупецької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сільської ради за межами населеного пункту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uk-UA"/>
        </w:rPr>
        <w:t>с.Лисиче</w:t>
      </w:r>
      <w:proofErr w:type="spellEnd"/>
      <w:r w:rsidRPr="0066767B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:rsidR="00164F8F" w:rsidRDefault="00164F8F" w:rsidP="00164F8F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66767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2.Передати</w:t>
      </w:r>
      <w:r w:rsidRPr="00D117CA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Нікітчук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Галині Юріївні</w:t>
      </w:r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, </w:t>
      </w:r>
      <w:r>
        <w:rPr>
          <w:rFonts w:ascii="Times New Roman" w:eastAsia="Calibri" w:hAnsi="Times New Roman" w:cs="Times New Roman"/>
          <w:sz w:val="24"/>
          <w:lang w:val="uk-UA"/>
        </w:rPr>
        <w:t xml:space="preserve"> яка  зареєстрована за адресою: </w:t>
      </w:r>
      <w:r w:rsidR="000B4A57">
        <w:rPr>
          <w:rFonts w:ascii="Times New Roman" w:eastAsia="Calibri" w:hAnsi="Times New Roman" w:cs="Times New Roman"/>
          <w:sz w:val="24"/>
          <w:lang w:val="en-US"/>
        </w:rPr>
        <w:t>______________</w:t>
      </w:r>
      <w:r w:rsidRPr="0066767B">
        <w:rPr>
          <w:rFonts w:ascii="Times New Roman" w:eastAsia="Calibri" w:hAnsi="Times New Roman" w:cs="Times New Roman"/>
          <w:sz w:val="24"/>
          <w:lang w:val="uk-UA"/>
        </w:rPr>
        <w:t xml:space="preserve">,  </w:t>
      </w:r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і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дентифікаційний номер </w:t>
      </w:r>
      <w:r w:rsidR="000B4A57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uk-UA"/>
        </w:rPr>
        <w:t>_________</w:t>
      </w:r>
      <w:bookmarkStart w:id="0" w:name="_GoBack"/>
      <w:bookmarkEnd w:id="0"/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,</w:t>
      </w:r>
      <w:r w:rsidRPr="0066767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у власність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земельну ділянку, площею 0,5000 га, кадастровий номер: 6823984700:05:003:0021</w:t>
      </w:r>
      <w:r w:rsidRPr="0066767B">
        <w:rPr>
          <w:rFonts w:ascii="Times New Roman" w:eastAsia="Calibri" w:hAnsi="Times New Roman" w:cs="Times New Roman"/>
          <w:sz w:val="24"/>
          <w:szCs w:val="24"/>
          <w:lang w:val="uk-UA"/>
        </w:rPr>
        <w:t>, для ведення особистого селянського господарства,</w:t>
      </w:r>
      <w:r w:rsidRPr="006B380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66767B">
        <w:rPr>
          <w:rFonts w:ascii="Times New Roman" w:eastAsia="Calibri" w:hAnsi="Times New Roman" w:cs="Times New Roman"/>
          <w:sz w:val="24"/>
          <w:szCs w:val="24"/>
          <w:lang w:val="uk-UA"/>
        </w:rPr>
        <w:t>яка розташована Хмельницька облас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ть,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uk-UA"/>
        </w:rPr>
        <w:t>Славутський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район,  на території 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uk-UA"/>
        </w:rPr>
        <w:t>Крупецької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сільської ради за межами населеного пункту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uk-UA"/>
        </w:rPr>
        <w:t>с.Лисиче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:rsidR="00164F8F" w:rsidRPr="0066767B" w:rsidRDefault="00164F8F" w:rsidP="00164F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66767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3.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Нікітчук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Г.Ю.</w:t>
      </w:r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,</w:t>
      </w:r>
      <w:r w:rsidRPr="0066767B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якій</w:t>
      </w:r>
      <w:r w:rsidRPr="0066767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передана земельна ділянка у власність, посвідчити право власності  в установленому  законом порядку.</w:t>
      </w:r>
    </w:p>
    <w:p w:rsidR="00164F8F" w:rsidRPr="0066767B" w:rsidRDefault="00164F8F" w:rsidP="00164F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66767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164F8F" w:rsidRDefault="00164F8F" w:rsidP="00164F8F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164F8F" w:rsidRPr="00164F8F" w:rsidRDefault="00164F8F" w:rsidP="00164F8F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C74870" w:rsidRPr="00164F8F" w:rsidRDefault="00164F8F" w:rsidP="00164F8F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val="en-US" w:eastAsia="uk-UA"/>
        </w:rPr>
      </w:pPr>
      <w:r w:rsidRPr="0066767B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>Сільський   голова                                                                         Валерій   МИХАЛЮК</w:t>
      </w:r>
    </w:p>
    <w:sectPr w:rsidR="00C74870" w:rsidRPr="00164F8F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3B2A" w:rsidRDefault="00173B2A">
      <w:pPr>
        <w:spacing w:after="0" w:line="240" w:lineRule="auto"/>
      </w:pPr>
      <w:r>
        <w:separator/>
      </w:r>
    </w:p>
  </w:endnote>
  <w:endnote w:type="continuationSeparator" w:id="0">
    <w:p w:rsidR="00173B2A" w:rsidRDefault="00173B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3B2A" w:rsidRDefault="00173B2A">
      <w:pPr>
        <w:spacing w:after="0" w:line="240" w:lineRule="auto"/>
      </w:pPr>
      <w:r>
        <w:separator/>
      </w:r>
    </w:p>
  </w:footnote>
  <w:footnote w:type="continuationSeparator" w:id="0">
    <w:p w:rsidR="00173B2A" w:rsidRDefault="00173B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F1CBA4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E18B0E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A9582D2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7C8680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515CC8B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87C8C3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43A968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31ADF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80029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38C0911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10176E5"/>
    <w:multiLevelType w:val="hybridMultilevel"/>
    <w:tmpl w:val="F7227D20"/>
    <w:lvl w:ilvl="0" w:tplc="80862F8C">
      <w:start w:val="1"/>
      <w:numFmt w:val="bullet"/>
      <w:lvlText w:val="•"/>
      <w:lvlJc w:val="left"/>
      <w:pPr>
        <w:ind w:left="1152" w:hanging="360"/>
      </w:pPr>
      <w:rPr>
        <w:rFonts w:ascii="Arial" w:hAnsi="Arial" w:cs="Times New Roman" w:hint="default"/>
      </w:rPr>
    </w:lvl>
    <w:lvl w:ilvl="1" w:tplc="04090003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8"/>
  <w:proofState w:spelling="clean" w:grammar="clean"/>
  <w:attachedTemplate r:id="rId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4F8F"/>
    <w:rsid w:val="000B4A57"/>
    <w:rsid w:val="00164F8F"/>
    <w:rsid w:val="00173B2A"/>
    <w:rsid w:val="0087131F"/>
    <w:rsid w:val="00C748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4F8F"/>
    <w:rPr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283138" w:themeColor="text2"/>
      <w:sz w:val="32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80716A" w:themeColor="accent3"/>
      <w:sz w:val="28"/>
      <w:szCs w:val="2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283138" w:themeColor="text2"/>
      <w:sz w:val="24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 w:line="274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 w:line="274" w:lineRule="auto"/>
      <w:outlineLvl w:val="4"/>
    </w:pPr>
    <w:rPr>
      <w:rFonts w:asciiTheme="majorHAnsi" w:eastAsiaTheme="majorEastAsia" w:hAnsiTheme="majorHAnsi" w:cstheme="majorBidi"/>
      <w:color w:val="000000"/>
      <w:lang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 w:line="274" w:lineRule="auto"/>
      <w:outlineLvl w:val="5"/>
    </w:pPr>
    <w:rPr>
      <w:rFonts w:asciiTheme="majorHAnsi" w:eastAsiaTheme="majorEastAsia" w:hAnsiTheme="majorHAnsi" w:cstheme="majorBidi"/>
      <w:i/>
      <w:iCs/>
      <w:color w:val="000000" w:themeColor="text1"/>
      <w:lang w:eastAsia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 w:line="274" w:lineRule="auto"/>
      <w:outlineLvl w:val="6"/>
    </w:pPr>
    <w:rPr>
      <w:rFonts w:asciiTheme="majorHAnsi" w:eastAsiaTheme="majorEastAsia" w:hAnsiTheme="majorHAnsi" w:cstheme="majorBidi"/>
      <w:i/>
      <w:iCs/>
      <w:color w:val="283138" w:themeColor="text2"/>
      <w:lang w:eastAsia="ru-RU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 w:line="274" w:lineRule="auto"/>
      <w:outlineLvl w:val="7"/>
    </w:pPr>
    <w:rPr>
      <w:rFonts w:asciiTheme="majorHAnsi" w:eastAsiaTheme="majorEastAsia" w:hAnsiTheme="majorHAnsi" w:cstheme="majorBidi"/>
      <w:color w:val="000000"/>
      <w:sz w:val="20"/>
      <w:szCs w:val="20"/>
      <w:lang w:eastAsia="ru-RU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 w:line="274" w:lineRule="auto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lang w:eastAsia="ru-RU"/>
    </w:rPr>
  </w:style>
  <w:style w:type="character" w:customStyle="1" w:styleId="a6">
    <w:name w:val="Нижний колонтитул Знак"/>
    <w:basedOn w:val="a0"/>
    <w:link w:val="a5"/>
    <w:uiPriority w:val="99"/>
  </w:style>
  <w:style w:type="table" w:styleId="a7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next w:val="a"/>
    <w:link w:val="a9"/>
    <w:uiPriority w:val="10"/>
    <w:qFormat/>
    <w:pPr>
      <w:spacing w:after="120" w:line="240" w:lineRule="auto"/>
      <w:contextualSpacing/>
    </w:pPr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:lang w:eastAsia="ru-RU"/>
      <w14:ligatures w14:val="standard"/>
      <w14:numForm w14:val="oldStyle"/>
    </w:rPr>
  </w:style>
  <w:style w:type="character" w:customStyle="1" w:styleId="a9">
    <w:name w:val="Название Знак"/>
    <w:basedOn w:val="a0"/>
    <w:link w:val="a8"/>
    <w:uiPriority w:val="10"/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a">
    <w:name w:val="Subtitle"/>
    <w:basedOn w:val="a"/>
    <w:next w:val="a"/>
    <w:link w:val="ab"/>
    <w:uiPriority w:val="11"/>
    <w:qFormat/>
    <w:pPr>
      <w:numPr>
        <w:ilvl w:val="1"/>
      </w:numPr>
      <w:spacing w:after="180" w:line="274" w:lineRule="auto"/>
    </w:pPr>
    <w:rPr>
      <w:rFonts w:eastAsiaTheme="majorEastAsia" w:cstheme="majorBidi"/>
      <w:iCs/>
      <w:color w:val="38454F" w:themeColor="text2" w:themeTint="E6"/>
      <w:sz w:val="32"/>
      <w:szCs w:val="24"/>
      <w:lang w:eastAsia="ru-RU" w:bidi="hi-IN"/>
      <w14:ligatures w14:val="standard"/>
    </w:rPr>
  </w:style>
  <w:style w:type="character" w:customStyle="1" w:styleId="ab">
    <w:name w:val="Подзаголовок Знак"/>
    <w:basedOn w:val="a0"/>
    <w:link w:val="aa"/>
    <w:uiPriority w:val="11"/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paragraph" w:styleId="ac">
    <w:name w:val="No Spacing"/>
    <w:link w:val="ad"/>
    <w:uiPriority w:val="1"/>
    <w:qFormat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1"/>
  </w:style>
  <w:style w:type="paragraph" w:styleId="ae">
    <w:name w:val="Balloon Text"/>
    <w:basedOn w:val="a"/>
    <w:link w:val="af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  <w:lang w:eastAsia="ru-RU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eastAsiaTheme="majorEastAsia" w:cstheme="majorBidi"/>
      <w:b/>
      <w:bCs/>
      <w:color w:val="283138" w:themeColor="text2"/>
      <w:sz w:val="24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283138" w:themeColor="text2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styleId="af0">
    <w:name w:val="Hyperlink"/>
    <w:basedOn w:val="a0"/>
    <w:semiHidden/>
    <w:unhideWhenUsed/>
    <w:rPr>
      <w:rFonts w:ascii="Calibri" w:hAnsi="Calibri" w:cs="Calibri" w:hint="default"/>
      <w:color w:val="0000FF"/>
      <w:u w:val="single"/>
    </w:rPr>
  </w:style>
  <w:style w:type="paragraph" w:styleId="af1">
    <w:name w:val="List Paragraph"/>
    <w:basedOn w:val="a"/>
    <w:uiPriority w:val="34"/>
    <w:qFormat/>
    <w:pPr>
      <w:spacing w:after="180" w:line="240" w:lineRule="auto"/>
      <w:ind w:left="720" w:hanging="288"/>
      <w:contextualSpacing/>
    </w:pPr>
    <w:rPr>
      <w:color w:val="283138" w:themeColor="text2"/>
      <w:lang w:eastAsia="ru-RU"/>
    </w:rPr>
  </w:style>
  <w:style w:type="paragraph" w:styleId="21">
    <w:name w:val="Quote"/>
    <w:basedOn w:val="a"/>
    <w:next w:val="a"/>
    <w:link w:val="22"/>
    <w:uiPriority w:val="29"/>
    <w:qFormat/>
    <w:pPr>
      <w:pBdr>
        <w:left w:val="single" w:sz="48" w:space="13" w:color="838D9B" w:themeColor="accent1"/>
      </w:pBdr>
      <w:spacing w:after="0" w:line="360" w:lineRule="auto"/>
    </w:pPr>
    <w:rPr>
      <w:rFonts w:asciiTheme="majorHAnsi" w:eastAsiaTheme="minorEastAsia" w:hAnsiTheme="majorHAnsi"/>
      <w:b/>
      <w:i/>
      <w:iCs/>
      <w:color w:val="838D9B" w:themeColor="accent1"/>
      <w:sz w:val="24"/>
      <w:lang w:eastAsia="ru-RU" w:bidi="hi-IN"/>
    </w:rPr>
  </w:style>
  <w:style w:type="character" w:customStyle="1" w:styleId="22">
    <w:name w:val="Цитата 2 Знак"/>
    <w:basedOn w:val="a0"/>
    <w:link w:val="21"/>
    <w:uiPriority w:val="29"/>
    <w:rPr>
      <w:rFonts w:asciiTheme="majorHAnsi" w:eastAsiaTheme="minorEastAsia" w:hAnsiTheme="majorHAnsi"/>
      <w:b/>
      <w:i/>
      <w:iCs/>
      <w:color w:val="838D9B" w:themeColor="accent1"/>
      <w:sz w:val="24"/>
      <w:lang w:bidi="hi-IN"/>
    </w:rPr>
  </w:style>
  <w:style w:type="paragraph" w:styleId="af2">
    <w:name w:val="Intense Quote"/>
    <w:basedOn w:val="a"/>
    <w:next w:val="a"/>
    <w:link w:val="af3"/>
    <w:uiPriority w:val="30"/>
    <w:qFormat/>
    <w:pPr>
      <w:pBdr>
        <w:left w:val="single" w:sz="48" w:space="13" w:color="D2610C" w:themeColor="accent2"/>
      </w:pBdr>
      <w:spacing w:before="240" w:after="120" w:line="300" w:lineRule="auto"/>
    </w:pPr>
    <w:rPr>
      <w:rFonts w:eastAsiaTheme="minorEastAsia"/>
      <w:b/>
      <w:bCs/>
      <w:i/>
      <w:iCs/>
      <w:color w:val="D2610C" w:themeColor="accent2"/>
      <w:sz w:val="26"/>
      <w:lang w:eastAsia="ru-RU" w:bidi="hi-IN"/>
      <w14:ligatures w14:val="standard"/>
      <w14:numForm w14:val="oldStyle"/>
    </w:rPr>
  </w:style>
  <w:style w:type="character" w:customStyle="1" w:styleId="af3">
    <w:name w:val="Выделенная цитата Знак"/>
    <w:basedOn w:val="a0"/>
    <w:link w:val="af2"/>
    <w:uiPriority w:val="30"/>
    <w:rPr>
      <w:rFonts w:eastAsiaTheme="minorEastAsia"/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styleId="af4">
    <w:name w:val="Subtle Emphasis"/>
    <w:basedOn w:val="a0"/>
    <w:uiPriority w:val="19"/>
    <w:qFormat/>
    <w:rPr>
      <w:i/>
      <w:iCs/>
      <w:color w:val="000000"/>
    </w:rPr>
  </w:style>
  <w:style w:type="character" w:styleId="af5">
    <w:name w:val="Intense Emphasis"/>
    <w:basedOn w:val="a0"/>
    <w:uiPriority w:val="21"/>
    <w:qFormat/>
    <w:rPr>
      <w:b/>
      <w:bCs/>
      <w:i/>
      <w:iCs/>
      <w:color w:val="283138" w:themeColor="text2"/>
    </w:rPr>
  </w:style>
  <w:style w:type="character" w:styleId="af6">
    <w:name w:val="Book Title"/>
    <w:basedOn w:val="a0"/>
    <w:uiPriority w:val="33"/>
    <w:qFormat/>
    <w:rPr>
      <w:rFonts w:asciiTheme="majorHAnsi" w:hAnsiTheme="majorHAnsi"/>
      <w:b/>
      <w:bCs/>
      <w:caps w:val="0"/>
      <w:smallCaps/>
      <w:color w:val="283138" w:themeColor="text2"/>
      <w:spacing w:val="10"/>
      <w:sz w:val="22"/>
    </w:rPr>
  </w:style>
  <w:style w:type="character" w:styleId="af7">
    <w:name w:val="Emphasis"/>
    <w:basedOn w:val="a0"/>
    <w:uiPriority w:val="20"/>
    <w:qFormat/>
    <w:rPr>
      <w:b w:val="0"/>
      <w:i/>
      <w:iCs/>
      <w:color w:val="283138" w:themeColor="text2"/>
    </w:rPr>
  </w:style>
  <w:style w:type="character" w:styleId="af8">
    <w:name w:val="Strong"/>
    <w:basedOn w:val="a0"/>
    <w:uiPriority w:val="22"/>
    <w:qFormat/>
    <w:rPr>
      <w:b/>
      <w:bCs/>
      <w:color w:val="38454F" w:themeColor="text2" w:themeTint="E6"/>
    </w:rPr>
  </w:style>
  <w:style w:type="character" w:styleId="af9">
    <w:name w:val="Intense Reference"/>
    <w:basedOn w:val="a0"/>
    <w:uiPriority w:val="32"/>
    <w:qFormat/>
    <w:rPr>
      <w:rFonts w:asciiTheme="minorHAnsi" w:hAnsiTheme="minorHAnsi"/>
      <w:b/>
      <w:bCs/>
      <w:smallCaps/>
      <w:color w:val="283138" w:themeColor="text2"/>
      <w:spacing w:val="5"/>
      <w:sz w:val="22"/>
      <w:u w:val="single"/>
    </w:rPr>
  </w:style>
  <w:style w:type="paragraph" w:styleId="afa">
    <w:name w:val="caption"/>
    <w:basedOn w:val="a"/>
    <w:next w:val="a"/>
    <w:uiPriority w:val="35"/>
    <w:semiHidden/>
    <w:unhideWhenUsed/>
    <w:qFormat/>
    <w:pPr>
      <w:spacing w:after="180" w:line="240" w:lineRule="auto"/>
    </w:pPr>
    <w:rPr>
      <w:rFonts w:eastAsiaTheme="minorEastAsia"/>
      <w:b/>
      <w:bCs/>
      <w:smallCaps/>
      <w:color w:val="283138" w:themeColor="text2"/>
      <w:spacing w:val="6"/>
      <w:szCs w:val="18"/>
      <w:lang w:eastAsia="ru-RU" w:bidi="hi-IN"/>
    </w:rPr>
  </w:style>
  <w:style w:type="paragraph" w:styleId="afb">
    <w:name w:val="Block Text"/>
    <w:basedOn w:val="a"/>
    <w:uiPriority w:val="99"/>
    <w:unhideWhenUsed/>
    <w:pPr>
      <w:pBdr>
        <w:top w:val="single" w:sz="36" w:space="10" w:color="E6E8EB" w:themeColor="accent1" w:themeTint="33"/>
        <w:left w:val="single" w:sz="36" w:space="10" w:color="E6E8EB" w:themeColor="accent1" w:themeTint="33"/>
        <w:bottom w:val="single" w:sz="36" w:space="10" w:color="E6E8EB" w:themeColor="accent1" w:themeTint="33"/>
        <w:right w:val="single" w:sz="36" w:space="10" w:color="E6E8EB" w:themeColor="accent1" w:themeTint="33"/>
      </w:pBdr>
      <w:shd w:val="clear" w:color="auto" w:fill="E6E8EB" w:themeFill="accent1" w:themeFillTint="33"/>
      <w:spacing w:after="180" w:line="274" w:lineRule="auto"/>
      <w:ind w:left="1152" w:right="1152"/>
    </w:pPr>
    <w:rPr>
      <w:b/>
      <w:iCs/>
      <w:caps/>
      <w:color w:val="283138" w:themeColor="text2"/>
      <w:sz w:val="20"/>
      <w:lang w:eastAsia="ru-RU"/>
    </w:rPr>
  </w:style>
  <w:style w:type="character" w:styleId="afc">
    <w:name w:val="Subtle Reference"/>
    <w:basedOn w:val="a0"/>
    <w:uiPriority w:val="31"/>
    <w:qFormat/>
    <w:rPr>
      <w:smallCaps/>
      <w:color w:val="000000"/>
      <w:u w:val="single"/>
    </w:rPr>
  </w:style>
  <w:style w:type="paragraph" w:styleId="11">
    <w:name w:val="toc 1"/>
    <w:basedOn w:val="a"/>
    <w:next w:val="a"/>
    <w:autoRedefine/>
    <w:uiPriority w:val="39"/>
    <w:unhideWhenUsed/>
    <w:pPr>
      <w:spacing w:after="100" w:line="274" w:lineRule="auto"/>
    </w:pPr>
    <w:rPr>
      <w:szCs w:val="20"/>
      <w:lang w:bidi="hi-IN"/>
    </w:rPr>
  </w:style>
  <w:style w:type="paragraph" w:styleId="23">
    <w:name w:val="toc 2"/>
    <w:basedOn w:val="a"/>
    <w:next w:val="a"/>
    <w:autoRedefine/>
    <w:uiPriority w:val="39"/>
    <w:unhideWhenUsed/>
    <w:pPr>
      <w:spacing w:after="100" w:line="274" w:lineRule="auto"/>
      <w:ind w:left="220"/>
    </w:pPr>
    <w:rPr>
      <w:szCs w:val="20"/>
      <w:lang w:bidi="hi-IN"/>
    </w:rPr>
  </w:style>
  <w:style w:type="paragraph" w:styleId="31">
    <w:name w:val="toc 3"/>
    <w:basedOn w:val="a"/>
    <w:next w:val="a"/>
    <w:autoRedefine/>
    <w:uiPriority w:val="39"/>
    <w:unhideWhenUsed/>
    <w:pPr>
      <w:spacing w:after="100" w:line="274" w:lineRule="auto"/>
      <w:ind w:left="440"/>
    </w:pPr>
    <w:rPr>
      <w:szCs w:val="20"/>
      <w:lang w:bidi="hi-IN"/>
    </w:rPr>
  </w:style>
  <w:style w:type="paragraph" w:styleId="41">
    <w:name w:val="toc 4"/>
    <w:basedOn w:val="a"/>
    <w:next w:val="a"/>
    <w:autoRedefine/>
    <w:uiPriority w:val="39"/>
    <w:unhideWhenUsed/>
    <w:pPr>
      <w:spacing w:after="100" w:line="274" w:lineRule="auto"/>
      <w:ind w:left="660"/>
    </w:pPr>
    <w:rPr>
      <w:szCs w:val="20"/>
      <w:lang w:bidi="hi-IN"/>
    </w:rPr>
  </w:style>
  <w:style w:type="paragraph" w:styleId="51">
    <w:name w:val="toc 5"/>
    <w:basedOn w:val="a"/>
    <w:next w:val="a"/>
    <w:autoRedefine/>
    <w:uiPriority w:val="39"/>
    <w:unhideWhenUsed/>
    <w:pPr>
      <w:spacing w:after="100" w:line="274" w:lineRule="auto"/>
      <w:ind w:left="880"/>
    </w:pPr>
    <w:rPr>
      <w:szCs w:val="20"/>
      <w:lang w:bidi="hi-IN"/>
    </w:rPr>
  </w:style>
  <w:style w:type="paragraph" w:styleId="61">
    <w:name w:val="toc 6"/>
    <w:basedOn w:val="a"/>
    <w:next w:val="a"/>
    <w:autoRedefine/>
    <w:uiPriority w:val="39"/>
    <w:unhideWhenUsed/>
    <w:pPr>
      <w:spacing w:after="100" w:line="274" w:lineRule="auto"/>
      <w:ind w:left="1100"/>
    </w:pPr>
    <w:rPr>
      <w:szCs w:val="20"/>
      <w:lang w:bidi="hi-IN"/>
    </w:rPr>
  </w:style>
  <w:style w:type="paragraph" w:styleId="71">
    <w:name w:val="toc 7"/>
    <w:basedOn w:val="a"/>
    <w:next w:val="a"/>
    <w:autoRedefine/>
    <w:uiPriority w:val="39"/>
    <w:unhideWhenUsed/>
    <w:pPr>
      <w:spacing w:after="100" w:line="274" w:lineRule="auto"/>
      <w:ind w:left="1320"/>
    </w:pPr>
    <w:rPr>
      <w:szCs w:val="20"/>
      <w:lang w:bidi="hi-IN"/>
    </w:rPr>
  </w:style>
  <w:style w:type="paragraph" w:styleId="81">
    <w:name w:val="toc 8"/>
    <w:basedOn w:val="a"/>
    <w:next w:val="a"/>
    <w:autoRedefine/>
    <w:uiPriority w:val="39"/>
    <w:unhideWhenUsed/>
    <w:pPr>
      <w:spacing w:after="100" w:line="274" w:lineRule="auto"/>
      <w:ind w:left="1540"/>
    </w:pPr>
    <w:rPr>
      <w:szCs w:val="20"/>
      <w:lang w:bidi="hi-IN"/>
    </w:rPr>
  </w:style>
  <w:style w:type="paragraph" w:styleId="91">
    <w:name w:val="toc 9"/>
    <w:basedOn w:val="a"/>
    <w:next w:val="a"/>
    <w:autoRedefine/>
    <w:uiPriority w:val="39"/>
    <w:unhideWhenUsed/>
    <w:pPr>
      <w:spacing w:after="100" w:line="274" w:lineRule="auto"/>
      <w:ind w:left="1760"/>
    </w:pPr>
    <w:rPr>
      <w:szCs w:val="20"/>
      <w:lang w:bidi="hi-IN"/>
    </w:rPr>
  </w:style>
  <w:style w:type="paragraph" w:styleId="afd">
    <w:name w:val="TOC Heading"/>
    <w:basedOn w:val="1"/>
    <w:next w:val="a"/>
    <w:uiPriority w:val="39"/>
    <w:semiHidden/>
    <w:unhideWhenUsed/>
    <w:qFormat/>
    <w:pPr>
      <w:spacing w:before="480" w:line="264" w:lineRule="auto"/>
      <w:outlineLvl w:val="9"/>
    </w:pPr>
    <w:rPr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4F8F"/>
    <w:rPr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283138" w:themeColor="text2"/>
      <w:sz w:val="32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80716A" w:themeColor="accent3"/>
      <w:sz w:val="28"/>
      <w:szCs w:val="2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283138" w:themeColor="text2"/>
      <w:sz w:val="24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 w:line="274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 w:line="274" w:lineRule="auto"/>
      <w:outlineLvl w:val="4"/>
    </w:pPr>
    <w:rPr>
      <w:rFonts w:asciiTheme="majorHAnsi" w:eastAsiaTheme="majorEastAsia" w:hAnsiTheme="majorHAnsi" w:cstheme="majorBidi"/>
      <w:color w:val="000000"/>
      <w:lang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 w:line="274" w:lineRule="auto"/>
      <w:outlineLvl w:val="5"/>
    </w:pPr>
    <w:rPr>
      <w:rFonts w:asciiTheme="majorHAnsi" w:eastAsiaTheme="majorEastAsia" w:hAnsiTheme="majorHAnsi" w:cstheme="majorBidi"/>
      <w:i/>
      <w:iCs/>
      <w:color w:val="000000" w:themeColor="text1"/>
      <w:lang w:eastAsia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 w:line="274" w:lineRule="auto"/>
      <w:outlineLvl w:val="6"/>
    </w:pPr>
    <w:rPr>
      <w:rFonts w:asciiTheme="majorHAnsi" w:eastAsiaTheme="majorEastAsia" w:hAnsiTheme="majorHAnsi" w:cstheme="majorBidi"/>
      <w:i/>
      <w:iCs/>
      <w:color w:val="283138" w:themeColor="text2"/>
      <w:lang w:eastAsia="ru-RU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 w:line="274" w:lineRule="auto"/>
      <w:outlineLvl w:val="7"/>
    </w:pPr>
    <w:rPr>
      <w:rFonts w:asciiTheme="majorHAnsi" w:eastAsiaTheme="majorEastAsia" w:hAnsiTheme="majorHAnsi" w:cstheme="majorBidi"/>
      <w:color w:val="000000"/>
      <w:sz w:val="20"/>
      <w:szCs w:val="20"/>
      <w:lang w:eastAsia="ru-RU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 w:line="274" w:lineRule="auto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lang w:eastAsia="ru-RU"/>
    </w:rPr>
  </w:style>
  <w:style w:type="character" w:customStyle="1" w:styleId="a6">
    <w:name w:val="Нижний колонтитул Знак"/>
    <w:basedOn w:val="a0"/>
    <w:link w:val="a5"/>
    <w:uiPriority w:val="99"/>
  </w:style>
  <w:style w:type="table" w:styleId="a7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next w:val="a"/>
    <w:link w:val="a9"/>
    <w:uiPriority w:val="10"/>
    <w:qFormat/>
    <w:pPr>
      <w:spacing w:after="120" w:line="240" w:lineRule="auto"/>
      <w:contextualSpacing/>
    </w:pPr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:lang w:eastAsia="ru-RU"/>
      <w14:ligatures w14:val="standard"/>
      <w14:numForm w14:val="oldStyle"/>
    </w:rPr>
  </w:style>
  <w:style w:type="character" w:customStyle="1" w:styleId="a9">
    <w:name w:val="Название Знак"/>
    <w:basedOn w:val="a0"/>
    <w:link w:val="a8"/>
    <w:uiPriority w:val="10"/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a">
    <w:name w:val="Subtitle"/>
    <w:basedOn w:val="a"/>
    <w:next w:val="a"/>
    <w:link w:val="ab"/>
    <w:uiPriority w:val="11"/>
    <w:qFormat/>
    <w:pPr>
      <w:numPr>
        <w:ilvl w:val="1"/>
      </w:numPr>
      <w:spacing w:after="180" w:line="274" w:lineRule="auto"/>
    </w:pPr>
    <w:rPr>
      <w:rFonts w:eastAsiaTheme="majorEastAsia" w:cstheme="majorBidi"/>
      <w:iCs/>
      <w:color w:val="38454F" w:themeColor="text2" w:themeTint="E6"/>
      <w:sz w:val="32"/>
      <w:szCs w:val="24"/>
      <w:lang w:eastAsia="ru-RU" w:bidi="hi-IN"/>
      <w14:ligatures w14:val="standard"/>
    </w:rPr>
  </w:style>
  <w:style w:type="character" w:customStyle="1" w:styleId="ab">
    <w:name w:val="Подзаголовок Знак"/>
    <w:basedOn w:val="a0"/>
    <w:link w:val="aa"/>
    <w:uiPriority w:val="11"/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paragraph" w:styleId="ac">
    <w:name w:val="No Spacing"/>
    <w:link w:val="ad"/>
    <w:uiPriority w:val="1"/>
    <w:qFormat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1"/>
  </w:style>
  <w:style w:type="paragraph" w:styleId="ae">
    <w:name w:val="Balloon Text"/>
    <w:basedOn w:val="a"/>
    <w:link w:val="af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  <w:lang w:eastAsia="ru-RU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eastAsiaTheme="majorEastAsia" w:cstheme="majorBidi"/>
      <w:b/>
      <w:bCs/>
      <w:color w:val="283138" w:themeColor="text2"/>
      <w:sz w:val="24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283138" w:themeColor="text2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styleId="af0">
    <w:name w:val="Hyperlink"/>
    <w:basedOn w:val="a0"/>
    <w:semiHidden/>
    <w:unhideWhenUsed/>
    <w:rPr>
      <w:rFonts w:ascii="Calibri" w:hAnsi="Calibri" w:cs="Calibri" w:hint="default"/>
      <w:color w:val="0000FF"/>
      <w:u w:val="single"/>
    </w:rPr>
  </w:style>
  <w:style w:type="paragraph" w:styleId="af1">
    <w:name w:val="List Paragraph"/>
    <w:basedOn w:val="a"/>
    <w:uiPriority w:val="34"/>
    <w:qFormat/>
    <w:pPr>
      <w:spacing w:after="180" w:line="240" w:lineRule="auto"/>
      <w:ind w:left="720" w:hanging="288"/>
      <w:contextualSpacing/>
    </w:pPr>
    <w:rPr>
      <w:color w:val="283138" w:themeColor="text2"/>
      <w:lang w:eastAsia="ru-RU"/>
    </w:rPr>
  </w:style>
  <w:style w:type="paragraph" w:styleId="21">
    <w:name w:val="Quote"/>
    <w:basedOn w:val="a"/>
    <w:next w:val="a"/>
    <w:link w:val="22"/>
    <w:uiPriority w:val="29"/>
    <w:qFormat/>
    <w:pPr>
      <w:pBdr>
        <w:left w:val="single" w:sz="48" w:space="13" w:color="838D9B" w:themeColor="accent1"/>
      </w:pBdr>
      <w:spacing w:after="0" w:line="360" w:lineRule="auto"/>
    </w:pPr>
    <w:rPr>
      <w:rFonts w:asciiTheme="majorHAnsi" w:eastAsiaTheme="minorEastAsia" w:hAnsiTheme="majorHAnsi"/>
      <w:b/>
      <w:i/>
      <w:iCs/>
      <w:color w:val="838D9B" w:themeColor="accent1"/>
      <w:sz w:val="24"/>
      <w:lang w:eastAsia="ru-RU" w:bidi="hi-IN"/>
    </w:rPr>
  </w:style>
  <w:style w:type="character" w:customStyle="1" w:styleId="22">
    <w:name w:val="Цитата 2 Знак"/>
    <w:basedOn w:val="a0"/>
    <w:link w:val="21"/>
    <w:uiPriority w:val="29"/>
    <w:rPr>
      <w:rFonts w:asciiTheme="majorHAnsi" w:eastAsiaTheme="minorEastAsia" w:hAnsiTheme="majorHAnsi"/>
      <w:b/>
      <w:i/>
      <w:iCs/>
      <w:color w:val="838D9B" w:themeColor="accent1"/>
      <w:sz w:val="24"/>
      <w:lang w:bidi="hi-IN"/>
    </w:rPr>
  </w:style>
  <w:style w:type="paragraph" w:styleId="af2">
    <w:name w:val="Intense Quote"/>
    <w:basedOn w:val="a"/>
    <w:next w:val="a"/>
    <w:link w:val="af3"/>
    <w:uiPriority w:val="30"/>
    <w:qFormat/>
    <w:pPr>
      <w:pBdr>
        <w:left w:val="single" w:sz="48" w:space="13" w:color="D2610C" w:themeColor="accent2"/>
      </w:pBdr>
      <w:spacing w:before="240" w:after="120" w:line="300" w:lineRule="auto"/>
    </w:pPr>
    <w:rPr>
      <w:rFonts w:eastAsiaTheme="minorEastAsia"/>
      <w:b/>
      <w:bCs/>
      <w:i/>
      <w:iCs/>
      <w:color w:val="D2610C" w:themeColor="accent2"/>
      <w:sz w:val="26"/>
      <w:lang w:eastAsia="ru-RU" w:bidi="hi-IN"/>
      <w14:ligatures w14:val="standard"/>
      <w14:numForm w14:val="oldStyle"/>
    </w:rPr>
  </w:style>
  <w:style w:type="character" w:customStyle="1" w:styleId="af3">
    <w:name w:val="Выделенная цитата Знак"/>
    <w:basedOn w:val="a0"/>
    <w:link w:val="af2"/>
    <w:uiPriority w:val="30"/>
    <w:rPr>
      <w:rFonts w:eastAsiaTheme="minorEastAsia"/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styleId="af4">
    <w:name w:val="Subtle Emphasis"/>
    <w:basedOn w:val="a0"/>
    <w:uiPriority w:val="19"/>
    <w:qFormat/>
    <w:rPr>
      <w:i/>
      <w:iCs/>
      <w:color w:val="000000"/>
    </w:rPr>
  </w:style>
  <w:style w:type="character" w:styleId="af5">
    <w:name w:val="Intense Emphasis"/>
    <w:basedOn w:val="a0"/>
    <w:uiPriority w:val="21"/>
    <w:qFormat/>
    <w:rPr>
      <w:b/>
      <w:bCs/>
      <w:i/>
      <w:iCs/>
      <w:color w:val="283138" w:themeColor="text2"/>
    </w:rPr>
  </w:style>
  <w:style w:type="character" w:styleId="af6">
    <w:name w:val="Book Title"/>
    <w:basedOn w:val="a0"/>
    <w:uiPriority w:val="33"/>
    <w:qFormat/>
    <w:rPr>
      <w:rFonts w:asciiTheme="majorHAnsi" w:hAnsiTheme="majorHAnsi"/>
      <w:b/>
      <w:bCs/>
      <w:caps w:val="0"/>
      <w:smallCaps/>
      <w:color w:val="283138" w:themeColor="text2"/>
      <w:spacing w:val="10"/>
      <w:sz w:val="22"/>
    </w:rPr>
  </w:style>
  <w:style w:type="character" w:styleId="af7">
    <w:name w:val="Emphasis"/>
    <w:basedOn w:val="a0"/>
    <w:uiPriority w:val="20"/>
    <w:qFormat/>
    <w:rPr>
      <w:b w:val="0"/>
      <w:i/>
      <w:iCs/>
      <w:color w:val="283138" w:themeColor="text2"/>
    </w:rPr>
  </w:style>
  <w:style w:type="character" w:styleId="af8">
    <w:name w:val="Strong"/>
    <w:basedOn w:val="a0"/>
    <w:uiPriority w:val="22"/>
    <w:qFormat/>
    <w:rPr>
      <w:b/>
      <w:bCs/>
      <w:color w:val="38454F" w:themeColor="text2" w:themeTint="E6"/>
    </w:rPr>
  </w:style>
  <w:style w:type="character" w:styleId="af9">
    <w:name w:val="Intense Reference"/>
    <w:basedOn w:val="a0"/>
    <w:uiPriority w:val="32"/>
    <w:qFormat/>
    <w:rPr>
      <w:rFonts w:asciiTheme="minorHAnsi" w:hAnsiTheme="minorHAnsi"/>
      <w:b/>
      <w:bCs/>
      <w:smallCaps/>
      <w:color w:val="283138" w:themeColor="text2"/>
      <w:spacing w:val="5"/>
      <w:sz w:val="22"/>
      <w:u w:val="single"/>
    </w:rPr>
  </w:style>
  <w:style w:type="paragraph" w:styleId="afa">
    <w:name w:val="caption"/>
    <w:basedOn w:val="a"/>
    <w:next w:val="a"/>
    <w:uiPriority w:val="35"/>
    <w:semiHidden/>
    <w:unhideWhenUsed/>
    <w:qFormat/>
    <w:pPr>
      <w:spacing w:after="180" w:line="240" w:lineRule="auto"/>
    </w:pPr>
    <w:rPr>
      <w:rFonts w:eastAsiaTheme="minorEastAsia"/>
      <w:b/>
      <w:bCs/>
      <w:smallCaps/>
      <w:color w:val="283138" w:themeColor="text2"/>
      <w:spacing w:val="6"/>
      <w:szCs w:val="18"/>
      <w:lang w:eastAsia="ru-RU" w:bidi="hi-IN"/>
    </w:rPr>
  </w:style>
  <w:style w:type="paragraph" w:styleId="afb">
    <w:name w:val="Block Text"/>
    <w:basedOn w:val="a"/>
    <w:uiPriority w:val="99"/>
    <w:unhideWhenUsed/>
    <w:pPr>
      <w:pBdr>
        <w:top w:val="single" w:sz="36" w:space="10" w:color="E6E8EB" w:themeColor="accent1" w:themeTint="33"/>
        <w:left w:val="single" w:sz="36" w:space="10" w:color="E6E8EB" w:themeColor="accent1" w:themeTint="33"/>
        <w:bottom w:val="single" w:sz="36" w:space="10" w:color="E6E8EB" w:themeColor="accent1" w:themeTint="33"/>
        <w:right w:val="single" w:sz="36" w:space="10" w:color="E6E8EB" w:themeColor="accent1" w:themeTint="33"/>
      </w:pBdr>
      <w:shd w:val="clear" w:color="auto" w:fill="E6E8EB" w:themeFill="accent1" w:themeFillTint="33"/>
      <w:spacing w:after="180" w:line="274" w:lineRule="auto"/>
      <w:ind w:left="1152" w:right="1152"/>
    </w:pPr>
    <w:rPr>
      <w:b/>
      <w:iCs/>
      <w:caps/>
      <w:color w:val="283138" w:themeColor="text2"/>
      <w:sz w:val="20"/>
      <w:lang w:eastAsia="ru-RU"/>
    </w:rPr>
  </w:style>
  <w:style w:type="character" w:styleId="afc">
    <w:name w:val="Subtle Reference"/>
    <w:basedOn w:val="a0"/>
    <w:uiPriority w:val="31"/>
    <w:qFormat/>
    <w:rPr>
      <w:smallCaps/>
      <w:color w:val="000000"/>
      <w:u w:val="single"/>
    </w:rPr>
  </w:style>
  <w:style w:type="paragraph" w:styleId="11">
    <w:name w:val="toc 1"/>
    <w:basedOn w:val="a"/>
    <w:next w:val="a"/>
    <w:autoRedefine/>
    <w:uiPriority w:val="39"/>
    <w:unhideWhenUsed/>
    <w:pPr>
      <w:spacing w:after="100" w:line="274" w:lineRule="auto"/>
    </w:pPr>
    <w:rPr>
      <w:szCs w:val="20"/>
      <w:lang w:bidi="hi-IN"/>
    </w:rPr>
  </w:style>
  <w:style w:type="paragraph" w:styleId="23">
    <w:name w:val="toc 2"/>
    <w:basedOn w:val="a"/>
    <w:next w:val="a"/>
    <w:autoRedefine/>
    <w:uiPriority w:val="39"/>
    <w:unhideWhenUsed/>
    <w:pPr>
      <w:spacing w:after="100" w:line="274" w:lineRule="auto"/>
      <w:ind w:left="220"/>
    </w:pPr>
    <w:rPr>
      <w:szCs w:val="20"/>
      <w:lang w:bidi="hi-IN"/>
    </w:rPr>
  </w:style>
  <w:style w:type="paragraph" w:styleId="31">
    <w:name w:val="toc 3"/>
    <w:basedOn w:val="a"/>
    <w:next w:val="a"/>
    <w:autoRedefine/>
    <w:uiPriority w:val="39"/>
    <w:unhideWhenUsed/>
    <w:pPr>
      <w:spacing w:after="100" w:line="274" w:lineRule="auto"/>
      <w:ind w:left="440"/>
    </w:pPr>
    <w:rPr>
      <w:szCs w:val="20"/>
      <w:lang w:bidi="hi-IN"/>
    </w:rPr>
  </w:style>
  <w:style w:type="paragraph" w:styleId="41">
    <w:name w:val="toc 4"/>
    <w:basedOn w:val="a"/>
    <w:next w:val="a"/>
    <w:autoRedefine/>
    <w:uiPriority w:val="39"/>
    <w:unhideWhenUsed/>
    <w:pPr>
      <w:spacing w:after="100" w:line="274" w:lineRule="auto"/>
      <w:ind w:left="660"/>
    </w:pPr>
    <w:rPr>
      <w:szCs w:val="20"/>
      <w:lang w:bidi="hi-IN"/>
    </w:rPr>
  </w:style>
  <w:style w:type="paragraph" w:styleId="51">
    <w:name w:val="toc 5"/>
    <w:basedOn w:val="a"/>
    <w:next w:val="a"/>
    <w:autoRedefine/>
    <w:uiPriority w:val="39"/>
    <w:unhideWhenUsed/>
    <w:pPr>
      <w:spacing w:after="100" w:line="274" w:lineRule="auto"/>
      <w:ind w:left="880"/>
    </w:pPr>
    <w:rPr>
      <w:szCs w:val="20"/>
      <w:lang w:bidi="hi-IN"/>
    </w:rPr>
  </w:style>
  <w:style w:type="paragraph" w:styleId="61">
    <w:name w:val="toc 6"/>
    <w:basedOn w:val="a"/>
    <w:next w:val="a"/>
    <w:autoRedefine/>
    <w:uiPriority w:val="39"/>
    <w:unhideWhenUsed/>
    <w:pPr>
      <w:spacing w:after="100" w:line="274" w:lineRule="auto"/>
      <w:ind w:left="1100"/>
    </w:pPr>
    <w:rPr>
      <w:szCs w:val="20"/>
      <w:lang w:bidi="hi-IN"/>
    </w:rPr>
  </w:style>
  <w:style w:type="paragraph" w:styleId="71">
    <w:name w:val="toc 7"/>
    <w:basedOn w:val="a"/>
    <w:next w:val="a"/>
    <w:autoRedefine/>
    <w:uiPriority w:val="39"/>
    <w:unhideWhenUsed/>
    <w:pPr>
      <w:spacing w:after="100" w:line="274" w:lineRule="auto"/>
      <w:ind w:left="1320"/>
    </w:pPr>
    <w:rPr>
      <w:szCs w:val="20"/>
      <w:lang w:bidi="hi-IN"/>
    </w:rPr>
  </w:style>
  <w:style w:type="paragraph" w:styleId="81">
    <w:name w:val="toc 8"/>
    <w:basedOn w:val="a"/>
    <w:next w:val="a"/>
    <w:autoRedefine/>
    <w:uiPriority w:val="39"/>
    <w:unhideWhenUsed/>
    <w:pPr>
      <w:spacing w:after="100" w:line="274" w:lineRule="auto"/>
      <w:ind w:left="1540"/>
    </w:pPr>
    <w:rPr>
      <w:szCs w:val="20"/>
      <w:lang w:bidi="hi-IN"/>
    </w:rPr>
  </w:style>
  <w:style w:type="paragraph" w:styleId="91">
    <w:name w:val="toc 9"/>
    <w:basedOn w:val="a"/>
    <w:next w:val="a"/>
    <w:autoRedefine/>
    <w:uiPriority w:val="39"/>
    <w:unhideWhenUsed/>
    <w:pPr>
      <w:spacing w:after="100" w:line="274" w:lineRule="auto"/>
      <w:ind w:left="1760"/>
    </w:pPr>
    <w:rPr>
      <w:szCs w:val="20"/>
      <w:lang w:bidi="hi-IN"/>
    </w:rPr>
  </w:style>
  <w:style w:type="paragraph" w:styleId="afd">
    <w:name w:val="TOC Heading"/>
    <w:basedOn w:val="1"/>
    <w:next w:val="a"/>
    <w:uiPriority w:val="39"/>
    <w:semiHidden/>
    <w:unhideWhenUsed/>
    <w:qFormat/>
    <w:pPr>
      <w:spacing w:before="480" w:line="264" w:lineRule="auto"/>
      <w:outlineLvl w:val="9"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60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8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Perspective">
  <a:themeElements>
    <a:clrScheme name="Perspective">
      <a:dk1>
        <a:sysClr val="windowText" lastClr="000000"/>
      </a:dk1>
      <a:lt1>
        <a:sysClr val="window" lastClr="FFFFFF"/>
      </a:lt1>
      <a:dk2>
        <a:srgbClr val="283138"/>
      </a:dk2>
      <a:lt2>
        <a:srgbClr val="FF8600"/>
      </a:lt2>
      <a:accent1>
        <a:srgbClr val="838D9B"/>
      </a:accent1>
      <a:accent2>
        <a:srgbClr val="D2610C"/>
      </a:accent2>
      <a:accent3>
        <a:srgbClr val="80716A"/>
      </a:accent3>
      <a:accent4>
        <a:srgbClr val="94147C"/>
      </a:accent4>
      <a:accent5>
        <a:srgbClr val="5D5AD2"/>
      </a:accent5>
      <a:accent6>
        <a:srgbClr val="6F6C7D"/>
      </a:accent6>
      <a:hlink>
        <a:srgbClr val="6187E3"/>
      </a:hlink>
      <a:folHlink>
        <a:srgbClr val="7B8EB8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erspectiv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alpha val="100000"/>
                <a:satMod val="160000"/>
                <a:lumMod val="105000"/>
              </a:schemeClr>
            </a:gs>
            <a:gs pos="41000">
              <a:schemeClr val="phClr">
                <a:tint val="57000"/>
                <a:satMod val="180000"/>
                <a:lumMod val="99000"/>
              </a:schemeClr>
            </a:gs>
            <a:gs pos="100000">
              <a:schemeClr val="phClr">
                <a:tint val="80000"/>
                <a:satMod val="200000"/>
                <a:lumMod val="104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96000"/>
                <a:satMod val="130000"/>
                <a:lumMod val="114000"/>
              </a:schemeClr>
            </a:gs>
            <a:gs pos="60000">
              <a:schemeClr val="phClr">
                <a:tint val="100000"/>
                <a:satMod val="106000"/>
                <a:lumMod val="110000"/>
              </a:schemeClr>
            </a:gs>
            <a:gs pos="100000">
              <a:schemeClr val="phClr"/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28575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38100" dir="5400000" rotWithShape="0">
              <a:srgbClr val="000000">
                <a:alpha val="28000"/>
              </a:srgbClr>
            </a:outerShdw>
          </a:effectLst>
        </a:effectStyle>
        <a:effectStyle>
          <a:effectLst>
            <a:outerShdw blurRad="47625" dist="38100" dir="5400000" sy="98000" rotWithShape="0">
              <a:srgbClr val="000000">
                <a:alpha val="48000"/>
              </a:srgbClr>
            </a:outerShdw>
          </a:effectLst>
          <a:scene3d>
            <a:camera prst="orthographicFront">
              <a:rot lat="0" lon="0" rev="0"/>
            </a:camera>
            <a:lightRig rig="twoPt" dir="br">
              <a:rot lat="0" lon="0" rev="8700000"/>
            </a:lightRig>
          </a:scene3d>
          <a:sp3d prstMaterial="matte">
            <a:bevelT w="25400" h="53975"/>
          </a:sp3d>
        </a:effectStyle>
        <a:effectStyle>
          <a:effectLst>
            <a:reflection blurRad="12700" stA="24000" endPos="28000" dist="50800" dir="5400000" sy="-100000" rotWithShape="0"/>
          </a:effectLst>
          <a:scene3d>
            <a:camera prst="orthographicFront">
              <a:rot lat="0" lon="0" rev="0"/>
            </a:camera>
            <a:lightRig rig="threePt" dir="t">
              <a:rot lat="0" lon="0" rev="4800000"/>
            </a:lightRig>
          </a:scene3d>
          <a:sp3d>
            <a:bevelT w="69850" h="3175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100000"/>
                <a:shade val="80000"/>
                <a:satMod val="100000"/>
                <a:lumMod val="100000"/>
              </a:schemeClr>
            </a:gs>
            <a:gs pos="65000">
              <a:schemeClr val="phClr">
                <a:tint val="100000"/>
                <a:shade val="95000"/>
                <a:satMod val="100000"/>
                <a:lumMod val="100000"/>
              </a:schemeClr>
            </a:gs>
            <a:gs pos="100000">
              <a:schemeClr val="phClr">
                <a:tint val="88000"/>
                <a:shade val="100000"/>
                <a:satMod val="400000"/>
                <a:lumMod val="100000"/>
              </a:schemeClr>
            </a:gs>
          </a:gsLst>
          <a:lin ang="5400000" scaled="0"/>
        </a:gradFill>
        <a:blipFill rotWithShape="1">
          <a:blip xmlns:r="http://schemas.openxmlformats.org/officeDocument/2006/relationships" r:embed="rId1">
            <a:duotone>
              <a:schemeClr val="phClr">
                <a:tint val="95000"/>
                <a:satMod val="90000"/>
              </a:schemeClr>
              <a:schemeClr val="phClr">
                <a:shade val="92000"/>
              </a:schemeClr>
            </a:duotone>
          </a:blip>
          <a:tile tx="0" ty="0" sx="100000" sy="10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outs:outSpaceData xmlns:outs="http://schemas.microsoft.com/office/2009/outspace/metadata">
  <outs:relatedDates/>
  <outs:relatedDocuments/>
  <outs:relatedPeople/>
  <propertyMetadataList xmlns="http://schemas.microsoft.com/office/2009/outspace/metadata"/>
  <outs:corruptMetadataWasLost>true</outs:corruptMetadataWasLost>
</outs:outSpaceData>
</file>

<file path=customXml/itemProps1.xml><?xml version="1.0" encoding="utf-8"?>
<ds:datastoreItem xmlns:ds="http://schemas.openxmlformats.org/officeDocument/2006/customXml" ds:itemID="{6B94DBC9-662D-4F3E-8AD5-7A52DFF7B020}">
  <ds:schemaRefs>
    <ds:schemaRef ds:uri="http://schemas.microsoft.com/office/2009/outspace/meta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5</TotalTime>
  <Pages>1</Pages>
  <Words>277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cp:lastPrinted>2009-07-13T00:38:00Z</cp:lastPrinted>
  <dcterms:created xsi:type="dcterms:W3CDTF">2021-01-18T11:57:00Z</dcterms:created>
  <dcterms:modified xsi:type="dcterms:W3CDTF">2021-01-18T12:24:00Z</dcterms:modified>
</cp:coreProperties>
</file>