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468" w:rsidRPr="0066767B" w:rsidRDefault="000B6468" w:rsidP="000B6468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855114" wp14:editId="4C843ACA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204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20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0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1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2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snxcIA&#10;AADeAAAADwAAAGRycy9kb3ducmV2LnhtbERPS4vCMBC+C/6HMII3Ta2sK7VRRFQ8CKKr96GZPrCZ&#10;lCZq/fdmYWFv8/E9J111phZPal1lWcFkHIEgzqyuuFBw/dmN5iCcR9ZYWyYFb3KwWvZ7KSbavvhM&#10;z4svRAhhl6CC0vsmkdJlJRl0Y9sQBy63rUEfYFtI3eIrhJtaxlE0kwYrDg0lNrQpKbtfHkaBne4P&#10;x1sRn6db/va8Ps3zW3dUajjo1gsQnjr/L/5zH3SYH8fRF/y+E26Qy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GyfFwgAAAN4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LEcYA&#10;AADeAAAADwAAAGRycy9kb3ducmV2LnhtbERPS0sDMRC+C/6HMIKXYrPdw6pr0yKF7etQaBW8Dptx&#10;s7qZLElst/31Rih4m4/vOdP5YDtxJB9axwom4wwEce10y42C97fq4QlEiMgaO8ek4EwB5rPbmymW&#10;2p14T8dDbEQK4VCiAhNjX0oZakMWw9j1xIn7dN5iTNA3Uns8pXDbyTzLCmmx5dRgsKeFofr78GMV&#10;fFU787F4vCz96HlPl1G1XXWbQqn7u+H1BUSkIf6Lr+61TvPzPCvg7510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g0LE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Ki8QA&#10;AADeAAAADwAAAGRycy9kb3ducmV2LnhtbESP0YrCMBBF3xf8hzCCL4umdsGVahQRlcUXUfcDhmZs&#10;is2kNNHWvzeC4NsM9849d+bLzlbiTo0vHSsYjxIQxLnTJRcK/s/b4RSED8gaK8ek4EEelove1xwz&#10;7Vo+0v0UChFD2GeowIRQZ1L63JBFP3I1cdQurrEY4toUUjfYxnBbyTRJJtJiyZFgsKa1ofx6utkI&#10;OfzgYX9pz9tdhy1u9oa/V0elBv1uNQMRqAsf8/v6T8f6aZr8wu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SCo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mLw8YA&#10;AADeAAAADwAAAGRycy9kb3ducmV2LnhtbESPQUvEQAyF74L/YYjgzZ1adJW6s4usCiJ42FUQb6GT&#10;bYudzDATt/Xfm4PgLeG9vPdltZnDaI6UyxDZweWiAkPcRj9w5+D97eniFkwRZI9jZHLwQwU269OT&#10;FTY+Tryj4146oyFcGnTQi6TG2tL2FLAsYiJW7RBzQNE1d9ZnnDQ8jLauqqUNOLA29Jho21P7tf8O&#10;Dl6nx/Rys7w+pM98Vdvy4OVjK86dn833d2CEZvk3/10/e8Wv60p59R2dwa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0mLw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E7YsQA&#10;AADeAAAADwAAAGRycy9kb3ducmV2LnhtbESP0YrCMBBF3xf8hzCCL4umdkHWahQRlcUXUfcDhmZs&#10;is2kNNHWvzeC4NsM9849d+bLzlbiTo0vHSsYjxIQxLnTJRcK/s/b4S8IH5A1Vo5JwYM8LBe9rzlm&#10;2rV8pPspFCKGsM9QgQmhzqT0uSGLfuRq4qhdXGMxxLUppG6wjeG2kmmSTKTFkiPBYE1rQ/n1dLMR&#10;cvjBw/7Snre7Dlvc7A1/r45KDfrdagYiUBc+5vf1n4710zSZwuudOINcP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BO2L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YRGMYA&#10;AADeAAAADwAAAGRycy9kb3ducmV2LnhtbESPQUvEQAyF74L/YYjgzZ1u0VXqzi6yKojgwVUQb6GT&#10;bYudzDATt/Xfm4PgLSEv771vvZ3DaI6UyxDZwXJRgSFuox+4c/D+9nhxA6YIsscxMjn4oQLbzenJ&#10;GhsfJ36l4146oyZcGnTQi6TG2tL2FLAsYiLW2yHmgKJr7qzPOKl5GG1dVSsbcGBN6DHRrqf2a/8d&#10;HLxMD+n5enV1SJ/5srbl3svHTpw7P5vvbsEIzfIv/vt+8lq/rpcKoDg6g93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OYRG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+pasUA&#10;AADeAAAADwAAAGRycy9kb3ducmV2LnhtbERP32vCMBB+H+x/CDfYi2jaimN0RpmDMMGBzAl7PZqz&#10;LWsuJcls/e+NMNjbfXw/b7kebSfO5EPrWEE+y0AQV860XCs4funpM4gQkQ12jknBhQKsV/d3SyyN&#10;G/iTzodYixTCoUQFTYx9KWWoGrIYZq4nTtzJeYsxQV9L43FI4baTRZY9SYstp4YGe3prqPo5/FoF&#10;m/1Qz/2k2oxud3r/Xmht9IdW6vFhfH0BEWmM/+I/99ak+UWR53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r6lq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194sIA&#10;AADeAAAADwAAAGRycy9kb3ducmV2LnhtbERP22oCMRB9L/Qfwgh9q1lDFdkaRVoWSvHFywcMm+lm&#10;dTNZkrhu/74pCL7N4VxntRldJwYKsfWsYTYtQBDX3rTcaDgdq9cliJiQDXaeScMvRdisn59WWBp/&#10;4z0Nh9SIHMKxRA02pb6UMtaWHMap74kz9+ODw5RhaKQJeMvhrpOqKBbSYcu5wWJPH5bqy+HqNFTf&#10;ajdcriZUfju+OZrb8/LTav0yGbfvIBKN6SG+u79Mnq/UTMH/O/kG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TX3i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ShsQA&#10;AADeAAAADwAAAGRycy9kb3ducmV2LnhtbERP32vCMBB+H+x/CDfYy9DUykQ6o6gQJjgYU8HXoznb&#10;suZSksx2/70RBnu7j+/nLVaDbcWVfGgcK5iMMxDEpTMNVwpORz2agwgR2WDrmBT8UoDV8vFhgYVx&#10;PX/R9RArkUI4FKigjrErpAxlTRbD2HXEibs4bzEm6CtpPPYp3LYyz7KZtNhwaqixo21N5ffhxyrY&#10;fPbV1L+Um8HtL+/nV62N/tBKPT8N6zcQkYb4L/5z70yan+eTKdzfSTfI5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xkob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hADcIA&#10;AADeAAAADwAAAGRycy9kb3ducmV2LnhtbERP3WrCMBS+F/YO4Qx2p6nFDammIkphjN1MfYBDc9Z0&#10;bU5KEmv39stA8O58fL9nu5tsL0byoXWsYLnIQBDXTrfcKLicq/kaRIjIGnvHpOCXAuzKp9kWC+1u&#10;/EXjKTYihXAoUIGJcSikDLUhi2HhBuLEfTtvMSboG6k93lK47WWeZW/SYsupweBAB0N1d7paBdVH&#10;/jl2V+0rt59Wll7Nz/polHp5nvYbEJGm+BDf3e86zc/z5Qr+30k3yP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6EAN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p7fsEA&#10;AADeAAAADwAAAGRycy9kb3ducmV2LnhtbERPzYrCMBC+C75DGMGbTdu1y1KNsiy46NHqAwzN2Bab&#10;SbfJ2vr2RhC8zcf3O+vtaFpxo941lhUkUQyCuLS64UrB+bRbfIFwHllja5kU3MnBdjOdrDHXduAj&#10;3QpfiRDCLkcFtfddLqUrazLoItsRB+5ie4M+wL6SuschhJtWpnH8KQ02HBpq7OinpvJa/BsFy/vw&#10;+1dk13inDSWHj+7AvsyUms/G7xUIT6N/i1/uvQ7z0zTJ4PlOuEF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tqe37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rzpsMA&#10;AADeAAAADwAAAGRycy9kb3ducmV2LnhtbERPTWuDQBC9B/oflin0lqx6kMZmFUlIKT21Nu15cCcq&#10;cWfFXY35991CIbd5vM/ZFYvpxUyj6ywriDcRCOLa6o4bBaev4/oZhPPIGnvLpOBGDor8YbXDTNsr&#10;f9Jc+UaEEHYZKmi9HzIpXd2SQbexA3HgznY06AMcG6lHvIZw08skilJpsOPQ0OJA+5bqSzUZBVP6&#10;k5z4/K4/qsPtdXs4lk5+N0o9PS7lCwhPi7+L/91vOsxPkjiFv3fCDTL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brzp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nmIMYA&#10;AADeAAAADwAAAGRycy9kb3ducmV2LnhtbERPS2vCQBC+F/oflil4qxujpJq6igqC7aHi69DbNDtN&#10;0mZnY3bV+O/dQsHbfHzPGU9bU4kzNa60rKDXjUAQZ1aXnCvY75bPQxDOI2usLJOCKzmYTh4fxphq&#10;e+ENnbc+FyGEXYoKCu/rVEqXFWTQdW1NHLhv2xj0ATa51A1eQripZBxFiTRYcmgosKZFQdnv9mQU&#10;HNbDZLSevw1+3j++sG/08VOXiVKdp3b2CsJT6+/if/dKh/lx3HuBv3fCDXJy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ZnmI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/lxscA&#10;AADeAAAADwAAAGRycy9kb3ducmV2LnhtbESPzWvCQBDF74L/wzJCb7oxLSLRTegHtcWTH4Veh+yY&#10;hGZnQ3arsX995yB4m+G9ee8362JwrTpTHxrPBuazBBRx6W3DlYGv4/t0CSpEZIutZzJwpQBFPh6t&#10;MbP+wns6H2KlJIRDhgbqGLtM61DW5DDMfEcs2sn3DqOsfaVtjxcJd61Ok2ShHTYsDTV29FpT+XP4&#10;dQb+Ft+4Cx/py9ujjXR9Wm78drcx5mEyPK9ARRri3Xy7/rSCn6Zz4ZV3ZAad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D/5cb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Yop88QA&#10;AADeAAAADwAAAGRycy9kb3ducmV2LnhtbERPzWrCQBC+C77DMkJvZmOw0qSuUkoK3lpjH2DITjfB&#10;7GzMbmPq03cLBW/z8f3Odj/ZTow0+NaxglWSgiCunW7ZKPg8vS2fQPiArLFzTAp+yMN+N59tsdDu&#10;ykcaq2BEDGFfoIImhL6Q0tcNWfSJ64kj9+UGiyHCwUg94DWG205mabqRFluODQ329NpQfa6+rYKL&#10;yx71VJX4fi7zj9aY9eV2XCv1sJhenkEEmsJd/O8+6Dg/y1Y5/L0Tb5C7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2KKfP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AsOMYA&#10;AADeAAAADwAAAGRycy9kb3ducmV2LnhtbESPQW/CMAyF75P4D5GRuEFKJxjrCGibhMQVtsOOXmLa&#10;jsbpmgwKvx4fkHaz5ef33rdc975RJ+piHdjAdJKBIrbB1Vwa+PzYjBegYkJ22AQmAxeKsF4NHpZY&#10;uHDmHZ32qVRiwrFAA1VKbaF1tBV5jJPQEsvtEDqPSdau1K7Ds5j7RudZNtcea5aEClt6r8ge93/e&#10;wLb+ptncHp794s3uvq6/6fHpxxkzGvavL6AS9elffP/eOqmf57kACI7MoF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AsO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1wdMUA&#10;AADeAAAADwAAAGRycy9kb3ducmV2LnhtbERP0WoCMRB8L/gPYQXfas48iL0apQqFFq3Qa9HX5bK9&#10;HF42xyU9z783hYJvszs7MzvL9eAa0VMXas8aZtMMBHHpTc2Vhu+v18cFiBCRDTaeScOVAqxXo4cl&#10;5sZf+JP6IlYimXDIUYONsc2lDKUlh2HqW+LE/fjOYUxjV0nT4SWZu0aqLJtLhzWnBIstbS2V5+LX&#10;aejxcM1OdvPx9F7vS3XYHHcm7fVkPLw8g4g0xPvxv/rNpPeVUjP4q5MwyN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DXB0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IxmcQA&#10;AADeAAAADwAAAGRycy9kb3ducmV2LnhtbERPwWrDMAy9D/YPRoPdVmc5jJLVLWPQ0eOW9tCjGqtx&#10;ulgKtttk+/p5UOg7STy99/QWq8n36kIhdsIGnmcFKOJGbMetgd12/TQHFROyxV6YDPxQhNXy/m6B&#10;lZWRv+hSp1ZlE44VGnApDZXWsXHkMc5kIM7cUYLHlNfQahtwzOa+12VRvGiPHecEhwO9O2q+67M3&#10;MH40h1N53Fv3GwZZ159yKnsx5vFhensFlWhKt+OremPz+2UG/NfJM+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nSMZn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aEFcUA&#10;AADeAAAADwAAAGRycy9kb3ducmV2LnhtbERP22oCMRB9F/oPYYS+adYIVrZGsV5ApKVo2/fpZrq7&#10;bTJZNqmuf2+EQt/mcK4zW3TOihO1ofasYTTMQBAX3tRcanh/2w6mIEJENmg9k4YLBVjM73ozzI0/&#10;84FOx1iKFMIhRw1VjE0uZSgqchiGviFO3JdvHcYE21KaFs8p3FmpsmwiHdacGipsaFVR8XP8dRq2&#10;r2v7rV4Oyw8ZV5uHTzvdP62ftb7vd8tHEJG6+C/+c+9Mmq+UGsPtnXSD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QV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nB9cUA&#10;AADeAAAADwAAAGRycy9kb3ducmV2LnhtbERPTWvCQBC9F/wPywheSt001SIxq0hBtKCgtuB1kh2T&#10;YHY2ZLcx/feuUOhtHu9z0mVvatFR6yrLCl7HEQji3OqKCwXfX+uXGQjnkTXWlknBLzlYLgZPKSba&#10;3vhI3ckXIoSwS1BB6X2TSOnykgy6sW2IA3exrUEfYFtI3eIthJtaxlH0Lg1WHBpKbOijpPx6+jEK&#10;usMuK7adaz6vs2c3fcs2m70+KzUa9qs5CE+9/xf/ubc6zI/jeAKPd8IN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ecH1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kac8UA&#10;AADeAAAADwAAAGRycy9kb3ducmV2LnhtbERPS2sCMRC+C/6HMIXeNNtQxW6NokKhl0J9HOpt3Ex3&#10;FzeTNUl1219vCoK3+fieM513thFn8qF2rOFpmIEgLpypudSw274NJiBCRDbYOCYNvxRgPuv3ppgb&#10;d+E1nTexFCmEQ44aqhjbXMpQVGQxDF1LnLhv5y3GBH0pjcdLCreNVFk2lhZrTg0VtrSqqDhufqyG&#10;5ctkefp85o+/9WFP+6/DcaR8pvXjQ7d4BRGpi3fxzf1u0nyl1Aj+30k3yN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WRpzxQAAAN4AAAAPAAAAAAAAAAAAAAAAAJgCAABkcnMv&#10;ZG93bnJldi54bWxQSwUGAAAAAAQABAD1AAAAigMAAAAA&#10;" fillcolor="black" stroked="f"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iKBMYA&#10;AADeAAAADwAAAGRycy9kb3ducmV2LnhtbERPTWsCMRC9F/ofwhS81awBF1mNom0Fofag7cHjuBl3&#10;w24myybVbX99Uyj0No/3OYvV4FpxpT5Yzxom4wwEcemN5UrDx/v2cQYiRGSDrWfS8EUBVsv7uwUW&#10;xt/4QNdjrEQK4VCghjrGrpAylDU5DGPfESfu4nuHMcG+kqbHWwp3rVRZlkuHllNDjR091VQ2x0+n&#10;4fSa29nBkjrvvzcvZj9tNm/Pjdajh2E9BxFpiP/iP/fOpPlKqRx+30k3yO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UiKBM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ZCrcQA&#10;AADeAAAADwAAAGRycy9kb3ducmV2LnhtbERPO2/CMBDeK/EfrKvUDZxmKChgEAJV7dKhPMR6io84&#10;JD6ntoHAr8eVKnW7T9/zZovetuJCPtSOFbyOMhDEpdM1Vwp22/fhBESIyBpbx6TgRgEW88HTDAvt&#10;rvxNl02sRArhUKACE2NXSBlKQxbDyHXEiTs6bzEm6CupPV5TuG1lnmVv0mLNqcFgRytDZbM5WwV+&#10;eVg3dz7vm+z+dQsfp/5ngkapl+d+OQURqY//4j/3p07z8zwfw+876QY5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hWQq3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hglMYA&#10;AADeAAAADwAAAGRycy9kb3ducmV2LnhtbESP3UoDQQyF7wXfYYjgjdhZ58KfbadFBEGwCP15gLiT&#10;7i7OZJad2G59enMheJdwTs75slhNKZojjaXP7OFuVoEhbnLoufWw373ePoIpghwwZiYPZyqwWl5e&#10;LLAO+cQbOm6lNRrCpUYPnchQW1uajhKWWR6IVTvkMaHoOrY2jHjS8BStq6p7m7BnbehwoJeOmq/t&#10;d/IQ3Wd8en8oaznv7br6SbK5+QjeX19Nz3MwQpP8m/+u34LiO+eUV9/RGez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hgl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EVcQA&#10;AADeAAAADwAAAGRycy9kb3ducmV2LnhtbERPPU/DMBDdkfgP1iGxUQcPFaRxK6CqlIWB0KrrJT7i&#10;CPscxW4b+PUYCYntnt7nVZvZO3GmKQ6BNdwvChDEXTAD9xr277u7BxAxIRt0gUnDF0XYrK+vKixN&#10;uPAbnZvUixzCsUQNNqWxlDJ2ljzGRRiJM/cRJo8pw6mXZsJLDvdOqqJYSo8D5waLI71Y6j6bk9ew&#10;bUan9rV9jsfDa9u6+ntHx63Wtzfz0wpEojn9i//ctcnzlVKP8PtOvkG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khFX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JI8YA&#10;AADeAAAADwAAAGRycy9kb3ducmV2LnhtbESPT2vDMAzF74N9B6PBbqu9DNqS1S1ltFDYaf1z2E3Y&#10;apI2lkPsNtm3nw6D3ST09N77LVZjaNWd+tREtvA6MaCIXfQNVxaOh+3LHFTKyB7byGThhxKslo8P&#10;Cyx9HPiL7vtcKTHhVKKFOueu1Dq5mgKmSeyI5XaOfcAsa19p3+Mg5qHVhTFTHbBhSaixo4+a3HV/&#10;CxYuW/0ZnUF3Op6GnZ99b6bUGmufn8b1O6hMY/4X/33vvNQvijcBEByZQS9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IJI8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f38MA&#10;AADeAAAADwAAAGRycy9kb3ducmV2LnhtbERPS4vCMBC+C/6HMMLeNLWCSNcourCw7OLBB7LHsRnb&#10;0mZSkqj13xtB8DYf33Pmy8404krOV5YVjEcJCOLc6ooLBYf993AGwgdkjY1lUnAnD8tFvzfHTNsb&#10;b+m6C4WIIewzVFCG0GZS+rwkg35kW+LIna0zGCJ0hdQObzHcNDJNkqk0WHFsKLGlr5LyencxCv4v&#10;f3zeTH5Xbh2Ottv7Oj3NaqU+Bt3qE0SgLrzFL/ePjvPTdDKG5zvxBr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f38MAAADe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mkU2sYA&#10;AADeAAAADwAAAGRycy9kb3ducmV2LnhtbERPTWsCMRC9F/wPYYTearZRi90aRYVCL0K1PdTbuJnu&#10;Lm4ma5Lq6q9vCkJv83ifM513thEn8qF2rOFxkIEgLpypudTw+fH6MAERIrLBxjFpuFCA+ax3N8Xc&#10;uDNv6LSNpUghHHLUUMXY5lKGoiKLYeBa4sR9O28xJuhLaTyeU7htpMqyJ2mx5tRQYUuriorD9sdq&#10;WD5Plsf3Ea+vm/2Odl/7w1j5TOv7frd4ARGpi//im/vNpPlKDRX8vZNu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mkU2sYAAADeAAAADwAAAAAAAAAAAAAAAACYAgAAZHJz&#10;L2Rvd25yZXYueG1sUEsFBgAAAAAEAAQA9QAAAIsDAAAAAA==&#10;" fillcolor="black" stroked="f"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O668MA&#10;AADeAAAADwAAAGRycy9kb3ducmV2LnhtbERP30vDMBB+F/Y/hBv45lJbEKnLRhmI4lM3N/Z6a86m&#10;2FxKErP63xtB8O0+vp+33s52FIl8GBwruF8VIIg7pwfuFRzfn+8eQYSIrHF0TAq+KcB2s7hZY63d&#10;lfeUDrEXOYRDjQpMjFMtZegMWQwrNxFn7sN5izFD30vt8ZrD7SjLoniQFgfODQYn2hnqPg9fVkG6&#10;7NqmSudk9m++6b1rX06XVqnb5dw8gYg0x3/xn/tV5/llWVXw+06+QW5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O66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ZmlsUA&#10;AADeAAAADwAAAGRycy9kb3ducmV2LnhtbERPTWvCQBC9F/wPywje6sZYpI2uUkRL7cU2Cu1xyI7Z&#10;0OxsyG5j9Ne7hUJv83ifs1j1thYdtb5yrGAyTkAQF05XXCo4Hrb3jyB8QNZYOyYFF/KwWg7uFphp&#10;d+YP6vJQihjCPkMFJoQmk9IXhiz6sWuII3dyrcUQYVtK3eI5httapkkykxYrjg0GG1obKr7zH6vA&#10;T9abzzd7feq+Xgzv852ZvZdGqdGwf56DCNSHf/Gf+1XH+Wk6fYDfd+IN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1maW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0B6468" w:rsidRPr="0066767B" w:rsidRDefault="000B6468" w:rsidP="000B6468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7D03F03" wp14:editId="5B0E1195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235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236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7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8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39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0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1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2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3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4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5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6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7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8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49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0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1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2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3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4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5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6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7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8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59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0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1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2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3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4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65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B6468" w:rsidRDefault="000B6468" w:rsidP="000B646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VzD8MA&#10;AADeAAAADwAAAGRycy9kb3ducmV2LnhtbERPS2vCQBC+C/0PyxS86aYJWEldRYpKDgHxdR+yYxKa&#10;nQ3ZNYn/vlsQepuP7zmrzWga0VPnassKPuYRCOLC6ppLBdfLfrYE4TyyxsYyKXiSg836bbLCVNuB&#10;T9SffSlCCLsUFVTet6mUrqjIoJvbljhwd9sZ9AF2pdQdDiHcNDKOooU0WHNoqLCl74qKn/PDKLDJ&#10;IctvZXxKdvzpeXtc3m9jrtT0fdx+gfA0+n/xy53pMD+OkwX8vRNuk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VzD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1kN8cA&#10;AADeAAAADwAAAGRycy9kb3ducmV2LnhtbERPTWsCMRC9C/0PYYRepGa7BW23RinCttWDoC30Omym&#10;m7WbyZKkuvXXm4LgbR7vc2aL3rbiQD40jhXcjzMQxJXTDdcKPj/Ku0cQISJrbB2Tgj8KsJjfDGZY&#10;aHfkLR12sRYphEOBCkyMXSFlqAxZDGPXESfu23mLMUFfS+3xmMJtK/Msm0iLDacGgx0tDVU/u1+r&#10;YF9uzNdyenr1o6ctnUbl+q1dTZS6HfYvzyAi9fEqvrjfdZqf5w9T+H8n3SDnZ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tZDf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KFURMQA&#10;AADeAAAADwAAAGRycy9kb3ducmV2LnhtbESPzWrCQBDH7wXfYRmhl1I3jVAkuoqUWsSLGPsAQ3bM&#10;BrOzIbs18e2dg9DbDPP/+M1qM/pW3aiPTWADH7MMFHEVbMO1gd/z7n0BKiZki21gMnCnCJv15GWF&#10;hQ0Dn+hWplpJCMcCDbiUukLrWDnyGGehI5bbJfQek6x9rW2Pg4T7VudZ9qk9NiwNDjv6clRdyz8v&#10;Jcc5Hg+X4bz7GXHA74Pjt+3JmNfpuF2CSjSmf/HTvbeCn+dz4ZV3ZAa9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ChVE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nk5cUA&#10;AADeAAAADwAAAGRycy9kb3ducmV2LnhtbERPTUsDMRC9C/0PYQRvNuuqta5Ni1QFETxYC6W3YTPd&#10;XbqZhGTsrv/eCIK3ebzPWaxG16sTxdR5NnA1LUAR19523BjYfr5czkElQbbYeyYD35RgtZycLbCy&#10;fuAPOm2kUTmEU4UGWpFQaZ3qlhymqQ/EmTv46FAyjI22EYcc7npdFsVMO+w4N7QYaN1Sfdx8OQPv&#10;w3N4u5vdHsI+3pQ6PVnZrcWYi/Px8QGU0Cj/4j/3q83zy/L6Hn7fy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aeT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tErP8UA&#10;AADeAAAADwAAAGRycy9kb3ducmV2LnhtbESPQWvCQBCF74X+h2WEXkrdNIqU1FWkVBEvovYHDNkx&#10;G8zOhuzWxH/vHARvM8x775s3Xw6+UVfqYh3YwOc4A0VcBltzZeDvtP74AhUTssUmMBm4UYTl4vVl&#10;joUNPR/oekyVkhCOBRpwKbWF1rF05DGOQ0sst3PoPCZZu0rbDnsJ943Os2ymPdYsBIct/TgqL8d/&#10;L5D9BPe7c39abwbs8Xfn+H11MOZtNKy+QSUa0lP8cG+tvJ/nUykgdWQGvbg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0Ss/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mbnsQA&#10;AADeAAAADwAAAGRycy9kb3ducmV2LnhtbERPTUsDMRC9C/0PYYTebLZLrWVtWkqtIIIHq1C8DZvp&#10;7uJmEpKxu/57Iwje5vE+Z70dXa8uFFPn2cB8VoAirr3tuDHw/vZ4swKVBNli75kMfFOC7WZytcbK&#10;+oFf6XKURuUQThUaaEVCpXWqW3KYZj4QZ+7so0PJMDbaRhxyuOt1WRRL7bDj3NBioH1L9efxyxl4&#10;GQ7h+W55ew4fcVHq9GDltBdjptfj7h6U0Cj/4j/3k83zy3Ixh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wZm5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4YAMUA&#10;AADeAAAADwAAAGRycy9kb3ducmV2LnhtbERP32vCMBB+H/g/hBv4MjRd3YZUo+ggOJgwpoKvR3O2&#10;Zc2lJNF2//0yGOztPr6ft1wPthU38qFxrOBxmoEgLp1puFJwOurJHESIyAZbx6TgmwKsV6O7JRbG&#10;9fxJt0OsRArhUKCCOsaukDKUNVkMU9cRJ+7ivMWYoK+k8dincNvKPMtepMWGU0ONHb3WVH4drlbB&#10;9qOvZv6h3A7u/bI7P2tt9F4rNb4fNgsQkYb4L/5zv5k0P8+fcvh9J90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zhgA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L3ZMMA&#10;AADeAAAADwAAAGRycy9kb3ducmV2LnhtbERP3WrCMBS+H/gO4Qi7m+k6J9KZimwUZOxm6gMcmrOm&#10;a3NSkljr2y+CsLvz8f2ezXayvRjJh9axgudFBoK4drrlRsHpWD2tQYSIrLF3TAquFGBbzh42WGh3&#10;4W8aD7ERKYRDgQpMjEMhZagNWQwLNxAn7sd5izFB30jt8ZLCbS/zLFtJiy2nBoMDvRuqu8PZKqg+&#10;86+xO2tfud20tPRqftcfRqnH+bR7AxFpiv/iu3uv0/w8X77A7Z10gy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rL3Z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sl78UA&#10;AADeAAAADwAAAGRycy9kb3ducmV2LnhtbERPW2vCMBR+F/YfwhnsZWhqpzI6o+ggTNhgeIG9Hppj&#10;W9aclCSz3b83g4Fv5+O7nuV6sK24kA+NYwXTSQaCuHSm4UrB6ajHzyBCRDbYOiYFvxRgvbobLbEw&#10;ruc9XQ6xEimEQ4EK6hi7QspQ1mQxTFxHnLiz8xZjgr6SxmOfwm0r8yxbSIsNp4YaO3qtqfw+/FgF&#10;28++evKP5XZw7+e3r7nWRn9opR7uh80LiEhDvIn/3TuT5uf5bAZ/76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ayXv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fKi8IA&#10;AADeAAAADwAAAGRycy9kb3ducmV2LnhtbERPzYrCMBC+L/gOYRa8rekWXaQaRZSCLF5WfYChmW26&#10;NpOSxFrffiMI3ubj+53lerCt6MmHxrGCz0kGgrhyuuFawflUfsxBhIissXVMCu4UYL0avS2x0O7G&#10;P9QfYy1SCIcCFZgYu0LKUBmyGCauI07cr/MWY4K+ltrjLYXbVuZZ9iUtNpwaDHa0NVRdjleroPzO&#10;D/3lqn3pNsPU0sz8zXdGqfH7sFmAiDTEl/jp3us0P8+nM3i8k26Qq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F8qL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vKFMAA&#10;AADeAAAADwAAAGRycy9kb3ducmV2LnhtbERPzYrCMBC+L/gOYYS9raldFammIoKiR6sPMDRjW9pM&#10;ahNtfXuzsOBtPr7fWW8G04gnda6yrGA6iUAQ51ZXXCi4XvY/SxDOI2tsLJOCFznYpKOvNSba9nym&#10;Z+YLEULYJaig9L5NpHR5SQbdxLbEgbvZzqAPsCuk7rAP4aaRcRQtpMGKQ0OJLe1KyuvsYRTMXv3h&#10;ns3raK8NTU+/7Yl9PlfqezxsVyA8Df4j/ncfdZgfx7MF/L0TbpDp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AvKFM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5IMQA&#10;AADeAAAADwAAAGRycy9kb3ducmV2LnhtbERPS2vCQBC+F/wPywi91Y1BrI1uRJSU0lON1vOQnTww&#10;Oxuya4z/vlso9DYf33M229G0YqDeNZYVzGcRCOLC6oYrBedT9rIC4TyyxtYyKXiQg206edpgou2d&#10;jzTkvhIhhF2CCmrvu0RKV9Rk0M1sRxy40vYGfYB9JXWP9xBuWhlH0VIabDg01NjRvqbimt+Mgtvy&#10;Ep+5/NRf+eHx/nbIdk5+V0o9T8fdGoSn0f+L/9wfOsyP48Ur/L4TbpDp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FeS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7VdT8kA&#10;AADeAAAADwAAAGRycy9kb3ducmV2LnhtbESPQU/CQBCF7yb+h82YeJMtlTRQWIiamKgHiAgHbkN3&#10;aKvd2dpdof575kDCbSbvzXvfzBa9a9SRulB7NjAcJKCIC29rLg1svl4fxqBCRLbYeCYD/xRgMb+9&#10;mWFu/Yk/6biOpZIQDjkaqGJsc61DUZHDMPAtsWgH3zmMsnalth2eJNw1Ok2STDusWRoqbOmlouJn&#10;/ecMbFfjbLJ6fh99fyz3+Ojs787WmTH3d/3TFFSkPl7Nl+s3K/hpOhJeeUdm0PMz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z7VdT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BvQMMA&#10;AADeAAAADwAAAGRycy9kb3ducmV2LnhtbERPS4vCMBC+L/gfwgje1tQq4laj+GBVPKm7sNehGdti&#10;MylNVqu/3giCt/n4njOZNaYUF6pdYVlBrxuBIE6tLjhT8Pvz/TkC4TyyxtIyKbiRg9m09THBRNsr&#10;H+hy9JkIIewSVJB7XyVSujQng65rK+LAnWxt0AdYZ1LXeA3hppRxFA2lwYJDQ44VLXNKz8d/o+A+&#10;/MO928SLVV97ug1Ga7vbr5XqtJv5GISnxr/FL/dWh/lxPPiC5zvhBj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ABvQMMAAADe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o5rsYA&#10;AADeAAAADwAAAGRycy9kb3ducmV2LnhtbESPQW/CMAyF75P2HyJP4jZSKphGIaBpYhK3QdkPsBqT&#10;VjROaTIo/Pr5gLSbLT+/977levCtulAfm8AGJuMMFHEVbMPOwM/h6/UdVEzIFtvAZOBGEdar56cl&#10;FjZceU+XMjklJhwLNFCn1BVax6omj3EcOmK5HUPvMcnaO217vIq5b3WeZW/aY8OSUGNHnzVVp/LX&#10;GziHfGaHcoPfp8181zg3Pd/3U2NGL8PHAlSiIf2LH99bK/XzfCYAgiMz6N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o5r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r63sMA&#10;AADeAAAADwAAAGRycy9kb3ducmV2LnhtbERPPW/CMBDdkfgP1iGxFYdU0BAwqK2ExAp0YDzsIwnE&#10;5zR2IfDr60qV2O7pfd5i1dlaXKn1lWMF41ECglg7U3Gh4Gu/fslA+IBssHZMCu7kYbXs9xaYG3fj&#10;LV13oRAxhH2OCsoQmlxKr0uy6EeuIY7cybUWQ4RtIU2Ltxhua5kmyVRarDg2lNjQZ0n6svuxCjbV&#10;kSZTfZrZ7ENvD4/v8Pp2NkoNB937HESgLjzF/+6NifPTdDKGv3fiD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yr63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mdfsUA&#10;AADeAAAADwAAAGRycy9kb3ducmV2LnhtbERP0WoCMRB8F/oPYYW+ac5AS3saRQuFllqhKvq6XNbL&#10;4WVzXNLz/HtTKPg2u7MzszNb9K4WHbWh8qxhMs5AEBfeVFxq2O/eRy8gQkQ2WHsmDVcKsJg/DGaY&#10;G3/hH+q2sRTJhEOOGmyMTS5lKCw5DGPfECfu5FuHMY1tKU2Ll2Tuaqmy7Fk6rDglWGzozVJx3v46&#10;DR1urtnRrr5fP6t1oTarw5dJe/047JdTEJH6eD/+V3+Y9L5STwr+6iQMcn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82Z1+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jnf8IA&#10;AADeAAAADwAAAGRycy9kb3ducmV2LnhtbERPTUsDMRC9C/6HMII3mzWiyNq0FKHiUdcePI6b6Wbb&#10;zcySxO7qrzeC4G0e73OW6zkM6kQx9cIWrhcVKOJWXM+dhd3b9uoeVMrIDgdhsvBFCdar87Ml1k4m&#10;fqVTkztVQjjVaMHnPNZap9ZTwLSQkbhwe4kBc4Gx0y7iVMLDoE1V3emAPZcGjyM9emqPzWewMD21&#10;Hwezf3f+O46ybV7kYAax9vJi3jyAyjTnf/Gf+9mV+cbc3sDvO+UGvf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mOd/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lvHMUA&#10;AADeAAAADwAAAGRycy9kb3ducmV2LnhtbERP22oCMRB9F/oPYYS+adaltrI1itUKIpbipe/jZtzd&#10;Npksm1TXvzdCoW9zONcZT1trxJkaXzlWMOgnIIhzpysuFBz2y94IhA/IGo1jUnAlD9PJQ2eMmXYX&#10;3tJ5FwoRQ9hnqKAMoc6k9HlJFn3f1cSRO7nGYoiwKaRu8BLDrZFpkjxLixXHhhJrmpeU/+x+rYLl&#10;58J8px/b2ZcM8/eXoxmt3xYbpR677ewVRKA2/Iv/3Csd56fp8Anu78Qb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iW8c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MXE8UA&#10;AADeAAAADwAAAGRycy9kb3ducmV2LnhtbERPTWvCQBC9C/6HZYReSrNpSkRiVpFCUaFCqwWvY3ZM&#10;gtnZkF1j+u+7QsHbPN7n5MvBNKKnztWWFbxGMQjiwuqaSwU/h4+XGQjnkTU2lknBLzlYLsajHDNt&#10;b/xN/d6XIoSwy1BB5X2bSemKigy6yLbEgTvbzqAPsCul7vAWwk0jkzieSoM1h4YKW3qvqLjsr0ZB&#10;//V5Kje9a7eX2bNL307r9U4flXqaDKs5CE+Df4j/3Rsd5idJmsL9nXCD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MxcT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33ecUA&#10;AADeAAAADwAAAGRycy9kb3ducmV2LnhtbERPS2sCMRC+F/ofwhS81WwXFV2NooVCL4KPHupt3Ex3&#10;FzeTNUl19dcbQfA2H99zJrPW1OJEzleWFXx0ExDEudUVFwp+tl/vQxA+IGusLZOCC3mYTV9fJphp&#10;e+Y1nTahEDGEfYYKyhCaTEqfl2TQd21DHLk/6wyGCF0htcNzDDe1TJNkIA1WHBtKbOizpPyw+TcK&#10;FqPh4rjq8fK63u9o97s/9FOXKNV5a+djEIHa8BQ/3N86zk/T/gDu78Qb5P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Ajfd5xQAAAN4AAAAPAAAAAAAAAAAAAAAAAJgCAABkcnMv&#10;ZG93bnJldi54bWxQSwUGAAAAAAQABAD1AAAAigMAAAAA&#10;" fillcolor="black" stroked="f"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Jc4sYA&#10;AADeAAAADwAAAGRycy9kb3ducmV2LnhtbERPS2vCQBC+F/wPywje6saAVqKraKtQqD34OHgcs2Oy&#10;JDsbsqum/fXdQqG3+fieM192thZ3ar1xrGA0TEAQ504bLhScjtvnKQgfkDXWjknBF3lYLnpPc8y0&#10;e/Ce7odQiBjCPkMFZQhNJqXPS7Loh64hjtzVtRZDhG0hdYuPGG5rmSbJRFo0HBtKbOi1pLw63KyC&#10;88fETPeG0svue73Ru3G1/nyrlBr0u9UMRKAu/Iv/3O86zk/T8Qv8vhNv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Jc4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+loscA&#10;AADeAAAADwAAAGRycy9kb3ducmV2LnhtbESPQU/DMAyF70j7D5EncWMplZimsmyaQAguHDZAXK3G&#10;a7o2Tkmyrduvxwckbrbe83ufl+vR9+pEMbWBDdzPClDEdbAtNwY+P17uFqBSRrbYByYDF0qwXk1u&#10;lljZcOYtnXa5URLCqUIDLueh0jrVjjymWRiIRduH6DHLGhttI54l3Pe6LIq59tiyNDgc6MlR3e2O&#10;3kDcfD93Vz5+dcX1/ZJeD+PPAp0xt9Nx8wgq05j/zX/Xb1bwy/JBeOUdmUGv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Ppa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K2csQA&#10;AADeAAAADwAAAGRycy9kb3ducmV2LnhtbERP22rCQBB9L/gPywi+lLppoK2mriIFQVAKXj5gmp0m&#10;wd3ZkB01+vXdQqFvczjXmS1679SFutgENvA8zkARl8E2XBk4HlZPE1BRkC26wGTgRhEW88HDDAsb&#10;rryjy14qlUI4FmigFmkLrWNZk8c4Di1x4r5D51ES7CptO7ymcO90nmWv2mPDqaHGlj5qKk/7szfg&#10;8i833bzFrdyOepvdveweP60xo2G/fAcl1Mu/+M+9tml+nr9M4feddIOe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3ytn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SUCMcA&#10;AADeAAAADwAAAGRycy9kb3ducmV2LnhtbESPQU/DMAyF70j7D5GRuLGUHiZUlk1s06ReOFA27eo1&#10;pqlInKrJtsKvxwckbrb8/N77luspeHWlMfWRDTzNC1DEbbQ9dwYOH/vHZ1ApI1v0kcnANyVYr2Z3&#10;S6xsvPE7XZvcKTHhVKEBl/NQaZ1aRwHTPA7EcvuMY8As69hpO+JNzIPXZVEsdMCeJcHhQFtH7Vdz&#10;CQZ2zeDLQ+026XR8O599/bOn086Yh/vp9QVUpin/i/++ayv1y3IhAIIjM+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0lAj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2DpcIA&#10;AADeAAAADwAAAGRycy9kb3ducmV2LnhtbERPTYvCMBC9L/gfwgje1sQeukvXKCIKwp509bC3IRnb&#10;ajMpTdbWf28WBG/zeJ8zXw6uETfqQu1Zw2yqQBAbb2suNRx/tu+fIEJEtth4Jg13CrBcjN7mWFjf&#10;855uh1iKFMKhQA1VjG0hZTAVOQxT3xIn7uw7hzHBrpS2wz6Fu0ZmSuXSYc2pocKW1hWZ6+HPabhs&#10;5bc3Cs3peOp39uN3k1OjtJ6Mh9UXiEhDfImf7p1N87Msn8H/O+kG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PYOl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futcQA&#10;AADeAAAADwAAAGRycy9kb3ducmV2LnhtbERP32vCMBB+H+x/CDfY20yXgUhnWpwgiLKHqYiPt+Zs&#10;S5tLSaLW/34ZDPZ2H9/Pm5ej7cWVfGgda3idZCCIK2darjUc9quXGYgQkQ32jknDnQKUxePDHHPj&#10;bvxF112sRQrhkKOGJsYhlzJUDVkMEzcQJ+7svMWYoK+l8XhL4baXKsum0mLLqaHBgZYNVd3uYjWc&#10;Lls+f75tFv4jHt24D536nnVaPz+Ni3cQkcb4L/5zr02ar9RUwe876QZZ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4H7rX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aeXMYA&#10;AADeAAAADwAAAGRycy9kb3ducmV2LnhtbERPTWsCMRC9F/wPYQRvNetaRbdG0UKhl4LaHvQ2bqa7&#10;i5vJNkl16683guBtHu9zZovW1OJEzleWFQz6CQji3OqKCwXfX+/PExA+IGusLZOCf/KwmHeeZphp&#10;e+YNnbahEDGEfYYKyhCaTEqfl2TQ921DHLkf6wyGCF0htcNzDDe1TJNkLA1WHBtKbOitpPy4/TMK&#10;VtPJ6nf9wp+XzWFP+93hOEpdolSv2y5fQQRqw0N8d3/oOD9Nx0O4vRNvk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paeXMYAAADeAAAADwAAAAAAAAAAAAAAAACYAgAAZHJz&#10;L2Rvd25yZXYueG1sUEsFBgAAAAAEAAQA9QAAAIsDAAAAAA==&#10;" fillcolor="black" stroked="f"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skNgsMA&#10;AADeAAAADwAAAGRycy9kb3ducmV2LnhtbERP30vDMBB+F/Y/hBv45tJVGVKXjTIYik/dVHy9Nbem&#10;rLmUJGb1vzeC4Nt9fD9vvZ3sIBL50DtWsFwUIIhbp3vuFLy/7e8eQYSIrHFwTAq+KcB2M7tZY6Xd&#10;lQ+UjrETOYRDhQpMjGMlZWgNWQwLNxJn7uy8xZih76T2eM3hdpBlUaykxZ5zg8GRdobay/HLKkin&#10;XVPfp89kDq++7rxrnj9OjVK386l+AhFpiv/iP/eLzvPLcvUA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skNg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nsEMUA&#10;AADeAAAADwAAAGRycy9kb3ducmV2LnhtbERPTWvCQBC9F/oflhF6042BhhpdRaQt1Us1FupxyE6z&#10;odnZkN3G6K/vFoTe5vE+Z7EabCN66nztWMF0koAgLp2uuVLwcXwZP4HwAVlj45gUXMjDanl/t8Bc&#10;uzMfqC9CJWII+xwVmBDaXEpfGrLoJ64ljtyX6yyGCLtK6g7PMdw2Mk2STFqsOTYYbGljqPwufqwC&#10;P908f+7sddafXg2/F1uT7Suj1MNoWM9BBBrCv/jmftNxfppmj/D3TrxB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KewQ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B6468" w:rsidRDefault="000B6468" w:rsidP="000B646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РІШЕННЯ</w:t>
      </w: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0B6468" w:rsidRPr="0066767B" w:rsidRDefault="000B6468" w:rsidP="000B6468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66767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r w:rsidRPr="0066767B">
        <w:rPr>
          <w:rFonts w:ascii="Times New Roman" w:eastAsia="Calibri" w:hAnsi="Times New Roman" w:cs="Times New Roman"/>
          <w:b/>
          <w:sz w:val="24"/>
        </w:rPr>
        <w:t>місцевості</w:t>
      </w:r>
      <w:proofErr w:type="spellEnd"/>
      <w:r w:rsidRPr="0066767B">
        <w:rPr>
          <w:rFonts w:ascii="Times New Roman" w:eastAsia="Calibri" w:hAnsi="Times New Roman" w:cs="Times New Roman"/>
          <w:b/>
          <w:sz w:val="24"/>
        </w:rPr>
        <w:t>)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  <w:lang w:val="uk-UA"/>
        </w:rPr>
        <w:t>Мельничук Т.В.</w:t>
      </w:r>
    </w:p>
    <w:p w:rsidR="000B6468" w:rsidRPr="0066767B" w:rsidRDefault="000B6468" w:rsidP="000B6468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6767B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»,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Мельничук Т.В.</w:t>
      </w:r>
      <w:r w:rsidRPr="0066767B"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рада</w:t>
      </w: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6767B">
        <w:rPr>
          <w:rFonts w:ascii="Times New Roman" w:eastAsia="Calibri" w:hAnsi="Times New Roman" w:cs="Times New Roman"/>
          <w:sz w:val="24"/>
        </w:rPr>
        <w:t>ВИРІШИЛА:</w:t>
      </w: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sz w:val="24"/>
        </w:rPr>
        <w:t xml:space="preserve">        1.Над</w:t>
      </w:r>
      <w:r>
        <w:rPr>
          <w:rFonts w:ascii="Times New Roman" w:eastAsia="Calibri" w:hAnsi="Times New Roman" w:cs="Times New Roman"/>
          <w:sz w:val="24"/>
        </w:rPr>
        <w:t xml:space="preserve">ати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Мельничук Тетяні Віталіївні, яка зареєстрована за адресою: </w:t>
      </w:r>
      <w:r w:rsidR="00AB374A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ділянка  розташована в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,  по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пров.О.Гуменюка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>, 1</w:t>
      </w:r>
      <w:r w:rsidRPr="0066767B"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 xml:space="preserve">        2.Мельничук Т.В.</w:t>
      </w:r>
      <w:r w:rsidRPr="0066767B">
        <w:rPr>
          <w:rFonts w:ascii="Times New Roman" w:eastAsia="Calibri" w:hAnsi="Times New Roman" w:cs="Times New Roman"/>
          <w:sz w:val="24"/>
          <w:lang w:val="uk-UA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  3. Даний дозвіл дійсний на протязі року з дня прийняття даного рішення.</w:t>
      </w:r>
    </w:p>
    <w:p w:rsidR="000B6468" w:rsidRPr="0066767B" w:rsidRDefault="000B6468" w:rsidP="000B64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B6468" w:rsidRPr="0066767B" w:rsidRDefault="000B6468" w:rsidP="000B646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0B6468" w:rsidRPr="0066767B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0B6468" w:rsidRPr="000B6468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</w:p>
    <w:p w:rsidR="00114572" w:rsidRPr="000B6468" w:rsidRDefault="000B6468" w:rsidP="000B6468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en-US"/>
        </w:rPr>
      </w:pPr>
      <w:r w:rsidRPr="0066767B">
        <w:rPr>
          <w:rFonts w:ascii="Times New Roman" w:eastAsia="Calibri" w:hAnsi="Times New Roman" w:cs="Times New Roman"/>
          <w:sz w:val="24"/>
          <w:lang w:val="uk-UA"/>
        </w:rPr>
        <w:t xml:space="preserve">Сільський  голова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lang w:val="uk-UA"/>
        </w:rPr>
        <w:t>Валерій    МИХАЛЮК</w:t>
      </w:r>
    </w:p>
    <w:sectPr w:rsidR="00114572" w:rsidRPr="000B646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5B84" w:rsidRDefault="007A5B84">
      <w:pPr>
        <w:spacing w:after="0" w:line="240" w:lineRule="auto"/>
      </w:pPr>
      <w:r>
        <w:separator/>
      </w:r>
    </w:p>
  </w:endnote>
  <w:endnote w:type="continuationSeparator" w:id="0">
    <w:p w:rsidR="007A5B84" w:rsidRDefault="007A5B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5B84" w:rsidRDefault="007A5B84">
      <w:pPr>
        <w:spacing w:after="0" w:line="240" w:lineRule="auto"/>
      </w:pPr>
      <w:r>
        <w:separator/>
      </w:r>
    </w:p>
  </w:footnote>
  <w:footnote w:type="continuationSeparator" w:id="0">
    <w:p w:rsidR="007A5B84" w:rsidRDefault="007A5B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6468"/>
    <w:rsid w:val="000B6468"/>
    <w:rsid w:val="00114572"/>
    <w:rsid w:val="00700B85"/>
    <w:rsid w:val="007A5B84"/>
    <w:rsid w:val="00AB3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6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468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2021-01-18T12:05:00Z</dcterms:created>
  <dcterms:modified xsi:type="dcterms:W3CDTF">2021-01-18T12:30:00Z</dcterms:modified>
</cp:coreProperties>
</file>