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271" w:rsidRDefault="00A71271" w:rsidP="00A7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42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43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43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43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43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3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43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43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3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3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43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4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4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4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44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44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44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44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44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44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449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450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451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452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453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454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455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456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457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458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28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">
                <v:shape id="Freeform 1429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30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31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32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33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34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35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436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437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438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439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40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41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442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443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444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445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446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447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448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449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450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451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452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453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454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455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456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457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458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71271" w:rsidRDefault="00A71271" w:rsidP="00A7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71271" w:rsidRDefault="00A71271" w:rsidP="00A7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71271" w:rsidRDefault="00A71271" w:rsidP="00A71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71271" w:rsidRDefault="00A71271" w:rsidP="00A71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71271" w:rsidRDefault="00A71271" w:rsidP="00A71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71271" w:rsidRDefault="00A71271" w:rsidP="00A71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71271" w:rsidRDefault="00A71271" w:rsidP="00A712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271" w:rsidRDefault="00A71271" w:rsidP="00A7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71271" w:rsidRDefault="00A71271" w:rsidP="00A7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1271" w:rsidRDefault="00A71271" w:rsidP="00A712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71271" w:rsidRDefault="00A71271" w:rsidP="00A7127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A71271" w:rsidRDefault="00A71271" w:rsidP="00A7127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71271" w:rsidRDefault="00A71271" w:rsidP="00A7127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71271" w:rsidRDefault="00A71271" w:rsidP="00A7127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71271" w:rsidRDefault="00A71271" w:rsidP="00A7127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71271" w:rsidRDefault="00A71271" w:rsidP="00A7127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Г.В.</w:t>
      </w:r>
    </w:p>
    <w:p w:rsidR="00A71271" w:rsidRDefault="00A71271" w:rsidP="00A7127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71271" w:rsidRDefault="00A71271" w:rsidP="00A7127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Г.В.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71271" w:rsidRDefault="00A71271" w:rsidP="00A7127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71271" w:rsidRDefault="00A71271" w:rsidP="00A712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Галині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31BA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0,15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71271" w:rsidRDefault="00A71271" w:rsidP="00A712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71271" w:rsidRDefault="00A71271" w:rsidP="00A7127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71271" w:rsidRDefault="00A71271" w:rsidP="00A7127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71271" w:rsidRPr="00A71271" w:rsidRDefault="00A71271" w:rsidP="00A7127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E3CCF" w:rsidRPr="00A71271" w:rsidRDefault="00A71271" w:rsidP="00A7127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A7127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71"/>
    <w:rsid w:val="00171A2E"/>
    <w:rsid w:val="00231BA4"/>
    <w:rsid w:val="00304C90"/>
    <w:rsid w:val="00505B6D"/>
    <w:rsid w:val="006D3977"/>
    <w:rsid w:val="007D6C18"/>
    <w:rsid w:val="007E3CCF"/>
    <w:rsid w:val="00A7127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258</Words>
  <Characters>1472</Characters>
  <Application>Microsoft Office Word</Application>
  <DocSecurity>0</DocSecurity>
  <Lines>12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2020-07-20T16:32:00Z</dcterms:created>
  <dcterms:modified xsi:type="dcterms:W3CDTF">2020-07-20T16:47:00Z</dcterms:modified>
</cp:coreProperties>
</file>