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E3E" w:rsidRDefault="00F27E3E" w:rsidP="00F27E3E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F27E3E" w:rsidRPr="003B50D1" w:rsidRDefault="00F27E3E" w:rsidP="00F27E3E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F27E3E" w:rsidRPr="003B50D1" w:rsidRDefault="00F27E3E" w:rsidP="00F27E3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3B50D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E721D61" wp14:editId="6ADDEE19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22980" name="Группа 229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2981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7E3E" w:rsidRDefault="00F27E3E" w:rsidP="00F27E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82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7E3E" w:rsidRDefault="00F27E3E" w:rsidP="00F27E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83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7E3E" w:rsidRDefault="00F27E3E" w:rsidP="00F27E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84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7E3E" w:rsidRDefault="00F27E3E" w:rsidP="00F27E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85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7E3E" w:rsidRDefault="00F27E3E" w:rsidP="00F27E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86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7E3E" w:rsidRDefault="00F27E3E" w:rsidP="00F27E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87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7E3E" w:rsidRDefault="00F27E3E" w:rsidP="00F27E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88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7E3E" w:rsidRDefault="00F27E3E" w:rsidP="00F27E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89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7E3E" w:rsidRDefault="00F27E3E" w:rsidP="00F27E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90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7E3E" w:rsidRDefault="00F27E3E" w:rsidP="00F27E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91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7E3E" w:rsidRDefault="00F27E3E" w:rsidP="00F27E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92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7E3E" w:rsidRDefault="00F27E3E" w:rsidP="00F27E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93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7E3E" w:rsidRDefault="00F27E3E" w:rsidP="00F27E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94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7E3E" w:rsidRDefault="00F27E3E" w:rsidP="00F27E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95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7E3E" w:rsidRDefault="00F27E3E" w:rsidP="00F27E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96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7E3E" w:rsidRDefault="00F27E3E" w:rsidP="00F27E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97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7E3E" w:rsidRDefault="00F27E3E" w:rsidP="00F27E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98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7E3E" w:rsidRDefault="00F27E3E" w:rsidP="00F27E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99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7E3E" w:rsidRDefault="00F27E3E" w:rsidP="00F27E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00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27E3E" w:rsidRDefault="00F27E3E" w:rsidP="00F27E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01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7E3E" w:rsidRDefault="00F27E3E" w:rsidP="00F27E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02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7E3E" w:rsidRDefault="00F27E3E" w:rsidP="00F27E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03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7E3E" w:rsidRDefault="00F27E3E" w:rsidP="00F27E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04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7E3E" w:rsidRDefault="00F27E3E" w:rsidP="00F27E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05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7E3E" w:rsidRDefault="00F27E3E" w:rsidP="00F27E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06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7E3E" w:rsidRDefault="00F27E3E" w:rsidP="00F27E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07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7E3E" w:rsidRDefault="00F27E3E" w:rsidP="00F27E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08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7E3E" w:rsidRDefault="00F27E3E" w:rsidP="00F27E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09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7E3E" w:rsidRDefault="00F27E3E" w:rsidP="00F27E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10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27E3E" w:rsidRDefault="00F27E3E" w:rsidP="00F27E3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980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XzS+sYA&#10;AADeAAAADwAAAGRycy9kb3ducmV2LnhtbESPzWrDMBCE74G8g9hAb4lsB1rXtRxCaYsPgZKkuS/W&#10;+odaK2Opsfv2VSGQ4zAz3zD5bja9uNLoOssK4k0EgriyuuNGwdf5fZ2CcB5ZY2+ZFPySg12xXOSY&#10;aTvxka4n34gAYZehgtb7IZPSVS0ZdBs7EAevtqNBH+TYSD3iFOCml0kUPUqDHYeFFgd6ban6Pv0Y&#10;BXb7UR4uTXLcvvGT5/1nWl/mg1IPq3n/AsLT7O/hW7vUCpLkOY3h/064ArL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XzS+s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27E3E" w:rsidRDefault="00F27E3E" w:rsidP="00F27E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2r+LskA&#10;AADeAAAADwAAAGRycy9kb3ducmV2LnhtbESPQUsDMRSE74L/ITzBS7HZ7qFu16ZFCtvWHgqtgtfH&#10;5rlZ3bwsSWzX/nojFDwOM/MNM18OthMn8qF1rGAyzkAQ10633Ch4e60eChAhImvsHJOCHwqwXNze&#10;zLHU7swHOh1jIxKEQ4kKTIx9KWWoDVkMY9cTJ+/DeYsxSd9I7fGc4LaTeZZNpcWW04LBnlaG6q/j&#10;t1XwWe3N++rxsvaj2YEuo2q36V6mSt3fDc9PICIN8T98bW+1gjyfFTn83UlXQC5+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82r+Ls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F27E3E" w:rsidRDefault="00F27E3E" w:rsidP="00F27E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X/tMQA&#10;AADeAAAADwAAAGRycy9kb3ducmV2LnhtbESP3YrCMBCF74V9hzDC3oimVljcahRZVhFvpLoPMDRj&#10;U2wmpYm2vr0RhL08nJ+Ps1z3thZ3an3lWMF0koAgLpyuuFTwd96O5yB8QNZYOyYFD/KwXn0Mlphp&#10;13FO91MoRRxhn6ECE0KTSekLQxb9xDXE0bu41mKIsi2lbrGL47aWaZJ8SYsVR4LBhn4MFdfTzUbI&#10;cYbHw6U7b3c9dvh7MDza5Ep9DvvNAkSgPvyH3+29VpCm3/MZvO7EKyBX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I1/7T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27E3E" w:rsidRDefault="00F27E3E" w:rsidP="00F27E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hy+scA&#10;AADeAAAADwAAAGRycy9kb3ducmV2LnhtbESPQUsDMRSE70L/Q3gFbzbrUtu6Ni1SFUTooVUQb4/N&#10;6+7i5iUkz+76740geBxm5htmvR1dr84UU+fZwPWsAEVce9txY+Dt9elqBSoJssXeMxn4pgTbzeRi&#10;jZX1Ax/ofJRGZQinCg20IqHSOtUtOUwzH4izd/LRoWQZG20jDhnuel0WxUI77DgvtBho11L9efxy&#10;BvbDY3hZLm5O4SPOS50erLzvxJjL6Xh/B0polP/wX/vZGijL29Ucfu/kK6A3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hYcvrHAAAA3gAAAA8AAAAAAAAAAAAAAAAAmAIAAGRy&#10;cy9kb3ducmV2LnhtbFBLBQYAAAAABAAEAPUAAACM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F27E3E" w:rsidRDefault="00F27E3E" w:rsidP="00F27E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DCW8QA&#10;AADeAAAADwAAAGRycy9kb3ducmV2LnhtbESP3YrCMBCF74V9hzALeyOaWlHcrlFEVMQbUfcBhmZs&#10;yjaT0kTbfXsjCF4ezs/HmS87W4k7Nb50rGA0TEAQ506XXCj4vWwHMxA+IGusHJOCf/KwXHz05php&#10;1/KJ7udQiDjCPkMFJoQ6k9Lnhiz6oauJo3d1jcUQZVNI3WAbx20l0ySZSoslR4LBmtaG8r/zzUbI&#10;cYzHw7W9bHcdtrg5GO6vTkp9fXarHxCBuvAOv9p7rSBNv2cTeN6JV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KQwlv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27E3E" w:rsidRDefault="00F27E3E" w:rsidP="00F27E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8ZJFsYA&#10;AADeAAAADwAAAGRycy9kb3ducmV2LnhtbESPQUvDQBSE70L/w/IEb3Zj0Fhjt6VUhSJ4sAri7ZF9&#10;TYLZt8vus4n/visIHoeZ+YZZric3qCPF1Hs2cDUvQBE33vbcGnh/e7pcgEqCbHHwTAZ+KMF6NTtb&#10;Ym39yK903EurMoRTjQY6kVBrnZqOHKa5D8TZO/joULKMrbYRxwx3gy6LotIOe84LHQbadtR87b+d&#10;gZfxMTzfVjeH8BmvS50erHxsxZiL82lzD0pokv/wX3tnDZTl3aKC3zv5CujV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8ZJF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F27E3E" w:rsidRDefault="00F27E3E" w:rsidP="00F27E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Y/xZMgA&#10;AADeAAAADwAAAGRycy9kb3ducmV2LnhtbESPUUvDMBSF3wX/Q7jCXmRL7dBtddlwg6AwQdwGe700&#10;d22xuSlJttZ/bwTBx8M55zuc5XqwrbiSD41jBQ+TDARx6UzDlYLjQY/nIEJENtg6JgXfFGC9ur1Z&#10;YmFcz5903cdKJAiHAhXUMXaFlKGsyWKYuI44eWfnLcYkfSWNxz7BbSvzLHuSFhtOCzV2tK2p/Npf&#10;rILNR19N/X25Gdzu/Hp61Nrod63U6G54eQYRaYj/4b/2m1GQ54v5DH7vpCsgV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9j/Fk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27E3E" w:rsidRDefault="00F27E3E" w:rsidP="00F27E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CAv6cIA&#10;AADeAAAADwAAAGRycy9kb3ducmV2LnhtbERP3WrCMBS+H/gO4QjezXRFR+2MIkpBxm6mPsChOWs6&#10;m5OSxFrffrkQdvnx/a+3o+3EQD60jhW8zTMQxLXTLTcKLufqtQARIrLGzjEpeFCA7WbyssZSuzt/&#10;03CKjUghHEpUYGLsSylDbchimLueOHE/zluMCfpGao/3FG47mWfZu7TYcmow2NPeUH093ayC6jP/&#10;Gq437Su3GxeWlua3OBilZtNx9wEi0hj/xU/3USvI81WR9qY76QrIz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EIC/pwgAAAN4AAAAPAAAAAAAAAAAAAAAAAJgCAABkcnMvZG93&#10;bnJldi54bWxQSwUGAAAAAAQABAD1AAAAhw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F27E3E" w:rsidRDefault="00F27E3E" w:rsidP="00F27E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zAjccA&#10;AADeAAAADwAAAGRycy9kb3ducmV2LnhtbESPUWvCMBSF3wf+h3AFX8ZMV9nQzig6CA4mjKmw10tz&#10;bYvNTUmi7f79Mhjs8XDO+Q5nuR5sK27kQ+NYweM0A0FcOtNwpeB01A9zECEiG2wdk4JvCrBeje6W&#10;WBjX8yfdDrESCcKhQAV1jF0hZShrshimriNO3tl5izFJX0njsU9w28o8y56lxYbTQo0dvdZUXg5X&#10;q2D70Vczf19uB/d+3n09aW30Xis1GQ+bFxCRhvgf/mu/GQV5vpgv4PdOugJ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NcwI3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27E3E" w:rsidRDefault="00F27E3E" w:rsidP="00F27E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4+1MsMA&#10;AADeAAAADwAAAGRycy9kb3ducmV2LnhtbESPy4rCMBSG9wO+QzjC7MbUMg5ajSJKYRjceHmAQ3Ns&#10;qs1JSWLtvP1kIczy57/xrTaDbUVPPjSOFUwnGQjiyumGawWXc/kxBxEissbWMSn4pQCb9ehthYV2&#10;Tz5Sf4q1SCMcClRgYuwKKUNlyGKYuI44eVfnLcYkfS21x2cat63Ms+xLWmw4PRjsaGeoup8eVkH5&#10;kx/6+0P70m2HT0szc5vvjVLv42G7BBFpiP/hV/tbK8jzxSIBJJyEAnL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4+1MsMAAADeAAAADwAAAAAAAAAAAAAAAACYAgAAZHJzL2Rv&#10;d25yZXYueG1sUEsFBgAAAAAEAAQA9QAAAIg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F27E3E" w:rsidRDefault="00F27E3E" w:rsidP="00F27E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g2OQcMA&#10;AADeAAAADwAAAGRycy9kb3ducmV2LnhtbESP0YrCMBRE34X9h3AX9s2m7aqs1SiLoOijdT/g0lzb&#10;YnPTbaKtf28EwcdhZs4wy/VgGnGjztWWFSRRDIK4sLrmUsHfaTv+AeE8ssbGMim4k4P16mO0xEzb&#10;no90y30pAoRdhgoq79tMSldUZNBFtiUO3tl2Bn2QXSl1h32Am0amcTyTBmsOCxW2tKmouORXo2By&#10;73f/+fQSb7Wh5PDdHtgXU6W+PoffBQhPg3+HX+29VpCm83kCzzvhCsjV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g2OQc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27E3E" w:rsidRDefault="00F27E3E" w:rsidP="00F27E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0GmcQA&#10;AADeAAAADwAAAGRycy9kb3ducmV2LnhtbESPT4vCMBTE7wt+h/CEva2pOci2GkUUZfG0W/+cH82z&#10;LTYvpYlav70RhD0OM/MbZrbobSNu1PnasYbxKAFBXDhTc6nhsN98fYPwAdlg45g0PMjDYj74mGFm&#10;3J3/6JaHUkQI+ww1VCG0mZS+qMiiH7mWOHpn11kMUXalNB3eI9w2UiXJRFqsOS5U2NKqouKSX62G&#10;6+SkDnzemd98/dim683Sy2Op9eewX05BBOrDf/jd/jEalEpTBa878QrI+R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jdBpn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F27E3E" w:rsidRDefault="00F27E3E" w:rsidP="00F27E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4TH8kA&#10;AADeAAAADwAAAGRycy9kb3ducmV2LnhtbESPT2vCQBTE74V+h+UVequbRgkmdRUtFNSDUv8cvL1m&#10;X5O02bdpdtX47V1B6HGYmd8wo0lnanGi1lWWFbz2IhDEudUVFwp224+XIQjnkTXWlknBhRxMxo8P&#10;I8y0PfMnnTa+EAHCLkMFpfdNJqXLSzLoerYhDt63bQ36INtC6hbPAW5qGUdRIg1WHBZKbOi9pPx3&#10;czQK9uthkq5ni8HPcvWFfaP/DrpKlHp+6qZvIDx1/j98b8+1gjhO0z7c7oQrIMdX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oP4TH8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27E3E" w:rsidRDefault="00F27E3E" w:rsidP="00F27E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+4c/8cA&#10;AADeAAAADwAAAGRycy9kb3ducmV2LnhtbESPT2vCQBTE74V+h+UVequbphI0ukr/YBRPUQu9PrLP&#10;JDT7NmRXTfz03YLgcZiZ3zDzZW8acabO1ZYVvI4iEMSF1TWXCr4Pq5cJCOeRNTaWScFADpaLx4c5&#10;ptpeeEfnvS9FgLBLUUHlfZtK6YqKDLqRbYmDd7SdQR9kV0rd4SXATSPjKEqkwZrDQoUtfVZU/O5P&#10;RsE1+cHcreOPrzftaRhPMrvNM6Wen/r3GQhPvb+Hb+2NVhDH0+kY/u+EKyAX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PuHP/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F27E3E" w:rsidRDefault="00F27E3E" w:rsidP="00F27E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vQysUA&#10;AADeAAAADwAAAGRycy9kb3ducmV2LnhtbESP0WrCQBRE3wv+w3IF3+rGoMVEV5Gi4Js1+gGX7HUT&#10;zN6N2a3Gfn1XKPRxmJkzzHLd20bcqfO1YwWTcQKCuHS6ZqPgfNq9z0H4gKyxcUwKnuRhvRq8LTHX&#10;7sFHuhfBiAhhn6OCKoQ2l9KXFVn0Y9cSR+/iOoshys5I3eEjwm0j0yT5kBZrjgsVtvRZUXktvq2C&#10;m0tnui+2eLhus6/amOnt5zhVajTsNwsQgfrwH/5r77WCNM2yGbzuxCs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m9DK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27E3E" w:rsidRDefault="00F27E3E" w:rsidP="00F27E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UoVsYA&#10;AADeAAAADwAAAGRycy9kb3ducmV2LnhtbESPwW7CMBBE70j8g7VIvRWHVA0kYFBbqRJXaA8cF3tJ&#10;AvE6xC6k/XqMVInjaGbeaBar3jbiQp2vHSuYjBMQxNqZmksF31+fzzMQPiAbbByTgl/ysFoOBwss&#10;jLvyhi7bUIoIYV+ggiqEtpDS64os+rFriaN3cJ3FEGVXStPhNcJtI9MkyaTFmuNChS19VKRP2x+r&#10;YF3v6TXTh9zO3vVm93cOL9OjUepp1L/NQQTqwyP8314bBWma5xnc78QrIJ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PUoVs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F27E3E" w:rsidRDefault="00F27E3E" w:rsidP="00F27E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Jh0GsMA&#10;AADeAAAADwAAAGRycy9kb3ducmV2LnhtbERPXWvCMBR9F/Yfwh34pun64Gw1ig4Gk6kwN9zrpblr&#10;is1NaWKt/94Iwh7PN2e+7G0tOmp95VjByzgBQVw4XXGp4Of7fTQF4QOyxtoxKbiSh+XiaTDHXLsL&#10;f1F3CKWIJexzVGBCaHIpfWHIoh+7hjhqf661GCJsS6lbvMRyW8s0SSbSYsVxwWBDb4aK0+FsFXS4&#10;vya/Zr3LNtW2SPfr46eOvBo+96sZiEB9+Dc/0h9aQZpm2Svc78QrIBc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Jh0G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27E3E" w:rsidRDefault="00F27E3E" w:rsidP="00F27E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o/8sEA&#10;AADeAAAADwAAAGRycy9kb3ducmV2LnhtbERPPU/DMBDdkfofrKvERp16QDTUrRBSK0YIDIxHfI1T&#10;4rvINk3g1+MBifHpfW/3cxjUhWLqhS2sVxUo4lZcz52Ft9fDzR2olJEdDsJk4ZsS7HeLqy3WTiZ+&#10;oUuTO1VCONVowec81lqn1lPAtJKRuHAniQFzgbHTLuJUwsOgTVXd6oA9lwaPIz16aj+br2BhOrYf&#10;Z3N6d/4njnJonuVsBrH2ejk/3IPKNOd/8Z/7yVkwZrMpe8udcgX07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QKP/LBAAAA3gAAAA8AAAAAAAAAAAAAAAAAmAIAAGRycy9kb3du&#10;cmV2LnhtbFBLBQYAAAAABAAEAPUAAACG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F27E3E" w:rsidRDefault="00F27E3E" w:rsidP="00F27E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76KfsgA&#10;AADeAAAADwAAAGRycy9kb3ducmV2LnhtbESPT2vCQBTE7wW/w/IEb3XTHKyJrmK1gpSK+Kf31+xr&#10;Et19G7Krpt++Wyj0OMzMb5jpvLNG3Kj1tWMFT8MEBHHhdM2lgtNx/TgG4QOyRuOYFHyTh/ms9zDF&#10;XLs77+l2CKWIEPY5KqhCaHIpfVGRRT90DXH0vlxrMUTZllK3eI9wa2SaJCNpsea4UGFDy4qKy+Fq&#10;Fax3K3NOt/vFhwzL1+dPM357Wb0rNeh3iwmIQF34D/+1N1pBmmZZBr934hWQsx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zvop+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27E3E" w:rsidRDefault="00F27E3E" w:rsidP="00F27E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zG58YA&#10;AADeAAAADwAAAGRycy9kb3ducmV2LnhtbESPXWvCMBSG74X9h3AG3oyZrDKRzljGYNTBBHWCt8fm&#10;rC1tTkoTa/fvlwvBy5f3i2eVjbYVA/W+dqzhZaZAEBfO1FxqOP58Pi9B+IBssHVMGv7IQ7Z+mKww&#10;Ne7KexoOoRRxhH2KGqoQulRKX1Rk0c9cRxy9X9dbDFH2pTQ9XuO4bWWi1EJarDk+VNjRR0VFc7hY&#10;DcPu+1xuBt99Ncsn/zo/5/nWnLSePo7vbyACjeEevrU3RkMyVyoCRJyIAnL9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VzG58YAAADe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F27E3E" w:rsidRDefault="00F27E3E" w:rsidP="00F27E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wdYcgA&#10;AADeAAAADwAAAGRycy9kb3ducmV2LnhtbESPQWsCMRSE74X+h/AK3mri1hbdGkULgpdCtT3o7bl5&#10;3V3cvKxJ1LW/vhEKPQ4z8w0zmXW2EWfyoXasYdBXIIgLZ2ouNXx9Lh9HIEJENtg4Jg1XCjCb3t9N&#10;MDfuwms6b2IpEoRDjhqqGNtcylBUZDH0XUucvG/nLcYkfSmNx0uC20ZmSr1IizWnhQpbequoOGxO&#10;VsNiPFocP4b8/rPe72i33R+eM6+07j1081cQkbr4H/5rr4yG7EmpAdzupCsgp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rfB1hyAAAAN4AAAAPAAAAAAAAAAAAAAAAAJgCAABk&#10;cnMvZG93bnJldi54bWxQSwUGAAAAAAQABAD1AAAAjQMAAAAA&#10;" fillcolor="black" stroked="f">
                  <v:textbox>
                    <w:txbxContent>
                      <w:p w:rsidR="00F27E3E" w:rsidRDefault="00F27E3E" w:rsidP="00F27E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2NFsgA&#10;AADeAAAADwAAAGRycy9kb3ducmV2LnhtbESPQWsCMRSE7wX/Q3iF3mrSLRVZjaK2hYJ60Hrw+Nw8&#10;d8NuXpZNqtv++kYo9DjMzDfMdN67RlyoC9azhqehAkFceGO51HD4fH8cgwgR2WDjmTR8U4D5bHA3&#10;xdz4K+/oso+lSBAOOWqoYmxzKUNRkcMw9C1x8s6+cxiT7EppOrwmuGtkptRIOrScFipsaVVRUe+/&#10;nIbjemTHO0vZafOzfDObl3q5fa21frjvFxMQkfr4H/5rfxgN2bNSGdzupCsgZ7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ybY0W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F27E3E" w:rsidRDefault="00F27E3E" w:rsidP="00F27E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3NFv8YA&#10;AADeAAAADwAAAGRycy9kb3ducmV2LnhtbESPQWsCMRSE7wX/Q3hCbzWpQpHVKFIRe+mhtsXrY/O6&#10;2e7mZU2irv76RhB6HGbmG2a+7F0rThRi7VnD80iBIC69qbnS8PW5eZqCiAnZYOuZNFwownIxeJhj&#10;YfyZP+i0S5XIEI4FarApdYWUsbTkMI58R5y9Hx8cpixDJU3Ac4a7Vo6VepEOa84LFjt6tVQ2u6PT&#10;EFb7dXPl43ejru+XuP3tD1O0Wj8O+9UMRKI+/Yfv7TejYTxRagK3O/kK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3NFv8YAAADe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F27E3E" w:rsidRDefault="00F27E3E" w:rsidP="00F27E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+trgMYA&#10;AADeAAAADwAAAGRycy9kb3ducmV2LnhtbESPUUsDMRCE3wX/Q1jBl9ImnlLbs2kRQRAshdb+gO1l&#10;vTtMNsdlba/+eiMUfBxm5htmsRqCV0fqUxvZwt3EgCKuomu5trD/eB3PQCVBdugjk4UzJVgtr68W&#10;WLp44i0dd1KrDOFUooVGpCu1TlVDAdMkdsTZ+4x9QMmyr7Xr8ZThwevCmKkO2HJeaLCjl4aqr913&#10;sOCLg5+/P6a1nPd6bX6CbEcbZ+3tzfD8BEpokP/wpf3mLBT3xjzA3518BfTy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+trgM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F27E3E" w:rsidRDefault="00F27E3E" w:rsidP="00F27E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ePQccA&#10;AADeAAAADwAAAGRycy9kb3ducmV2LnhtbESPQUsDMRSE70L/Q3iCN5u4opS1aWkthb14cNvS6+vm&#10;uVmavCyb2K7+eiMIHoeZ+YaZL0fvxIWG2AXW8DBVIIibYDpuNex32/sZiJiQDbrApOGLIiwXk5s5&#10;liZc+Z0udWpFhnAsUYNNqS+ljI0lj3EaeuLsfYTBY8pyaKUZ8Jrh3slCqWfpseO8YLGnV0vNuf70&#10;GjZ174p9ZdfxeHg7nVz1vaXjRuu723H1AiLRmP7Df+3KaCgelXqC3zv5CsjF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93j0H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F27E3E" w:rsidRDefault="00F27E3E" w:rsidP="00F27E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CjAMMA&#10;AADeAAAADwAAAGRycy9kb3ducmV2LnhtbESPT4vCMBTE78J+h/AW9qbJKqhUoyzLCoIn/x28PZJn&#10;W21eShNt99sbQfA4zMxvmPmyc5W4UxNKzxq+BwoEsfG25FzDYb/qT0GEiGyx8kwa/inAcvHRm2Nm&#10;fctbuu9iLhKEQ4YaihjrTMpgCnIYBr4mTt7ZNw5jkk0ubYNtgrtKDpUaS4clp4UCa/otyFx3N6fh&#10;spIbbxSa4+HYru3k9DemSmn99dn9zEBE6uI7/GqvrYbhKCHheSddAbl4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qCjAMMAAADeAAAADwAAAAAAAAAAAAAAAACYAgAAZHJzL2Rv&#10;d25yZXYueG1sUEsFBgAAAAAEAAQA9QAAAIgDAAAAAA==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F27E3E" w:rsidRDefault="00F27E3E" w:rsidP="00F27E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T1/McA&#10;AADeAAAADwAAAGRycy9kb3ducmV2LnhtbESPQWsCMRSE7wX/Q3gFbzXpCnbZGkUFQSoeqqX0+Lp5&#10;7i67eVmSqNt/bwqFHoeZ+YaZLwfbiSv50DjW8DxRIIhLZxquNHyctk85iBCRDXaOScMPBVguRg9z&#10;LIy78Ttdj7ESCcKhQA11jH0hZShrshgmridO3tl5izFJX0nj8ZbgtpOZUjNpseG0UGNPm5rK9nix&#10;Gr4uez4fpm8rv46fbjiFNvvOW63Hj8PqFUSkIf6H/9o7oyGbKvUCv3fSFZCL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QE9fz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F27E3E" w:rsidRDefault="00F27E3E" w:rsidP="00F27E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a0/MUA&#10;AADeAAAADwAAAGRycy9kb3ducmV2LnhtbERPy2oCMRTdF/oP4Qrd1cRpFZ0apRYK3RR8LXR3ndzO&#10;DE5upkmqU7/eLASXh/OezjvbiBP5UDvWMOgrEMSFMzWXGrabz+cxiBCRDTaOScM/BZjPHh+mmBt3&#10;5hWd1rEUKYRDjhqqGNtcylBUZDH0XUucuB/nLcYEfSmNx3MKt43MlBpJizWnhgpb+qioOK7/rIbF&#10;ZLz4Xb7y92V12NN+dzgOM6+0fup1728gInXxLr65v4yG7EWptDfdSVdAzq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6RrT8xQAAAN4AAAAPAAAAAAAAAAAAAAAAAJgCAABkcnMv&#10;ZG93bnJldi54bWxQSwUGAAAAAAQABAD1AAAAigMAAAAA&#10;" fillcolor="black" stroked="f">
                  <v:textbox>
                    <w:txbxContent>
                      <w:p w:rsidR="00F27E3E" w:rsidRDefault="00F27E3E" w:rsidP="00F27E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wazcUA&#10;AADeAAAADwAAAGRycy9kb3ducmV2LnhtbESPQUsDMRSE74L/IbxCbzZpC6Jr07IUxOJpWxWvr5vn&#10;ZnHzsiQxXf+9EQSPw8x8w2x2kxtEphB7zxqWCwWCuPWm507D68vjzR2ImJANDp5JwzdF2G2vrzZY&#10;GX/hI+VT6kSBcKxQg01prKSMrSWHceFH4uJ9+OAwFRk6aQJeCtwNcqXUrXTYc1mwONLeUvt5+nIa&#10;8nnf1Ov8nu3xOdRd8M3T27nRej6b6gcQiab0H/5rH4yG1Vqpe/i9U66A3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2vBrNxQAAAN4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F27E3E" w:rsidRDefault="00F27E3E" w:rsidP="00F27E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NhhMUA&#10;AADeAAAADwAAAGRycy9kb3ducmV2LnhtbESPzWrCQBSF9wXfYbhCd3USBampo4ioqJtqWqjLS+aa&#10;CWbuhMw0pn16Z1Ho8nD++ObL3taio9ZXjhWkowQEceF0xaWCz4/tyysIH5A11o5JwQ95WC4GT3PM&#10;tLvzmbo8lCKOsM9QgQmhyaT0hSGLfuQa4uhdXWsxRNmWUrd4j+O2luMkmUqLFccHgw2tDRW3/Nsq&#10;8Ol683W0v7PusjP8nh/M9FQapZ6H/eoNRKA+/If/2nutYDxJ0ggQcSIKyM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82GExQAAAN4AAAAPAAAAAAAAAAAAAAAAAJgCAABkcnMv&#10;ZG93bnJldi54bWxQSwUGAAAAAAQABAD1AAAAigMAAAAA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F27E3E" w:rsidRDefault="00F27E3E" w:rsidP="00F27E3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F27E3E" w:rsidRPr="003B50D1" w:rsidRDefault="00F27E3E" w:rsidP="00F27E3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27E3E" w:rsidRPr="003B50D1" w:rsidRDefault="00F27E3E" w:rsidP="00F27E3E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27E3E" w:rsidRPr="003B50D1" w:rsidRDefault="00F27E3E" w:rsidP="00F27E3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27E3E" w:rsidRPr="003B50D1" w:rsidRDefault="00F27E3E" w:rsidP="00F27E3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27E3E" w:rsidRPr="003B50D1" w:rsidRDefault="00F27E3E" w:rsidP="00F27E3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F27E3E" w:rsidRPr="003B50D1" w:rsidRDefault="00F27E3E" w:rsidP="00F27E3E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F27E3E" w:rsidRPr="003B50D1" w:rsidRDefault="00F27E3E" w:rsidP="00F27E3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F27E3E" w:rsidRPr="003B50D1" w:rsidRDefault="00F27E3E" w:rsidP="00F27E3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F27E3E" w:rsidRPr="003B50D1" w:rsidRDefault="00F27E3E" w:rsidP="00F27E3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27E3E" w:rsidRPr="003B50D1" w:rsidRDefault="00F27E3E" w:rsidP="00F27E3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F27E3E" w:rsidRPr="003B50D1" w:rsidRDefault="00F27E3E" w:rsidP="00F27E3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F27E3E" w:rsidRPr="003B50D1" w:rsidRDefault="00F27E3E" w:rsidP="00F27E3E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F27E3E" w:rsidRPr="003B50D1" w:rsidRDefault="00F27E3E" w:rsidP="00F27E3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F27E3E" w:rsidRPr="003B50D1" w:rsidRDefault="00F27E3E" w:rsidP="00F27E3E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F27E3E" w:rsidRPr="003B50D1" w:rsidRDefault="00F27E3E" w:rsidP="00F27E3E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__.02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F27E3E" w:rsidRPr="003B50D1" w:rsidRDefault="00F27E3E" w:rsidP="00F27E3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F27E3E" w:rsidRPr="003B50D1" w:rsidRDefault="00F27E3E" w:rsidP="00F27E3E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  <w:lang w:val="ru-RU"/>
        </w:rPr>
      </w:pPr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Про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надання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дозволу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на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розробку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F27E3E" w:rsidRPr="003B50D1" w:rsidRDefault="00F27E3E" w:rsidP="00F27E3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із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землеустрою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щодо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</w:p>
    <w:p w:rsidR="00F27E3E" w:rsidRPr="003B50D1" w:rsidRDefault="00F27E3E" w:rsidP="00F27E3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відведення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земельної</w:t>
      </w:r>
      <w:proofErr w:type="spellEnd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 xml:space="preserve">  </w:t>
      </w:r>
      <w:proofErr w:type="spellStart"/>
      <w:r w:rsidRPr="003B50D1">
        <w:rPr>
          <w:rFonts w:ascii="Times New Roman" w:eastAsia="Calibri" w:hAnsi="Times New Roman" w:cs="Times New Roman"/>
          <w:b/>
          <w:sz w:val="24"/>
          <w:lang w:val="ru-RU"/>
        </w:rPr>
        <w:t>ділянки</w:t>
      </w:r>
      <w:proofErr w:type="spellEnd"/>
    </w:p>
    <w:p w:rsidR="00F27E3E" w:rsidRPr="003B50D1" w:rsidRDefault="00F27E3E" w:rsidP="00F27E3E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Нікітчук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О. М.</w:t>
      </w:r>
    </w:p>
    <w:p w:rsidR="00F27E3E" w:rsidRPr="003B50D1" w:rsidRDefault="00F27E3E" w:rsidP="00F27E3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lang w:val="ru-RU"/>
        </w:rPr>
      </w:pPr>
    </w:p>
    <w:p w:rsidR="00F27E3E" w:rsidRPr="003B50D1" w:rsidRDefault="00F27E3E" w:rsidP="00F27E3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</w:p>
    <w:p w:rsidR="00F27E3E" w:rsidRPr="003B50D1" w:rsidRDefault="00F27E3E" w:rsidP="00F27E3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       </w:t>
      </w:r>
      <w:proofErr w:type="spellStart"/>
      <w:proofErr w:type="gramStart"/>
      <w:r w:rsidRPr="003B50D1">
        <w:rPr>
          <w:rFonts w:ascii="Times New Roman" w:eastAsia="Calibri" w:hAnsi="Times New Roman" w:cs="Times New Roman"/>
          <w:sz w:val="24"/>
          <w:lang w:val="ru-RU"/>
        </w:rPr>
        <w:t>Відповідно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до пункту 34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частини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1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26,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статті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42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місцеве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самоврядування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в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Україні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статей 12,  118, 121 та 123 Земельного кодексу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, Закону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України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«Про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землеустрій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»,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розглянувши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заяву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Нікітчук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 xml:space="preserve"> О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 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</w:t>
      </w:r>
      <w:proofErr w:type="spellStart"/>
      <w:r w:rsidRPr="003B50D1">
        <w:rPr>
          <w:rFonts w:ascii="Times New Roman" w:eastAsia="Calibri" w:hAnsi="Times New Roman" w:cs="Times New Roman"/>
          <w:sz w:val="24"/>
          <w:lang w:val="ru-RU"/>
        </w:rPr>
        <w:t>сільська</w:t>
      </w:r>
      <w:proofErr w:type="spellEnd"/>
      <w:r w:rsidRPr="003B50D1">
        <w:rPr>
          <w:rFonts w:ascii="Times New Roman" w:eastAsia="Calibri" w:hAnsi="Times New Roman" w:cs="Times New Roman"/>
          <w:sz w:val="24"/>
          <w:lang w:val="ru-RU"/>
        </w:rPr>
        <w:t xml:space="preserve"> рада </w:t>
      </w:r>
      <w:proofErr w:type="gramEnd"/>
    </w:p>
    <w:p w:rsidR="00F27E3E" w:rsidRPr="003B50D1" w:rsidRDefault="00F27E3E" w:rsidP="00F27E3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ru-RU"/>
        </w:rPr>
      </w:pPr>
      <w:r w:rsidRPr="003B50D1">
        <w:rPr>
          <w:rFonts w:ascii="Times New Roman" w:eastAsia="Calibri" w:hAnsi="Times New Roman" w:cs="Times New Roman"/>
          <w:sz w:val="24"/>
          <w:lang w:val="ru-RU"/>
        </w:rPr>
        <w:t>ВИРІШИЛА:</w:t>
      </w:r>
    </w:p>
    <w:p w:rsidR="00F27E3E" w:rsidRPr="003B50D1" w:rsidRDefault="00F27E3E" w:rsidP="00F27E3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F27E3E" w:rsidRPr="003B50D1" w:rsidRDefault="00F27E3E" w:rsidP="00527A48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1. Надати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Нікітчук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Оксані Миколаївні,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527A48" w:rsidRPr="00527A48">
        <w:rPr>
          <w:rFonts w:ascii="Times New Roman" w:eastAsia="Calibri" w:hAnsi="Times New Roman" w:cs="Times New Roman"/>
          <w:sz w:val="24"/>
        </w:rPr>
        <w:t>_</w:t>
      </w:r>
      <w:r w:rsidR="00527A48">
        <w:rPr>
          <w:rFonts w:ascii="Times New Roman" w:eastAsia="Calibri" w:hAnsi="Times New Roman" w:cs="Times New Roman"/>
          <w:sz w:val="24"/>
          <w:lang w:val="ru-RU"/>
        </w:rPr>
        <w:t>_________________________________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дозвіл на розробку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</w:t>
      </w:r>
      <w:r>
        <w:rPr>
          <w:rFonts w:ascii="Times New Roman" w:eastAsia="Calibri" w:hAnsi="Times New Roman" w:cs="Times New Roman"/>
          <w:sz w:val="24"/>
        </w:rPr>
        <w:t>асність, орієнтовною площею 0,1200</w:t>
      </w:r>
      <w:r w:rsidRPr="003B50D1">
        <w:rPr>
          <w:rFonts w:ascii="Times New Roman" w:eastAsia="Calibri" w:hAnsi="Times New Roman" w:cs="Times New Roman"/>
          <w:sz w:val="24"/>
        </w:rPr>
        <w:t xml:space="preserve"> га, для </w:t>
      </w:r>
      <w:r w:rsidRPr="00B01A79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>
        <w:rPr>
          <w:rFonts w:ascii="Times New Roman" w:eastAsia="Calibri" w:hAnsi="Times New Roman" w:cs="Times New Roman"/>
          <w:sz w:val="24"/>
        </w:rPr>
        <w:t>,  яка розташована Хмельницька область Шепетівський район, с</w:t>
      </w:r>
      <w:r w:rsidRPr="003B50D1">
        <w:rPr>
          <w:rFonts w:ascii="Times New Roman" w:eastAsia="Calibri" w:hAnsi="Times New Roman" w:cs="Times New Roman"/>
          <w:sz w:val="24"/>
        </w:rPr>
        <w:t>.</w:t>
      </w:r>
      <w:r>
        <w:rPr>
          <w:rFonts w:ascii="Times New Roman" w:eastAsia="Calibri" w:hAnsi="Times New Roman" w:cs="Times New Roman"/>
          <w:sz w:val="24"/>
        </w:rPr>
        <w:t xml:space="preserve"> Крупець.</w:t>
      </w:r>
    </w:p>
    <w:p w:rsidR="00F27E3E" w:rsidRPr="003B50D1" w:rsidRDefault="00F27E3E" w:rsidP="00F27E3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50D1">
        <w:rPr>
          <w:rFonts w:ascii="Times New Roman" w:eastAsia="Calibri" w:hAnsi="Times New Roman" w:cs="Times New Roman"/>
          <w:sz w:val="24"/>
        </w:rPr>
        <w:t xml:space="preserve">       2.</w:t>
      </w:r>
      <w:r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Нікітчук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О. 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Calibri" w:hAnsi="Times New Roman" w:cs="Times New Roman"/>
          <w:sz w:val="24"/>
        </w:rPr>
        <w:t xml:space="preserve">розробити </w:t>
      </w:r>
      <w:proofErr w:type="spellStart"/>
      <w:r w:rsidRPr="003B50D1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3B50D1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F27E3E" w:rsidRPr="003B50D1" w:rsidRDefault="00F27E3E" w:rsidP="00F27E3E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50D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F27E3E" w:rsidRPr="003B50D1" w:rsidRDefault="00F27E3E" w:rsidP="00F27E3E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F27E3E" w:rsidRPr="003B50D1" w:rsidRDefault="00F27E3E" w:rsidP="00F27E3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27E3E" w:rsidRPr="003B50D1" w:rsidRDefault="00F27E3E" w:rsidP="00F27E3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27E3E" w:rsidRPr="003B50D1" w:rsidRDefault="00F27E3E" w:rsidP="00F27E3E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F27E3E" w:rsidRDefault="00F27E3E" w:rsidP="00F27E3E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Валерій   МИХАЛЮК</w:t>
      </w:r>
    </w:p>
    <w:sectPr w:rsidR="00F27E3E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E3E"/>
    <w:rsid w:val="00527A48"/>
    <w:rsid w:val="00E45A99"/>
    <w:rsid w:val="00F27E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E3E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7E3E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2</TotalTime>
  <Pages>1</Pages>
  <Words>238</Words>
  <Characters>1360</Characters>
  <Application>Microsoft Office Word</Application>
  <DocSecurity>0</DocSecurity>
  <Lines>11</Lines>
  <Paragraphs>3</Paragraphs>
  <ScaleCrop>false</ScaleCrop>
  <Company/>
  <LinksUpToDate>false</LinksUpToDate>
  <CharactersWithSpaces>1595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2022-02-11T13:50:00Z</dcterms:created>
  <dcterms:modified xsi:type="dcterms:W3CDTF">2022-02-14T07:56:00Z</dcterms:modified>
</cp:coreProperties>
</file>