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1CA" w:rsidRPr="00E9508A" w:rsidRDefault="00CC41CA" w:rsidP="00CC41CA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2C373A" wp14:editId="0A4F6E2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1CA" w:rsidRDefault="00CC41CA" w:rsidP="00CC41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41CA" w:rsidRDefault="00CC41CA" w:rsidP="00CC41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C41CA" w:rsidRDefault="00CC41CA" w:rsidP="00CC41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41CA" w:rsidRDefault="00CC41CA" w:rsidP="00CC41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C41CA" w:rsidRDefault="00CC41CA" w:rsidP="00CC41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41CA" w:rsidRPr="00B613B3" w:rsidRDefault="00CC41CA" w:rsidP="00CC41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№82</w:t>
      </w:r>
    </w:p>
    <w:p w:rsidR="00CC41CA" w:rsidRPr="00A71AA4" w:rsidRDefault="00CC41CA" w:rsidP="00CC41C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C41CA" w:rsidRPr="00A71AA4" w:rsidRDefault="00CC41CA" w:rsidP="00CC41C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CC41CA" w:rsidRPr="00A71AA4" w:rsidRDefault="00CC41CA" w:rsidP="00CC41C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A71AA4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CC41CA" w:rsidRPr="00A71AA4" w:rsidRDefault="00CC41CA" w:rsidP="00CC41C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CC41CA" w:rsidRPr="00A71AA4" w:rsidRDefault="00CC41CA" w:rsidP="00CC41C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CC41CA" w:rsidRPr="00A71AA4" w:rsidRDefault="00CC41CA" w:rsidP="00CC41C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Нікітч</w:t>
      </w:r>
      <w:r>
        <w:rPr>
          <w:rFonts w:ascii="Times New Roman" w:eastAsia="Calibri" w:hAnsi="Times New Roman" w:cs="Times New Roman"/>
          <w:b/>
          <w:sz w:val="24"/>
          <w:szCs w:val="24"/>
        </w:rPr>
        <w:t>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А.В.,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Лупеха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Т.В.,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Нікітчук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b/>
          <w:sz w:val="24"/>
          <w:szCs w:val="24"/>
        </w:rPr>
        <w:t>О.В.</w:t>
      </w:r>
    </w:p>
    <w:p w:rsidR="00CC41CA" w:rsidRPr="00A71AA4" w:rsidRDefault="00CC41CA" w:rsidP="00CC41C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C41CA" w:rsidRPr="00A71AA4" w:rsidRDefault="00CC41CA" w:rsidP="00CC41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А.В.,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Лупеха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ітчука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В.В.,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CC41CA" w:rsidRPr="00A71AA4" w:rsidRDefault="00CC41CA" w:rsidP="00CC41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C41CA" w:rsidRPr="00A71AA4" w:rsidRDefault="00CC41CA" w:rsidP="00CC41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A71AA4">
        <w:rPr>
          <w:rFonts w:ascii="Times New Roman" w:eastAsia="Calibri" w:hAnsi="Times New Roman" w:cs="Times New Roman"/>
          <w:sz w:val="24"/>
          <w:szCs w:val="24"/>
        </w:rPr>
        <w:t>1.Надати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Андрію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94701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Лупеха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Тетяні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Василівні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 яка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94701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Олені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Василівні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 яка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94701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га,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номер 6823984000:01:016:0031,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вулиці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Кринична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 33</w:t>
      </w:r>
    </w:p>
    <w:p w:rsidR="00CC41CA" w:rsidRPr="00A71AA4" w:rsidRDefault="00CC41CA" w:rsidP="00CC41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2.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А.В.,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Лупеха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О.В.,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CC41CA" w:rsidRPr="00A71AA4" w:rsidRDefault="00CC41CA" w:rsidP="00CC41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     3. Контроль за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CC41CA" w:rsidRPr="00CC41CA" w:rsidRDefault="00CC41CA" w:rsidP="00CC41C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8A127A" w:rsidRPr="00CC41CA" w:rsidRDefault="00CC41CA" w:rsidP="00CC41C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A127A" w:rsidRPr="00CC41C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962" w:rsidRDefault="002C3962">
      <w:pPr>
        <w:spacing w:after="0" w:line="240" w:lineRule="auto"/>
      </w:pPr>
      <w:r>
        <w:separator/>
      </w:r>
    </w:p>
  </w:endnote>
  <w:endnote w:type="continuationSeparator" w:id="0">
    <w:p w:rsidR="002C3962" w:rsidRDefault="002C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962" w:rsidRDefault="002C3962">
      <w:pPr>
        <w:spacing w:after="0" w:line="240" w:lineRule="auto"/>
      </w:pPr>
      <w:r>
        <w:separator/>
      </w:r>
    </w:p>
  </w:footnote>
  <w:footnote w:type="continuationSeparator" w:id="0">
    <w:p w:rsidR="002C3962" w:rsidRDefault="002C39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1CA"/>
    <w:rsid w:val="002C3962"/>
    <w:rsid w:val="00394701"/>
    <w:rsid w:val="008A127A"/>
    <w:rsid w:val="00B27E0D"/>
    <w:rsid w:val="00CC4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1C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C41C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C41C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C41CA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1C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C41C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C41C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C41CA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2021-02-01T07:23:00Z</dcterms:created>
  <dcterms:modified xsi:type="dcterms:W3CDTF">2021-02-01T08:20:00Z</dcterms:modified>
</cp:coreProperties>
</file>