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6DE" w:rsidRDefault="008B16DE" w:rsidP="008B16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6DE" w:rsidRDefault="008B16DE" w:rsidP="008B16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16DE" w:rsidRDefault="008B16DE" w:rsidP="008B16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B16DE" w:rsidRDefault="008B16DE" w:rsidP="008B16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B16DE" w:rsidRDefault="008B16DE" w:rsidP="008B16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B16DE" w:rsidRDefault="008B16DE" w:rsidP="008B16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B16DE" w:rsidRPr="00DD2275" w:rsidRDefault="008B16DE" w:rsidP="008B16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B16DE" w:rsidRPr="00DD2275" w:rsidRDefault="008B16DE" w:rsidP="008B16D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8B16DE" w:rsidRPr="00DD2275" w:rsidRDefault="008B16DE" w:rsidP="008B16D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8B16DE" w:rsidRDefault="008B16DE" w:rsidP="008B16D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</w:t>
      </w: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едачі  її у власність  </w:t>
      </w:r>
    </w:p>
    <w:p w:rsidR="008B16DE" w:rsidRPr="00DD2275" w:rsidRDefault="008B16DE" w:rsidP="008B16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Бєлоглазову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Д.І.</w:t>
      </w:r>
    </w:p>
    <w:p w:rsidR="008B16DE" w:rsidRPr="00DD2275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B16DE" w:rsidRPr="00DD2275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Times New Roman" w:hAnsi="Times New Roman" w:cs="Times New Roman"/>
          <w:sz w:val="24"/>
          <w:lang w:eastAsia="en-US"/>
        </w:rPr>
        <w:t>116,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118</w:t>
      </w:r>
      <w:r>
        <w:rPr>
          <w:rFonts w:ascii="Times New Roman" w:eastAsia="Times New Roman" w:hAnsi="Times New Roman" w:cs="Times New Roman"/>
          <w:sz w:val="24"/>
          <w:lang w:eastAsia="en-US"/>
        </w:rPr>
        <w:t>,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121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, 122 </w:t>
      </w:r>
      <w:r w:rsidRPr="00DD2275">
        <w:rPr>
          <w:rFonts w:ascii="Times New Roman" w:eastAsia="Times New Roman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Д.І.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8B16DE" w:rsidRPr="00DD2275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8B16DE" w:rsidRPr="00DD2275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Дмитру Ігоровичу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едення земельної ділянки, для будівництва і обслуговування житлового будинку, господарських будівель і споруд (присадибна ділянка), площею  0,2500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B16DE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Дмитру Ігоровичу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4423A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 w:rsidR="0094423A">
        <w:rPr>
          <w:rFonts w:ascii="Times New Roman" w:eastAsia="Calibri" w:hAnsi="Times New Roman" w:cs="Times New Roman"/>
          <w:sz w:val="24"/>
          <w:lang w:val="ru-RU" w:eastAsia="en-US"/>
        </w:rPr>
        <w:t xml:space="preserve"> ______</w:t>
      </w:r>
      <w:bookmarkStart w:id="0" w:name="_GoBack"/>
      <w:bookmarkEnd w:id="0"/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0,2500 га, кадастровий номер: 6823984000:01:007:0048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 будівництва і обслуговування житлового будинку, господарських будівель і споруд (присадибна ділянка)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</w:t>
      </w:r>
      <w:proofErr w:type="spellStart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B16DE" w:rsidRPr="00DD2275" w:rsidRDefault="008B16DE" w:rsidP="008B16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Бєлоглазову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Д.І.</w:t>
      </w:r>
      <w:r w:rsidRPr="00DD227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B16DE" w:rsidRPr="00DD2275" w:rsidRDefault="008B16DE" w:rsidP="008B16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D227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B16DE" w:rsidRPr="00DD2275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B16DE" w:rsidRPr="00DD2275" w:rsidRDefault="008B16DE" w:rsidP="008B16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E27B8" w:rsidRPr="008B16DE" w:rsidRDefault="008B16DE" w:rsidP="008B16D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DD227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E27B8" w:rsidRPr="008B16DE" w:rsidSect="008B16DE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6DE"/>
    <w:rsid w:val="006E27B8"/>
    <w:rsid w:val="008B16DE"/>
    <w:rsid w:val="00944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B16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16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B16D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6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B16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B16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B16D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284</Words>
  <Characters>1622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2021-07-07T06:56:00Z</dcterms:created>
  <dcterms:modified xsi:type="dcterms:W3CDTF">2021-07-07T08:35:00Z</dcterms:modified>
</cp:coreProperties>
</file>