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A1" w:rsidRDefault="00FD28A1" w:rsidP="00FD2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D28A1" w:rsidRDefault="00FD28A1" w:rsidP="00FD28A1"/>
    <w:p w:rsidR="00FD28A1" w:rsidRDefault="00FD28A1" w:rsidP="00FD28A1"/>
    <w:p w:rsidR="00FD28A1" w:rsidRDefault="00FD28A1" w:rsidP="00FD28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D28A1" w:rsidRDefault="00FD28A1" w:rsidP="00FD28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D28A1" w:rsidRDefault="00FD28A1" w:rsidP="00FD28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D28A1" w:rsidRDefault="00FD28A1" w:rsidP="00FD28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D28A1" w:rsidRDefault="00FD28A1" w:rsidP="00FD28A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28A1" w:rsidRDefault="00FD28A1" w:rsidP="00FD28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D28A1" w:rsidRDefault="00FD28A1" w:rsidP="00FD2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D28A1" w:rsidRDefault="00FD28A1" w:rsidP="00FD28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D28A1" w:rsidRDefault="00FD28A1" w:rsidP="00FD28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D28A1" w:rsidRDefault="00FD28A1" w:rsidP="00FD28A1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№84</w:t>
      </w:r>
    </w:p>
    <w:p w:rsidR="00FD28A1" w:rsidRPr="00F50350" w:rsidRDefault="00FD28A1" w:rsidP="00FD28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lang w:eastAsia="en-US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D28A1" w:rsidRPr="00E40269" w:rsidRDefault="00FD28A1" w:rsidP="00FD28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FD28A1" w:rsidRPr="00E40269" w:rsidRDefault="00FD28A1" w:rsidP="00FD28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FD28A1" w:rsidRPr="00E40269" w:rsidRDefault="00FD28A1" w:rsidP="00FD28A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Миклушу</w:t>
      </w:r>
      <w:proofErr w:type="spellEnd"/>
      <w:r w:rsidRPr="00E4026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В.П.</w:t>
      </w:r>
    </w:p>
    <w:p w:rsidR="00FD28A1" w:rsidRPr="00E40269" w:rsidRDefault="00FD28A1" w:rsidP="00FD28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</w:t>
      </w:r>
      <w:proofErr w:type="gram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FD28A1" w:rsidRPr="00E40269" w:rsidRDefault="00FD28A1" w:rsidP="00FD28A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Петровича</w:t>
      </w:r>
      <w:proofErr w:type="gram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A5F4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1,0192 га, для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6823984000:03:018:0337)</w:t>
      </w:r>
    </w:p>
    <w:p w:rsidR="00FD28A1" w:rsidRPr="00E40269" w:rsidRDefault="00FD28A1" w:rsidP="00FD28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40269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4026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4026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4026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4026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FD28A1" w:rsidRPr="00E40269" w:rsidRDefault="00FD28A1" w:rsidP="00FD28A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28A1" w:rsidRPr="00E40269" w:rsidRDefault="00FD28A1" w:rsidP="00FD28A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A54CD" w:rsidRPr="00FD28A1" w:rsidRDefault="00FD28A1" w:rsidP="00FD28A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4026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A54CD" w:rsidRPr="00FD28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8A1"/>
    <w:rsid w:val="00171A2E"/>
    <w:rsid w:val="00304C90"/>
    <w:rsid w:val="00505B6D"/>
    <w:rsid w:val="006D3977"/>
    <w:rsid w:val="007D6C18"/>
    <w:rsid w:val="00AA54CD"/>
    <w:rsid w:val="00BA5F4E"/>
    <w:rsid w:val="00D1641A"/>
    <w:rsid w:val="00FD2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2020-07-02T11:41:00Z</dcterms:created>
  <dcterms:modified xsi:type="dcterms:W3CDTF">2020-07-02T13:13:00Z</dcterms:modified>
</cp:coreProperties>
</file>