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3B" w:rsidRDefault="0029483B" w:rsidP="0029483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83B" w:rsidRDefault="0029483B" w:rsidP="002948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9483B" w:rsidRDefault="0029483B" w:rsidP="002948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9483B" w:rsidRDefault="0029483B" w:rsidP="002948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83B" w:rsidRDefault="0029483B" w:rsidP="002948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83B" w:rsidRDefault="0029483B" w:rsidP="002948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83B" w:rsidRDefault="0029483B" w:rsidP="002948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83B" w:rsidRDefault="0029483B" w:rsidP="002948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9483B" w:rsidRDefault="0029483B" w:rsidP="0029483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9483B" w:rsidRDefault="0029483B" w:rsidP="002948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9483B" w:rsidRDefault="0029483B" w:rsidP="002948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9483B" w:rsidRDefault="0029483B" w:rsidP="002948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83B" w:rsidRDefault="0029483B" w:rsidP="002948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9483B" w:rsidRDefault="0029483B" w:rsidP="002948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83B" w:rsidRDefault="0029483B" w:rsidP="002948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9483B" w:rsidRDefault="0029483B" w:rsidP="0029483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9483B" w:rsidRDefault="0029483B" w:rsidP="0029483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№63</w:t>
      </w:r>
    </w:p>
    <w:p w:rsidR="0029483B" w:rsidRPr="00AF2E62" w:rsidRDefault="0029483B" w:rsidP="0029483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9483B" w:rsidRPr="00AF2E62" w:rsidRDefault="0029483B" w:rsidP="0029483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9483B" w:rsidRPr="00AF2E62" w:rsidRDefault="0029483B" w:rsidP="002948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9483B" w:rsidRPr="00AF2E62" w:rsidRDefault="0029483B" w:rsidP="002948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29483B" w:rsidRPr="00AF2E62" w:rsidRDefault="0029483B" w:rsidP="002948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Н.В.</w:t>
      </w:r>
    </w:p>
    <w:p w:rsidR="0029483B" w:rsidRPr="00AF2E62" w:rsidRDefault="0029483B" w:rsidP="002948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9483B" w:rsidRPr="00AF2E62" w:rsidRDefault="0029483B" w:rsidP="002948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Сокол Н.В.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29483B" w:rsidRPr="00DC3C37" w:rsidRDefault="0029483B" w:rsidP="002948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9483B" w:rsidRPr="00AF2E62" w:rsidRDefault="0029483B" w:rsidP="002948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Вікторівні,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яка зареєстрована за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:</w:t>
      </w:r>
      <w:r w:rsidR="00F17499" w:rsidRPr="00F17499">
        <w:rPr>
          <w:rFonts w:ascii="Times New Roman" w:eastAsia="Calibri" w:hAnsi="Times New Roman" w:cs="Times New Roman"/>
          <w:sz w:val="24"/>
          <w:lang w:eastAsia="en-US"/>
        </w:rPr>
        <w:t>_</w:t>
      </w:r>
      <w:r w:rsidR="00F17499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0,40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29483B" w:rsidRPr="00AF2E62" w:rsidRDefault="0029483B" w:rsidP="002948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9483B" w:rsidRPr="00AF2E62" w:rsidRDefault="0029483B" w:rsidP="0029483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9483B" w:rsidRPr="00AF2E62" w:rsidRDefault="0029483B" w:rsidP="0029483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9483B" w:rsidRDefault="0029483B" w:rsidP="0029483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483B" w:rsidRDefault="0029483B" w:rsidP="0029483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483B" w:rsidRDefault="0029483B" w:rsidP="0029483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483B" w:rsidRDefault="0029483B" w:rsidP="0029483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C07D36" w:rsidRDefault="00C07D36"/>
    <w:sectPr w:rsidR="00C07D3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3B"/>
    <w:rsid w:val="0029483B"/>
    <w:rsid w:val="00C07D36"/>
    <w:rsid w:val="00F1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3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9483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9483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9483B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3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9483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9483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9483B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232</Words>
  <Characters>1328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2021-07-07T06:38:00Z</dcterms:created>
  <dcterms:modified xsi:type="dcterms:W3CDTF">2021-07-07T08:31:00Z</dcterms:modified>
</cp:coreProperties>
</file>